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906" w:rsidRDefault="003F2906">
      <w:pPr>
        <w:rPr>
          <w:b/>
          <w:sz w:val="28"/>
          <w:szCs w:val="28"/>
        </w:rPr>
      </w:pPr>
    </w:p>
    <w:p w:rsidR="003F2906" w:rsidRDefault="003F2906">
      <w:pPr>
        <w:rPr>
          <w:b/>
          <w:sz w:val="28"/>
          <w:szCs w:val="28"/>
        </w:rPr>
      </w:pPr>
    </w:p>
    <w:p w:rsidR="003F2906" w:rsidRDefault="003F2906" w:rsidP="002A7BA3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АДМИНИСТРАЦИЯ КАКСИНВАЙСКОГО СЕЛЬСКОГО</w:t>
      </w:r>
    </w:p>
    <w:p w:rsidR="003F2906" w:rsidRDefault="003F2906" w:rsidP="002A7B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МАЛМЫЖСКОГО РАЙОНА </w:t>
      </w:r>
    </w:p>
    <w:p w:rsidR="003F2906" w:rsidRDefault="003F2906" w:rsidP="002A7BA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3F2906" w:rsidRDefault="003F2906" w:rsidP="002A7BA3">
      <w:pPr>
        <w:jc w:val="center"/>
        <w:rPr>
          <w:b/>
          <w:sz w:val="28"/>
          <w:szCs w:val="28"/>
        </w:rPr>
      </w:pPr>
    </w:p>
    <w:p w:rsidR="003F2906" w:rsidRDefault="003F2906" w:rsidP="002A7B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F2906" w:rsidRDefault="003F2906" w:rsidP="002A7BA3">
      <w:pPr>
        <w:rPr>
          <w:sz w:val="28"/>
          <w:szCs w:val="28"/>
        </w:rPr>
      </w:pPr>
      <w:r>
        <w:rPr>
          <w:sz w:val="28"/>
          <w:szCs w:val="28"/>
        </w:rPr>
        <w:t xml:space="preserve">24.09.2014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№52</w:t>
      </w:r>
    </w:p>
    <w:p w:rsidR="003F2906" w:rsidRDefault="003F2906" w:rsidP="002A7BA3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Каксинвай</w:t>
      </w:r>
    </w:p>
    <w:p w:rsidR="003F2906" w:rsidRDefault="003F2906" w:rsidP="002A7BA3">
      <w:pPr>
        <w:jc w:val="center"/>
        <w:rPr>
          <w:sz w:val="28"/>
          <w:szCs w:val="28"/>
        </w:rPr>
      </w:pPr>
    </w:p>
    <w:p w:rsidR="003F2906" w:rsidRDefault="003F2906" w:rsidP="002A7B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постановление администрации Каксинвайского сельского поселения от 22.06.2012 №42</w:t>
      </w:r>
    </w:p>
    <w:p w:rsidR="003F2906" w:rsidRDefault="003F2906" w:rsidP="002A7BA3">
      <w:pPr>
        <w:jc w:val="center"/>
        <w:rPr>
          <w:sz w:val="28"/>
          <w:szCs w:val="28"/>
        </w:rPr>
      </w:pPr>
    </w:p>
    <w:p w:rsidR="003F2906" w:rsidRDefault="003F2906" w:rsidP="00D510BD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 Федеральным законом от 02.05.2006 №59-ФЗ «О порядке рассмотрения обращений граждан Российской Федерации», Постановлением Правительства РФ от 16.08.2012 №840 «О порядке подачи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Федерации», постановлением администрации Каксинвайского сельского поселения от 09.04.2012 № 26 «Об утверждении Реестра муниципальных услуг, предоставляемых органами местного самоуправления муниципального образования Каксинвайское сельское поселение Малмыжского района Кировской области» администрация Каксинвайского сельского поселения </w:t>
      </w:r>
      <w:r>
        <w:rPr>
          <w:color w:val="000000"/>
          <w:sz w:val="28"/>
          <w:szCs w:val="28"/>
        </w:rPr>
        <w:t>ПОСТАНОВЛЯЕТ:</w:t>
      </w:r>
    </w:p>
    <w:p w:rsidR="003F2906" w:rsidRDefault="003F2906" w:rsidP="00D510BD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 Внести в постановление администрации Каксинвайского сельского поселения от 22.06.2012 №42 «</w:t>
      </w:r>
      <w:r>
        <w:rPr>
          <w:sz w:val="28"/>
          <w:szCs w:val="28"/>
        </w:rPr>
        <w:t>Об Административном регламенте предоставления муниципальной услуги «Предоставление архивных справок или копий документов о стаже работы, заработной плате и по другим вопросам социально-бытового характера работникам администрации Каксинвайского поселения, прекратившим свою деятельность»</w:t>
      </w:r>
    </w:p>
    <w:p w:rsidR="003F2906" w:rsidRDefault="003F2906" w:rsidP="00D510B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следующие изменения:</w:t>
      </w:r>
    </w:p>
    <w:p w:rsidR="003F2906" w:rsidRDefault="003F2906" w:rsidP="00D510BD">
      <w:pPr>
        <w:pStyle w:val="NormalWeb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1.1.Подпункт 2.8.1 пункта 2.8. «Сроки предоставления муниципальной услуги» изложить в новой редакции следующего содержания»</w:t>
      </w:r>
    </w:p>
    <w:p w:rsidR="003F2906" w:rsidRDefault="003F2906" w:rsidP="00D51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«2.8.1. Общий срок предоставления муниципальной услуги составляет не более 1,5 часа с момента обращения заявителя в администрацию  сельского поселения;</w:t>
      </w:r>
    </w:p>
    <w:p w:rsidR="003F2906" w:rsidRDefault="003F2906" w:rsidP="00D510BD">
      <w:pPr>
        <w:pStyle w:val="NormalWeb"/>
        <w:tabs>
          <w:tab w:val="left" w:pos="2079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срок ожидания в очереди при личном обращении составляет не более 15 минут»;</w:t>
      </w:r>
    </w:p>
    <w:p w:rsidR="003F2906" w:rsidRDefault="003F2906" w:rsidP="00D51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5.2 раздела 5 «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Досудебный (внесудебный) порядок обжалования» изложить в новой редакции следующего содержания: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«5.2. Заявители имеют право обратиться с устным или письменным обращением в адрес главы администрации Каксинвайского сельского поселения.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заявителей в письменной форме срок рассмотрения  обращения не должен превышать пятнадцати рабочих дней со дня регистрации обращения.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или ошибок или в случае обжалования нарушения установленного срока таких исправлений- в течение пяти рабочих дней со дня ее регистрации.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обращение Заявителя должно содержать: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фамилию, имя, отчество гражданина (наименование юридического лица), которым подается обращение, почтовый адрес;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структурного подразделения, должность, фамилию, имя и отчество сотрудника, решение, действие (бездействие) которого обжалуется;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суть обжалуемого действия (бездействия), решения.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Дополнительно Заявителем могут быть указаны: 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причины несогласия с обжалуемым действием (бездействием), решением; 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 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иные сведения, которые Заявитель считает необходимым сообщить.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обращению могут быть приложены копии документов, подтверждающих изложенные в нем факты.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подписывает обращение и указывает дату его написания.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рассмотрения обращения должностным лицом принимается решение об удовлетворении (признании неправомерным действия (бездействия) либо об отказе в удовлетворении обращения. Письменный ответ, содержащий результаты рассмотрения обращения, направляется Заявителю.</w:t>
      </w:r>
    </w:p>
    <w:p w:rsidR="003F2906" w:rsidRDefault="003F2906" w:rsidP="00D510B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 местного самоуправления или 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 вправе оставить его без ответа по существу поставленных в нем вопросов и сообщить гражданину, направившему обращение, о недопустимости злоупотребления правом. </w:t>
      </w:r>
    </w:p>
    <w:p w:rsidR="003F2906" w:rsidRDefault="003F2906" w:rsidP="00D510B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3F2906" w:rsidRDefault="003F2906" w:rsidP="00D510BD">
      <w:pPr>
        <w:pStyle w:val="PlainTex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случае,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  лицо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данный орган  местного самоуправления. О принятом решении уведомляется гражданин, направивший обращение».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</w:p>
    <w:p w:rsidR="003F2906" w:rsidRDefault="003F2906" w:rsidP="00D510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Опубликовать постановление в Информационном бюллетене органов местного самоуправления муниципального образования Каксинвайское сельское поселение Малмыжского района Кировской области.</w:t>
      </w:r>
    </w:p>
    <w:p w:rsidR="003F2906" w:rsidRDefault="003F2906" w:rsidP="00D510B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Постановление вступает в силу после его официального опубликования.</w:t>
      </w:r>
    </w:p>
    <w:p w:rsidR="003F2906" w:rsidRDefault="003F2906" w:rsidP="00D510B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постановления возложить на специалиста по общим и социальным вопросам администрации Каксинвайского сельского поселения.</w:t>
      </w:r>
    </w:p>
    <w:p w:rsidR="003F2906" w:rsidRDefault="003F2906" w:rsidP="00D510BD">
      <w:pPr>
        <w:jc w:val="both"/>
        <w:rPr>
          <w:sz w:val="28"/>
          <w:szCs w:val="28"/>
        </w:rPr>
      </w:pPr>
    </w:p>
    <w:p w:rsidR="003F2906" w:rsidRDefault="003F2906" w:rsidP="00D510BD">
      <w:pPr>
        <w:jc w:val="both"/>
        <w:rPr>
          <w:sz w:val="28"/>
          <w:szCs w:val="28"/>
        </w:rPr>
      </w:pPr>
    </w:p>
    <w:p w:rsidR="003F2906" w:rsidRDefault="003F2906" w:rsidP="00D510BD">
      <w:pPr>
        <w:jc w:val="both"/>
        <w:rPr>
          <w:sz w:val="28"/>
          <w:szCs w:val="28"/>
        </w:rPr>
      </w:pPr>
    </w:p>
    <w:p w:rsidR="003F2906" w:rsidRDefault="003F2906" w:rsidP="00D510B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3F2906" w:rsidRDefault="003F2906" w:rsidP="00D510BD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 поселения          Я.А. Мухлисов</w:t>
      </w:r>
    </w:p>
    <w:p w:rsidR="003F2906" w:rsidRDefault="003F2906" w:rsidP="00D510BD">
      <w:pPr>
        <w:tabs>
          <w:tab w:val="left" w:pos="5040"/>
          <w:tab w:val="left" w:pos="5220"/>
        </w:tabs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F2906" w:rsidRPr="0076448D" w:rsidRDefault="003F2906" w:rsidP="00D510BD">
      <w:pPr>
        <w:jc w:val="both"/>
        <w:rPr>
          <w:sz w:val="28"/>
          <w:szCs w:val="28"/>
        </w:rPr>
      </w:pPr>
    </w:p>
    <w:sectPr w:rsidR="003F2906" w:rsidRPr="0076448D" w:rsidSect="00B11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48D"/>
    <w:rsid w:val="001D1C23"/>
    <w:rsid w:val="002A7BA3"/>
    <w:rsid w:val="003F2906"/>
    <w:rsid w:val="00525D9D"/>
    <w:rsid w:val="00595FBC"/>
    <w:rsid w:val="0066557F"/>
    <w:rsid w:val="006B58DB"/>
    <w:rsid w:val="0076448D"/>
    <w:rsid w:val="00AB7377"/>
    <w:rsid w:val="00B11507"/>
    <w:rsid w:val="00D510BD"/>
    <w:rsid w:val="00F6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48D"/>
    <w:rPr>
      <w:rFonts w:ascii="Times New Roman" w:eastAsia="Times New Roman" w:hAnsi="Times New Roman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6448D"/>
    <w:pP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ConsPlusTitle">
    <w:name w:val="ConsPlusTitle"/>
    <w:uiPriority w:val="99"/>
    <w:semiHidden/>
    <w:rsid w:val="0076448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-">
    <w:name w:val="Ж-курсив"/>
    <w:uiPriority w:val="99"/>
    <w:rsid w:val="0076448D"/>
    <w:rPr>
      <w:b/>
      <w:i/>
    </w:rPr>
  </w:style>
  <w:style w:type="character" w:styleId="Strong">
    <w:name w:val="Strong"/>
    <w:basedOn w:val="DefaultParagraphFont"/>
    <w:uiPriority w:val="99"/>
    <w:qFormat/>
    <w:rsid w:val="0076448D"/>
    <w:rPr>
      <w:rFonts w:cs="Times New Roman"/>
      <w:b/>
      <w:bCs/>
    </w:rPr>
  </w:style>
  <w:style w:type="paragraph" w:styleId="PlainText">
    <w:name w:val="Plain Text"/>
    <w:basedOn w:val="Normal"/>
    <w:link w:val="PlainTextChar"/>
    <w:uiPriority w:val="99"/>
    <w:semiHidden/>
    <w:rsid w:val="002A7BA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A7BA3"/>
    <w:rPr>
      <w:rFonts w:ascii="Courier New" w:hAnsi="Courier New" w:cs="Courier New"/>
      <w:sz w:val="20"/>
      <w:szCs w:val="20"/>
      <w:lang w:eastAsia="ru-RU"/>
    </w:rPr>
  </w:style>
  <w:style w:type="character" w:customStyle="1" w:styleId="a">
    <w:name w:val="Текст Знак"/>
    <w:basedOn w:val="DefaultParagraphFont"/>
    <w:link w:val="PlainText"/>
    <w:uiPriority w:val="99"/>
    <w:semiHidden/>
    <w:locked/>
    <w:rsid w:val="002A7BA3"/>
    <w:rPr>
      <w:rFonts w:ascii="Consolas" w:hAnsi="Consolas" w:cs="Times New Roman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84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864</Words>
  <Characters>4931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9</cp:revision>
  <dcterms:created xsi:type="dcterms:W3CDTF">2014-09-23T11:28:00Z</dcterms:created>
  <dcterms:modified xsi:type="dcterms:W3CDTF">2014-09-30T12:17:00Z</dcterms:modified>
</cp:coreProperties>
</file>