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CAF" w:rsidRDefault="001C2CAF" w:rsidP="001F4BC8">
      <w:pPr>
        <w:spacing w:before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План-график размещения заказов на поставки товаров, выполнение работ, оказание услуг для нужд заказчиков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106"/>
        <w:gridCol w:w="567"/>
      </w:tblGrid>
      <w:tr w:rsidR="001C2CAF" w:rsidRPr="00305B78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2CAF" w:rsidRPr="00305B78" w:rsidRDefault="001C2CAF" w:rsidP="00A018EA">
            <w:pPr>
              <w:rPr>
                <w:sz w:val="26"/>
                <w:szCs w:val="26"/>
              </w:rPr>
            </w:pPr>
            <w:r w:rsidRPr="00305B78">
              <w:rPr>
                <w:sz w:val="26"/>
                <w:szCs w:val="26"/>
              </w:rPr>
              <w:t>на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2CAF" w:rsidRPr="00305B78" w:rsidRDefault="001C2CAF" w:rsidP="00A018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2CAF" w:rsidRPr="00305B78" w:rsidRDefault="001C2CAF" w:rsidP="00A018EA">
            <w:pPr>
              <w:ind w:left="57"/>
              <w:rPr>
                <w:sz w:val="26"/>
                <w:szCs w:val="26"/>
              </w:rPr>
            </w:pPr>
            <w:r w:rsidRPr="00305B78">
              <w:rPr>
                <w:sz w:val="26"/>
                <w:szCs w:val="26"/>
              </w:rPr>
              <w:t>год</w:t>
            </w:r>
          </w:p>
        </w:tc>
      </w:tr>
    </w:tbl>
    <w:p w:rsidR="001C2CAF" w:rsidRPr="005B461F" w:rsidRDefault="001C2CAF" w:rsidP="001F4BC8">
      <w:pPr>
        <w:spacing w:after="1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9072"/>
      </w:tblGrid>
      <w:tr w:rsidR="001C2CAF" w:rsidRPr="00305B78">
        <w:tc>
          <w:tcPr>
            <w:tcW w:w="4423" w:type="dxa"/>
          </w:tcPr>
          <w:p w:rsidR="001C2CAF" w:rsidRPr="00305B78" w:rsidRDefault="001C2CAF" w:rsidP="00A018EA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9072" w:type="dxa"/>
          </w:tcPr>
          <w:p w:rsidR="001C2CAF" w:rsidRPr="00305B78" w:rsidRDefault="001C2CAF" w:rsidP="00092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казённое учреждение администрация Калининского сельского поселения Малмыжского района Кировской области</w:t>
            </w:r>
          </w:p>
        </w:tc>
      </w:tr>
      <w:tr w:rsidR="001C2CAF" w:rsidRPr="00713270">
        <w:tc>
          <w:tcPr>
            <w:tcW w:w="4423" w:type="dxa"/>
          </w:tcPr>
          <w:p w:rsidR="001C2CAF" w:rsidRPr="00305B78" w:rsidRDefault="001C2CAF" w:rsidP="00A018EA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Юридический адрес, телефон, электронная почта заказчика</w:t>
            </w:r>
          </w:p>
        </w:tc>
        <w:tc>
          <w:tcPr>
            <w:tcW w:w="9072" w:type="dxa"/>
          </w:tcPr>
          <w:p w:rsidR="001C2CAF" w:rsidRPr="005F54AC" w:rsidRDefault="001C2CAF" w:rsidP="00A01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612940, Кировская область, Малмыжский район, с.Калинино ул. Пролетарская,д.51а тел 2-62-79</w:t>
            </w:r>
          </w:p>
          <w:p w:rsidR="001C2CAF" w:rsidRPr="00760EE2" w:rsidRDefault="001C2CAF" w:rsidP="00BE54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Pr="00760EE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760EE2">
              <w:rPr>
                <w:sz w:val="22"/>
                <w:szCs w:val="22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kalininosp</w:t>
            </w:r>
            <w:r w:rsidRPr="00760EE2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760EE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</w:tr>
      <w:tr w:rsidR="001C2CAF" w:rsidRPr="00305B78">
        <w:tc>
          <w:tcPr>
            <w:tcW w:w="4423" w:type="dxa"/>
          </w:tcPr>
          <w:p w:rsidR="001C2CAF" w:rsidRPr="00305B78" w:rsidRDefault="001C2CAF" w:rsidP="00A018EA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ИНН</w:t>
            </w:r>
          </w:p>
        </w:tc>
        <w:tc>
          <w:tcPr>
            <w:tcW w:w="9072" w:type="dxa"/>
          </w:tcPr>
          <w:p w:rsidR="001C2CAF" w:rsidRPr="00713270" w:rsidRDefault="001C2CAF" w:rsidP="00092E4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4317005</w:t>
            </w:r>
            <w:r>
              <w:rPr>
                <w:sz w:val="22"/>
                <w:szCs w:val="22"/>
                <w:lang w:val="en-US"/>
              </w:rPr>
              <w:t>453</w:t>
            </w:r>
          </w:p>
        </w:tc>
      </w:tr>
      <w:tr w:rsidR="001C2CAF" w:rsidRPr="00305B78">
        <w:tc>
          <w:tcPr>
            <w:tcW w:w="4423" w:type="dxa"/>
          </w:tcPr>
          <w:p w:rsidR="001C2CAF" w:rsidRPr="00305B78" w:rsidRDefault="001C2CAF" w:rsidP="00A018EA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КПП</w:t>
            </w:r>
          </w:p>
        </w:tc>
        <w:tc>
          <w:tcPr>
            <w:tcW w:w="9072" w:type="dxa"/>
          </w:tcPr>
          <w:p w:rsidR="001C2CAF" w:rsidRPr="00305B78" w:rsidRDefault="001C2CAF" w:rsidP="00A01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431701001</w:t>
            </w:r>
          </w:p>
        </w:tc>
      </w:tr>
      <w:tr w:rsidR="001C2CAF" w:rsidRPr="00305B78">
        <w:tc>
          <w:tcPr>
            <w:tcW w:w="4423" w:type="dxa"/>
          </w:tcPr>
          <w:p w:rsidR="001C2CAF" w:rsidRPr="00305B78" w:rsidRDefault="001C2CAF" w:rsidP="00A018EA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ОКАТО</w:t>
            </w:r>
          </w:p>
        </w:tc>
        <w:tc>
          <w:tcPr>
            <w:tcW w:w="9072" w:type="dxa"/>
          </w:tcPr>
          <w:p w:rsidR="001C2CAF" w:rsidRPr="00305B78" w:rsidRDefault="001C2CAF" w:rsidP="00E914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332238</w:t>
            </w:r>
            <w:r>
              <w:rPr>
                <w:sz w:val="22"/>
                <w:szCs w:val="22"/>
                <w:lang w:val="en-US"/>
              </w:rPr>
              <w:t>28</w:t>
            </w:r>
            <w:r>
              <w:rPr>
                <w:sz w:val="22"/>
                <w:szCs w:val="22"/>
              </w:rPr>
              <w:t>001</w:t>
            </w:r>
          </w:p>
        </w:tc>
      </w:tr>
    </w:tbl>
    <w:p w:rsidR="001C2CAF" w:rsidRDefault="001C2CAF" w:rsidP="001F4BC8">
      <w:pPr>
        <w:rPr>
          <w:sz w:val="22"/>
          <w:szCs w:val="22"/>
        </w:rPr>
      </w:pPr>
    </w:p>
    <w:p w:rsidR="001C2CAF" w:rsidRDefault="001C2CAF" w:rsidP="001F4BC8">
      <w:pPr>
        <w:rPr>
          <w:sz w:val="22"/>
          <w:szCs w:val="22"/>
        </w:rPr>
      </w:pPr>
    </w:p>
    <w:tbl>
      <w:tblPr>
        <w:tblW w:w="15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07"/>
        <w:gridCol w:w="822"/>
        <w:gridCol w:w="1276"/>
        <w:gridCol w:w="567"/>
        <w:gridCol w:w="1134"/>
        <w:gridCol w:w="1418"/>
        <w:gridCol w:w="992"/>
        <w:gridCol w:w="992"/>
        <w:gridCol w:w="1560"/>
        <w:gridCol w:w="1559"/>
        <w:gridCol w:w="1134"/>
        <w:gridCol w:w="1129"/>
        <w:gridCol w:w="1280"/>
        <w:gridCol w:w="993"/>
      </w:tblGrid>
      <w:tr w:rsidR="001C2CAF" w:rsidRPr="00305B78" w:rsidTr="00E665A2">
        <w:trPr>
          <w:cantSplit/>
        </w:trPr>
        <w:tc>
          <w:tcPr>
            <w:tcW w:w="907" w:type="dxa"/>
            <w:vMerge w:val="restart"/>
            <w:vAlign w:val="center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КБК</w:t>
            </w:r>
          </w:p>
        </w:tc>
        <w:tc>
          <w:tcPr>
            <w:tcW w:w="822" w:type="dxa"/>
            <w:vMerge w:val="restart"/>
            <w:vAlign w:val="center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ОКВЭД</w:t>
            </w:r>
          </w:p>
        </w:tc>
        <w:tc>
          <w:tcPr>
            <w:tcW w:w="1276" w:type="dxa"/>
            <w:vMerge w:val="restart"/>
            <w:vAlign w:val="center"/>
          </w:tcPr>
          <w:p w:rsidR="001C2CAF" w:rsidRPr="00305B78" w:rsidRDefault="001C2CAF" w:rsidP="002712B1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ОК</w:t>
            </w:r>
            <w:r>
              <w:rPr>
                <w:sz w:val="18"/>
                <w:szCs w:val="18"/>
              </w:rPr>
              <w:t>ПД</w:t>
            </w:r>
          </w:p>
        </w:tc>
        <w:tc>
          <w:tcPr>
            <w:tcW w:w="10485" w:type="dxa"/>
            <w:gridSpan w:val="9"/>
            <w:vAlign w:val="center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Условия контракта</w:t>
            </w:r>
          </w:p>
        </w:tc>
        <w:tc>
          <w:tcPr>
            <w:tcW w:w="1280" w:type="dxa"/>
            <w:vMerge w:val="restart"/>
            <w:vAlign w:val="center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Способ размещения заказа</w:t>
            </w:r>
          </w:p>
        </w:tc>
        <w:tc>
          <w:tcPr>
            <w:tcW w:w="993" w:type="dxa"/>
            <w:vMerge w:val="restart"/>
            <w:vAlign w:val="center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Обоснование внесения изменений</w:t>
            </w:r>
          </w:p>
        </w:tc>
      </w:tr>
      <w:tr w:rsidR="001C2CAF" w:rsidRPr="00305B78" w:rsidTr="00D31B02">
        <w:trPr>
          <w:cantSplit/>
        </w:trPr>
        <w:tc>
          <w:tcPr>
            <w:tcW w:w="907" w:type="dxa"/>
            <w:vMerge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№ заказа (№ лота)</w:t>
            </w:r>
          </w:p>
        </w:tc>
        <w:tc>
          <w:tcPr>
            <w:tcW w:w="1134" w:type="dxa"/>
            <w:vMerge w:val="restart"/>
            <w:vAlign w:val="center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Наименование предмета контракта</w:t>
            </w:r>
          </w:p>
        </w:tc>
        <w:tc>
          <w:tcPr>
            <w:tcW w:w="1418" w:type="dxa"/>
            <w:vMerge w:val="restart"/>
            <w:vAlign w:val="center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Минимально необходимые требования, предъявляемые к предмету контракта</w:t>
            </w:r>
          </w:p>
        </w:tc>
        <w:tc>
          <w:tcPr>
            <w:tcW w:w="992" w:type="dxa"/>
            <w:vMerge w:val="restart"/>
            <w:vAlign w:val="center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Количество (объем)</w:t>
            </w:r>
          </w:p>
        </w:tc>
        <w:tc>
          <w:tcPr>
            <w:tcW w:w="1560" w:type="dxa"/>
            <w:vMerge w:val="restart"/>
            <w:vAlign w:val="center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Ориентировочная начальная (максимальная) цена контракта</w:t>
            </w:r>
            <w:r>
              <w:rPr>
                <w:sz w:val="18"/>
                <w:szCs w:val="18"/>
              </w:rPr>
              <w:t>, тыс.</w:t>
            </w:r>
          </w:p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рублей</w:t>
            </w:r>
          </w:p>
        </w:tc>
        <w:tc>
          <w:tcPr>
            <w:tcW w:w="1559" w:type="dxa"/>
            <w:vMerge w:val="restart"/>
            <w:vAlign w:val="center"/>
          </w:tcPr>
          <w:p w:rsidR="001C2CAF" w:rsidRPr="00305B78" w:rsidRDefault="001C2CAF" w:rsidP="00A018EA">
            <w:pPr>
              <w:ind w:left="57" w:right="57"/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 xml:space="preserve">Условия финансового обеспечения исполнения контракта (включая размер аванса </w:t>
            </w:r>
            <w:r w:rsidRPr="00305B78">
              <w:rPr>
                <w:rStyle w:val="FootnoteReference"/>
                <w:sz w:val="18"/>
                <w:szCs w:val="18"/>
                <w:vertAlign w:val="baseline"/>
              </w:rPr>
              <w:footnoteReference w:customMarkFollows="1" w:id="2"/>
              <w:t>*</w:t>
            </w:r>
            <w:r w:rsidRPr="00305B78">
              <w:rPr>
                <w:sz w:val="18"/>
                <w:szCs w:val="18"/>
              </w:rPr>
              <w:t>)</w:t>
            </w:r>
          </w:p>
        </w:tc>
        <w:tc>
          <w:tcPr>
            <w:tcW w:w="2263" w:type="dxa"/>
            <w:gridSpan w:val="2"/>
            <w:vAlign w:val="center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График осуществления процедур закупки</w:t>
            </w:r>
          </w:p>
        </w:tc>
        <w:tc>
          <w:tcPr>
            <w:tcW w:w="1280" w:type="dxa"/>
            <w:vMerge/>
            <w:vAlign w:val="bottom"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</w:tr>
      <w:tr w:rsidR="001C2CAF" w:rsidRPr="00305B78" w:rsidTr="00D31B02">
        <w:trPr>
          <w:cantSplit/>
        </w:trPr>
        <w:tc>
          <w:tcPr>
            <w:tcW w:w="907" w:type="dxa"/>
            <w:vMerge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bottom"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bottom"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Срок размещения заказа</w:t>
            </w:r>
            <w:r w:rsidRPr="00305B78">
              <w:rPr>
                <w:sz w:val="18"/>
                <w:szCs w:val="18"/>
              </w:rPr>
              <w:br/>
              <w:t>(мес., год)</w:t>
            </w:r>
          </w:p>
        </w:tc>
        <w:tc>
          <w:tcPr>
            <w:tcW w:w="1129" w:type="dxa"/>
            <w:vAlign w:val="center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Срок исполнения контракта (месяц, год)</w:t>
            </w:r>
          </w:p>
        </w:tc>
        <w:tc>
          <w:tcPr>
            <w:tcW w:w="1280" w:type="dxa"/>
            <w:vMerge/>
            <w:vAlign w:val="bottom"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</w:tr>
      <w:tr w:rsidR="001C2CAF" w:rsidRPr="00305B78" w:rsidTr="00D31B02">
        <w:trPr>
          <w:trHeight w:val="303"/>
        </w:trPr>
        <w:tc>
          <w:tcPr>
            <w:tcW w:w="907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</w:t>
            </w:r>
          </w:p>
        </w:tc>
        <w:tc>
          <w:tcPr>
            <w:tcW w:w="822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bottom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vAlign w:val="bottom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bottom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11</w:t>
            </w:r>
          </w:p>
        </w:tc>
        <w:tc>
          <w:tcPr>
            <w:tcW w:w="1129" w:type="dxa"/>
            <w:vAlign w:val="bottom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12</w:t>
            </w:r>
          </w:p>
        </w:tc>
        <w:tc>
          <w:tcPr>
            <w:tcW w:w="1280" w:type="dxa"/>
            <w:vAlign w:val="bottom"/>
          </w:tcPr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  <w:p w:rsidR="001C2CAF" w:rsidRPr="00305B78" w:rsidRDefault="001C2CAF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14</w:t>
            </w:r>
          </w:p>
        </w:tc>
      </w:tr>
      <w:tr w:rsidR="001C2CAF" w:rsidRPr="00305B78" w:rsidTr="00D31B02">
        <w:tc>
          <w:tcPr>
            <w:tcW w:w="907" w:type="dxa"/>
          </w:tcPr>
          <w:p w:rsidR="001C2CAF" w:rsidRDefault="001C2CAF" w:rsidP="00445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984-0409-0100501-244-225</w:t>
            </w:r>
          </w:p>
        </w:tc>
        <w:tc>
          <w:tcPr>
            <w:tcW w:w="82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354,2</w:t>
            </w:r>
          </w:p>
        </w:tc>
        <w:tc>
          <w:tcPr>
            <w:tcW w:w="1559" w:type="dxa"/>
            <w:vAlign w:val="bottom"/>
          </w:tcPr>
          <w:p w:rsidR="001C2CAF" w:rsidRPr="00305B78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Default="001C2CAF" w:rsidP="00FB03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C2CAF" w:rsidRDefault="001C2CAF" w:rsidP="00FB03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C2CAF" w:rsidRPr="00305B78" w:rsidRDefault="001C2CAF" w:rsidP="00630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 ст.93</w:t>
            </w:r>
          </w:p>
        </w:tc>
        <w:tc>
          <w:tcPr>
            <w:tcW w:w="993" w:type="dxa"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</w:tr>
      <w:tr w:rsidR="001C2CAF" w:rsidRPr="00305B78" w:rsidTr="00D31B02">
        <w:tc>
          <w:tcPr>
            <w:tcW w:w="907" w:type="dxa"/>
          </w:tcPr>
          <w:p w:rsidR="001C2CAF" w:rsidRDefault="001C2CAF" w:rsidP="009A38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984-0409-0100501-244-226</w:t>
            </w:r>
          </w:p>
        </w:tc>
        <w:tc>
          <w:tcPr>
            <w:tcW w:w="82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1559" w:type="dxa"/>
            <w:vAlign w:val="bottom"/>
          </w:tcPr>
          <w:p w:rsidR="001C2CAF" w:rsidRPr="00305B78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Default="001C2CAF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C2CAF" w:rsidRDefault="001C2CAF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C2CAF" w:rsidRDefault="001C2CAF">
            <w:r w:rsidRPr="00F36405">
              <w:rPr>
                <w:sz w:val="18"/>
                <w:szCs w:val="18"/>
              </w:rPr>
              <w:t>Годовой объем закупок в соответствии с п.4 части 1 ст.93</w:t>
            </w:r>
          </w:p>
        </w:tc>
        <w:tc>
          <w:tcPr>
            <w:tcW w:w="993" w:type="dxa"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</w:tr>
      <w:tr w:rsidR="001C2CAF" w:rsidRPr="00305B78" w:rsidTr="00D31B02">
        <w:tc>
          <w:tcPr>
            <w:tcW w:w="907" w:type="dxa"/>
          </w:tcPr>
          <w:p w:rsidR="001C2CAF" w:rsidRDefault="001C2CAF" w:rsidP="00445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984-0409-0100501-244-340</w:t>
            </w:r>
          </w:p>
        </w:tc>
        <w:tc>
          <w:tcPr>
            <w:tcW w:w="82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</w:t>
            </w:r>
          </w:p>
        </w:tc>
        <w:tc>
          <w:tcPr>
            <w:tcW w:w="1559" w:type="dxa"/>
            <w:vAlign w:val="bottom"/>
          </w:tcPr>
          <w:p w:rsidR="001C2CAF" w:rsidRPr="00305B78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Default="001C2CAF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C2CAF" w:rsidRDefault="001C2CAF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C2CAF" w:rsidRDefault="001C2CAF">
            <w:r w:rsidRPr="00F36405">
              <w:rPr>
                <w:sz w:val="18"/>
                <w:szCs w:val="18"/>
              </w:rPr>
              <w:t>Годовой объем закупок в соответствии с п.4 части 1 ст.93</w:t>
            </w:r>
          </w:p>
        </w:tc>
        <w:tc>
          <w:tcPr>
            <w:tcW w:w="993" w:type="dxa"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</w:tr>
      <w:tr w:rsidR="001C2CAF" w:rsidRPr="00305B78" w:rsidTr="00D31B02">
        <w:tc>
          <w:tcPr>
            <w:tcW w:w="907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984-0503-0100701-244-340</w:t>
            </w:r>
          </w:p>
        </w:tc>
        <w:tc>
          <w:tcPr>
            <w:tcW w:w="82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C2CAF" w:rsidRDefault="001C2CAF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1559" w:type="dxa"/>
            <w:vAlign w:val="bottom"/>
          </w:tcPr>
          <w:p w:rsidR="001C2CAF" w:rsidRPr="00305B78" w:rsidRDefault="001C2CAF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Pr="00305B78" w:rsidRDefault="001C2CAF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C2CAF" w:rsidRPr="00305B78" w:rsidRDefault="001C2CAF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C2CAF" w:rsidRDefault="001C2CAF" w:rsidP="004A1E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</w:tr>
      <w:tr w:rsidR="001C2CAF" w:rsidRPr="00305B78" w:rsidTr="00D31B02">
        <w:tc>
          <w:tcPr>
            <w:tcW w:w="907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984.0104-0100108-244 340</w:t>
            </w:r>
          </w:p>
        </w:tc>
        <w:tc>
          <w:tcPr>
            <w:tcW w:w="82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C2CAF" w:rsidRDefault="001C2CAF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</w:t>
            </w:r>
          </w:p>
        </w:tc>
        <w:tc>
          <w:tcPr>
            <w:tcW w:w="1559" w:type="dxa"/>
            <w:vAlign w:val="bottom"/>
          </w:tcPr>
          <w:p w:rsidR="001C2CAF" w:rsidRPr="00305B78" w:rsidRDefault="001C2CAF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Pr="00305B78" w:rsidRDefault="001C2CAF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C2CAF" w:rsidRPr="00305B78" w:rsidRDefault="001C2CAF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C2CAF" w:rsidRDefault="001C2CAF" w:rsidP="004A1E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</w:tr>
      <w:tr w:rsidR="001C2CAF" w:rsidRPr="00305B78" w:rsidTr="00D31B02">
        <w:tc>
          <w:tcPr>
            <w:tcW w:w="907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984.0503.0100704.244.340</w:t>
            </w:r>
          </w:p>
        </w:tc>
        <w:tc>
          <w:tcPr>
            <w:tcW w:w="82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C2CAF" w:rsidRDefault="001C2CAF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26,6</w:t>
            </w:r>
          </w:p>
        </w:tc>
        <w:tc>
          <w:tcPr>
            <w:tcW w:w="1559" w:type="dxa"/>
            <w:vAlign w:val="bottom"/>
          </w:tcPr>
          <w:p w:rsidR="001C2CAF" w:rsidRPr="00305B78" w:rsidRDefault="001C2CAF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Default="001C2CAF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C2CAF" w:rsidRDefault="001C2CAF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C2CAF" w:rsidRDefault="001C2CAF" w:rsidP="005828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</w:tr>
      <w:tr w:rsidR="001C2CAF" w:rsidRPr="00305B78" w:rsidTr="00D31B02">
        <w:tc>
          <w:tcPr>
            <w:tcW w:w="907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Default="001C2CAF" w:rsidP="002D44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текущем году закупки не предусмотрены</w:t>
            </w:r>
          </w:p>
        </w:tc>
        <w:tc>
          <w:tcPr>
            <w:tcW w:w="1418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C2CAF" w:rsidRDefault="001C2CAF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vAlign w:val="bottom"/>
          </w:tcPr>
          <w:p w:rsidR="001C2CAF" w:rsidRPr="00305B78" w:rsidRDefault="001C2CAF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Pr="00305B78" w:rsidRDefault="001C2CAF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C2CAF" w:rsidRPr="00305B78" w:rsidRDefault="001C2CAF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C2CAF" w:rsidRDefault="001C2CAF" w:rsidP="005563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Объем закупок  путем запроса котировок </w:t>
            </w:r>
          </w:p>
        </w:tc>
        <w:tc>
          <w:tcPr>
            <w:tcW w:w="993" w:type="dxa"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</w:tr>
      <w:tr w:rsidR="001C2CAF" w:rsidRPr="00305B78" w:rsidTr="00D31B02">
        <w:tc>
          <w:tcPr>
            <w:tcW w:w="907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C2CAF" w:rsidRDefault="001C2CAF" w:rsidP="00B60D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213,0</w:t>
            </w:r>
          </w:p>
        </w:tc>
        <w:tc>
          <w:tcPr>
            <w:tcW w:w="1559" w:type="dxa"/>
            <w:vAlign w:val="bottom"/>
          </w:tcPr>
          <w:p w:rsidR="001C2CAF" w:rsidRPr="00305B78" w:rsidRDefault="001C2CAF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Pr="00305B78" w:rsidRDefault="001C2CAF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C2CAF" w:rsidRPr="00305B78" w:rsidRDefault="001C2CAF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C2CAF" w:rsidRDefault="001C2CAF" w:rsidP="002411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закупок у единственного поставщика  п.4 части 1 ст.93</w:t>
            </w:r>
          </w:p>
        </w:tc>
        <w:tc>
          <w:tcPr>
            <w:tcW w:w="993" w:type="dxa"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</w:tr>
      <w:tr w:rsidR="001C2CAF" w:rsidRPr="00305B78" w:rsidTr="00D31B02">
        <w:tc>
          <w:tcPr>
            <w:tcW w:w="907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C2CAF" w:rsidRDefault="001C2CAF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1100,9</w:t>
            </w:r>
          </w:p>
        </w:tc>
        <w:tc>
          <w:tcPr>
            <w:tcW w:w="1559" w:type="dxa"/>
            <w:vAlign w:val="bottom"/>
          </w:tcPr>
          <w:p w:rsidR="001C2CAF" w:rsidRPr="00305B78" w:rsidRDefault="001C2CAF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Pr="00305B78" w:rsidRDefault="001C2CAF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C2CAF" w:rsidRPr="00305B78" w:rsidRDefault="001C2CAF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C2CAF" w:rsidRDefault="001C2CAF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закупок у  субъектов малого предпринимательства</w:t>
            </w:r>
          </w:p>
        </w:tc>
        <w:tc>
          <w:tcPr>
            <w:tcW w:w="993" w:type="dxa"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</w:tr>
      <w:tr w:rsidR="001C2CAF" w:rsidRPr="00305B78" w:rsidTr="00D31B02">
        <w:tc>
          <w:tcPr>
            <w:tcW w:w="907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C2CAF" w:rsidRDefault="001C2CAF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C2CAF" w:rsidRDefault="001C2CAF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C2CAF" w:rsidRDefault="001C2CAF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C2CAF" w:rsidRDefault="001C2CAF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1313,9</w:t>
            </w:r>
          </w:p>
        </w:tc>
        <w:tc>
          <w:tcPr>
            <w:tcW w:w="1559" w:type="dxa"/>
            <w:vAlign w:val="bottom"/>
          </w:tcPr>
          <w:p w:rsidR="001C2CAF" w:rsidRPr="00305B78" w:rsidRDefault="001C2CAF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C2CAF" w:rsidRDefault="001C2CAF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C2CAF" w:rsidRDefault="001C2CAF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C2CAF" w:rsidRDefault="001C2CAF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закупок планируемых в этом году/размер выплат по исполнению контрактов в текущем году</w:t>
            </w:r>
          </w:p>
        </w:tc>
        <w:tc>
          <w:tcPr>
            <w:tcW w:w="993" w:type="dxa"/>
          </w:tcPr>
          <w:p w:rsidR="001C2CAF" w:rsidRPr="00305B78" w:rsidRDefault="001C2CAF" w:rsidP="00A018EA">
            <w:pPr>
              <w:rPr>
                <w:sz w:val="18"/>
                <w:szCs w:val="18"/>
              </w:rPr>
            </w:pPr>
          </w:p>
        </w:tc>
      </w:tr>
    </w:tbl>
    <w:p w:rsidR="001C2CAF" w:rsidRDefault="001C2CAF" w:rsidP="001F4BC8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072"/>
        <w:gridCol w:w="39"/>
        <w:gridCol w:w="242"/>
        <w:gridCol w:w="41"/>
        <w:gridCol w:w="1649"/>
        <w:gridCol w:w="52"/>
        <w:gridCol w:w="935"/>
        <w:gridCol w:w="58"/>
        <w:gridCol w:w="364"/>
        <w:gridCol w:w="281"/>
        <w:gridCol w:w="1582"/>
        <w:gridCol w:w="338"/>
        <w:gridCol w:w="338"/>
        <w:gridCol w:w="77"/>
        <w:gridCol w:w="342"/>
      </w:tblGrid>
      <w:tr w:rsidR="001C2CAF" w:rsidRPr="00305B78" w:rsidTr="002D4445">
        <w:trPr>
          <w:trHeight w:val="142"/>
        </w:trPr>
        <w:tc>
          <w:tcPr>
            <w:tcW w:w="70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2CAF" w:rsidRPr="00305B78" w:rsidRDefault="001C2CAF" w:rsidP="00565A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Калининского сельского поселения  Н.П.Карадуганов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2CAF" w:rsidRPr="00305B78" w:rsidRDefault="001C2CAF" w:rsidP="00A018EA">
            <w:pPr>
              <w:rPr>
                <w:sz w:val="22"/>
                <w:szCs w:val="22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2CAF" w:rsidRPr="00305B78" w:rsidRDefault="001C2CAF" w:rsidP="00A018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2CAF" w:rsidRPr="00305B78" w:rsidRDefault="001C2CAF" w:rsidP="00A018EA">
            <w:pPr>
              <w:jc w:val="right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“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2CAF" w:rsidRPr="00305B78" w:rsidRDefault="001C2CAF" w:rsidP="00982E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2CAF" w:rsidRPr="00305B78" w:rsidRDefault="001C2CAF" w:rsidP="00A018EA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”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2CAF" w:rsidRPr="00305B78" w:rsidRDefault="001C2CAF" w:rsidP="00A11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марта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2CAF" w:rsidRPr="00305B78" w:rsidRDefault="001C2CAF" w:rsidP="00A018EA">
            <w:pPr>
              <w:jc w:val="right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20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2CAF" w:rsidRPr="00305B78" w:rsidRDefault="001C2CAF" w:rsidP="00A117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2CAF" w:rsidRPr="00305B78" w:rsidRDefault="001C2CAF" w:rsidP="00A018EA">
            <w:pPr>
              <w:ind w:left="57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г.</w:t>
            </w:r>
          </w:p>
        </w:tc>
      </w:tr>
      <w:tr w:rsidR="001C2CAF" w:rsidRPr="00305B78" w:rsidTr="002D4445">
        <w:trPr>
          <w:gridAfter w:val="1"/>
          <w:wAfter w:w="342" w:type="dxa"/>
          <w:cantSplit/>
        </w:trPr>
        <w:tc>
          <w:tcPr>
            <w:tcW w:w="7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CAF" w:rsidRPr="00305B78" w:rsidRDefault="001C2CAF" w:rsidP="0066700E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CAF" w:rsidRPr="00305B78" w:rsidRDefault="001C2CAF" w:rsidP="0066700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CAF" w:rsidRPr="00305B78" w:rsidRDefault="001C2CAF" w:rsidP="0066700E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(подпись)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CAF" w:rsidRPr="00305B78" w:rsidRDefault="001C2CAF" w:rsidP="0066700E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C2CAF" w:rsidRDefault="001C2CAF" w:rsidP="0066700E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(дата утверждения)</w:t>
            </w:r>
          </w:p>
          <w:p w:rsidR="001C2CAF" w:rsidRPr="00305B78" w:rsidRDefault="001C2CAF" w:rsidP="002D4445">
            <w:pPr>
              <w:jc w:val="both"/>
              <w:rPr>
                <w:sz w:val="18"/>
                <w:szCs w:val="18"/>
              </w:rPr>
            </w:pPr>
          </w:p>
        </w:tc>
      </w:tr>
    </w:tbl>
    <w:p w:rsidR="001C2CAF" w:rsidRDefault="001C2CAF" w:rsidP="002D4445">
      <w:pPr>
        <w:spacing w:before="120"/>
        <w:ind w:left="7200" w:firstLine="720"/>
        <w:rPr>
          <w:sz w:val="18"/>
          <w:szCs w:val="18"/>
        </w:rPr>
      </w:pPr>
    </w:p>
    <w:p w:rsidR="001C2CAF" w:rsidRDefault="001C2CAF" w:rsidP="005B461F">
      <w:pPr>
        <w:spacing w:before="120"/>
        <w:ind w:left="7200" w:firstLine="720"/>
        <w:rPr>
          <w:sz w:val="18"/>
          <w:szCs w:val="18"/>
        </w:rPr>
      </w:pPr>
    </w:p>
    <w:p w:rsidR="001C2CAF" w:rsidRDefault="001C2CAF" w:rsidP="005B461F">
      <w:pPr>
        <w:spacing w:before="120"/>
        <w:ind w:left="7200" w:firstLine="720"/>
        <w:rPr>
          <w:sz w:val="18"/>
          <w:szCs w:val="18"/>
        </w:rPr>
      </w:pPr>
    </w:p>
    <w:p w:rsidR="001C2CAF" w:rsidRDefault="001C2CAF" w:rsidP="005B461F">
      <w:pPr>
        <w:spacing w:before="120"/>
        <w:ind w:left="7200" w:firstLine="720"/>
        <w:rPr>
          <w:sz w:val="18"/>
          <w:szCs w:val="18"/>
        </w:rPr>
      </w:pPr>
    </w:p>
    <w:p w:rsidR="001C2CAF" w:rsidRDefault="001C2CAF" w:rsidP="005B461F">
      <w:pPr>
        <w:spacing w:before="120"/>
        <w:ind w:left="7200" w:firstLine="720"/>
        <w:rPr>
          <w:sz w:val="18"/>
          <w:szCs w:val="18"/>
        </w:rPr>
      </w:pPr>
    </w:p>
    <w:p w:rsidR="001C2CAF" w:rsidRDefault="001C2CAF" w:rsidP="005B461F">
      <w:pPr>
        <w:spacing w:before="120"/>
        <w:ind w:left="7200" w:firstLine="720"/>
        <w:rPr>
          <w:sz w:val="18"/>
          <w:szCs w:val="18"/>
        </w:rPr>
      </w:pPr>
    </w:p>
    <w:p w:rsidR="001C2CAF" w:rsidRDefault="001C2CAF" w:rsidP="005B461F">
      <w:pPr>
        <w:spacing w:before="120"/>
        <w:ind w:left="7200" w:firstLine="720"/>
        <w:rPr>
          <w:sz w:val="18"/>
          <w:szCs w:val="18"/>
        </w:rPr>
      </w:pPr>
    </w:p>
    <w:p w:rsidR="001C2CAF" w:rsidRDefault="001C2CAF" w:rsidP="005B461F">
      <w:pPr>
        <w:spacing w:before="120"/>
        <w:ind w:left="7200" w:firstLine="720"/>
        <w:rPr>
          <w:sz w:val="18"/>
          <w:szCs w:val="18"/>
        </w:rPr>
      </w:pPr>
    </w:p>
    <w:p w:rsidR="001C2CAF" w:rsidRDefault="001C2CAF" w:rsidP="005B461F">
      <w:pPr>
        <w:spacing w:before="120"/>
        <w:ind w:left="7200" w:firstLine="720"/>
        <w:rPr>
          <w:sz w:val="18"/>
          <w:szCs w:val="18"/>
        </w:rPr>
      </w:pPr>
    </w:p>
    <w:p w:rsidR="001C2CAF" w:rsidRDefault="001C2CAF" w:rsidP="005B461F">
      <w:pPr>
        <w:spacing w:before="120"/>
        <w:ind w:left="7200" w:firstLine="720"/>
        <w:rPr>
          <w:sz w:val="18"/>
          <w:szCs w:val="18"/>
        </w:rPr>
      </w:pPr>
    </w:p>
    <w:p w:rsidR="001C2CAF" w:rsidRDefault="001C2CAF" w:rsidP="005B461F">
      <w:pPr>
        <w:spacing w:before="120"/>
        <w:ind w:left="7200" w:firstLine="720"/>
        <w:rPr>
          <w:sz w:val="18"/>
          <w:szCs w:val="18"/>
        </w:rPr>
      </w:pPr>
    </w:p>
    <w:sectPr w:rsidR="001C2CAF" w:rsidSect="005B461F">
      <w:pgSz w:w="16840" w:h="11907" w:orient="landscape" w:code="9"/>
      <w:pgMar w:top="851" w:right="567" w:bottom="567" w:left="567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CAF" w:rsidRDefault="001C2CAF" w:rsidP="00305B78">
      <w:r>
        <w:separator/>
      </w:r>
    </w:p>
  </w:endnote>
  <w:endnote w:type="continuationSeparator" w:id="1">
    <w:p w:rsidR="001C2CAF" w:rsidRDefault="001C2CAF" w:rsidP="00305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CAF" w:rsidRDefault="001C2CAF" w:rsidP="00305B78">
      <w:r>
        <w:separator/>
      </w:r>
    </w:p>
  </w:footnote>
  <w:footnote w:type="continuationSeparator" w:id="1">
    <w:p w:rsidR="001C2CAF" w:rsidRDefault="001C2CAF" w:rsidP="00305B78">
      <w:r>
        <w:continuationSeparator/>
      </w:r>
    </w:p>
  </w:footnote>
  <w:footnote w:id="2">
    <w:p w:rsidR="001C2CAF" w:rsidRDefault="001C2CAF" w:rsidP="004450DA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A48BC"/>
    <w:multiLevelType w:val="singleLevel"/>
    <w:tmpl w:val="0DF261D4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">
    <w:nsid w:val="33A63794"/>
    <w:multiLevelType w:val="singleLevel"/>
    <w:tmpl w:val="B268ACB0"/>
    <w:lvl w:ilvl="0">
      <w:start w:val="5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6E3961F5"/>
    <w:multiLevelType w:val="singleLevel"/>
    <w:tmpl w:val="5E5AF9E4"/>
    <w:lvl w:ilvl="0">
      <w:start w:val="10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2"/>
    <w:lvlOverride w:ilvl="0">
      <w:lvl w:ilvl="0">
        <w:start w:val="10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8B8"/>
    <w:rsid w:val="000203BB"/>
    <w:rsid w:val="000407EA"/>
    <w:rsid w:val="00041731"/>
    <w:rsid w:val="000447B1"/>
    <w:rsid w:val="0005060D"/>
    <w:rsid w:val="0005356B"/>
    <w:rsid w:val="00071D26"/>
    <w:rsid w:val="00092E49"/>
    <w:rsid w:val="000B7783"/>
    <w:rsid w:val="000C68F1"/>
    <w:rsid w:val="000E2901"/>
    <w:rsid w:val="000E659C"/>
    <w:rsid w:val="000F2D65"/>
    <w:rsid w:val="0010248C"/>
    <w:rsid w:val="0010387D"/>
    <w:rsid w:val="00123507"/>
    <w:rsid w:val="00130FCA"/>
    <w:rsid w:val="0013118C"/>
    <w:rsid w:val="00144AF5"/>
    <w:rsid w:val="00157725"/>
    <w:rsid w:val="00185D3A"/>
    <w:rsid w:val="001A5159"/>
    <w:rsid w:val="001B1850"/>
    <w:rsid w:val="001C2CAF"/>
    <w:rsid w:val="001D733D"/>
    <w:rsid w:val="001E0C14"/>
    <w:rsid w:val="001E6EBF"/>
    <w:rsid w:val="001F0CF6"/>
    <w:rsid w:val="001F4BC8"/>
    <w:rsid w:val="0023458A"/>
    <w:rsid w:val="0024119D"/>
    <w:rsid w:val="00257405"/>
    <w:rsid w:val="002712B1"/>
    <w:rsid w:val="002848B8"/>
    <w:rsid w:val="002A266C"/>
    <w:rsid w:val="002A6727"/>
    <w:rsid w:val="002A78DA"/>
    <w:rsid w:val="002C3CD2"/>
    <w:rsid w:val="002D2C2C"/>
    <w:rsid w:val="002D368B"/>
    <w:rsid w:val="002D4445"/>
    <w:rsid w:val="002F3012"/>
    <w:rsid w:val="002F4AEC"/>
    <w:rsid w:val="00305B78"/>
    <w:rsid w:val="00351CCD"/>
    <w:rsid w:val="003645FB"/>
    <w:rsid w:val="003911C8"/>
    <w:rsid w:val="003A5F1B"/>
    <w:rsid w:val="003D7072"/>
    <w:rsid w:val="003E5F40"/>
    <w:rsid w:val="003F4E35"/>
    <w:rsid w:val="00410AB4"/>
    <w:rsid w:val="004202DD"/>
    <w:rsid w:val="00431334"/>
    <w:rsid w:val="00434C28"/>
    <w:rsid w:val="00443122"/>
    <w:rsid w:val="00444D80"/>
    <w:rsid w:val="004450DA"/>
    <w:rsid w:val="004557A2"/>
    <w:rsid w:val="004829AB"/>
    <w:rsid w:val="00485B98"/>
    <w:rsid w:val="004A1E39"/>
    <w:rsid w:val="004A4E4C"/>
    <w:rsid w:val="004C3F89"/>
    <w:rsid w:val="004C5E4F"/>
    <w:rsid w:val="004D22FB"/>
    <w:rsid w:val="004E4E94"/>
    <w:rsid w:val="004F2E87"/>
    <w:rsid w:val="00550186"/>
    <w:rsid w:val="005509DA"/>
    <w:rsid w:val="005512BF"/>
    <w:rsid w:val="0055637A"/>
    <w:rsid w:val="0055769A"/>
    <w:rsid w:val="00565AF8"/>
    <w:rsid w:val="00571DDE"/>
    <w:rsid w:val="00572778"/>
    <w:rsid w:val="00573BF7"/>
    <w:rsid w:val="00582886"/>
    <w:rsid w:val="00583DE3"/>
    <w:rsid w:val="005B0143"/>
    <w:rsid w:val="005B461F"/>
    <w:rsid w:val="005C2285"/>
    <w:rsid w:val="005E12E9"/>
    <w:rsid w:val="005E5432"/>
    <w:rsid w:val="005F0288"/>
    <w:rsid w:val="005F54AC"/>
    <w:rsid w:val="0061568C"/>
    <w:rsid w:val="0063062C"/>
    <w:rsid w:val="00636025"/>
    <w:rsid w:val="0064640C"/>
    <w:rsid w:val="0065421D"/>
    <w:rsid w:val="006624BB"/>
    <w:rsid w:val="00665BD1"/>
    <w:rsid w:val="006665EA"/>
    <w:rsid w:val="00666DCE"/>
    <w:rsid w:val="0066700E"/>
    <w:rsid w:val="0066798D"/>
    <w:rsid w:val="0068389C"/>
    <w:rsid w:val="0068456E"/>
    <w:rsid w:val="00686B94"/>
    <w:rsid w:val="0069137A"/>
    <w:rsid w:val="006C4E9B"/>
    <w:rsid w:val="006E32CA"/>
    <w:rsid w:val="007063EF"/>
    <w:rsid w:val="00706ABF"/>
    <w:rsid w:val="00712779"/>
    <w:rsid w:val="00713270"/>
    <w:rsid w:val="00720536"/>
    <w:rsid w:val="00720F1A"/>
    <w:rsid w:val="00726542"/>
    <w:rsid w:val="00760EE2"/>
    <w:rsid w:val="00765CA4"/>
    <w:rsid w:val="007B5B02"/>
    <w:rsid w:val="007D6918"/>
    <w:rsid w:val="007D7CA3"/>
    <w:rsid w:val="007E0E03"/>
    <w:rsid w:val="00812F1D"/>
    <w:rsid w:val="00817014"/>
    <w:rsid w:val="00851811"/>
    <w:rsid w:val="00854DD2"/>
    <w:rsid w:val="00880E1E"/>
    <w:rsid w:val="008864D8"/>
    <w:rsid w:val="008A3615"/>
    <w:rsid w:val="008A470D"/>
    <w:rsid w:val="008B279F"/>
    <w:rsid w:val="008B7DFA"/>
    <w:rsid w:val="008C315D"/>
    <w:rsid w:val="008C47E5"/>
    <w:rsid w:val="008D40AB"/>
    <w:rsid w:val="008E0A5B"/>
    <w:rsid w:val="008E2901"/>
    <w:rsid w:val="008E7980"/>
    <w:rsid w:val="0091329B"/>
    <w:rsid w:val="009144F6"/>
    <w:rsid w:val="00962D46"/>
    <w:rsid w:val="00974371"/>
    <w:rsid w:val="0097622F"/>
    <w:rsid w:val="00982EFF"/>
    <w:rsid w:val="00991F29"/>
    <w:rsid w:val="0099778C"/>
    <w:rsid w:val="009A2E9E"/>
    <w:rsid w:val="009A38B0"/>
    <w:rsid w:val="009B0477"/>
    <w:rsid w:val="009F6728"/>
    <w:rsid w:val="00A018EA"/>
    <w:rsid w:val="00A11716"/>
    <w:rsid w:val="00A1351A"/>
    <w:rsid w:val="00A40124"/>
    <w:rsid w:val="00A530CF"/>
    <w:rsid w:val="00A64557"/>
    <w:rsid w:val="00A6507D"/>
    <w:rsid w:val="00A90482"/>
    <w:rsid w:val="00AA0C55"/>
    <w:rsid w:val="00AE34C7"/>
    <w:rsid w:val="00B01B5B"/>
    <w:rsid w:val="00B26F96"/>
    <w:rsid w:val="00B27E8D"/>
    <w:rsid w:val="00B46E84"/>
    <w:rsid w:val="00B603EA"/>
    <w:rsid w:val="00B60D71"/>
    <w:rsid w:val="00B656F0"/>
    <w:rsid w:val="00B65763"/>
    <w:rsid w:val="00BB496B"/>
    <w:rsid w:val="00BD2B79"/>
    <w:rsid w:val="00BE545D"/>
    <w:rsid w:val="00C25965"/>
    <w:rsid w:val="00C30A9C"/>
    <w:rsid w:val="00C4497A"/>
    <w:rsid w:val="00C46B9E"/>
    <w:rsid w:val="00C47E98"/>
    <w:rsid w:val="00C55814"/>
    <w:rsid w:val="00C62B70"/>
    <w:rsid w:val="00C86B50"/>
    <w:rsid w:val="00CB0B3F"/>
    <w:rsid w:val="00CB2C3A"/>
    <w:rsid w:val="00CC45FD"/>
    <w:rsid w:val="00CC6F0B"/>
    <w:rsid w:val="00CC7102"/>
    <w:rsid w:val="00CD0DEC"/>
    <w:rsid w:val="00CD35CB"/>
    <w:rsid w:val="00CE294D"/>
    <w:rsid w:val="00CF1C51"/>
    <w:rsid w:val="00D0482A"/>
    <w:rsid w:val="00D13289"/>
    <w:rsid w:val="00D164A2"/>
    <w:rsid w:val="00D235F8"/>
    <w:rsid w:val="00D274E9"/>
    <w:rsid w:val="00D3034F"/>
    <w:rsid w:val="00D31B02"/>
    <w:rsid w:val="00D43104"/>
    <w:rsid w:val="00D502A0"/>
    <w:rsid w:val="00D630A9"/>
    <w:rsid w:val="00D64DE4"/>
    <w:rsid w:val="00D94AB6"/>
    <w:rsid w:val="00DB133D"/>
    <w:rsid w:val="00DB505F"/>
    <w:rsid w:val="00DC1589"/>
    <w:rsid w:val="00DD4303"/>
    <w:rsid w:val="00DE12B5"/>
    <w:rsid w:val="00E13F55"/>
    <w:rsid w:val="00E665A2"/>
    <w:rsid w:val="00E729F1"/>
    <w:rsid w:val="00E914DC"/>
    <w:rsid w:val="00E91D06"/>
    <w:rsid w:val="00E91E41"/>
    <w:rsid w:val="00EA31EF"/>
    <w:rsid w:val="00EA59A5"/>
    <w:rsid w:val="00EB6A7E"/>
    <w:rsid w:val="00EC4F62"/>
    <w:rsid w:val="00ED5934"/>
    <w:rsid w:val="00EE295C"/>
    <w:rsid w:val="00F0023E"/>
    <w:rsid w:val="00F24821"/>
    <w:rsid w:val="00F2528C"/>
    <w:rsid w:val="00F36405"/>
    <w:rsid w:val="00F62CC2"/>
    <w:rsid w:val="00F65DE7"/>
    <w:rsid w:val="00F73A06"/>
    <w:rsid w:val="00F9746F"/>
    <w:rsid w:val="00FB03A2"/>
    <w:rsid w:val="00FD3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CCD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51C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51CCD"/>
    <w:rPr>
      <w:rFonts w:ascii="Times New Roman" w:hAnsi="Times New Roman" w:cs="Times New Roman"/>
      <w:sz w:val="20"/>
    </w:rPr>
  </w:style>
  <w:style w:type="paragraph" w:styleId="Footer">
    <w:name w:val="footer"/>
    <w:basedOn w:val="Normal"/>
    <w:link w:val="FooterChar"/>
    <w:uiPriority w:val="99"/>
    <w:rsid w:val="00351C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51CCD"/>
    <w:rPr>
      <w:rFonts w:ascii="Times New Roman" w:hAnsi="Times New Roman" w:cs="Times New Roman"/>
      <w:sz w:val="20"/>
    </w:rPr>
  </w:style>
  <w:style w:type="paragraph" w:styleId="FootnoteText">
    <w:name w:val="footnote text"/>
    <w:basedOn w:val="Normal"/>
    <w:link w:val="FootnoteTextChar"/>
    <w:uiPriority w:val="99"/>
    <w:rsid w:val="00351CCD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51CCD"/>
    <w:rPr>
      <w:rFonts w:ascii="Times New Roman" w:hAnsi="Times New Roman" w:cs="Times New Roman"/>
      <w:sz w:val="20"/>
    </w:rPr>
  </w:style>
  <w:style w:type="character" w:styleId="FootnoteReference">
    <w:name w:val="footnote reference"/>
    <w:basedOn w:val="DefaultParagraphFont"/>
    <w:uiPriority w:val="99"/>
    <w:rsid w:val="00351CCD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B26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02DD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326</TotalTime>
  <Pages>3</Pages>
  <Words>329</Words>
  <Characters>1881</Characters>
  <Application>Microsoft Office Outlook</Application>
  <DocSecurity>0</DocSecurity>
  <Lines>0</Lines>
  <Paragraphs>0</Paragraphs>
  <ScaleCrop>false</ScaleCrop>
  <Company>КонсультантПлюс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КонсультантПлюс</dc:creator>
  <cp:keywords/>
  <dc:description/>
  <cp:lastModifiedBy>Admin</cp:lastModifiedBy>
  <cp:revision>134</cp:revision>
  <cp:lastPrinted>2014-03-21T06:21:00Z</cp:lastPrinted>
  <dcterms:created xsi:type="dcterms:W3CDTF">2014-03-18T12:03:00Z</dcterms:created>
  <dcterms:modified xsi:type="dcterms:W3CDTF">2014-03-26T12:09:00Z</dcterms:modified>
</cp:coreProperties>
</file>