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F9C" w:rsidRPr="006A42C7" w:rsidRDefault="00B76F9C" w:rsidP="006A42C7">
      <w:pPr>
        <w:spacing w:after="0" w:line="240" w:lineRule="auto"/>
        <w:rPr>
          <w:rFonts w:ascii="Times New Roman" w:hAnsi="Times New Roman"/>
          <w:b/>
          <w:sz w:val="28"/>
          <w:szCs w:val="28"/>
          <w:lang w:eastAsia="ru-RU"/>
        </w:rPr>
      </w:pPr>
      <w:r w:rsidRPr="006A42C7">
        <w:rPr>
          <w:rFonts w:ascii="Times New Roman" w:hAnsi="Times New Roman"/>
          <w:b/>
          <w:sz w:val="28"/>
          <w:szCs w:val="28"/>
          <w:lang w:eastAsia="ru-RU"/>
        </w:rPr>
        <w:t>АДМИНИСТРАЦИИ КАЛИНИНСКОГО СЕЛЬСКОГО ПОСЕЛЕНИЯ</w:t>
      </w:r>
    </w:p>
    <w:p w:rsidR="00B76F9C" w:rsidRPr="006A42C7" w:rsidRDefault="00B76F9C" w:rsidP="006A42C7">
      <w:pPr>
        <w:spacing w:after="0" w:line="240" w:lineRule="auto"/>
        <w:rPr>
          <w:rFonts w:ascii="Times New Roman" w:hAnsi="Times New Roman"/>
          <w:b/>
          <w:sz w:val="28"/>
          <w:szCs w:val="28"/>
          <w:lang w:eastAsia="ru-RU"/>
        </w:rPr>
      </w:pPr>
      <w:r w:rsidRPr="006A42C7">
        <w:rPr>
          <w:rFonts w:ascii="Times New Roman" w:hAnsi="Times New Roman"/>
          <w:b/>
          <w:sz w:val="28"/>
          <w:szCs w:val="28"/>
          <w:lang w:eastAsia="ru-RU"/>
        </w:rPr>
        <w:t xml:space="preserve">               МАЛМЫЖСКОГО РАЙОНА КИРОВСКОЙ ОБЛАСТИ</w:t>
      </w:r>
    </w:p>
    <w:p w:rsidR="00B76F9C" w:rsidRPr="006A42C7" w:rsidRDefault="00B76F9C" w:rsidP="006A42C7">
      <w:pPr>
        <w:jc w:val="center"/>
        <w:rPr>
          <w:rFonts w:ascii="Times New Roman" w:hAnsi="Times New Roman"/>
          <w:b/>
          <w:sz w:val="28"/>
          <w:szCs w:val="28"/>
        </w:rPr>
      </w:pPr>
    </w:p>
    <w:p w:rsidR="00B76F9C" w:rsidRPr="006A42C7" w:rsidRDefault="00B76F9C" w:rsidP="006A42C7">
      <w:pPr>
        <w:jc w:val="center"/>
        <w:rPr>
          <w:rFonts w:ascii="Times New Roman" w:hAnsi="Times New Roman"/>
          <w:sz w:val="32"/>
          <w:szCs w:val="32"/>
        </w:rPr>
      </w:pPr>
      <w:r w:rsidRPr="006A42C7">
        <w:rPr>
          <w:rFonts w:ascii="Times New Roman" w:hAnsi="Times New Roman"/>
          <w:b/>
          <w:sz w:val="32"/>
          <w:szCs w:val="32"/>
        </w:rPr>
        <w:t>ПОСТАНОВЛЕНИЕ</w:t>
      </w:r>
    </w:p>
    <w:p w:rsidR="00B76F9C" w:rsidRPr="006A42C7" w:rsidRDefault="00B76F9C" w:rsidP="006A42C7">
      <w:pPr>
        <w:rPr>
          <w:rFonts w:ascii="Times New Roman" w:hAnsi="Times New Roman"/>
          <w:sz w:val="28"/>
          <w:szCs w:val="28"/>
        </w:rPr>
      </w:pPr>
    </w:p>
    <w:p w:rsidR="00B76F9C" w:rsidRPr="006A42C7" w:rsidRDefault="00B76F9C" w:rsidP="006A42C7">
      <w:pPr>
        <w:rPr>
          <w:rFonts w:ascii="Times New Roman" w:hAnsi="Times New Roman"/>
          <w:sz w:val="28"/>
          <w:szCs w:val="28"/>
        </w:rPr>
      </w:pPr>
      <w:r w:rsidRPr="006A42C7">
        <w:rPr>
          <w:rFonts w:ascii="Times New Roman" w:hAnsi="Times New Roman"/>
          <w:sz w:val="28"/>
          <w:szCs w:val="28"/>
        </w:rPr>
        <w:t>от 14.11.2014                                                                                                  № 121</w:t>
      </w:r>
      <w:bookmarkStart w:id="0" w:name="_GoBack"/>
      <w:bookmarkEnd w:id="0"/>
    </w:p>
    <w:p w:rsidR="00B76F9C" w:rsidRPr="006A42C7" w:rsidRDefault="00B76F9C" w:rsidP="006A42C7">
      <w:pPr>
        <w:rPr>
          <w:rFonts w:ascii="Times New Roman" w:hAnsi="Times New Roman"/>
          <w:sz w:val="28"/>
          <w:szCs w:val="28"/>
        </w:rPr>
      </w:pPr>
      <w:r w:rsidRPr="006A42C7">
        <w:rPr>
          <w:rFonts w:ascii="Times New Roman" w:hAnsi="Times New Roman"/>
          <w:sz w:val="28"/>
          <w:szCs w:val="28"/>
        </w:rPr>
        <w:t xml:space="preserve">                                                      с.</w:t>
      </w:r>
      <w:r>
        <w:rPr>
          <w:rFonts w:ascii="Times New Roman" w:hAnsi="Times New Roman"/>
          <w:sz w:val="28"/>
          <w:szCs w:val="28"/>
        </w:rPr>
        <w:t xml:space="preserve"> </w:t>
      </w:r>
      <w:r w:rsidRPr="006A42C7">
        <w:rPr>
          <w:rFonts w:ascii="Times New Roman" w:hAnsi="Times New Roman"/>
          <w:sz w:val="28"/>
          <w:szCs w:val="28"/>
        </w:rPr>
        <w:t>Калинино</w:t>
      </w:r>
    </w:p>
    <w:p w:rsidR="00B76F9C" w:rsidRPr="006A42C7" w:rsidRDefault="00B76F9C" w:rsidP="006A42C7">
      <w:pPr>
        <w:jc w:val="center"/>
        <w:rPr>
          <w:rFonts w:ascii="Times New Roman" w:hAnsi="Times New Roman"/>
          <w:sz w:val="28"/>
          <w:szCs w:val="28"/>
        </w:rPr>
      </w:pP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Об утверждении методики планирования бюджетных ассигнований</w:t>
      </w: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бюджета муниципального образования Калининское сельское поселение</w:t>
      </w: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 xml:space="preserve"> Малмыжского района Кировской области на 2015-2017 годы</w:t>
      </w:r>
    </w:p>
    <w:p w:rsidR="00B76F9C" w:rsidRPr="006A42C7" w:rsidRDefault="00B76F9C" w:rsidP="006A42C7">
      <w:pPr>
        <w:rPr>
          <w:rFonts w:ascii="Times New Roman" w:hAnsi="Times New Roman"/>
          <w:sz w:val="28"/>
          <w:szCs w:val="28"/>
        </w:rPr>
      </w:pPr>
    </w:p>
    <w:p w:rsidR="00B76F9C" w:rsidRPr="006A42C7" w:rsidRDefault="00B76F9C" w:rsidP="006A42C7">
      <w:pPr>
        <w:spacing w:line="360" w:lineRule="auto"/>
        <w:jc w:val="both"/>
        <w:rPr>
          <w:rFonts w:ascii="Times New Roman" w:hAnsi="Times New Roman"/>
          <w:sz w:val="28"/>
          <w:szCs w:val="28"/>
        </w:rPr>
      </w:pPr>
      <w:r w:rsidRPr="006A42C7">
        <w:rPr>
          <w:rFonts w:ascii="Times New Roman" w:hAnsi="Times New Roman"/>
          <w:sz w:val="28"/>
          <w:szCs w:val="28"/>
        </w:rPr>
        <w:t xml:space="preserve">           В соответствии со статьями 169,174 Бюджетного кодекса Российской Федерации, </w:t>
      </w:r>
      <w:r>
        <w:rPr>
          <w:rFonts w:ascii="Times New Roman" w:hAnsi="Times New Roman"/>
          <w:sz w:val="28"/>
          <w:szCs w:val="28"/>
        </w:rPr>
        <w:t>Положением о бюджетном процессе в муниципальном образовании Калининское сельское поселение Малмыжского района Кировской области, утвержденным решением сельской Думы от  14.11.2014     № 59 «О бюджетном процессе в муниципальном образовании Калининское сельское поселение Малмыжского района Кировской области»</w:t>
      </w:r>
      <w:r>
        <w:rPr>
          <w:rFonts w:ascii="Times New Roman" w:hAnsi="Times New Roman"/>
          <w:sz w:val="28"/>
          <w:szCs w:val="28"/>
          <w:lang w:eastAsia="ru-RU"/>
        </w:rPr>
        <w:t>,</w:t>
      </w:r>
      <w:r>
        <w:rPr>
          <w:rFonts w:ascii="Times New Roman" w:hAnsi="Times New Roman"/>
          <w:sz w:val="28"/>
          <w:szCs w:val="28"/>
        </w:rPr>
        <w:t xml:space="preserve"> </w:t>
      </w:r>
      <w:r w:rsidRPr="006A42C7">
        <w:rPr>
          <w:rFonts w:ascii="Times New Roman" w:hAnsi="Times New Roman"/>
          <w:sz w:val="28"/>
          <w:szCs w:val="28"/>
        </w:rPr>
        <w:t>администрация Калининского сельского поселения ПОСТАНОВЛЯЕТ:</w:t>
      </w:r>
    </w:p>
    <w:p w:rsidR="00B76F9C" w:rsidRDefault="00B76F9C" w:rsidP="006A42C7">
      <w:pPr>
        <w:spacing w:line="360" w:lineRule="auto"/>
        <w:jc w:val="both"/>
        <w:rPr>
          <w:rFonts w:ascii="Times New Roman" w:hAnsi="Times New Roman"/>
          <w:sz w:val="28"/>
          <w:szCs w:val="28"/>
        </w:rPr>
      </w:pPr>
      <w:r w:rsidRPr="006A42C7">
        <w:rPr>
          <w:rFonts w:ascii="Times New Roman" w:hAnsi="Times New Roman"/>
        </w:rPr>
        <w:t xml:space="preserve">            </w:t>
      </w:r>
      <w:r w:rsidRPr="006A42C7">
        <w:rPr>
          <w:rFonts w:ascii="Times New Roman" w:hAnsi="Times New Roman"/>
          <w:sz w:val="28"/>
          <w:szCs w:val="28"/>
        </w:rPr>
        <w:t>Утвердить методику планирования бюджетных ассигнований бюджета муниципального образования Калининское сельское поселение Малмыжского района Кировской области на 2015-2017 годы</w:t>
      </w:r>
      <w:r>
        <w:rPr>
          <w:rFonts w:ascii="Times New Roman" w:hAnsi="Times New Roman"/>
          <w:sz w:val="28"/>
          <w:szCs w:val="28"/>
        </w:rPr>
        <w:t xml:space="preserve"> согласно приложению.</w:t>
      </w:r>
    </w:p>
    <w:p w:rsidR="00B76F9C" w:rsidRPr="006A42C7" w:rsidRDefault="00B76F9C" w:rsidP="006A42C7">
      <w:pPr>
        <w:spacing w:line="360" w:lineRule="auto"/>
        <w:rPr>
          <w:rFonts w:ascii="Times New Roman" w:hAnsi="Times New Roman"/>
          <w:sz w:val="28"/>
          <w:szCs w:val="28"/>
        </w:rPr>
      </w:pPr>
    </w:p>
    <w:p w:rsidR="00B76F9C" w:rsidRPr="006A42C7" w:rsidRDefault="00B76F9C" w:rsidP="006A42C7">
      <w:pPr>
        <w:spacing w:after="0"/>
        <w:rPr>
          <w:rFonts w:ascii="Times New Roman" w:hAnsi="Times New Roman"/>
          <w:sz w:val="28"/>
          <w:szCs w:val="28"/>
        </w:rPr>
      </w:pPr>
      <w:r w:rsidRPr="006A42C7">
        <w:rPr>
          <w:rFonts w:ascii="Times New Roman" w:hAnsi="Times New Roman"/>
          <w:sz w:val="28"/>
          <w:szCs w:val="28"/>
        </w:rPr>
        <w:t>Глава администрации</w:t>
      </w:r>
    </w:p>
    <w:p w:rsidR="00B76F9C" w:rsidRPr="006A42C7" w:rsidRDefault="00B76F9C" w:rsidP="006A42C7">
      <w:pPr>
        <w:spacing w:after="0"/>
        <w:rPr>
          <w:rFonts w:ascii="Times New Roman" w:hAnsi="Times New Roman"/>
          <w:sz w:val="28"/>
          <w:szCs w:val="28"/>
        </w:rPr>
      </w:pPr>
      <w:r w:rsidRPr="006A42C7">
        <w:rPr>
          <w:rFonts w:ascii="Times New Roman" w:hAnsi="Times New Roman"/>
          <w:sz w:val="28"/>
          <w:szCs w:val="28"/>
        </w:rPr>
        <w:t>сельского поселения:     Н.П.Карадуганов</w:t>
      </w:r>
    </w:p>
    <w:p w:rsidR="00B76F9C" w:rsidRDefault="00B76F9C" w:rsidP="006A42C7">
      <w:pPr>
        <w:rPr>
          <w:rFonts w:ascii="Times New Roman" w:hAnsi="Times New Roman"/>
          <w:sz w:val="28"/>
          <w:szCs w:val="28"/>
        </w:rPr>
      </w:pPr>
    </w:p>
    <w:p w:rsidR="00B76F9C" w:rsidRDefault="00B76F9C" w:rsidP="006A42C7">
      <w:pPr>
        <w:rPr>
          <w:rFonts w:ascii="Times New Roman" w:hAnsi="Times New Roman"/>
          <w:sz w:val="28"/>
          <w:szCs w:val="28"/>
        </w:rPr>
      </w:pPr>
    </w:p>
    <w:p w:rsidR="00B76F9C" w:rsidRPr="006A42C7" w:rsidRDefault="00B76F9C" w:rsidP="006A42C7">
      <w:pPr>
        <w:rPr>
          <w:rFonts w:ascii="Times New Roman" w:hAnsi="Times New Roman"/>
          <w:sz w:val="28"/>
          <w:szCs w:val="28"/>
        </w:rPr>
      </w:pPr>
    </w:p>
    <w:p w:rsidR="00B76F9C" w:rsidRPr="006A42C7" w:rsidRDefault="00B76F9C" w:rsidP="006A42C7">
      <w:pPr>
        <w:tabs>
          <w:tab w:val="left" w:pos="6237"/>
          <w:tab w:val="left" w:pos="6379"/>
        </w:tabs>
        <w:jc w:val="center"/>
        <w:rPr>
          <w:rFonts w:ascii="Times New Roman" w:hAnsi="Times New Roman"/>
          <w:sz w:val="28"/>
          <w:szCs w:val="28"/>
        </w:rPr>
      </w:pPr>
      <w:r w:rsidRPr="006A42C7">
        <w:rPr>
          <w:rFonts w:ascii="Times New Roman" w:hAnsi="Times New Roman"/>
          <w:sz w:val="28"/>
          <w:szCs w:val="28"/>
        </w:rPr>
        <w:t xml:space="preserve">                        </w:t>
      </w:r>
      <w:r>
        <w:rPr>
          <w:rFonts w:ascii="Times New Roman" w:hAnsi="Times New Roman"/>
          <w:sz w:val="28"/>
          <w:szCs w:val="28"/>
        </w:rPr>
        <w:t xml:space="preserve">                                  </w:t>
      </w:r>
      <w:r w:rsidRPr="006A42C7">
        <w:rPr>
          <w:rFonts w:ascii="Times New Roman" w:hAnsi="Times New Roman"/>
          <w:sz w:val="28"/>
          <w:szCs w:val="28"/>
        </w:rPr>
        <w:t>УТВЕРЖДЕНА</w:t>
      </w:r>
    </w:p>
    <w:p w:rsidR="00B76F9C" w:rsidRPr="006A42C7" w:rsidRDefault="00B76F9C" w:rsidP="006A42C7">
      <w:pPr>
        <w:tabs>
          <w:tab w:val="left" w:pos="6379"/>
          <w:tab w:val="left" w:pos="6521"/>
        </w:tabs>
        <w:spacing w:after="0" w:line="240" w:lineRule="auto"/>
        <w:jc w:val="center"/>
        <w:rPr>
          <w:rFonts w:ascii="Times New Roman" w:hAnsi="Times New Roman"/>
          <w:sz w:val="28"/>
          <w:szCs w:val="28"/>
        </w:rPr>
      </w:pPr>
      <w:r w:rsidRPr="006A42C7">
        <w:rPr>
          <w:rFonts w:ascii="Times New Roman" w:hAnsi="Times New Roman"/>
          <w:sz w:val="28"/>
          <w:szCs w:val="28"/>
        </w:rPr>
        <w:t xml:space="preserve">                          </w:t>
      </w:r>
      <w:r>
        <w:rPr>
          <w:rFonts w:ascii="Times New Roman" w:hAnsi="Times New Roman"/>
          <w:sz w:val="28"/>
          <w:szCs w:val="28"/>
        </w:rPr>
        <w:t xml:space="preserve">                                 </w:t>
      </w:r>
      <w:r w:rsidRPr="006A42C7">
        <w:rPr>
          <w:rFonts w:ascii="Times New Roman" w:hAnsi="Times New Roman"/>
          <w:sz w:val="28"/>
          <w:szCs w:val="28"/>
        </w:rPr>
        <w:t>Постановлением</w:t>
      </w:r>
    </w:p>
    <w:p w:rsidR="00B76F9C" w:rsidRPr="006A42C7" w:rsidRDefault="00B76F9C" w:rsidP="006A42C7">
      <w:pPr>
        <w:tabs>
          <w:tab w:val="left" w:pos="6379"/>
          <w:tab w:val="left" w:pos="6521"/>
        </w:tabs>
        <w:spacing w:after="0" w:line="240" w:lineRule="auto"/>
        <w:jc w:val="right"/>
        <w:rPr>
          <w:rFonts w:ascii="Times New Roman" w:hAnsi="Times New Roman"/>
          <w:sz w:val="28"/>
          <w:szCs w:val="28"/>
        </w:rPr>
      </w:pPr>
      <w:r w:rsidRPr="006A42C7">
        <w:rPr>
          <w:rFonts w:ascii="Times New Roman" w:hAnsi="Times New Roman"/>
          <w:sz w:val="28"/>
          <w:szCs w:val="28"/>
        </w:rPr>
        <w:t xml:space="preserve">                             </w:t>
      </w:r>
      <w:r>
        <w:rPr>
          <w:rFonts w:ascii="Times New Roman" w:hAnsi="Times New Roman"/>
          <w:sz w:val="28"/>
          <w:szCs w:val="28"/>
        </w:rPr>
        <w:t xml:space="preserve">                  </w:t>
      </w:r>
      <w:r w:rsidRPr="006A42C7">
        <w:rPr>
          <w:rFonts w:ascii="Times New Roman" w:hAnsi="Times New Roman"/>
          <w:sz w:val="28"/>
          <w:szCs w:val="28"/>
        </w:rPr>
        <w:t xml:space="preserve">администрации Калининского                    </w:t>
      </w:r>
    </w:p>
    <w:p w:rsidR="00B76F9C" w:rsidRPr="006A42C7" w:rsidRDefault="00B76F9C" w:rsidP="006A42C7">
      <w:pPr>
        <w:tabs>
          <w:tab w:val="left" w:pos="6379"/>
          <w:tab w:val="left" w:pos="6521"/>
        </w:tabs>
        <w:spacing w:after="0" w:line="240" w:lineRule="auto"/>
        <w:jc w:val="center"/>
        <w:rPr>
          <w:rFonts w:ascii="Times New Roman" w:hAnsi="Times New Roman"/>
          <w:sz w:val="28"/>
          <w:szCs w:val="28"/>
        </w:rPr>
      </w:pPr>
      <w:r w:rsidRPr="006A42C7">
        <w:rPr>
          <w:rFonts w:ascii="Times New Roman" w:hAnsi="Times New Roman"/>
          <w:sz w:val="28"/>
          <w:szCs w:val="28"/>
        </w:rPr>
        <w:t xml:space="preserve">                                 </w:t>
      </w:r>
      <w:r>
        <w:rPr>
          <w:rFonts w:ascii="Times New Roman" w:hAnsi="Times New Roman"/>
          <w:sz w:val="28"/>
          <w:szCs w:val="28"/>
        </w:rPr>
        <w:t xml:space="preserve">                                 </w:t>
      </w:r>
      <w:r w:rsidRPr="006A42C7">
        <w:rPr>
          <w:rFonts w:ascii="Times New Roman" w:hAnsi="Times New Roman"/>
          <w:sz w:val="28"/>
          <w:szCs w:val="28"/>
        </w:rPr>
        <w:t>сельского поселения</w:t>
      </w:r>
    </w:p>
    <w:p w:rsidR="00B76F9C" w:rsidRPr="006A42C7" w:rsidRDefault="00B76F9C" w:rsidP="006A42C7">
      <w:pPr>
        <w:tabs>
          <w:tab w:val="left" w:pos="6237"/>
          <w:tab w:val="left" w:pos="6379"/>
        </w:tabs>
        <w:spacing w:after="0" w:line="240" w:lineRule="auto"/>
        <w:jc w:val="center"/>
        <w:rPr>
          <w:rFonts w:ascii="Times New Roman" w:hAnsi="Times New Roman"/>
          <w:sz w:val="28"/>
          <w:szCs w:val="28"/>
        </w:rPr>
      </w:pPr>
      <w:r w:rsidRPr="006A42C7">
        <w:rPr>
          <w:rFonts w:ascii="Times New Roman" w:hAnsi="Times New Roman"/>
          <w:sz w:val="28"/>
          <w:szCs w:val="28"/>
        </w:rPr>
        <w:t xml:space="preserve">                                 </w:t>
      </w:r>
      <w:r>
        <w:rPr>
          <w:rFonts w:ascii="Times New Roman" w:hAnsi="Times New Roman"/>
          <w:sz w:val="28"/>
          <w:szCs w:val="28"/>
        </w:rPr>
        <w:t xml:space="preserve">                                </w:t>
      </w:r>
      <w:r w:rsidRPr="006A42C7">
        <w:rPr>
          <w:rFonts w:ascii="Times New Roman" w:hAnsi="Times New Roman"/>
          <w:sz w:val="28"/>
          <w:szCs w:val="28"/>
        </w:rPr>
        <w:t>от 14.11.2014 № 121</w:t>
      </w:r>
    </w:p>
    <w:p w:rsidR="00B76F9C" w:rsidRPr="006A42C7" w:rsidRDefault="00B76F9C" w:rsidP="006A42C7">
      <w:pPr>
        <w:spacing w:after="0" w:line="240" w:lineRule="auto"/>
        <w:jc w:val="center"/>
        <w:rPr>
          <w:rFonts w:ascii="Times New Roman" w:hAnsi="Times New Roman"/>
          <w:sz w:val="24"/>
          <w:szCs w:val="24"/>
        </w:rPr>
      </w:pPr>
    </w:p>
    <w:p w:rsidR="00B76F9C" w:rsidRPr="006A42C7" w:rsidRDefault="00B76F9C" w:rsidP="006A42C7">
      <w:pPr>
        <w:spacing w:after="0" w:line="240" w:lineRule="auto"/>
        <w:jc w:val="center"/>
        <w:rPr>
          <w:rFonts w:ascii="Times New Roman" w:hAnsi="Times New Roman"/>
          <w:sz w:val="24"/>
          <w:szCs w:val="24"/>
        </w:rPr>
      </w:pP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МЕТОДИКА</w:t>
      </w: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планирования бюджетных ассигнований бюджета муниципального образования Калининское сельское поселение</w:t>
      </w:r>
    </w:p>
    <w:p w:rsidR="00B76F9C" w:rsidRPr="006A42C7" w:rsidRDefault="00B76F9C" w:rsidP="006A42C7">
      <w:pPr>
        <w:spacing w:after="0" w:line="240" w:lineRule="auto"/>
        <w:jc w:val="center"/>
        <w:rPr>
          <w:rFonts w:ascii="Times New Roman" w:hAnsi="Times New Roman"/>
          <w:b/>
          <w:sz w:val="28"/>
          <w:szCs w:val="28"/>
        </w:rPr>
      </w:pPr>
      <w:r w:rsidRPr="006A42C7">
        <w:rPr>
          <w:rFonts w:ascii="Times New Roman" w:hAnsi="Times New Roman"/>
          <w:b/>
          <w:sz w:val="28"/>
          <w:szCs w:val="28"/>
        </w:rPr>
        <w:t>Малмыжского района Кировской области</w:t>
      </w:r>
    </w:p>
    <w:p w:rsidR="00B76F9C" w:rsidRPr="006A42C7" w:rsidRDefault="00B76F9C" w:rsidP="006A42C7">
      <w:pPr>
        <w:spacing w:after="0" w:line="240" w:lineRule="auto"/>
        <w:jc w:val="center"/>
        <w:rPr>
          <w:rFonts w:ascii="Times New Roman" w:hAnsi="Times New Roman"/>
          <w:b/>
          <w:sz w:val="28"/>
          <w:szCs w:val="28"/>
        </w:rPr>
      </w:pPr>
    </w:p>
    <w:p w:rsidR="00B76F9C" w:rsidRPr="006A42C7" w:rsidRDefault="00B76F9C" w:rsidP="006A42C7">
      <w:pPr>
        <w:numPr>
          <w:ilvl w:val="0"/>
          <w:numId w:val="1"/>
        </w:numPr>
        <w:tabs>
          <w:tab w:val="left" w:pos="3402"/>
          <w:tab w:val="left" w:pos="3544"/>
          <w:tab w:val="left" w:pos="3686"/>
        </w:tabs>
        <w:spacing w:after="0" w:line="360" w:lineRule="auto"/>
        <w:contextualSpacing/>
        <w:rPr>
          <w:rFonts w:ascii="Times New Roman" w:hAnsi="Times New Roman"/>
          <w:b/>
          <w:sz w:val="28"/>
          <w:szCs w:val="28"/>
        </w:rPr>
      </w:pPr>
      <w:r w:rsidRPr="006A42C7">
        <w:rPr>
          <w:rFonts w:ascii="Times New Roman" w:hAnsi="Times New Roman"/>
          <w:b/>
          <w:sz w:val="28"/>
          <w:szCs w:val="28"/>
        </w:rPr>
        <w:t>Общие положения</w:t>
      </w:r>
    </w:p>
    <w:p w:rsidR="00B76F9C" w:rsidRPr="006A42C7" w:rsidRDefault="00B76F9C" w:rsidP="006A42C7">
      <w:pPr>
        <w:tabs>
          <w:tab w:val="left" w:pos="3402"/>
          <w:tab w:val="left" w:pos="3544"/>
          <w:tab w:val="left" w:pos="3686"/>
        </w:tabs>
        <w:spacing w:after="0" w:line="360" w:lineRule="auto"/>
        <w:ind w:left="1080"/>
        <w:contextualSpacing/>
        <w:rPr>
          <w:rFonts w:ascii="Times New Roman" w:hAnsi="Times New Roman"/>
          <w:b/>
          <w:sz w:val="28"/>
          <w:szCs w:val="28"/>
        </w:rPr>
      </w:pPr>
    </w:p>
    <w:p w:rsidR="00B76F9C" w:rsidRPr="006A42C7" w:rsidRDefault="00B76F9C" w:rsidP="003F5324">
      <w:pPr>
        <w:numPr>
          <w:ilvl w:val="0"/>
          <w:numId w:val="2"/>
        </w:numPr>
        <w:tabs>
          <w:tab w:val="left" w:pos="993"/>
        </w:tabs>
        <w:spacing w:after="0" w:line="360" w:lineRule="auto"/>
        <w:ind w:left="0" w:firstLine="709"/>
        <w:contextualSpacing/>
        <w:jc w:val="both"/>
        <w:rPr>
          <w:rFonts w:ascii="Times New Roman" w:hAnsi="Times New Roman"/>
          <w:sz w:val="28"/>
          <w:szCs w:val="28"/>
        </w:rPr>
      </w:pPr>
      <w:r w:rsidRPr="006A42C7">
        <w:rPr>
          <w:rFonts w:ascii="Times New Roman" w:hAnsi="Times New Roman"/>
          <w:sz w:val="28"/>
          <w:szCs w:val="28"/>
        </w:rPr>
        <w:t xml:space="preserve">Настоящая Методика планирования бюджетных ассигнований бюджета Калининского сельского поселения Малмыжского района Кировской области (далее - Методика) разработана в соответствии со статьей 174.2 Бюджетного кодекса Российской Федерации и </w:t>
      </w:r>
      <w:r w:rsidRPr="006A42C7">
        <w:rPr>
          <w:rFonts w:ascii="Times New Roman" w:hAnsi="Times New Roman"/>
          <w:color w:val="000000"/>
          <w:sz w:val="28"/>
          <w:szCs w:val="28"/>
        </w:rPr>
        <w:t>главы 4 Положения о бюджетном процессе в муниципальном образовании Ка</w:t>
      </w:r>
      <w:r>
        <w:rPr>
          <w:rFonts w:ascii="Times New Roman" w:hAnsi="Times New Roman"/>
          <w:color w:val="000000"/>
          <w:sz w:val="28"/>
          <w:szCs w:val="28"/>
        </w:rPr>
        <w:t>лининское сельское поселение Ма</w:t>
      </w:r>
      <w:r w:rsidRPr="006A42C7">
        <w:rPr>
          <w:rFonts w:ascii="Times New Roman" w:hAnsi="Times New Roman"/>
          <w:color w:val="000000"/>
          <w:sz w:val="28"/>
          <w:szCs w:val="28"/>
        </w:rPr>
        <w:t xml:space="preserve">лмыжского района Кировской области, утвержденного решением Калининской сельской Думы от 04.02.2011 № 3  «О бюджетном процессе в муниципальном образовании Калининское сельское поселение Малмыжского района Кировской области»  </w:t>
      </w:r>
      <w:r w:rsidRPr="006A42C7">
        <w:rPr>
          <w:rFonts w:ascii="Times New Roman" w:hAnsi="Times New Roman"/>
          <w:sz w:val="28"/>
          <w:szCs w:val="28"/>
        </w:rPr>
        <w:t>и определяет порядок расчета бюджетных ассигнований в целях составления проекта бюджета Калининского сельского поселения Малмыжского района Кировской области</w:t>
      </w:r>
      <w:r>
        <w:rPr>
          <w:rFonts w:ascii="Times New Roman" w:hAnsi="Times New Roman"/>
          <w:sz w:val="28"/>
          <w:szCs w:val="28"/>
        </w:rPr>
        <w:t xml:space="preserve"> </w:t>
      </w:r>
      <w:r w:rsidRPr="006A42C7">
        <w:rPr>
          <w:rFonts w:ascii="Times New Roman" w:hAnsi="Times New Roman"/>
          <w:sz w:val="28"/>
          <w:szCs w:val="28"/>
        </w:rPr>
        <w:t>(далее - поселение) на очередной финансовый год и плановый период.</w:t>
      </w:r>
    </w:p>
    <w:p w:rsidR="00B76F9C" w:rsidRPr="006A42C7" w:rsidRDefault="00B76F9C" w:rsidP="006A42C7">
      <w:pPr>
        <w:tabs>
          <w:tab w:val="left" w:pos="993"/>
        </w:tabs>
        <w:spacing w:after="0" w:line="360" w:lineRule="auto"/>
        <w:ind w:left="709"/>
        <w:contextualSpacing/>
        <w:jc w:val="both"/>
        <w:rPr>
          <w:rFonts w:ascii="Times New Roman" w:hAnsi="Times New Roman"/>
          <w:sz w:val="28"/>
          <w:szCs w:val="28"/>
        </w:rPr>
      </w:pPr>
    </w:p>
    <w:p w:rsidR="00B76F9C" w:rsidRPr="006A42C7" w:rsidRDefault="00B76F9C" w:rsidP="003F5324">
      <w:pPr>
        <w:numPr>
          <w:ilvl w:val="0"/>
          <w:numId w:val="2"/>
        </w:numPr>
        <w:tabs>
          <w:tab w:val="left" w:pos="993"/>
        </w:tabs>
        <w:spacing w:after="0" w:line="360" w:lineRule="auto"/>
        <w:ind w:left="0" w:firstLine="851"/>
        <w:contextualSpacing/>
        <w:jc w:val="both"/>
        <w:rPr>
          <w:rFonts w:ascii="Times New Roman" w:hAnsi="Times New Roman"/>
          <w:sz w:val="28"/>
          <w:szCs w:val="28"/>
        </w:rPr>
      </w:pPr>
      <w:r w:rsidRPr="006A42C7">
        <w:rPr>
          <w:rFonts w:ascii="Times New Roman" w:hAnsi="Times New Roman"/>
          <w:sz w:val="28"/>
          <w:szCs w:val="28"/>
        </w:rPr>
        <w:t>Планирование бюджетных ассигнований бюджета поселения (далее - бюджетные ассигнования) осуществляется в соответствии с расходными обязательствами, установленными федеральным законодательством, законами Кировской области, нормативными правовыми актами Правительства Кировской области, решениями Калининской сельской Думы, нормативными правовыми актами администрации Калининского сельского поселения Малмыжского района, договорами и соглашениями, заключенными  с администрацией Малмыжского района или  от имени  района уполномоченными органами, исполнение которых должно происходить в очередном финансовом году (в очередном финансовом году и плановом периоде) за счет средств бюджета поселения</w:t>
      </w:r>
      <w:r>
        <w:rPr>
          <w:rFonts w:ascii="Times New Roman" w:hAnsi="Times New Roman"/>
          <w:sz w:val="28"/>
          <w:szCs w:val="28"/>
        </w:rPr>
        <w:t xml:space="preserve"> </w:t>
      </w:r>
      <w:r w:rsidRPr="006A42C7">
        <w:rPr>
          <w:rFonts w:ascii="Times New Roman" w:hAnsi="Times New Roman"/>
          <w:sz w:val="28"/>
          <w:szCs w:val="28"/>
        </w:rPr>
        <w:t>(за исключением целевых межбюджетных трансфертов).</w:t>
      </w:r>
    </w:p>
    <w:p w:rsidR="00B76F9C" w:rsidRPr="006A42C7" w:rsidRDefault="00B76F9C" w:rsidP="006A42C7">
      <w:pPr>
        <w:spacing w:line="360" w:lineRule="auto"/>
        <w:ind w:left="720"/>
        <w:contextualSpacing/>
        <w:rPr>
          <w:rFonts w:ascii="Times New Roman" w:hAnsi="Times New Roman"/>
          <w:sz w:val="28"/>
          <w:szCs w:val="28"/>
        </w:rPr>
      </w:pPr>
    </w:p>
    <w:p w:rsidR="00B76F9C" w:rsidRPr="006A42C7" w:rsidRDefault="00B76F9C" w:rsidP="003F5324">
      <w:pPr>
        <w:numPr>
          <w:ilvl w:val="0"/>
          <w:numId w:val="2"/>
        </w:numPr>
        <w:tabs>
          <w:tab w:val="left" w:pos="993"/>
        </w:tabs>
        <w:spacing w:after="0" w:line="360" w:lineRule="auto"/>
        <w:ind w:left="0" w:firstLine="993"/>
        <w:contextualSpacing/>
        <w:jc w:val="both"/>
        <w:rPr>
          <w:rFonts w:ascii="Times New Roman" w:hAnsi="Times New Roman"/>
          <w:sz w:val="28"/>
          <w:szCs w:val="28"/>
        </w:rPr>
      </w:pPr>
      <w:r w:rsidRPr="006A42C7">
        <w:rPr>
          <w:rFonts w:ascii="Times New Roman" w:hAnsi="Times New Roman"/>
          <w:sz w:val="28"/>
          <w:szCs w:val="28"/>
        </w:rPr>
        <w:t>Настоящая Методика применяется:</w:t>
      </w:r>
    </w:p>
    <w:p w:rsidR="00B76F9C" w:rsidRPr="006A42C7" w:rsidRDefault="00B76F9C" w:rsidP="003F5324">
      <w:pPr>
        <w:numPr>
          <w:ilvl w:val="1"/>
          <w:numId w:val="2"/>
        </w:numPr>
        <w:tabs>
          <w:tab w:val="left" w:pos="0"/>
          <w:tab w:val="left" w:pos="993"/>
        </w:tabs>
        <w:spacing w:after="0" w:line="360" w:lineRule="auto"/>
        <w:ind w:left="0" w:firstLine="993"/>
        <w:contextualSpacing/>
        <w:jc w:val="both"/>
        <w:rPr>
          <w:rFonts w:ascii="Times New Roman" w:hAnsi="Times New Roman"/>
          <w:sz w:val="28"/>
          <w:szCs w:val="28"/>
        </w:rPr>
      </w:pPr>
      <w:r w:rsidRPr="006A42C7">
        <w:rPr>
          <w:rFonts w:ascii="Times New Roman" w:hAnsi="Times New Roman"/>
          <w:sz w:val="28"/>
          <w:szCs w:val="28"/>
        </w:rPr>
        <w:t>администрацией Калининского сельского поселения Малмыжского района – для определения предельных объемов бюджетных ассигнований по главным распорядителям средств бюджета поселения на очередной финансовый год (на очередной финансовый год и на плановый период) с учетом нормативных затрат и индексов изменения соответствующих бюджетных расходов, определяемых финансовым управлением администрации Малмыжского района.</w:t>
      </w:r>
    </w:p>
    <w:p w:rsidR="00B76F9C" w:rsidRPr="006A42C7" w:rsidRDefault="00B76F9C" w:rsidP="003F5324">
      <w:pPr>
        <w:numPr>
          <w:ilvl w:val="1"/>
          <w:numId w:val="2"/>
        </w:numPr>
        <w:tabs>
          <w:tab w:val="left" w:pos="0"/>
          <w:tab w:val="left" w:pos="993"/>
        </w:tabs>
        <w:spacing w:after="0" w:line="360" w:lineRule="auto"/>
        <w:ind w:left="0" w:firstLine="709"/>
        <w:contextualSpacing/>
        <w:jc w:val="both"/>
        <w:rPr>
          <w:rFonts w:ascii="Times New Roman" w:hAnsi="Times New Roman"/>
          <w:sz w:val="28"/>
          <w:szCs w:val="28"/>
        </w:rPr>
      </w:pPr>
      <w:r w:rsidRPr="006A42C7">
        <w:rPr>
          <w:rFonts w:ascii="Times New Roman" w:hAnsi="Times New Roman"/>
          <w:sz w:val="28"/>
          <w:szCs w:val="28"/>
        </w:rPr>
        <w:t>Главными распорядителями средств бюджета поселения для определения объемов бюджетных ассигнований для подведомственных муниципальных учреждений – с учетом утвержденных ими порядков формирования нормативных финансовых затрат на оказание муниципальными учреждениями  муниципальных услуг (выполнение работ) в соответствии с муниципальным заданием.</w:t>
      </w:r>
    </w:p>
    <w:p w:rsidR="00B76F9C" w:rsidRPr="006A42C7" w:rsidRDefault="00B76F9C" w:rsidP="006A42C7">
      <w:pPr>
        <w:tabs>
          <w:tab w:val="left" w:pos="993"/>
          <w:tab w:val="left" w:pos="1276"/>
        </w:tabs>
        <w:spacing w:after="0" w:line="360" w:lineRule="auto"/>
        <w:ind w:left="709"/>
        <w:contextualSpacing/>
        <w:jc w:val="both"/>
        <w:rPr>
          <w:rFonts w:ascii="Times New Roman" w:hAnsi="Times New Roman"/>
          <w:sz w:val="28"/>
          <w:szCs w:val="28"/>
        </w:rPr>
      </w:pPr>
    </w:p>
    <w:p w:rsidR="00B76F9C" w:rsidRPr="006A42C7" w:rsidRDefault="00B76F9C" w:rsidP="003F5324">
      <w:pPr>
        <w:numPr>
          <w:ilvl w:val="0"/>
          <w:numId w:val="2"/>
        </w:numPr>
        <w:tabs>
          <w:tab w:val="left" w:pos="993"/>
          <w:tab w:val="left" w:pos="1276"/>
        </w:tabs>
        <w:spacing w:after="0" w:line="360" w:lineRule="auto"/>
        <w:ind w:left="0" w:firstLine="851"/>
        <w:contextualSpacing/>
        <w:jc w:val="both"/>
        <w:rPr>
          <w:rFonts w:ascii="Times New Roman" w:hAnsi="Times New Roman"/>
          <w:sz w:val="28"/>
          <w:szCs w:val="28"/>
        </w:rPr>
      </w:pPr>
      <w:r w:rsidRPr="006A42C7">
        <w:rPr>
          <w:rFonts w:ascii="Times New Roman" w:hAnsi="Times New Roman"/>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76F9C" w:rsidRPr="006A42C7" w:rsidRDefault="00B76F9C" w:rsidP="006A42C7">
      <w:pPr>
        <w:tabs>
          <w:tab w:val="left" w:pos="993"/>
          <w:tab w:val="left" w:pos="1276"/>
        </w:tabs>
        <w:spacing w:after="0" w:line="360" w:lineRule="auto"/>
        <w:ind w:left="709"/>
        <w:contextualSpacing/>
        <w:jc w:val="both"/>
        <w:rPr>
          <w:rFonts w:ascii="Times New Roman" w:hAnsi="Times New Roman"/>
          <w:sz w:val="28"/>
          <w:szCs w:val="28"/>
        </w:rPr>
      </w:pPr>
    </w:p>
    <w:p w:rsidR="00B76F9C" w:rsidRPr="006A42C7" w:rsidRDefault="00B76F9C" w:rsidP="003F5324">
      <w:pPr>
        <w:numPr>
          <w:ilvl w:val="0"/>
          <w:numId w:val="2"/>
        </w:numPr>
        <w:tabs>
          <w:tab w:val="left" w:pos="993"/>
          <w:tab w:val="left" w:pos="1276"/>
        </w:tabs>
        <w:spacing w:after="0" w:line="360" w:lineRule="auto"/>
        <w:ind w:left="142" w:firstLine="851"/>
        <w:contextualSpacing/>
        <w:jc w:val="both"/>
        <w:rPr>
          <w:rFonts w:ascii="Times New Roman" w:hAnsi="Times New Roman"/>
          <w:sz w:val="28"/>
          <w:szCs w:val="28"/>
        </w:rPr>
      </w:pPr>
      <w:r w:rsidRPr="006A42C7">
        <w:rPr>
          <w:rFonts w:ascii="Times New Roman" w:hAnsi="Times New Roman"/>
          <w:sz w:val="28"/>
          <w:szCs w:val="28"/>
        </w:rPr>
        <w:t xml:space="preserve">Во всех приведенных ниже  формулах обозначение </w:t>
      </w:r>
      <w:r w:rsidRPr="006A42C7">
        <w:rPr>
          <w:rFonts w:ascii="Times New Roman" w:hAnsi="Times New Roman"/>
          <w:sz w:val="28"/>
          <w:szCs w:val="28"/>
          <w:lang w:val="en-US"/>
        </w:rPr>
        <w:t>i</w:t>
      </w:r>
      <w:r w:rsidRPr="006A42C7">
        <w:rPr>
          <w:rFonts w:ascii="Times New Roman" w:hAnsi="Times New Roman"/>
          <w:sz w:val="28"/>
          <w:szCs w:val="28"/>
        </w:rPr>
        <w:t xml:space="preserve"> означает  соответствующий финансовый год, на который осуществляется планирование бюджетных ассигнований, </w:t>
      </w:r>
      <w:r w:rsidRPr="006A42C7">
        <w:rPr>
          <w:rFonts w:ascii="Times New Roman" w:hAnsi="Times New Roman"/>
          <w:sz w:val="28"/>
          <w:szCs w:val="28"/>
          <w:lang w:val="en-US"/>
        </w:rPr>
        <w:t>j</w:t>
      </w:r>
      <w:r w:rsidRPr="006A42C7">
        <w:rPr>
          <w:rFonts w:ascii="Times New Roman" w:hAnsi="Times New Roman"/>
          <w:sz w:val="28"/>
          <w:szCs w:val="28"/>
        </w:rPr>
        <w:t xml:space="preserve"> – вид объемного показателя, используемого при расчетах, и </w:t>
      </w:r>
      <w:r w:rsidRPr="006A42C7">
        <w:rPr>
          <w:rFonts w:ascii="Times New Roman" w:hAnsi="Times New Roman"/>
          <w:sz w:val="28"/>
          <w:szCs w:val="28"/>
          <w:lang w:val="en-US"/>
        </w:rPr>
        <w:t>n</w:t>
      </w:r>
      <w:r w:rsidRPr="006A42C7">
        <w:rPr>
          <w:rFonts w:ascii="Times New Roman" w:hAnsi="Times New Roman"/>
          <w:sz w:val="28"/>
          <w:szCs w:val="28"/>
        </w:rPr>
        <w:t xml:space="preserve"> – количество видов объемных показателей.</w:t>
      </w: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p>
    <w:p w:rsidR="00B76F9C" w:rsidRPr="006A42C7" w:rsidRDefault="00B76F9C" w:rsidP="006A42C7">
      <w:pPr>
        <w:numPr>
          <w:ilvl w:val="0"/>
          <w:numId w:val="1"/>
        </w:numPr>
        <w:tabs>
          <w:tab w:val="left" w:pos="993"/>
          <w:tab w:val="left" w:pos="1276"/>
        </w:tabs>
        <w:spacing w:after="0" w:line="360" w:lineRule="auto"/>
        <w:contextualSpacing/>
        <w:jc w:val="center"/>
        <w:rPr>
          <w:rFonts w:ascii="Times New Roman" w:hAnsi="Times New Roman"/>
          <w:b/>
          <w:sz w:val="28"/>
          <w:szCs w:val="28"/>
        </w:rPr>
      </w:pPr>
      <w:r w:rsidRPr="006A42C7">
        <w:rPr>
          <w:rFonts w:ascii="Times New Roman" w:hAnsi="Times New Roman"/>
          <w:b/>
          <w:sz w:val="28"/>
          <w:szCs w:val="28"/>
        </w:rPr>
        <w:t>Планирование бюджетных ассигнований бюджета поселения на исполнение действующих обязательств</w:t>
      </w:r>
    </w:p>
    <w:p w:rsidR="00B76F9C" w:rsidRPr="006A42C7" w:rsidRDefault="00B76F9C" w:rsidP="006A42C7">
      <w:pPr>
        <w:tabs>
          <w:tab w:val="left" w:pos="993"/>
          <w:tab w:val="left" w:pos="1276"/>
        </w:tabs>
        <w:spacing w:after="0" w:line="360" w:lineRule="auto"/>
        <w:jc w:val="center"/>
        <w:rPr>
          <w:rFonts w:ascii="Times New Roman" w:hAnsi="Times New Roman"/>
          <w:b/>
          <w:sz w:val="28"/>
          <w:szCs w:val="28"/>
        </w:rPr>
      </w:pPr>
    </w:p>
    <w:p w:rsidR="00B76F9C" w:rsidRPr="006A42C7" w:rsidRDefault="00B76F9C" w:rsidP="003F5324">
      <w:pPr>
        <w:numPr>
          <w:ilvl w:val="0"/>
          <w:numId w:val="2"/>
        </w:numPr>
        <w:tabs>
          <w:tab w:val="left" w:pos="993"/>
          <w:tab w:val="left" w:pos="1276"/>
        </w:tabs>
        <w:spacing w:after="0" w:line="360" w:lineRule="auto"/>
        <w:ind w:left="0" w:firstLine="567"/>
        <w:contextualSpacing/>
        <w:jc w:val="both"/>
        <w:rPr>
          <w:rFonts w:ascii="Times New Roman" w:hAnsi="Times New Roman"/>
          <w:sz w:val="28"/>
          <w:szCs w:val="28"/>
        </w:rPr>
      </w:pPr>
      <w:r w:rsidRPr="006A42C7">
        <w:rPr>
          <w:rFonts w:ascii="Times New Roman" w:hAnsi="Times New Roman"/>
          <w:sz w:val="28"/>
          <w:szCs w:val="28"/>
        </w:rPr>
        <w:t>Планирование бюджетных ассигнований на оказание муниципальных услуг (выполнение работ) осуществляется по следующим направлениям:</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обеспечение выполнения функций муниципальных казенных учреждений;</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осуществление бюджетных инвестиций в объекты муниципальной собственности  поселения (за исключением муниципальных унитарных предприятий).</w:t>
      </w:r>
    </w:p>
    <w:p w:rsidR="00B76F9C" w:rsidRPr="006A42C7" w:rsidRDefault="00B76F9C" w:rsidP="006A42C7">
      <w:pPr>
        <w:tabs>
          <w:tab w:val="left" w:pos="993"/>
          <w:tab w:val="left" w:pos="1276"/>
        </w:tabs>
        <w:spacing w:after="0" w:line="360" w:lineRule="auto"/>
        <w:ind w:firstLine="709"/>
        <w:contextualSpacing/>
        <w:jc w:val="both"/>
        <w:rPr>
          <w:rFonts w:ascii="Times New Roman" w:hAnsi="Times New Roman"/>
          <w:sz w:val="28"/>
          <w:szCs w:val="28"/>
        </w:rPr>
      </w:pPr>
    </w:p>
    <w:p w:rsidR="00B76F9C" w:rsidRPr="006A42C7" w:rsidRDefault="00B76F9C" w:rsidP="003F5324">
      <w:pPr>
        <w:numPr>
          <w:ilvl w:val="1"/>
          <w:numId w:val="2"/>
        </w:numPr>
        <w:tabs>
          <w:tab w:val="left" w:pos="0"/>
          <w:tab w:val="left" w:pos="993"/>
        </w:tabs>
        <w:spacing w:after="0" w:line="360" w:lineRule="auto"/>
        <w:ind w:left="0" w:firstLine="851"/>
        <w:contextualSpacing/>
        <w:jc w:val="both"/>
        <w:rPr>
          <w:rFonts w:ascii="Times New Roman" w:hAnsi="Times New Roman"/>
          <w:sz w:val="28"/>
          <w:szCs w:val="28"/>
        </w:rPr>
      </w:pPr>
      <w:r w:rsidRPr="006A42C7">
        <w:rPr>
          <w:rFonts w:ascii="Times New Roman" w:hAnsi="Times New Roman"/>
          <w:sz w:val="28"/>
          <w:szCs w:val="28"/>
        </w:rPr>
        <w:t>Объем бюджетных ассигнований на обеспечение выполнения функций муниципальных казенных учреждений определяется:</w:t>
      </w:r>
    </w:p>
    <w:p w:rsidR="00B76F9C" w:rsidRPr="006A42C7" w:rsidRDefault="00B76F9C" w:rsidP="0050469E">
      <w:pPr>
        <w:numPr>
          <w:ilvl w:val="2"/>
          <w:numId w:val="2"/>
        </w:numPr>
        <w:tabs>
          <w:tab w:val="left" w:pos="567"/>
          <w:tab w:val="left" w:pos="993"/>
        </w:tabs>
        <w:spacing w:after="0" w:line="360" w:lineRule="auto"/>
        <w:ind w:left="0" w:firstLine="567"/>
        <w:contextualSpacing/>
        <w:jc w:val="both"/>
        <w:rPr>
          <w:rFonts w:ascii="Times New Roman" w:hAnsi="Times New Roman"/>
          <w:sz w:val="28"/>
          <w:szCs w:val="28"/>
        </w:rPr>
      </w:pPr>
      <w:r w:rsidRPr="006A42C7">
        <w:rPr>
          <w:rFonts w:ascii="Times New Roman" w:hAnsi="Times New Roman"/>
          <w:sz w:val="28"/>
          <w:szCs w:val="28"/>
        </w:rPr>
        <w:t>На основе нормативного метода расчета бюджетных ассигнований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из числа включенных в Перечень муниципальных услуг (выполнения работ), по которым должен производиться учет потребности в их предоставлении (выполнении) (далее – Перечень муниципальных услуг), по следующей формуле:</w:t>
      </w:r>
    </w:p>
    <w:p w:rsidR="00B76F9C" w:rsidRPr="006A42C7" w:rsidRDefault="00B76F9C" w:rsidP="006A42C7">
      <w:pPr>
        <w:tabs>
          <w:tab w:val="left" w:pos="0"/>
          <w:tab w:val="left" w:pos="993"/>
        </w:tabs>
        <w:spacing w:after="0" w:line="360" w:lineRule="auto"/>
        <w:ind w:left="709"/>
        <w:contextualSpacing/>
        <w:jc w:val="both"/>
        <w:rPr>
          <w:rFonts w:ascii="Times New Roman" w:hAnsi="Times New Roman"/>
          <w:sz w:val="28"/>
          <w:szCs w:val="28"/>
        </w:rPr>
      </w:pPr>
    </w:p>
    <w:p w:rsidR="00B76F9C" w:rsidRPr="006A42C7" w:rsidRDefault="00B76F9C" w:rsidP="006A42C7">
      <w:pPr>
        <w:tabs>
          <w:tab w:val="left" w:pos="0"/>
          <w:tab w:val="left" w:pos="993"/>
        </w:tabs>
        <w:spacing w:after="0" w:line="360" w:lineRule="auto"/>
        <w:ind w:left="709"/>
        <w:contextualSpacing/>
        <w:jc w:val="center"/>
        <w:rPr>
          <w:rFonts w:ascii="Times New Roman" w:hAnsi="Times New Roman"/>
          <w:sz w:val="28"/>
          <w:szCs w:val="28"/>
        </w:rPr>
      </w:pPr>
      <w:r w:rsidRPr="006A42C7">
        <w:rPr>
          <w:rFonts w:ascii="Times New Roman" w:hAnsi="Times New Roman"/>
          <w:sz w:val="28"/>
          <w:szCs w:val="28"/>
        </w:rPr>
        <w:t xml:space="preserve">        (1), где:</w:t>
      </w:r>
    </w:p>
    <w:p w:rsidR="00B76F9C" w:rsidRPr="006A42C7" w:rsidRDefault="00B76F9C" w:rsidP="006A42C7">
      <w:pPr>
        <w:tabs>
          <w:tab w:val="left" w:pos="0"/>
          <w:tab w:val="left" w:pos="993"/>
        </w:tabs>
        <w:spacing w:after="0" w:line="360" w:lineRule="auto"/>
        <w:ind w:left="709"/>
        <w:contextualSpacing/>
        <w:jc w:val="center"/>
        <w:rPr>
          <w:rFonts w:ascii="Times New Roman" w:hAnsi="Times New Roman"/>
          <w:sz w:val="28"/>
          <w:szCs w:val="28"/>
        </w:rPr>
      </w:pP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 xml:space="preserve">-ом  финансовом году на обеспечение выполнения функций муниципальных казенных учреждений, связанных с оказанием ими муниципальных услуг (выполнением работ) </w:t>
      </w:r>
      <w:r w:rsidRPr="006A42C7">
        <w:rPr>
          <w:rFonts w:ascii="Times New Roman" w:hAnsi="Times New Roman"/>
          <w:sz w:val="28"/>
          <w:szCs w:val="28"/>
          <w:lang w:val="en-US"/>
        </w:rPr>
        <w:t>j</w:t>
      </w:r>
      <w:r w:rsidRPr="006A42C7">
        <w:rPr>
          <w:rFonts w:ascii="Times New Roman" w:hAnsi="Times New Roman"/>
          <w:sz w:val="28"/>
          <w:szCs w:val="28"/>
        </w:rPr>
        <w:t>-го вида, включенной в Перечень муниципальных услуг;</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055D&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03055D&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H&lt;/m:t&gt;&lt;/m:r&gt;&lt;/m:e&gt;&lt;m:sup&gt;&lt;m:r&gt;&lt;w:rPr&gt;&lt;w:rFonts w:ascii=&quot;Cambria Math&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26" type="#_x0000_t75" style="width:16.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055D&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03055D&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H&lt;/m:t&gt;&lt;/m:r&gt;&lt;/m:e&gt;&lt;m:sup&gt;&lt;m:r&gt;&lt;w:rPr&gt;&lt;w:rFonts w:ascii=&quot;Cambria Math&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нормативные затраты, связанные с оказанием муниципальной услуги (выполнением работ) </w:t>
      </w:r>
      <w:r w:rsidRPr="006A42C7">
        <w:rPr>
          <w:rFonts w:ascii="Times New Roman" w:hAnsi="Times New Roman"/>
          <w:sz w:val="28"/>
          <w:szCs w:val="28"/>
          <w:lang w:val="en-US"/>
        </w:rPr>
        <w:t>j</w:t>
      </w:r>
      <w:r w:rsidRPr="006A42C7">
        <w:rPr>
          <w:rFonts w:ascii="Times New Roman" w:hAnsi="Times New Roman"/>
          <w:sz w:val="28"/>
          <w:szCs w:val="28"/>
        </w:rPr>
        <w:t>-го вида, включенной в Перечень муниципальных услуг;</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показатель, характеризующий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объем оказываемой муниципальной услуги (выполняемой работе), утвержденный постановлением администрации поселения;</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оплату коммунальных услуг муниципальных казенных учреждений, рассчитываемые по формуле 5 (6) настоящей Методики;</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в администрацию Калининского сельского поселения Малмыжского района отделом по управлению муниципальным имуществом и земельными ресурсами администрации Малмыжского района.</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p>
    <w:p w:rsidR="00B76F9C" w:rsidRPr="006A42C7" w:rsidRDefault="00B76F9C" w:rsidP="0050469E">
      <w:pPr>
        <w:numPr>
          <w:ilvl w:val="2"/>
          <w:numId w:val="2"/>
        </w:numPr>
        <w:tabs>
          <w:tab w:val="left" w:pos="0"/>
          <w:tab w:val="left" w:pos="993"/>
        </w:tabs>
        <w:spacing w:after="0" w:line="360" w:lineRule="auto"/>
        <w:ind w:left="142" w:firstLine="992"/>
        <w:contextualSpacing/>
        <w:jc w:val="both"/>
        <w:rPr>
          <w:rFonts w:ascii="Times New Roman" w:hAnsi="Times New Roman"/>
          <w:sz w:val="28"/>
          <w:szCs w:val="28"/>
        </w:rPr>
      </w:pPr>
      <w:r w:rsidRPr="006A42C7">
        <w:rPr>
          <w:rFonts w:ascii="Times New Roman" w:hAnsi="Times New Roman"/>
          <w:sz w:val="28"/>
          <w:szCs w:val="28"/>
        </w:rPr>
        <w:t>На основе метода индексации расчета бюджетных ассигнований в случае, когда до муниципальных казенных учреждений муниципальное задание не доводится, по следующей формуле:</w:t>
      </w:r>
    </w:p>
    <w:p w:rsidR="00B76F9C" w:rsidRPr="006A42C7" w:rsidRDefault="00B76F9C" w:rsidP="006A42C7">
      <w:pPr>
        <w:tabs>
          <w:tab w:val="left" w:pos="0"/>
          <w:tab w:val="left" w:pos="993"/>
        </w:tabs>
        <w:spacing w:after="0" w:line="360" w:lineRule="auto"/>
        <w:ind w:left="709"/>
        <w:contextualSpacing/>
        <w:jc w:val="both"/>
        <w:rPr>
          <w:rFonts w:ascii="Times New Roman" w:hAnsi="Times New Roman"/>
          <w:sz w:val="28"/>
          <w:szCs w:val="28"/>
        </w:rPr>
      </w:pPr>
    </w:p>
    <w:p w:rsidR="00B76F9C" w:rsidRPr="006A42C7" w:rsidRDefault="00B76F9C" w:rsidP="006A42C7">
      <w:pPr>
        <w:tabs>
          <w:tab w:val="left" w:pos="0"/>
          <w:tab w:val="left" w:pos="993"/>
        </w:tabs>
        <w:spacing w:after="0" w:line="360" w:lineRule="auto"/>
        <w:ind w:left="709"/>
        <w:contextualSpacing/>
        <w:jc w:val="center"/>
        <w:rPr>
          <w:rFonts w:ascii="Times New Roman" w:hAnsi="Times New Roman"/>
          <w:sz w:val="28"/>
          <w:szCs w:val="28"/>
        </w:rPr>
      </w:pPr>
      <w:r w:rsidRPr="006A42C7">
        <w:rPr>
          <w:rFonts w:ascii="Times New Roman" w:hAnsi="Times New Roman"/>
          <w:i/>
          <w:sz w:val="28"/>
          <w:szCs w:val="28"/>
        </w:rPr>
        <w:t xml:space="preserve"> </w:t>
      </w:r>
      <w:r w:rsidRPr="006A42C7">
        <w:rPr>
          <w:rFonts w:ascii="Times New Roman" w:hAnsi="Times New Roman"/>
          <w:sz w:val="28"/>
          <w:szCs w:val="28"/>
        </w:rPr>
        <w:t>(2), где:</w:t>
      </w:r>
    </w:p>
    <w:p w:rsidR="00B76F9C" w:rsidRPr="006A42C7" w:rsidRDefault="00B76F9C" w:rsidP="006A42C7">
      <w:pPr>
        <w:tabs>
          <w:tab w:val="left" w:pos="0"/>
          <w:tab w:val="left" w:pos="993"/>
        </w:tabs>
        <w:spacing w:after="0" w:line="360" w:lineRule="auto"/>
        <w:ind w:left="709"/>
        <w:contextualSpacing/>
        <w:jc w:val="both"/>
        <w:rPr>
          <w:rFonts w:ascii="Times New Roman" w:hAnsi="Times New Roman"/>
          <w:sz w:val="28"/>
          <w:szCs w:val="28"/>
        </w:rPr>
      </w:pP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обеспечение выполнения функций муниципальных казенных учреждений;</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оплату труда работников муниципальных казенных учреждений, рассчитываемые по следующей формуле:</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p>
    <w:p w:rsidR="00B76F9C" w:rsidRPr="006A42C7" w:rsidRDefault="00B76F9C" w:rsidP="006A42C7">
      <w:pPr>
        <w:tabs>
          <w:tab w:val="left" w:pos="0"/>
          <w:tab w:val="left" w:pos="993"/>
        </w:tabs>
        <w:spacing w:after="0" w:line="360" w:lineRule="auto"/>
        <w:contextualSpacing/>
        <w:jc w:val="center"/>
        <w:rPr>
          <w:rFonts w:ascii="Times New Roman" w:hAnsi="Times New Roman"/>
          <w:sz w:val="28"/>
          <w:szCs w:val="28"/>
        </w:rPr>
      </w:pPr>
      <w:r w:rsidRPr="006A42C7">
        <w:rPr>
          <w:rFonts w:ascii="Times New Roman" w:hAnsi="Times New Roman"/>
          <w:i/>
          <w:sz w:val="28"/>
          <w:szCs w:val="28"/>
        </w:rPr>
        <w:t xml:space="preserve"> </w:t>
      </w:r>
      <w:r w:rsidRPr="006A42C7">
        <w:rPr>
          <w:rFonts w:ascii="Times New Roman" w:hAnsi="Times New Roman"/>
          <w:sz w:val="28"/>
          <w:szCs w:val="28"/>
        </w:rPr>
        <w:t xml:space="preserve"> (3), где:</w:t>
      </w:r>
    </w:p>
    <w:p w:rsidR="00B76F9C" w:rsidRPr="006A42C7" w:rsidRDefault="00B76F9C" w:rsidP="006A42C7">
      <w:pPr>
        <w:tabs>
          <w:tab w:val="left" w:pos="0"/>
          <w:tab w:val="left" w:pos="993"/>
        </w:tabs>
        <w:spacing w:after="0" w:line="360" w:lineRule="auto"/>
        <w:contextualSpacing/>
        <w:jc w:val="center"/>
        <w:rPr>
          <w:rFonts w:ascii="Times New Roman" w:hAnsi="Times New Roman"/>
          <w:sz w:val="28"/>
          <w:szCs w:val="28"/>
        </w:rPr>
      </w:pP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27" type="#_x0000_t75" style="width:40.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8F4&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CB28F4&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lt;/m:t&gt;&lt;/m:r&gt;&lt;/m:e&gt;&lt;m:sub&gt;&lt;m:r&gt;&lt;w:rPr&gt;&lt;w:rFonts w:ascii=&quot;Cambria Math&quot; w:h-ansi=&quot;Cambria Math&quot;/&gt;&lt;wx:font wx:val=&quot;Cambria Math&quot;/&gt;&lt;w:i/&gt;&lt;w:sz w:val=&quot;24&quot;/&gt;&lt;w:sz-cs w:val=&quot;24&quot;/&gt;&lt;/w:rPr&gt;&lt;m:t&gt;Р—Рџ&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28" type="#_x0000_t75" style="width:40.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8F4&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CB28F4&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lt;/m:t&gt;&lt;/m:r&gt;&lt;/m:e&gt;&lt;m:sub&gt;&lt;m:r&gt;&lt;w:rPr&gt;&lt;w:rFonts w:ascii=&quot;Cambria Math&quot; w:h-ansi=&quot;Cambria Math&quot;/&gt;&lt;wx:font wx:val=&quot;Cambria Math&quot;/&gt;&lt;w:i/&gt;&lt;w:sz w:val=&quot;24&quot;/&gt;&lt;w:sz-cs w:val=&quot;24&quot;/&gt;&lt;/w:rPr&gt;&lt;m:t&gt;Р—Рџ&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плановый фонд оплаты труда работников муниципальных казенных учреждений на текущий год;</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среднегодовой коэффициент индексации фонда оплаты труда работников муниципальных казенных учреждений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рассчитываемый финансовым управлением администрации Малмыжского района, исходя из сроков и размеров повышения фонда оплаты работников, и применяемые в случае принятия Правительством области соответствующего решения;</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29" type="#_x0000_t75" style="width:34.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2640&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A2640&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Рђ&lt;/m:t&gt;&lt;/m:r&gt;&lt;/m:e&gt;&lt;m:sub&gt;&lt;m:r&gt;&lt;w:rPr&gt;&lt;w:rFonts w:ascii=&quot;Cambria Math&quot; w:h-ansi=&quot;Cambria Math&quot;/&gt;&lt;wx:font wx:val=&quot;Cambria Math&quot;/&gt;&lt;w:i/&gt;&lt;w:sz w:val=&quot;24&quot;/&gt;&lt;w:sz-cs w:val=&quot;24&quot;/&gt;&lt;/w:rPr&gt;&lt;m:t&gt;Рќ&lt;/m:t&gt;&lt;/m:r&gt;&lt;/m:sub&gt;&lt;/m:sSub&gt;&lt;m:d&gt;&lt;m:dPr&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lang w:val=&quot;EN-US&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30" type="#_x0000_t75" style="width:34.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2640&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A2640&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Рђ&lt;/m:t&gt;&lt;/m:r&gt;&lt;/m:e&gt;&lt;m:sub&gt;&lt;m:r&gt;&lt;w:rPr&gt;&lt;w:rFonts w:ascii=&quot;Cambria Math&quot; w:h-ansi=&quot;Cambria Math&quot;/&gt;&lt;wx:font wx:val=&quot;Cambria Math&quot;/&gt;&lt;w:i/&gt;&lt;w:sz w:val=&quot;24&quot;/&gt;&lt;w:sz-cs w:val=&quot;24&quot;/&gt;&lt;/w:rPr&gt;&lt;m:t&gt;Рќ&lt;/m:t&gt;&lt;/m:r&gt;&lt;/m:sub&gt;&lt;/m:sSub&gt;&lt;m:d&gt;&lt;m:dPr&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lang w:val=&quot;EN-US&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а также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рассчитываемые по следующей формуле:</w:t>
      </w:r>
    </w:p>
    <w:p w:rsidR="00B76F9C" w:rsidRPr="006A42C7" w:rsidRDefault="00B76F9C" w:rsidP="006A42C7">
      <w:pPr>
        <w:tabs>
          <w:tab w:val="left" w:pos="0"/>
          <w:tab w:val="left" w:pos="993"/>
        </w:tabs>
        <w:spacing w:after="0" w:line="360" w:lineRule="auto"/>
        <w:contextualSpacing/>
        <w:jc w:val="center"/>
        <w:rPr>
          <w:rFonts w:ascii="Times New Roman" w:hAnsi="Times New Roman"/>
          <w:sz w:val="28"/>
          <w:szCs w:val="28"/>
        </w:rPr>
      </w:pPr>
      <w:r w:rsidRPr="006A42C7">
        <w:rPr>
          <w:rFonts w:ascii="Times New Roman" w:hAnsi="Times New Roman"/>
          <w:sz w:val="28"/>
          <w:szCs w:val="28"/>
        </w:rPr>
        <w:t xml:space="preserve">   (4), где:</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оплату труда работников муниципальных казенных учреждений, рассчитанные по формуле 3 настоящей Методики;</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r w:rsidRPr="006A42C7">
        <w:rPr>
          <w:rFonts w:ascii="Times New Roman" w:hAnsi="Times New Roman"/>
          <w:sz w:val="24"/>
          <w:szCs w:val="24"/>
        </w:rPr>
        <w:t>Т</w:t>
      </w:r>
      <w:r w:rsidRPr="006A42C7">
        <w:rPr>
          <w:rFonts w:ascii="Times New Roman" w:hAnsi="Times New Roman"/>
          <w:sz w:val="28"/>
          <w:szCs w:val="28"/>
        </w:rPr>
        <w:t xml:space="preserve"> – тарифы страховых взносов (страховые тарифы), установленные соответствующими федеральными законами;</w:t>
      </w:r>
    </w:p>
    <w:p w:rsidR="00B76F9C" w:rsidRPr="006A42C7" w:rsidRDefault="00B76F9C" w:rsidP="006A42C7">
      <w:pPr>
        <w:tabs>
          <w:tab w:val="left" w:pos="0"/>
          <w:tab w:val="left" w:pos="993"/>
        </w:tabs>
        <w:spacing w:after="0" w:line="360" w:lineRule="auto"/>
        <w:contextualSpacing/>
        <w:jc w:val="both"/>
        <w:rPr>
          <w:rFonts w:ascii="Times New Roman" w:hAnsi="Times New Roman"/>
          <w:sz w:val="28"/>
          <w:szCs w:val="28"/>
        </w:rPr>
      </w:pP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оплату  коммунальных услуг муниципальных казенных учреждений, рассчитываемые по следующим формулам:</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p>
    <w:p w:rsidR="00B76F9C" w:rsidRPr="006A42C7" w:rsidRDefault="00B76F9C" w:rsidP="006A42C7">
      <w:pPr>
        <w:numPr>
          <w:ilvl w:val="0"/>
          <w:numId w:val="3"/>
        </w:num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при наличии у муниципальных казенных учреждений приборов учета:</w:t>
      </w:r>
    </w:p>
    <w:p w:rsidR="00B76F9C" w:rsidRPr="006A42C7" w:rsidRDefault="00B76F9C" w:rsidP="006A42C7">
      <w:pPr>
        <w:tabs>
          <w:tab w:val="left" w:pos="993"/>
          <w:tab w:val="left" w:pos="1276"/>
        </w:tabs>
        <w:spacing w:after="0" w:line="360" w:lineRule="auto"/>
        <w:ind w:left="720"/>
        <w:contextualSpacing/>
        <w:jc w:val="both"/>
        <w:rPr>
          <w:rFonts w:ascii="Times New Roman" w:hAnsi="Times New Roman"/>
          <w:sz w:val="28"/>
          <w:szCs w:val="28"/>
        </w:rPr>
      </w:pPr>
    </w:p>
    <w:p w:rsidR="00B76F9C" w:rsidRPr="006A42C7" w:rsidRDefault="00B76F9C" w:rsidP="006A42C7">
      <w:pPr>
        <w:tabs>
          <w:tab w:val="left" w:pos="993"/>
          <w:tab w:val="left" w:pos="1276"/>
        </w:tabs>
        <w:spacing w:after="0" w:line="360" w:lineRule="auto"/>
        <w:ind w:left="720"/>
        <w:contextualSpacing/>
        <w:jc w:val="center"/>
        <w:rPr>
          <w:rFonts w:ascii="Times New Roman" w:hAnsi="Times New Roman"/>
          <w:sz w:val="28"/>
          <w:szCs w:val="28"/>
        </w:rPr>
      </w:pPr>
      <w:r w:rsidRPr="006A42C7">
        <w:rPr>
          <w:rFonts w:ascii="Times New Roman" w:hAnsi="Times New Roman"/>
          <w:sz w:val="28"/>
          <w:szCs w:val="28"/>
        </w:rPr>
        <w:t xml:space="preserve"> (5), где:</w:t>
      </w:r>
    </w:p>
    <w:p w:rsidR="00B76F9C" w:rsidRPr="006A42C7" w:rsidRDefault="00B76F9C" w:rsidP="006A42C7">
      <w:pPr>
        <w:tabs>
          <w:tab w:val="left" w:pos="993"/>
          <w:tab w:val="left" w:pos="1276"/>
        </w:tabs>
        <w:spacing w:after="0" w:line="360" w:lineRule="auto"/>
        <w:ind w:left="720"/>
        <w:contextualSpacing/>
        <w:jc w:val="center"/>
        <w:rPr>
          <w:rFonts w:ascii="Times New Roman" w:hAnsi="Times New Roman"/>
          <w:sz w:val="28"/>
          <w:szCs w:val="28"/>
        </w:rPr>
      </w:pP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31" type="#_x0000_t75" style="width:39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4642A&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A4642A&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32" type="#_x0000_t75" style="width:39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4642A&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A4642A&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объем фактически потребленных муниципальными казенными учреждениями ресурсов </w:t>
      </w:r>
      <w:r w:rsidRPr="006A42C7">
        <w:rPr>
          <w:rFonts w:ascii="Times New Roman" w:hAnsi="Times New Roman"/>
          <w:sz w:val="28"/>
          <w:szCs w:val="28"/>
          <w:lang w:val="en-US"/>
        </w:rPr>
        <w:t>j</w:t>
      </w:r>
      <w:r w:rsidRPr="006A42C7">
        <w:rPr>
          <w:rFonts w:ascii="Times New Roman" w:hAnsi="Times New Roman"/>
          <w:sz w:val="28"/>
          <w:szCs w:val="28"/>
        </w:rPr>
        <w:t>-го вида в отчетном году;</w:t>
      </w: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33" type="#_x0000_t75" style="width:38.2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0D3B&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2D0D3B&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ў&lt;/m:t&gt;&lt;/m:r&gt;&lt;/m:e&gt;&lt;m:sup&gt;&lt;m:r&gt;&lt;w:rPr&gt;&lt;w:rFonts w:ascii=&quot;Cambria Math&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34" type="#_x0000_t75" style="width:38.2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0D3B&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2D0D3B&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ў&lt;/m:t&gt;&lt;/m:r&gt;&lt;/m:e&gt;&lt;m:sup&gt;&lt;m:r&gt;&lt;w:rPr&gt;&lt;w:rFonts w:ascii=&quot;Cambria Math&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тариф (цена) на ресурс </w:t>
      </w:r>
      <w:r w:rsidRPr="006A42C7">
        <w:rPr>
          <w:rFonts w:ascii="Times New Roman" w:hAnsi="Times New Roman"/>
          <w:sz w:val="28"/>
          <w:szCs w:val="28"/>
          <w:lang w:val="en-US"/>
        </w:rPr>
        <w:t>j</w:t>
      </w:r>
      <w:r w:rsidRPr="006A42C7">
        <w:rPr>
          <w:rFonts w:ascii="Times New Roman" w:hAnsi="Times New Roman"/>
          <w:sz w:val="28"/>
          <w:szCs w:val="28"/>
        </w:rPr>
        <w:t>-го вида (с учетом налога на добавленную стоимость) в текущем финансовом году;</w:t>
      </w: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35" type="#_x0000_t75" style="width:9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14C7&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4C14C7&quot;&gt;&lt;m:oMathPara&gt;&lt;m:oMath&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љ&lt;/m:t&gt;&lt;/m:r&gt;&lt;/m:e&gt;&lt;m:sub&gt;&lt;m:r&gt;&lt;w:rPr&gt;&lt;w:rFonts w:ascii=&quot;Cambria Math&quot; w:h-ansi=&quot;Cambria Math&quot;/&gt;&lt;wx:font wx:val=&quot;Cambria Math&quot;/&gt;&lt;w:i/&gt;&lt;w:sz w:val=&quot;24&quot;/&gt;&lt;w:sz-cs w:val=&quot;24&quot;/&gt;&lt;/w:rPr&gt;&lt;m:t&gt;РљР &lt;/m:t&gt;&lt;/m:r&gt;&lt;/m:sub&gt;&lt;m:sup&gt;&lt;m:r&gt;&lt;w:rPr&gt;&lt;w:rFonts w:ascii=&quot;Cambria Math&quot; w:h-ansi=&quot;Cambria Math&quot;/&gt;&lt;wx:font wx:val=&quot;Cambria Math&quot;/&gt;&lt;w:i/&gt;&lt;w:sz w:val=&quot;24&quot;/&gt;&lt;w:sz-cs w:val=&quot;24&quot;/&gt;&lt;w:lang w:val=&quot;EN-US&quot;/&gt;&lt;/w:rPr&gt;&lt;m:t&gt;j&lt;/m:t&gt;&lt;/m:r&gt;&lt;/m:sup&gt;&lt;/m:sSubSup&gt;&lt;m:r&gt;&lt;w:rPr&gt;&lt;w:rFonts w:ascii=&quot;Cambria Math&quot; w:fareast=&quot;Times New Roman&quot; w:h-ansi=&quot;Cambria Math&quot;/&gt;&lt;wx:font wx:val=&quot;Cambria Math&quot;/&gt;&lt;w:i/&gt;&lt;w:sz w:val=&quot;24&quot;/&gt;&lt;w:sz-cs w:val=&quot;24&quot;/&gt;&lt;/w:rPr&gt;&lt;m:t&gt;(&lt;/m:t&gt;&lt;/m:r&gt;&lt;m:r&gt;&lt;w:rPr&gt;&lt;w:rFonts w:ascii=&quot;Cambria Math&quot; w:fareast=&quot;Times New Roman&quot; w:h-ansi=&quot;Cambria Math&quot;/&gt;&lt;wx:font wx:val=&quot;Cambria Math&quot;/&gt;&lt;w:i/&gt;&lt;w:sz w:val=&quot;24&quot;/&gt;&lt;w:sz-cs w:val=&quot;24&quot;/&gt;&lt;w:lang w:val=&quot;EN-US&quot;/&gt;&lt;/w:rPr&gt;&lt;m:t&gt;i&lt;/m:t&gt;&lt;/m:r&gt;&lt;m:r&gt;&lt;w:rPr&gt;&lt;w:rFonts w:ascii=&quot;Cambria Math&quot; w:fareast=&quot;Times New Roman&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36" type="#_x0000_t75" style="width:9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14C7&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4C14C7&quot;&gt;&lt;m:oMathPara&gt;&lt;m:oMath&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љ&lt;/m:t&gt;&lt;/m:r&gt;&lt;/m:e&gt;&lt;m:sub&gt;&lt;m:r&gt;&lt;w:rPr&gt;&lt;w:rFonts w:ascii=&quot;Cambria Math&quot; w:h-ansi=&quot;Cambria Math&quot;/&gt;&lt;wx:font wx:val=&quot;Cambria Math&quot;/&gt;&lt;w:i/&gt;&lt;w:sz w:val=&quot;24&quot;/&gt;&lt;w:sz-cs w:val=&quot;24&quot;/&gt;&lt;/w:rPr&gt;&lt;m:t&gt;РљР &lt;/m:t&gt;&lt;/m:r&gt;&lt;/m:sub&gt;&lt;m:sup&gt;&lt;m:r&gt;&lt;w:rPr&gt;&lt;w:rFonts w:ascii=&quot;Cambria Math&quot; w:h-ansi=&quot;Cambria Math&quot;/&gt;&lt;wx:font wx:val=&quot;Cambria Math&quot;/&gt;&lt;w:i/&gt;&lt;w:sz w:val=&quot;24&quot;/&gt;&lt;w:sz-cs w:val=&quot;24&quot;/&gt;&lt;w:lang w:val=&quot;EN-US&quot;/&gt;&lt;/w:rPr&gt;&lt;m:t&gt;j&lt;/m:t&gt;&lt;/m:r&gt;&lt;/m:sup&gt;&lt;/m:sSubSup&gt;&lt;m:r&gt;&lt;w:rPr&gt;&lt;w:rFonts w:ascii=&quot;Cambria Math&quot; w:fareast=&quot;Times New Roman&quot; w:h-ansi=&quot;Cambria Math&quot;/&gt;&lt;wx:font wx:val=&quot;Cambria Math&quot;/&gt;&lt;w:i/&gt;&lt;w:sz w:val=&quot;24&quot;/&gt;&lt;w:sz-cs w:val=&quot;24&quot;/&gt;&lt;/w:rPr&gt;&lt;m:t&gt;(&lt;/m:t&gt;&lt;/m:r&gt;&lt;m:r&gt;&lt;w:rPr&gt;&lt;w:rFonts w:ascii=&quot;Cambria Math&quot; w:fareast=&quot;Times New Roman&quot; w:h-ansi=&quot;Cambria Math&quot;/&gt;&lt;wx:font wx:val=&quot;Cambria Math&quot;/&gt;&lt;w:i/&gt;&lt;w:sz w:val=&quot;24&quot;/&gt;&lt;w:sz-cs w:val=&quot;24&quot;/&gt;&lt;w:lang w:val=&quot;EN-US&quot;/&gt;&lt;/w:rPr&gt;&lt;m:t&gt;i&lt;/m:t&gt;&lt;/m:r&gt;&lt;m:r&gt;&lt;w:rPr&gt;&lt;w:rFonts w:ascii=&quot;Cambria Math&quot; w:fareast=&quot;Times New Roman&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среднегодовой индекс изменения тарифов (цен) на ресурс </w:t>
      </w:r>
      <w:r w:rsidRPr="006A42C7">
        <w:rPr>
          <w:rFonts w:ascii="Times New Roman" w:hAnsi="Times New Roman"/>
          <w:sz w:val="28"/>
          <w:szCs w:val="28"/>
          <w:lang w:val="en-US"/>
        </w:rPr>
        <w:t>j</w:t>
      </w:r>
      <w:r w:rsidRPr="006A42C7">
        <w:rPr>
          <w:rFonts w:ascii="Times New Roman" w:hAnsi="Times New Roman"/>
          <w:sz w:val="28"/>
          <w:szCs w:val="28"/>
        </w:rPr>
        <w:t xml:space="preserve">-го вида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w:t>
      </w: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p>
    <w:p w:rsidR="00B76F9C" w:rsidRPr="006A42C7" w:rsidRDefault="00B76F9C" w:rsidP="006A42C7">
      <w:pPr>
        <w:numPr>
          <w:ilvl w:val="0"/>
          <w:numId w:val="3"/>
        </w:numPr>
        <w:tabs>
          <w:tab w:val="left" w:pos="709"/>
          <w:tab w:val="left" w:pos="1276"/>
        </w:tabs>
        <w:spacing w:after="0" w:line="360" w:lineRule="auto"/>
        <w:ind w:firstLine="360"/>
        <w:contextualSpacing/>
        <w:jc w:val="both"/>
        <w:rPr>
          <w:rFonts w:ascii="Times New Roman" w:hAnsi="Times New Roman"/>
          <w:sz w:val="28"/>
          <w:szCs w:val="28"/>
        </w:rPr>
      </w:pPr>
      <w:r w:rsidRPr="006A42C7">
        <w:rPr>
          <w:rFonts w:ascii="Times New Roman" w:hAnsi="Times New Roman"/>
          <w:sz w:val="28"/>
          <w:szCs w:val="28"/>
        </w:rPr>
        <w:t>при отсутствии у муниципальных казенных учреждений приборов учета:</w:t>
      </w:r>
    </w:p>
    <w:p w:rsidR="00B76F9C" w:rsidRPr="006A42C7" w:rsidRDefault="00B76F9C" w:rsidP="006A42C7">
      <w:pPr>
        <w:tabs>
          <w:tab w:val="left" w:pos="709"/>
          <w:tab w:val="left" w:pos="1276"/>
        </w:tabs>
        <w:spacing w:after="0" w:line="360" w:lineRule="auto"/>
        <w:ind w:left="360"/>
        <w:contextualSpacing/>
        <w:jc w:val="center"/>
        <w:rPr>
          <w:rFonts w:ascii="Times New Roman" w:hAnsi="Times New Roman"/>
          <w:sz w:val="28"/>
          <w:szCs w:val="28"/>
        </w:rPr>
      </w:pPr>
      <w:r w:rsidRPr="006A42C7">
        <w:rPr>
          <w:rFonts w:ascii="Times New Roman" w:hAnsi="Times New Roman"/>
          <w:sz w:val="28"/>
          <w:szCs w:val="28"/>
        </w:rPr>
        <w:t xml:space="preserve"> (6), где:</w:t>
      </w:r>
    </w:p>
    <w:p w:rsidR="00B76F9C" w:rsidRPr="006A42C7" w:rsidRDefault="00B76F9C" w:rsidP="006A42C7">
      <w:pPr>
        <w:tabs>
          <w:tab w:val="left" w:pos="709"/>
          <w:tab w:val="left" w:pos="1276"/>
        </w:tabs>
        <w:spacing w:after="0" w:line="360" w:lineRule="auto"/>
        <w:ind w:left="360"/>
        <w:contextualSpacing/>
        <w:jc w:val="center"/>
        <w:rPr>
          <w:rFonts w:ascii="Times New Roman" w:hAnsi="Times New Roman"/>
          <w:sz w:val="28"/>
          <w:szCs w:val="28"/>
        </w:rPr>
      </w:pP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37" type="#_x0000_t75" style="width:21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37C90&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237C90&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љР &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38" type="#_x0000_t75" style="width:21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37C90&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237C90&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љР &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бюджетные ассигнования на оплату ресурса </w:t>
      </w:r>
      <w:r w:rsidRPr="006A42C7">
        <w:rPr>
          <w:rFonts w:ascii="Times New Roman" w:hAnsi="Times New Roman"/>
          <w:sz w:val="28"/>
          <w:szCs w:val="28"/>
          <w:lang w:val="en-US"/>
        </w:rPr>
        <w:t>j</w:t>
      </w:r>
      <w:r w:rsidRPr="006A42C7">
        <w:rPr>
          <w:rFonts w:ascii="Times New Roman" w:hAnsi="Times New Roman"/>
          <w:sz w:val="28"/>
          <w:szCs w:val="28"/>
        </w:rPr>
        <w:t>-го вида в текущем году;</w:t>
      </w: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39" type="#_x0000_t75" style="width:9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5AD5&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05AD5&quot;&gt;&lt;m:oMathPara&gt;&lt;m:oMath&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љ&lt;/m:t&gt;&lt;/m:r&gt;&lt;/m:e&gt;&lt;m:sub&gt;&lt;m:r&gt;&lt;w:rPr&gt;&lt;w:rFonts w:ascii=&quot;Cambria Math&quot; w:h-ansi=&quot;Cambria Math&quot;/&gt;&lt;wx:font wx:val=&quot;Cambria Math&quot;/&gt;&lt;w:i/&gt;&lt;w:sz w:val=&quot;24&quot;/&gt;&lt;w:sz-cs w:val=&quot;24&quot;/&gt;&lt;/w:rPr&gt;&lt;m:t&gt;РљР &lt;/m:t&gt;&lt;/m:r&gt;&lt;/m:sub&gt;&lt;m:sup&gt;&lt;m:r&gt;&lt;w:rPr&gt;&lt;w:rFonts w:ascii=&quot;Cambria Math&quot; w:h-ansi=&quot;Cambria Math&quot;/&gt;&lt;wx:font wx:val=&quot;Cambria Math&quot;/&gt;&lt;w:i/&gt;&lt;w:sz w:val=&quot;24&quot;/&gt;&lt;w:sz-cs w:val=&quot;24&quot;/&gt;&lt;w:lang w:val=&quot;EN-US&quot;/&gt;&lt;/w:rPr&gt;&lt;m:t&gt;j&lt;/m:t&gt;&lt;/m:r&gt;&lt;/m:sup&gt;&lt;/m:sSubSup&gt;&lt;m:r&gt;&lt;w:rPr&gt;&lt;w:rFonts w:ascii=&quot;Cambria Math&quot; w:h-ansi=&quot;Cambria Math&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40" type="#_x0000_t75" style="width:91.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5AD5&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05AD5&quot;&gt;&lt;m:oMathPara&gt;&lt;m:oMath&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љ&lt;/m:t&gt;&lt;/m:r&gt;&lt;/m:e&gt;&lt;m:sub&gt;&lt;m:r&gt;&lt;w:rPr&gt;&lt;w:rFonts w:ascii=&quot;Cambria Math&quot; w:h-ansi=&quot;Cambria Math&quot;/&gt;&lt;wx:font wx:val=&quot;Cambria Math&quot;/&gt;&lt;w:i/&gt;&lt;w:sz w:val=&quot;24&quot;/&gt;&lt;w:sz-cs w:val=&quot;24&quot;/&gt;&lt;/w:rPr&gt;&lt;m:t&gt;РљР &lt;/m:t&gt;&lt;/m:r&gt;&lt;/m:sub&gt;&lt;m:sup&gt;&lt;m:r&gt;&lt;w:rPr&gt;&lt;w:rFonts w:ascii=&quot;Cambria Math&quot; w:h-ansi=&quot;Cambria Math&quot;/&gt;&lt;wx:font wx:val=&quot;Cambria Math&quot;/&gt;&lt;w:i/&gt;&lt;w:sz w:val=&quot;24&quot;/&gt;&lt;w:sz-cs w:val=&quot;24&quot;/&gt;&lt;w:lang w:val=&quot;EN-US&quot;/&gt;&lt;/w:rPr&gt;&lt;m:t&gt;j&lt;/m:t&gt;&lt;/m:r&gt;&lt;/m:sup&gt;&lt;/m:sSubSup&gt;&lt;m:r&gt;&lt;w:rPr&gt;&lt;w:rFonts w:ascii=&quot;Cambria Math&quot; w:h-ansi=&quot;Cambria Math&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среднегодовой индекс изменения тарифов (цен) на ресурс </w:t>
      </w:r>
      <w:r w:rsidRPr="006A42C7">
        <w:rPr>
          <w:rFonts w:ascii="Times New Roman" w:hAnsi="Times New Roman"/>
          <w:sz w:val="28"/>
          <w:szCs w:val="28"/>
          <w:lang w:val="en-US"/>
        </w:rPr>
        <w:t>j</w:t>
      </w:r>
      <w:r w:rsidRPr="006A42C7">
        <w:rPr>
          <w:rFonts w:ascii="Times New Roman" w:hAnsi="Times New Roman"/>
          <w:sz w:val="28"/>
          <w:szCs w:val="28"/>
        </w:rPr>
        <w:t xml:space="preserve">-го вида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рассчитываемый финансовым управлением администрации Малмыжского района, исходя из сроков и размеров повышения тарифов (цен);</w:t>
      </w: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муниципальных  казенных учреждений на оплату поставок товаров, выполнения работ, оказания услуг для муниципальных нужд поселения (за исключением бюджетных ассигнований на оплату коммунальных услуг), рассчитываемые по следующей формуле:</w:t>
      </w: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p>
    <w:p w:rsidR="00B76F9C" w:rsidRPr="006A42C7" w:rsidRDefault="00B76F9C" w:rsidP="006A42C7">
      <w:pPr>
        <w:tabs>
          <w:tab w:val="left" w:pos="709"/>
          <w:tab w:val="left" w:pos="1276"/>
        </w:tabs>
        <w:spacing w:after="0" w:line="360" w:lineRule="auto"/>
        <w:jc w:val="center"/>
        <w:rPr>
          <w:rFonts w:ascii="Times New Roman" w:hAnsi="Times New Roman"/>
          <w:sz w:val="28"/>
          <w:szCs w:val="28"/>
        </w:rPr>
      </w:pPr>
      <w:r w:rsidRPr="006A42C7">
        <w:rPr>
          <w:rFonts w:ascii="Times New Roman" w:hAnsi="Times New Roman"/>
          <w:sz w:val="28"/>
          <w:szCs w:val="28"/>
        </w:rPr>
        <w:t xml:space="preserve"> (7), где:</w:t>
      </w:r>
    </w:p>
    <w:p w:rsidR="00B76F9C" w:rsidRPr="006A42C7" w:rsidRDefault="00B76F9C" w:rsidP="006A42C7">
      <w:pPr>
        <w:tabs>
          <w:tab w:val="left" w:pos="709"/>
          <w:tab w:val="left" w:pos="1276"/>
        </w:tabs>
        <w:spacing w:after="0" w:line="360" w:lineRule="auto"/>
        <w:jc w:val="both"/>
        <w:rPr>
          <w:rFonts w:ascii="Times New Roman" w:hAnsi="Times New Roman"/>
          <w:sz w:val="28"/>
          <w:szCs w:val="28"/>
        </w:rPr>
      </w:pPr>
      <w:r w:rsidRPr="006A42C7">
        <w:rPr>
          <w:rFonts w:ascii="Times New Roman" w:hAnsi="Times New Roman"/>
          <w:sz w:val="28"/>
          <w:szCs w:val="28"/>
        </w:rPr>
        <w:t xml:space="preserve"> - бюджетные ассигнования в текущем финансовом году муниципальных казенных учреждений на оплату поставок товаров, выполнения работ, оказания услуг для муниципальных нужд поселения (за  исключением бюджетных ассигнований на оплату коммунальных услуг);</w:t>
      </w: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p>
    <w:p w:rsidR="00B76F9C" w:rsidRPr="006A42C7" w:rsidRDefault="00B76F9C" w:rsidP="006A42C7">
      <w:pPr>
        <w:tabs>
          <w:tab w:val="left" w:pos="993"/>
          <w:tab w:val="left" w:pos="1276"/>
        </w:tabs>
        <w:spacing w:after="0" w:line="360" w:lineRule="auto"/>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в финансовое управление администрации Малмыжского района отделом по управлению муниципальным имуществом и земельными ресурсами администрации Малмыжского района.</w:t>
      </w:r>
    </w:p>
    <w:p w:rsidR="00B76F9C" w:rsidRPr="006A42C7" w:rsidRDefault="00B76F9C" w:rsidP="006A42C7">
      <w:pPr>
        <w:tabs>
          <w:tab w:val="left" w:pos="993"/>
          <w:tab w:val="left" w:pos="1276"/>
        </w:tabs>
        <w:spacing w:after="0" w:line="360" w:lineRule="auto"/>
        <w:jc w:val="both"/>
        <w:rPr>
          <w:rFonts w:ascii="Times New Roman" w:hAnsi="Times New Roman"/>
          <w:color w:val="000000"/>
          <w:sz w:val="28"/>
          <w:szCs w:val="28"/>
        </w:rPr>
      </w:pPr>
    </w:p>
    <w:p w:rsidR="00B76F9C" w:rsidRPr="006A42C7" w:rsidRDefault="00B76F9C" w:rsidP="0050469E">
      <w:pPr>
        <w:numPr>
          <w:ilvl w:val="2"/>
          <w:numId w:val="2"/>
        </w:numPr>
        <w:tabs>
          <w:tab w:val="left" w:pos="993"/>
          <w:tab w:val="left" w:pos="1276"/>
        </w:tabs>
        <w:spacing w:after="0" w:line="360" w:lineRule="auto"/>
        <w:ind w:left="142" w:firstLine="851"/>
        <w:contextualSpacing/>
        <w:jc w:val="both"/>
        <w:rPr>
          <w:rFonts w:ascii="Times New Roman" w:hAnsi="Times New Roman"/>
          <w:color w:val="000000"/>
          <w:sz w:val="28"/>
          <w:szCs w:val="28"/>
        </w:rPr>
      </w:pPr>
      <w:r w:rsidRPr="006A42C7">
        <w:rPr>
          <w:rFonts w:ascii="Times New Roman" w:hAnsi="Times New Roman"/>
          <w:color w:val="000000"/>
          <w:sz w:val="28"/>
          <w:szCs w:val="28"/>
        </w:rPr>
        <w:t>На основе нормативного метода расчета бюджетных ассигнований для финансового обеспечения выполнения функций администрации Калининского сельского поселения Малмыжского района по следующей формуле:</w:t>
      </w:r>
    </w:p>
    <w:p w:rsidR="00B76F9C" w:rsidRPr="006A42C7" w:rsidRDefault="00B76F9C" w:rsidP="006A42C7">
      <w:pPr>
        <w:tabs>
          <w:tab w:val="left" w:pos="993"/>
          <w:tab w:val="left" w:pos="1276"/>
        </w:tabs>
        <w:spacing w:after="0" w:line="360" w:lineRule="auto"/>
        <w:ind w:left="709"/>
        <w:contextualSpacing/>
        <w:jc w:val="both"/>
        <w:rPr>
          <w:rFonts w:ascii="Times New Roman" w:hAnsi="Times New Roman"/>
          <w:sz w:val="28"/>
          <w:szCs w:val="28"/>
        </w:rPr>
      </w:pPr>
    </w:p>
    <w:p w:rsidR="00B76F9C" w:rsidRPr="006A42C7" w:rsidRDefault="00B76F9C" w:rsidP="006A42C7">
      <w:pPr>
        <w:tabs>
          <w:tab w:val="left" w:pos="993"/>
          <w:tab w:val="left" w:pos="1276"/>
        </w:tabs>
        <w:spacing w:after="0" w:line="360" w:lineRule="auto"/>
        <w:ind w:left="709"/>
        <w:contextualSpacing/>
        <w:jc w:val="center"/>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41" type="#_x0000_t75" style="width:175.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483A&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14483A&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Рђ&lt;/m:t&gt;&lt;/m:r&gt;&lt;/m:e&gt;&lt;m:sub&gt;&lt;m:r&gt;&lt;w:rPr&gt;&lt;w:rFonts w:ascii=&quot;Cambria Math&quot; w:h-ansi=&quot;Cambria Math&quot;/&gt;&lt;wx:font wx:val=&quot;Cambria Math&quot;/&gt;&lt;w:i/&gt;&lt;w:sz w:val=&quot;28&quot;/&gt;&lt;w:sz-cs w:val=&quot;28&quot;/&gt;&lt;/w:rPr&gt;&lt;m:t&gt;РћР“Р’&lt;/m:t&gt;&lt;/m:r&gt;&lt;/m:sub&gt;&lt;m:sup&gt;&lt;m:r&gt;&lt;w:rPr&gt;&lt;w:rFonts w:ascii=&quot;Cambria Math&quot; w:h-ansi=&quot;Cambria Math&quot;/&gt;&lt;wx:font wx:val=&quot;Cambria Math&quot;/&gt;&lt;w:i/&gt;&lt;w:sz w:val=&quot;28&quot;/&gt;&lt;w:sz-cs w:val=&quot;28&quot;/&gt;&lt;w:lang w:val=&quot;EN-US&quot;/&gt;&lt;/w:rPr&gt;&lt;m:t&gt;j&lt;/m:t&gt;&lt;/m:r&gt;&lt;/m:sup&gt;&lt;/m:sSubSup&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lang w:val=&quot;EN-US&quot;/&gt;&lt;/w:rPr&gt;&lt;m:t&gt;i&lt;/m:t&gt;&lt;/m:r&gt;&lt;/m:e&gt;&lt;/m:d&gt;&lt;m:r&gt;&lt;w:rPr&gt;&lt;w:rFonts w:ascii=&quot;Cambria Math&quot; w:h-ansi=&quot;Cambria Math&quot;/&gt;&lt;wx:font wx:val=&quot;Cambria Math&quot;/&gt;&lt;w:i/&gt;&lt;w:sz w:val=&quot;28&quot;/&gt;&lt;w:sz-cs w:val=&quot;28&quot;/&gt;&lt;/w:rPr&gt;&lt;m:t&gt;=РќГ—&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Р§&lt;/m:t&gt;&lt;/m:r&gt;&lt;/m:e&gt;&lt;m:sup&gt;&lt;m:r&gt;&lt;w:rPr&gt;&lt;w:rFonts w:ascii=&quot;Cambria Math&quot; w:h-ansi=&quot;Cambria Math&quot;/&gt;&lt;wx:font wx:val=&quot;Cambria Math&quot;/&gt;&lt;w:i/&gt;&lt;w:sz w:val=&quot;28&quot;/&gt;&lt;w:sz-cs w:val=&quot;28&quot;/&gt;&lt;w:lang w:val=&quot;EN-US&quot;/&gt;&lt;/w:rPr&gt;&lt;m:t&gt;j&lt;/m:t&gt;&lt;/m:r&gt;&lt;/m:sup&gt;&lt;/m:sSup&gt;&lt;m:r&gt;&lt;w:rPr&gt;&lt;w:rFonts w:ascii=&quot;Cambria Math&quot; w:h-ansi=&quot;Cambria Math&quot;/&gt;&lt;wx:font wx:val=&quot;Cambria Math&quot;/&gt;&lt;w:i/&gt;&lt;w:sz w:val=&quot;28&quot;/&gt;&lt;w:sz-cs w:val=&quot;28&quot;/&gt;&lt;/w:rPr&gt;&lt;m:t&gt;+&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Рђ&lt;/m:t&gt;&lt;/m:r&gt;&lt;/m:e&gt;&lt;m:sub&gt;&lt;m:r&gt;&lt;w:rPr&gt;&lt;w:rFonts w:ascii=&quot;Cambria Math&quot; w:h-ansi=&quot;Cambria Math&quot;/&gt;&lt;wx:font wx:val=&quot;Cambria Math&quot;/&gt;&lt;w:i/&gt;&lt;w:sz w:val=&quot;28&quot;/&gt;&lt;w:sz-cs w:val=&quot;28&quot;/&gt;&lt;/w:rPr&gt;&lt;m:t&gt;РљР &lt;/m:t&gt;&lt;/m:r&gt;&lt;/m:sub&gt;&lt;m:sup&gt;&lt;m:r&gt;&lt;w:rPr&gt;&lt;w:rFonts w:ascii=&quot;Cambria Math&quot; w:h-ansi=&quot;Cambria Math&quot;/&gt;&lt;wx:font wx:val=&quot;Cambria Math&quot;/&gt;&lt;w:i/&gt;&lt;w:sz w:val=&quot;28&quot;/&gt;&lt;w:sz-cs w:val=&quot;28&quot;/&gt;&lt;w:lang w:val=&quot;EN-US&quot;/&gt;&lt;/w:rPr&gt;&lt;m:t&gt;j&lt;/m:t&gt;&lt;/m:r&gt;&lt;/m:sup&gt;&lt;/m:sSubSup&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42" type="#_x0000_t75" style="width:175.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483A&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14483A&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Рђ&lt;/m:t&gt;&lt;/m:r&gt;&lt;/m:e&gt;&lt;m:sub&gt;&lt;m:r&gt;&lt;w:rPr&gt;&lt;w:rFonts w:ascii=&quot;Cambria Math&quot; w:h-ansi=&quot;Cambria Math&quot;/&gt;&lt;wx:font wx:val=&quot;Cambria Math&quot;/&gt;&lt;w:i/&gt;&lt;w:sz w:val=&quot;28&quot;/&gt;&lt;w:sz-cs w:val=&quot;28&quot;/&gt;&lt;/w:rPr&gt;&lt;m:t&gt;РћР“Р’&lt;/m:t&gt;&lt;/m:r&gt;&lt;/m:sub&gt;&lt;m:sup&gt;&lt;m:r&gt;&lt;w:rPr&gt;&lt;w:rFonts w:ascii=&quot;Cambria Math&quot; w:h-ansi=&quot;Cambria Math&quot;/&gt;&lt;wx:font wx:val=&quot;Cambria Math&quot;/&gt;&lt;w:i/&gt;&lt;w:sz w:val=&quot;28&quot;/&gt;&lt;w:sz-cs w:val=&quot;28&quot;/&gt;&lt;w:lang w:val=&quot;EN-US&quot;/&gt;&lt;/w:rPr&gt;&lt;m:t&gt;j&lt;/m:t&gt;&lt;/m:r&gt;&lt;/m:sup&gt;&lt;/m:sSubSup&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lang w:val=&quot;EN-US&quot;/&gt;&lt;/w:rPr&gt;&lt;m:t&gt;i&lt;/m:t&gt;&lt;/m:r&gt;&lt;/m:e&gt;&lt;/m:d&gt;&lt;m:r&gt;&lt;w:rPr&gt;&lt;w:rFonts w:ascii=&quot;Cambria Math&quot; w:h-ansi=&quot;Cambria Math&quot;/&gt;&lt;wx:font wx:val=&quot;Cambria Math&quot;/&gt;&lt;w:i/&gt;&lt;w:sz w:val=&quot;28&quot;/&gt;&lt;w:sz-cs w:val=&quot;28&quot;/&gt;&lt;/w:rPr&gt;&lt;m:t&gt;=РќГ—&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Р§&lt;/m:t&gt;&lt;/m:r&gt;&lt;/m:e&gt;&lt;m:sup&gt;&lt;m:r&gt;&lt;w:rPr&gt;&lt;w:rFonts w:ascii=&quot;Cambria Math&quot; w:h-ansi=&quot;Cambria Math&quot;/&gt;&lt;wx:font wx:val=&quot;Cambria Math&quot;/&gt;&lt;w:i/&gt;&lt;w:sz w:val=&quot;28&quot;/&gt;&lt;w:sz-cs w:val=&quot;28&quot;/&gt;&lt;w:lang w:val=&quot;EN-US&quot;/&gt;&lt;/w:rPr&gt;&lt;m:t&gt;j&lt;/m:t&gt;&lt;/m:r&gt;&lt;/m:sup&gt;&lt;/m:sSup&gt;&lt;m:r&gt;&lt;w:rPr&gt;&lt;w:rFonts w:ascii=&quot;Cambria Math&quot; w:h-ansi=&quot;Cambria Math&quot;/&gt;&lt;wx:font wx:val=&quot;Cambria Math&quot;/&gt;&lt;w:i/&gt;&lt;w:sz w:val=&quot;28&quot;/&gt;&lt;w:sz-cs w:val=&quot;28&quot;/&gt;&lt;/w:rPr&gt;&lt;m:t&gt;+&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Рђ&lt;/m:t&gt;&lt;/m:r&gt;&lt;/m:e&gt;&lt;m:sub&gt;&lt;m:r&gt;&lt;w:rPr&gt;&lt;w:rFonts w:ascii=&quot;Cambria Math&quot; w:h-ansi=&quot;Cambria Math&quot;/&gt;&lt;wx:font wx:val=&quot;Cambria Math&quot;/&gt;&lt;w:i/&gt;&lt;w:sz w:val=&quot;28&quot;/&gt;&lt;w:sz-cs w:val=&quot;28&quot;/&gt;&lt;/w:rPr&gt;&lt;m:t&gt;РљР &lt;/m:t&gt;&lt;/m:r&gt;&lt;/m:sub&gt;&lt;m:sup&gt;&lt;m:r&gt;&lt;w:rPr&gt;&lt;w:rFonts w:ascii=&quot;Cambria Math&quot; w:h-ansi=&quot;Cambria Math&quot;/&gt;&lt;wx:font wx:val=&quot;Cambria Math&quot;/&gt;&lt;w:i/&gt;&lt;w:sz w:val=&quot;28&quot;/&gt;&lt;w:sz-cs w:val=&quot;28&quot;/&gt;&lt;w:lang w:val=&quot;EN-US&quot;/&gt;&lt;/w:rPr&gt;&lt;m:t&gt;j&lt;/m:t&gt;&lt;/m:r&gt;&lt;/m:sup&gt;&lt;/m:sSubSup&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(8), где:</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финансовое обеспечение выполнения функций администрации ;</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4"/>
          <w:szCs w:val="24"/>
        </w:rPr>
        <w:t>Н</w:t>
      </w:r>
      <w:r w:rsidRPr="006A42C7">
        <w:rPr>
          <w:rFonts w:ascii="Times New Roman" w:hAnsi="Times New Roman"/>
          <w:sz w:val="28"/>
          <w:szCs w:val="28"/>
        </w:rPr>
        <w:t xml:space="preserve"> – финансовый норматив на обеспечение выполнения функций администрации поселения;</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43" type="#_x0000_t75" style="width:38.2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2B58&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AF2B58&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44" type="#_x0000_t75" style="width:38.2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2B58&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AF2B58&quot;&gt;&lt;m:oMathPara&gt;&lt;m:oMath&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Р§&lt;/m:t&gt;&lt;/m:r&gt;&lt;/m:e&gt;&lt;m:sup&gt;&lt;m:r&gt;&lt;w:rPr&gt;&lt;w:rFonts w:ascii=&quot;Cambria Math&quot; w:h-ansi=&quot;Cambria Math&quot;/&gt;&lt;wx:font wx:val=&quot;Cambria Math&quot;/&gt;&lt;w:i/&gt;&lt;w:sz w:val=&quot;24&quot;/&gt;&lt;w:sz-cs w:val=&quot;24&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предельная штатная численность </w:t>
      </w:r>
      <w:r w:rsidRPr="006A42C7">
        <w:rPr>
          <w:rFonts w:ascii="Times New Roman" w:hAnsi="Times New Roman"/>
          <w:sz w:val="28"/>
          <w:szCs w:val="28"/>
          <w:lang w:val="en-US"/>
        </w:rPr>
        <w:t>j</w:t>
      </w:r>
      <w:r w:rsidRPr="006A42C7">
        <w:rPr>
          <w:rFonts w:ascii="Times New Roman" w:hAnsi="Times New Roman"/>
          <w:sz w:val="28"/>
          <w:szCs w:val="28"/>
        </w:rPr>
        <w:t>-го администрации поселения;</w:t>
      </w:r>
    </w:p>
    <w:p w:rsidR="00B76F9C" w:rsidRPr="006A42C7" w:rsidRDefault="00B76F9C" w:rsidP="006A42C7">
      <w:pPr>
        <w:shd w:val="clear" w:color="auto" w:fill="F4F4F4"/>
        <w:tabs>
          <w:tab w:val="left" w:pos="993"/>
          <w:tab w:val="left" w:pos="1276"/>
        </w:tabs>
        <w:spacing w:after="0" w:line="360" w:lineRule="auto"/>
        <w:contextualSpacing/>
        <w:jc w:val="both"/>
        <w:rPr>
          <w:rFonts w:ascii="Times New Roman" w:hAnsi="Times New Roman"/>
          <w:sz w:val="28"/>
          <w:szCs w:val="28"/>
        </w:rPr>
      </w:pPr>
      <w:r w:rsidRPr="006A42C7">
        <w:rPr>
          <w:rFonts w:ascii="Times New Roman" w:hAnsi="Times New Roman"/>
          <w:sz w:val="28"/>
          <w:szCs w:val="28"/>
        </w:rPr>
        <w:t xml:space="preserve"> - бюджетные ассигнования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на оплату коммунальных услуг рассчитываемые по формуле 5 (6) настоящей Методики применительно к администрации поселения при наличии соответствующих расходов.</w:t>
      </w:r>
    </w:p>
    <w:p w:rsidR="00B76F9C" w:rsidRPr="006A42C7" w:rsidRDefault="00B76F9C" w:rsidP="006A42C7">
      <w:pPr>
        <w:tabs>
          <w:tab w:val="left" w:pos="993"/>
          <w:tab w:val="left" w:pos="1276"/>
        </w:tabs>
        <w:spacing w:after="0" w:line="360" w:lineRule="auto"/>
        <w:contextualSpacing/>
        <w:jc w:val="both"/>
        <w:rPr>
          <w:rFonts w:ascii="Times New Roman" w:hAnsi="Times New Roman"/>
          <w:sz w:val="28"/>
          <w:szCs w:val="28"/>
        </w:rPr>
      </w:pPr>
    </w:p>
    <w:p w:rsidR="00B76F9C" w:rsidRPr="006A42C7" w:rsidRDefault="00B76F9C" w:rsidP="0050469E">
      <w:pPr>
        <w:numPr>
          <w:ilvl w:val="0"/>
          <w:numId w:val="2"/>
        </w:numPr>
        <w:tabs>
          <w:tab w:val="left" w:pos="993"/>
          <w:tab w:val="left" w:pos="1276"/>
        </w:tabs>
        <w:spacing w:after="0" w:line="360" w:lineRule="auto"/>
        <w:ind w:left="0" w:firstLine="851"/>
        <w:contextualSpacing/>
        <w:jc w:val="both"/>
        <w:rPr>
          <w:rFonts w:ascii="Times New Roman" w:hAnsi="Times New Roman"/>
          <w:sz w:val="28"/>
          <w:szCs w:val="28"/>
        </w:rPr>
      </w:pPr>
      <w:r w:rsidRPr="006A42C7">
        <w:rPr>
          <w:rFonts w:ascii="Times New Roman" w:hAnsi="Times New Roman"/>
          <w:sz w:val="28"/>
          <w:szCs w:val="28"/>
        </w:rPr>
        <w:t>Планирование бюджетных ассигнований на социальное обеспечение населения осуществляется на предоставление социальных выплат граждан.</w:t>
      </w:r>
    </w:p>
    <w:p w:rsidR="00B76F9C" w:rsidRPr="006A42C7" w:rsidRDefault="00B76F9C" w:rsidP="006A42C7">
      <w:pPr>
        <w:tabs>
          <w:tab w:val="left" w:pos="993"/>
          <w:tab w:val="left" w:pos="1276"/>
        </w:tabs>
        <w:spacing w:after="0" w:line="360" w:lineRule="auto"/>
        <w:ind w:firstLine="709"/>
        <w:contextualSpacing/>
        <w:jc w:val="both"/>
        <w:rPr>
          <w:rFonts w:ascii="Times New Roman" w:hAnsi="Times New Roman"/>
          <w:sz w:val="28"/>
          <w:szCs w:val="28"/>
        </w:rPr>
      </w:pPr>
      <w:r w:rsidRPr="006A42C7">
        <w:rPr>
          <w:rFonts w:ascii="Times New Roman" w:hAnsi="Times New Roman"/>
          <w:sz w:val="28"/>
          <w:szCs w:val="28"/>
        </w:rPr>
        <w:t>Объем бюджетных ассигнований на предоставление социальных  выплат гражданам определяется на основе планового метода расчета бюджетных ассигнований раздельно по каждому виду обязательств в виде пенсий, пособий, компенсаций и других социальных выплат по следующим формулам:</w:t>
      </w:r>
    </w:p>
    <w:p w:rsidR="00B76F9C" w:rsidRPr="006A42C7" w:rsidRDefault="00B76F9C" w:rsidP="006A42C7">
      <w:pPr>
        <w:numPr>
          <w:ilvl w:val="0"/>
          <w:numId w:val="3"/>
        </w:numPr>
        <w:tabs>
          <w:tab w:val="left" w:pos="567"/>
          <w:tab w:val="left" w:pos="1276"/>
        </w:tabs>
        <w:spacing w:after="0" w:line="360" w:lineRule="auto"/>
        <w:ind w:firstLine="284"/>
        <w:contextualSpacing/>
        <w:jc w:val="both"/>
        <w:rPr>
          <w:rFonts w:ascii="Times New Roman" w:hAnsi="Times New Roman"/>
          <w:sz w:val="28"/>
          <w:szCs w:val="28"/>
        </w:rPr>
      </w:pPr>
      <w:r w:rsidRPr="006A42C7">
        <w:rPr>
          <w:rFonts w:ascii="Times New Roman" w:hAnsi="Times New Roman"/>
          <w:sz w:val="28"/>
          <w:szCs w:val="28"/>
        </w:rPr>
        <w:t>в  случае, когда установлен фиксированный размер социальной выплаты:</w:t>
      </w:r>
    </w:p>
    <w:p w:rsidR="00B76F9C" w:rsidRPr="006A42C7" w:rsidRDefault="00B76F9C" w:rsidP="006A42C7">
      <w:pPr>
        <w:tabs>
          <w:tab w:val="left" w:pos="567"/>
          <w:tab w:val="left" w:pos="1276"/>
        </w:tabs>
        <w:spacing w:after="0" w:line="360" w:lineRule="auto"/>
        <w:ind w:left="284"/>
        <w:contextualSpacing/>
        <w:jc w:val="both"/>
        <w:rPr>
          <w:rFonts w:ascii="Times New Roman" w:hAnsi="Times New Roman"/>
          <w:sz w:val="28"/>
          <w:szCs w:val="28"/>
        </w:rPr>
      </w:pPr>
    </w:p>
    <w:p w:rsidR="00B76F9C" w:rsidRPr="006A42C7" w:rsidRDefault="00B76F9C" w:rsidP="006A42C7">
      <w:pPr>
        <w:tabs>
          <w:tab w:val="left" w:pos="567"/>
          <w:tab w:val="left" w:pos="1276"/>
        </w:tabs>
        <w:spacing w:after="0" w:line="360" w:lineRule="auto"/>
        <w:jc w:val="center"/>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45" type="#_x0000_t75" style="width:56.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 wsp:val=&quot;00FE7CED&quot;/&gt;&lt;/wsp:rsids&gt;&lt;/w:docPr&gt;&lt;w:body&gt;&lt;w:p wsp:rsidR=&quot;00000000&quot; wsp:rsidRDefault=&quot;00FE7CED&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Рђ&lt;/m:t&gt;&lt;/m:r&gt;&lt;/m:e&gt;&lt;m:sub&gt;&lt;m:r&gt;&lt;w:rPr&gt;&lt;w:rFonts w:ascii=&quot;Cambria Math&quot; w:fareast=&quot;Times New Roman&quot; w:h-ansi=&quot;Cambria Math&quot;/&gt;&lt;wx:font wx:val=&quot;Cambria Math&quot;/&gt;&lt;w:i/&gt;&lt;w:sz w:val=&quot;28&quot;/&gt;&lt;w:sz-cs w:val=&quot;28&quot;/&gt;&lt;/w:rPr&gt;&lt;m:t&gt;Р’&lt;/m:t&gt;&lt;/m:r&gt;&lt;/m:sub&gt;&lt;/m:sSub&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lang w:val=&quot;EN-US&quot;/&gt;&lt;/w:rPr&gt;&lt;m:t&gt;i&lt;/m:t&gt;&lt;/m:r&gt;&lt;/m:e&gt;&lt;/m:d&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rPr&gt;&lt;/m:ctrlPr&gt;&lt;/m:naryPr&gt;&lt;m:sub&gt;&lt;m:r&gt;&lt;w:rPr&gt;&lt;w:rFonts w:ascii=&quot;Cambria Math&quot; w:fareast=&quot;Times New Roman&quot; w:h-ansi=&quot;Cambria Math&quot;/&gt;&lt;wx:font wx:val=&quot;Cambria Math&quot;/&gt;&lt;w:i/&gt;&lt;w:sz w:val=&quot;28&quot;/&gt;&lt;w:sz-cs w:val=&quot;28&quot;/&gt;&lt;/w:rPr&gt;&lt;m:t&gt;j=1&lt;/m:t&gt;&lt;/m:r&gt;&lt;/m:sub&gt;&lt;m:sup&gt;&lt;m:r&gt;&lt;w:rPr&gt;&lt;w:rFonts w:ascii=&quot;Cambria Math&quot; w:fareast=&quot;Times New Roman&quot; w:h-ansi=&quot;Cambria Math&quot;/&gt;&lt;wx:font wx:val=&quot;Cambria Math&quot;/&gt;&lt;w:i/&gt;&lt;w:sz w:val=&quot;28&quot;/&gt;&lt;w:sz-cs w:val=&quot;28&quot;/&gt;&lt;w:lang w:val=&quot;EN-US&quot;/&gt;&lt;/w:rPr&gt;&lt;m:t&gt;n&lt;/m:t&gt;&lt;/m:r&gt;&lt;/m:sup&gt;&lt;m:e&gt;&lt;m:r&gt;&lt;w:rPr&gt;&lt;w:rFonts w:ascii=&quot;Cambria Math&quot; w:fareast=&quot;Times New Roman&quot; w:h-ansi=&quot;Cambria Math&quot;/&gt;&lt;wx:font wx:val=&quot;Cambria Math&quot;/&gt;&lt;w:i/&gt;&lt;w:sz w:val=&quot;28&quot;/&gt;&lt;w:sz-cs w:val=&quot;28&quot;/&gt;&lt;/w:rPr&gt;&lt;m:t&gt;(&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P&lt;/m:t&gt;&lt;/m:r&gt;&lt;/m:e&gt;&lt;m:sup&gt;&lt;m:r&gt;&lt;w:rPr&gt;&lt;w:rFonts w:ascii=&quot;Cambria Math&quot; w:fareast=&quot;Times New Roman&quot; w:h-ansi=&quot;Cambria Math&quot;/&gt;&lt;wx:font wx:val=&quot;Cambria Math&quot;/&gt;&lt;w:i/&gt;&lt;w:sz w:val=&quot;28&quot;/&gt;&lt;w:sz-cs w:val=&quot;28&quot;/&gt;&lt;/w:rPr&gt;&lt;m:t&gt;j&lt;/m:t&gt;&lt;/m:r&gt;&lt;/m:sup&gt;&lt;/m:sSup&gt;&lt;m:r&gt;&lt;w:rPr&gt;&lt;w:rFonts w:ascii=&quot;Cambria Math&quot; w:fareast=&quot;Times New Roman&quot; w:h-ansi=&quot;Cambria Math&quot;/&gt;&lt;wx:font wx:val=&quot;Cambria Math&quot;/&gt;&lt;w:i/&gt;&lt;w:sz w:val=&quot;28&quot;/&gt;&lt;w:sz-cs w:val=&quot;28&quot;/&gt;&lt;/w:rPr&gt;&lt;m:t&gt;Г—&lt;/m:t&gt;&lt;/m:r&gt;&lt;m:sSubSup&gt;&lt;m:sSubSupPr&gt;&lt;m:ctrlPr&gt;&lt;w:rPr&gt;&lt;w:rFonts w:ascii=&quot;Cambria Math&quot; w:fareast=&quot;Times New Roman&quot; w:h-ansi=&quot;Cambria Math&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rPr&gt;&lt;m:t&gt;K&lt;/m:t&gt;&lt;/m:r&gt;&lt;/m:e&gt;&lt;m:sub&gt;&lt;m:r&gt;&lt;w:rPr&gt;&lt;w:rFonts w:ascii=&quot;Cambria Math&quot; w:fareast=&quot;Times New Roman&quot; w:h-ansi=&quot;Cambria Math&quot;/&gt;&lt;wx:font wx:val=&quot;Cambria Math&quot;/&gt;&lt;w:i/&gt;&lt;w:sz w:val=&quot;28&quot;/&gt;&lt;w:sz-cs w:val=&quot;28&quot;/&gt;&lt;/w:rPr&gt;&lt;m:t&gt;B&lt;/m:t&gt;&lt;/m:r&gt;&lt;/m:sub&gt;&lt;m:sup&gt;&lt;m:r&gt;&lt;w:rPr&gt;&lt;w:rFonts w:ascii=&quot;Cambria Math&quot; w:fareast=&quot;Times New Roman&quot; w:h-ansi=&quot;Cambria Math&quot;/&gt;&lt;wx:font wx:val=&quot;Cambria Math&quot;/&gt;&lt;w:i/&gt;&lt;w:sz w:val=&quot;28&quot;/&gt;&lt;w:sz-cs w:val=&quot;28&quot;/&gt;&lt;/w:rPr&gt;&lt;m:t&gt;j&lt;/m:t&gt;&lt;/m:r&gt;&lt;/m:sup&gt;&lt;/m:sSubSup&gt;&lt;m:r&gt;&lt;w:rPr&gt;&lt;w:rFonts w:ascii=&quot;Cambria Math&quot; w:fareast=&quot;Times New Roman&quot; w:h-ansi=&quot;Cambria Math&quot;/&gt;&lt;wx:font wx:val=&quot;Cambria Math&quot;/&gt;&lt;w:i/&gt;&lt;w:sz w:val=&quot;28&quot;/&gt;&lt;w:sz-cs w:val=&quot;28&quot;/&gt;&lt;/w:rPr&gt;&lt;m:t&gt;Г—&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Г—12+&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џ&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r&gt;&lt;w:rPr&gt;&lt;w:rFonts w:ascii=&quot;Cambria Math&quot; w:fareast=&quot;Times New Roman&quot; w:h-ansi=&quot;Cambria Math&quot;/&gt;&lt;wx:font wx:val=&quot;Cambria Math&quot;/&gt;&lt;w:i/&gt;&lt;w:sz w:val=&quot;28&quot;/&gt;&lt;w:sz-cs w:val=&quot;28&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46" type="#_x0000_t75" style="width:56.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 wsp:val=&quot;00FE7CED&quot;/&gt;&lt;/wsp:rsids&gt;&lt;/w:docPr&gt;&lt;w:body&gt;&lt;w:p wsp:rsidR=&quot;00000000&quot; wsp:rsidRDefault=&quot;00FE7CED&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Рђ&lt;/m:t&gt;&lt;/m:r&gt;&lt;/m:e&gt;&lt;m:sub&gt;&lt;m:r&gt;&lt;w:rPr&gt;&lt;w:rFonts w:ascii=&quot;Cambria Math&quot; w:fareast=&quot;Times New Roman&quot; w:h-ansi=&quot;Cambria Math&quot;/&gt;&lt;wx:font wx:val=&quot;Cambria Math&quot;/&gt;&lt;w:i/&gt;&lt;w:sz w:val=&quot;28&quot;/&gt;&lt;w:sz-cs w:val=&quot;28&quot;/&gt;&lt;/w:rPr&gt;&lt;m:t&gt;Р’&lt;/m:t&gt;&lt;/m:r&gt;&lt;/m:sub&gt;&lt;/m:sSub&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lang w:val=&quot;EN-US&quot;/&gt;&lt;/w:rPr&gt;&lt;m:t&gt;i&lt;/m:t&gt;&lt;/m:r&gt;&lt;/m:e&gt;&lt;/m:d&gt;&lt;m:r&gt;&lt;w:rPr&gt;&lt;w:rFonts w:ascii=&quot;Cambria Math&quot; w:fareast=&quot;Times New Roman&quot; w:h-ansi=&quot;Cambria Math&quot;/&gt;&lt;wx:font wx:val=&quot;Cambria Math&quot;/&gt;&lt;w:i/&gt;&lt;w:sz w:val=&quot;28&quot;/&gt;&lt;w:sz-cs w:val=&quot;28&quot;/&gt;&lt;/w:rPr&gt;&lt;m:t&gt;=&lt;/m:t&gt;&lt;/m:r&gt;&lt;m:nary&gt;&lt;m:naryPr&gt;&lt;m:chr m:val=&quot;в€‘&quot;/&gt;&lt;m:limLoc m:val=&quot;undOvr&quot;/&gt;&lt;m:ctrlPr&gt;&lt;w:rPr&gt;&lt;w:rFonts w:ascii=&quot;Cambria Math&quot; w:fareast=&quot;Times New Roman&quot; w:h-ansi=&quot;Cambria Math&quot;/&gt;&lt;wx:font wx:val=&quot;Cambria Math&quot;/&gt;&lt;w:i/&gt;&lt;w:sz w:val=&quot;28&quot;/&gt;&lt;w:sz-cs w:val=&quot;28&quot;/&gt;&lt;/w:rPr&gt;&lt;/m:ctrlPr&gt;&lt;/m:naryPr&gt;&lt;m:sub&gt;&lt;m:r&gt;&lt;w:rPr&gt;&lt;w:rFonts w:ascii=&quot;Cambria Math&quot; w:fareast=&quot;Times New Roman&quot; w:h-ansi=&quot;Cambria Math&quot;/&gt;&lt;wx:font wx:val=&quot;Cambria Math&quot;/&gt;&lt;w:i/&gt;&lt;w:sz w:val=&quot;28&quot;/&gt;&lt;w:sz-cs w:val=&quot;28&quot;/&gt;&lt;/w:rPr&gt;&lt;m:t&gt;j=1&lt;/m:t&gt;&lt;/m:r&gt;&lt;/m:sub&gt;&lt;m:sup&gt;&lt;m:r&gt;&lt;w:rPr&gt;&lt;w:rFonts w:ascii=&quot;Cambria Math&quot; w:fareast=&quot;Times New Roman&quot; w:h-ansi=&quot;Cambria Math&quot;/&gt;&lt;wx:font wx:val=&quot;Cambria Math&quot;/&gt;&lt;w:i/&gt;&lt;w:sz w:val=&quot;28&quot;/&gt;&lt;w:sz-cs w:val=&quot;28&quot;/&gt;&lt;w:lang w:val=&quot;EN-US&quot;/&gt;&lt;/w:rPr&gt;&lt;m:t&gt;n&lt;/m:t&gt;&lt;/m:r&gt;&lt;/m:sup&gt;&lt;m:e&gt;&lt;m:r&gt;&lt;w:rPr&gt;&lt;w:rFonts w:ascii=&quot;Cambria Math&quot; w:fareast=&quot;Times New Roman&quot; w:h-ansi=&quot;Cambria Math&quot;/&gt;&lt;wx:font wx:val=&quot;Cambria Math&quot;/&gt;&lt;w:i/&gt;&lt;w:sz w:val=&quot;28&quot;/&gt;&lt;w:sz-cs w:val=&quot;28&quot;/&gt;&lt;/w:rPr&gt;&lt;m:t&gt;(&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P&lt;/m:t&gt;&lt;/m:r&gt;&lt;/m:e&gt;&lt;m:sup&gt;&lt;m:r&gt;&lt;w:rPr&gt;&lt;w:rFonts w:ascii=&quot;Cambria Math&quot; w:fareast=&quot;Times New Roman&quot; w:h-ansi=&quot;Cambria Math&quot;/&gt;&lt;wx:font wx:val=&quot;Cambria Math&quot;/&gt;&lt;w:i/&gt;&lt;w:sz w:val=&quot;28&quot;/&gt;&lt;w:sz-cs w:val=&quot;28&quot;/&gt;&lt;/w:rPr&gt;&lt;m:t&gt;j&lt;/m:t&gt;&lt;/m:r&gt;&lt;/m:sup&gt;&lt;/m:sSup&gt;&lt;m:r&gt;&lt;w:rPr&gt;&lt;w:rFonts w:ascii=&quot;Cambria Math&quot; w:fareast=&quot;Times New Roman&quot; w:h-ansi=&quot;Cambria Math&quot;/&gt;&lt;wx:font wx:val=&quot;Cambria Math&quot;/&gt;&lt;w:i/&gt;&lt;w:sz w:val=&quot;28&quot;/&gt;&lt;w:sz-cs w:val=&quot;28&quot;/&gt;&lt;/w:rPr&gt;&lt;m:t&gt;Г—&lt;/m:t&gt;&lt;/m:r&gt;&lt;m:sSubSup&gt;&lt;m:sSubSupPr&gt;&lt;m:ctrlPr&gt;&lt;w:rPr&gt;&lt;w:rFonts w:ascii=&quot;Cambria Math&quot; w:fareast=&quot;Times New Roman&quot; w:h-ansi=&quot;Cambria Math&quot;/&gt;&lt;wx:font wx:val=&quot;Cambria Math&quot;/&gt;&lt;w:i/&gt;&lt;w:sz w:val=&quot;28&quot;/&gt;&lt;w:sz-cs w:val=&quot;28&quot;/&gt;&lt;/w:rPr&gt;&lt;/m:ctrlPr&gt;&lt;/m:sSubSupPr&gt;&lt;m:e&gt;&lt;m:r&gt;&lt;w:rPr&gt;&lt;w:rFonts w:ascii=&quot;Cambria Math&quot; w:fareast=&quot;Times New Roman&quot; w:h-ansi=&quot;Cambria Math&quot;/&gt;&lt;wx:font wx:val=&quot;Cambria Math&quot;/&gt;&lt;w:i/&gt;&lt;w:sz w:val=&quot;28&quot;/&gt;&lt;w:sz-cs w:val=&quot;28&quot;/&gt;&lt;/w:rPr&gt;&lt;m:t&gt;K&lt;/m:t&gt;&lt;/m:r&gt;&lt;/m:e&gt;&lt;m:sub&gt;&lt;m:r&gt;&lt;w:rPr&gt;&lt;w:rFonts w:ascii=&quot;Cambria Math&quot; w:fareast=&quot;Times New Roman&quot; w:h-ansi=&quot;Cambria Math&quot;/&gt;&lt;wx:font wx:val=&quot;Cambria Math&quot;/&gt;&lt;w:i/&gt;&lt;w:sz w:val=&quot;28&quot;/&gt;&lt;w:sz-cs w:val=&quot;28&quot;/&gt;&lt;/w:rPr&gt;&lt;m:t&gt;B&lt;/m:t&gt;&lt;/m:r&gt;&lt;/m:sub&gt;&lt;m:sup&gt;&lt;m:r&gt;&lt;w:rPr&gt;&lt;w:rFonts w:ascii=&quot;Cambria Math&quot; w:fareast=&quot;Times New Roman&quot; w:h-ansi=&quot;Cambria Math&quot;/&gt;&lt;wx:font wx:val=&quot;Cambria Math&quot;/&gt;&lt;w:i/&gt;&lt;w:sz w:val=&quot;28&quot;/&gt;&lt;w:sz-cs w:val=&quot;28&quot;/&gt;&lt;/w:rPr&gt;&lt;m:t&gt;j&lt;/m:t&gt;&lt;/m:r&gt;&lt;/m:sup&gt;&lt;/m:sSubSup&gt;&lt;m:r&gt;&lt;w:rPr&gt;&lt;w:rFonts w:ascii=&quot;Cambria Math&quot; w:fareast=&quot;Times New Roman&quot; w:h-ansi=&quot;Cambria Math&quot;/&gt;&lt;wx:font wx:val=&quot;Cambria Math&quot;/&gt;&lt;w:i/&gt;&lt;w:sz w:val=&quot;28&quot;/&gt;&lt;w:sz-cs w:val=&quot;28&quot;/&gt;&lt;/w:rPr&gt;&lt;m:t&gt;Г—&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i&lt;/m:t&gt;&lt;/m:r&gt;&lt;m:r&gt;&lt;w:rPr&gt;&lt;w:rFonts w:ascii=&quot;Cambria Math&quot; w:fareast=&quot;Times New Roman&quot; w:h-ansi=&quot;Cambria Math&quot;/&gt;&lt;wx:font wx:val=&quot;Cambria Math&quot;/&gt;&lt;w:i/&gt;&lt;w:sz w:val=&quot;28&quot;/&gt;&lt;w:sz-cs w:val=&quot;28&quot;/&gt;&lt;/w:rPr&gt;&lt;m:t&gt;)Г—12+&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џ&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r&gt;&lt;w:rPr&gt;&lt;w:rFonts w:ascii=&quot;Cambria Math&quot; w:fareast=&quot;Times New Roman&quot; w:h-ansi=&quot;Cambria Math&quot;/&gt;&lt;wx:font wx:val=&quot;Cambria Math&quot;/&gt;&lt;w:i/&gt;&lt;w:sz w:val=&quot;28&quot;/&gt;&lt;w:sz-cs w:val=&quot;28&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(9), где:</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284A1E">
        <w:rPr>
          <w:rFonts w:ascii="Times New Roman" w:hAnsi="Times New Roman"/>
          <w:sz w:val="24"/>
          <w:szCs w:val="24"/>
        </w:rPr>
        <w:fldChar w:fldCharType="begin"/>
      </w:r>
      <w:r w:rsidRPr="00284A1E">
        <w:rPr>
          <w:rFonts w:ascii="Times New Roman" w:hAnsi="Times New Roman"/>
          <w:sz w:val="24"/>
          <w:szCs w:val="24"/>
        </w:rPr>
        <w:instrText xml:space="preserve"> QUOTE </w:instrText>
      </w:r>
      <w:r w:rsidRPr="00284A1E">
        <w:pict>
          <v:shape id="_x0000_i1047" type="#_x0000_t75" style="width:34.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279E&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D4279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ђ&lt;/m:t&gt;&lt;/m:r&gt;&lt;/m:e&gt;&lt;m:sub&gt;&lt;m:r&gt;&lt;w:rPr&gt;&lt;w:rFonts w:ascii=&quot;Cambria Math&quot; w:fareast=&quot;Times New Roman&quot; w:h-ansi=&quot;Cambria Math&quot;/&gt;&lt;wx:font wx:val=&quot;Cambria Math&quot;/&gt;&lt;w:i/&gt;&lt;w:sz w:val=&quot;24&quot;/&gt;&lt;w:sz-cs w:val=&quot;24&quot;/&gt;&lt;/w:rPr&gt;&lt;m:t&gt;Р’&lt;/m:t&gt;&lt;/m:r&gt;&lt;/m:sub&gt;&lt;/m:sSub&gt;&lt;m:d&gt;&lt;m:dPr&gt;&lt;m:ctrlPr&gt;&lt;w:rPr&gt;&lt;w:rFonts w:ascii=&quot;Cambria Math&quot; w:fareast=&quot;Times New Roman&quot; w:h-ansi=&quot;Cambria Math&quot;/&gt;&lt;wx:font wx:val=&quot;Cambria Math&quot;/&gt;&lt;w:i/&gt;&lt;w:sz w:val=&quot;24&quot;/&gt;&lt;w:sz-cs w:val=&quot;24&quot;/&gt;&lt;/w:rPr&gt;&lt;/m:ctrlPr&gt;&lt;/m:dPr&gt;&lt;m:e&gt;&lt;m:r&gt;&lt;w:rPr&gt;&lt;w:rFonts w:ascii=&quot;Cambria Math&quot; w:fareast=&quot;Times New Roman&quot; w:h-ansi=&quot;Cambria Math&quot;/&gt;&lt;wx:font wx:val=&quot;Cambria Math&quot;/&gt;&lt;w:i/&gt;&lt;w:sz w:val=&quot;24&quot;/&gt;&lt;w:sz-cs w:val=&quot;24&quot;/&gt;&lt;w:lang w:val=&quot;EN-US&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284A1E">
        <w:rPr>
          <w:rFonts w:ascii="Times New Roman" w:hAnsi="Times New Roman"/>
          <w:sz w:val="24"/>
          <w:szCs w:val="24"/>
        </w:rPr>
        <w:instrText xml:space="preserve"> </w:instrText>
      </w:r>
      <w:r w:rsidRPr="00284A1E">
        <w:rPr>
          <w:rFonts w:ascii="Times New Roman" w:hAnsi="Times New Roman"/>
          <w:sz w:val="24"/>
          <w:szCs w:val="24"/>
        </w:rPr>
        <w:fldChar w:fldCharType="separate"/>
      </w:r>
      <w:r w:rsidRPr="00284A1E">
        <w:pict>
          <v:shape id="_x0000_i1048" type="#_x0000_t75" style="width:34.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279E&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D4279E&quot;&gt;&lt;m:oMathPara&gt;&lt;m:oMath&gt;&lt;m:sSub&gt;&lt;m:sSubPr&gt;&lt;m:ctrlPr&gt;&lt;w:rPr&gt;&lt;w:rFonts w:ascii=&quot;Cambria Math&quot; w:fareast=&quot;Times New Roman&quot; w:h-ansi=&quot;Cambria Math&quot;/&gt;&lt;wx:font wx:val=&quot;Cambria Math&quot;/&gt;&lt;w:i/&gt;&lt;w:sz w:val=&quot;24&quot;/&gt;&lt;w:sz-cs w:val=&quot;24&quot;/&gt;&lt;/w:rPr&gt;&lt;/m:ctrlPr&gt;&lt;/m:sSubPr&gt;&lt;m:e&gt;&lt;m:r&gt;&lt;w:rPr&gt;&lt;w:rFonts w:ascii=&quot;Cambria Math&quot; w:fareast=&quot;Times New Roman&quot; w:h-ansi=&quot;Cambria Math&quot;/&gt;&lt;wx:font wx:val=&quot;Cambria Math&quot;/&gt;&lt;w:i/&gt;&lt;w:sz w:val=&quot;24&quot;/&gt;&lt;w:sz-cs w:val=&quot;24&quot;/&gt;&lt;/w:rPr&gt;&lt;m:t&gt;Р‘Рђ&lt;/m:t&gt;&lt;/m:r&gt;&lt;/m:e&gt;&lt;m:sub&gt;&lt;m:r&gt;&lt;w:rPr&gt;&lt;w:rFonts w:ascii=&quot;Cambria Math&quot; w:fareast=&quot;Times New Roman&quot; w:h-ansi=&quot;Cambria Math&quot;/&gt;&lt;wx:font wx:val=&quot;Cambria Math&quot;/&gt;&lt;w:i/&gt;&lt;w:sz w:val=&quot;24&quot;/&gt;&lt;w:sz-cs w:val=&quot;24&quot;/&gt;&lt;/w:rPr&gt;&lt;m:t&gt;Р’&lt;/m:t&gt;&lt;/m:r&gt;&lt;/m:sub&gt;&lt;/m:sSub&gt;&lt;m:d&gt;&lt;m:dPr&gt;&lt;m:ctrlPr&gt;&lt;w:rPr&gt;&lt;w:rFonts w:ascii=&quot;Cambria Math&quot; w:fareast=&quot;Times New Roman&quot; w:h-ansi=&quot;Cambria Math&quot;/&gt;&lt;wx:font wx:val=&quot;Cambria Math&quot;/&gt;&lt;w:i/&gt;&lt;w:sz w:val=&quot;24&quot;/&gt;&lt;w:sz-cs w:val=&quot;24&quot;/&gt;&lt;/w:rPr&gt;&lt;/m:ctrlPr&gt;&lt;/m:dPr&gt;&lt;m:e&gt;&lt;m:r&gt;&lt;w:rPr&gt;&lt;w:rFonts w:ascii=&quot;Cambria Math&quot; w:fareast=&quot;Times New Roman&quot; w:h-ansi=&quot;Cambria Math&quot;/&gt;&lt;wx:font wx:val=&quot;Cambria Math&quot;/&gt;&lt;w:i/&gt;&lt;w:sz w:val=&quot;24&quot;/&gt;&lt;w:sz-cs w:val=&quot;24&quot;/&gt;&lt;w:lang w:val=&quot;EN-US&quot;/&gt;&lt;/w:rPr&gt;&lt;m:t&gt;i&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284A1E">
        <w:rPr>
          <w:rFonts w:ascii="Times New Roman" w:hAnsi="Times New Roman"/>
          <w:sz w:val="24"/>
          <w:szCs w:val="24"/>
        </w:rPr>
        <w:fldChar w:fldCharType="end"/>
      </w:r>
      <w:r w:rsidRPr="006A42C7">
        <w:rPr>
          <w:rFonts w:ascii="Times New Roman" w:hAnsi="Times New Roman"/>
          <w:sz w:val="24"/>
          <w:szCs w:val="24"/>
        </w:rPr>
        <w:t xml:space="preserve"> </w:t>
      </w:r>
      <w:r w:rsidRPr="006A42C7">
        <w:rPr>
          <w:rFonts w:ascii="Times New Roman" w:hAnsi="Times New Roman"/>
          <w:sz w:val="28"/>
          <w:szCs w:val="28"/>
        </w:rPr>
        <w:t xml:space="preserve">- бюджетные ассигнования на предоставление социальных выплат гражданам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284A1E">
        <w:rPr>
          <w:rFonts w:ascii="Times New Roman" w:hAnsi="Times New Roman"/>
          <w:sz w:val="24"/>
          <w:szCs w:val="24"/>
        </w:rPr>
        <w:fldChar w:fldCharType="begin"/>
      </w:r>
      <w:r w:rsidRPr="00284A1E">
        <w:rPr>
          <w:rFonts w:ascii="Times New Roman" w:hAnsi="Times New Roman"/>
          <w:sz w:val="24"/>
          <w:szCs w:val="24"/>
        </w:rPr>
        <w:instrText xml:space="preserve"> QUOTE </w:instrText>
      </w:r>
      <w:r w:rsidRPr="00284A1E">
        <w:pict>
          <v:shape id="_x0000_i1049" type="#_x0000_t75" style="width: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B7A9D&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B7A9D&quot;&gt;&lt;m:oMathPara&gt;&lt;m:oMath&gt;&lt;m:sSup&gt;&lt;m:sSupPr&gt;&lt;m:ctrlPr&gt;&lt;w:rPr&gt;&lt;w:rFonts w:ascii=&quot;Cambria Math&quot; w:fareast=&quot;Times New Roman&quot; w:h-ansi=&quot;Cambria Math&quot;/&gt;&lt;wx:font wx:val=&quot;Cambria Math&quot;/&gt;&lt;w:i/&gt;&lt;w:sz w:val=&quot;24&quot;/&gt;&lt;w:sz-cs w:val=&quot;24&quot;/&gt;&lt;/w:rPr&gt;&lt;/m:ctrlPr&gt;&lt;/m:sSupPr&gt;&lt;m:e&gt;&lt;m:r&gt;&lt;w:rPr&gt;&lt;w:rFonts w:ascii=&quot;Cambria Math&quot; w:fareast=&quot;Times New Roman&quot; w:h-ansi=&quot;Cambria Math&quot;/&gt;&lt;wx:font wx:val=&quot;Cambria Math&quot;/&gt;&lt;w:i/&gt;&lt;w:sz w:val=&quot;24&quot;/&gt;&lt;w:sz-cs w:val=&quot;24&quot;/&gt;&lt;/w:rPr&gt;&lt;m:t&gt;P&lt;/m:t&gt;&lt;/m:r&gt;&lt;/m:e&gt;&lt;m:sup&gt;&lt;m:r&gt;&lt;w:rPr&gt;&lt;w:rFonts w:ascii=&quot;Cambria Math&quot; w:fareast=&quot;Times New Roman&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284A1E">
        <w:rPr>
          <w:rFonts w:ascii="Times New Roman" w:hAnsi="Times New Roman"/>
          <w:sz w:val="24"/>
          <w:szCs w:val="24"/>
        </w:rPr>
        <w:instrText xml:space="preserve"> </w:instrText>
      </w:r>
      <w:r w:rsidRPr="00284A1E">
        <w:rPr>
          <w:rFonts w:ascii="Times New Roman" w:hAnsi="Times New Roman"/>
          <w:sz w:val="24"/>
          <w:szCs w:val="24"/>
        </w:rPr>
        <w:fldChar w:fldCharType="separate"/>
      </w:r>
      <w:r w:rsidRPr="00284A1E">
        <w:pict>
          <v:shape id="_x0000_i1050" type="#_x0000_t75" style="width: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B7A9D&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B7A9D&quot;&gt;&lt;m:oMathPara&gt;&lt;m:oMath&gt;&lt;m:sSup&gt;&lt;m:sSupPr&gt;&lt;m:ctrlPr&gt;&lt;w:rPr&gt;&lt;w:rFonts w:ascii=&quot;Cambria Math&quot; w:fareast=&quot;Times New Roman&quot; w:h-ansi=&quot;Cambria Math&quot;/&gt;&lt;wx:font wx:val=&quot;Cambria Math&quot;/&gt;&lt;w:i/&gt;&lt;w:sz w:val=&quot;24&quot;/&gt;&lt;w:sz-cs w:val=&quot;24&quot;/&gt;&lt;/w:rPr&gt;&lt;/m:ctrlPr&gt;&lt;/m:sSupPr&gt;&lt;m:e&gt;&lt;m:r&gt;&lt;w:rPr&gt;&lt;w:rFonts w:ascii=&quot;Cambria Math&quot; w:fareast=&quot;Times New Roman&quot; w:h-ansi=&quot;Cambria Math&quot;/&gt;&lt;wx:font wx:val=&quot;Cambria Math&quot;/&gt;&lt;w:i/&gt;&lt;w:sz w:val=&quot;24&quot;/&gt;&lt;w:sz-cs w:val=&quot;24&quot;/&gt;&lt;/w:rPr&gt;&lt;m:t&gt;P&lt;/m:t&gt;&lt;/m:r&gt;&lt;/m:e&gt;&lt;m:sup&gt;&lt;m:r&gt;&lt;w:rPr&gt;&lt;w:rFonts w:ascii=&quot;Cambria Math&quot; w:fareast=&quot;Times New Roman&quot; w:h-ansi=&quot;Cambria Math&quot;/&gt;&lt;wx:font wx:val=&quot;Cambria Math&quot;/&gt;&lt;w:i/&gt;&lt;w:sz w:val=&quot;24&quot;/&gt;&lt;w:sz-cs w:val=&quot;24&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284A1E">
        <w:rPr>
          <w:rFonts w:ascii="Times New Roman" w:hAnsi="Times New Roman"/>
          <w:sz w:val="24"/>
          <w:szCs w:val="24"/>
        </w:rPr>
        <w:fldChar w:fldCharType="end"/>
      </w:r>
      <w:r w:rsidRPr="006A42C7">
        <w:rPr>
          <w:rFonts w:ascii="Times New Roman" w:hAnsi="Times New Roman"/>
          <w:sz w:val="24"/>
          <w:szCs w:val="24"/>
        </w:rPr>
        <w:t xml:space="preserve"> </w:t>
      </w:r>
      <w:r w:rsidRPr="006A42C7">
        <w:rPr>
          <w:rFonts w:ascii="Times New Roman" w:hAnsi="Times New Roman"/>
          <w:sz w:val="28"/>
          <w:szCs w:val="28"/>
        </w:rPr>
        <w:t xml:space="preserve">- установленный законами Российской Федерации,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w:t>
      </w:r>
      <w:r w:rsidRPr="006A42C7">
        <w:rPr>
          <w:rFonts w:ascii="Times New Roman" w:hAnsi="Times New Roman"/>
          <w:sz w:val="28"/>
          <w:szCs w:val="28"/>
          <w:lang w:val="en-US"/>
        </w:rPr>
        <w:t>j</w:t>
      </w:r>
      <w:r w:rsidRPr="006A42C7">
        <w:rPr>
          <w:rFonts w:ascii="Times New Roman" w:hAnsi="Times New Roman"/>
          <w:sz w:val="28"/>
          <w:szCs w:val="28"/>
        </w:rPr>
        <w:t>-го вида;</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284A1E">
        <w:rPr>
          <w:rFonts w:ascii="Times New Roman" w:hAnsi="Times New Roman"/>
          <w:sz w:val="24"/>
          <w:szCs w:val="24"/>
        </w:rPr>
        <w:fldChar w:fldCharType="begin"/>
      </w:r>
      <w:r w:rsidRPr="00284A1E">
        <w:rPr>
          <w:rFonts w:ascii="Times New Roman" w:hAnsi="Times New Roman"/>
          <w:sz w:val="24"/>
          <w:szCs w:val="24"/>
        </w:rPr>
        <w:instrText xml:space="preserve"> QUOTE </w:instrText>
      </w:r>
      <w:r w:rsidRPr="00284A1E">
        <w:pict>
          <v:shape id="_x0000_i1051"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2637&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152637&quot;&gt;&lt;m:oMathPara&gt;&lt;m:oMath&gt;&lt;m:sSubSup&gt;&lt;m:sSubSupPr&gt;&lt;m:ctrlPr&gt;&lt;w:rPr&gt;&lt;w:rFonts w:ascii=&quot;Cambria Math&quot; w:fareast=&quot;Times New Roman&quot; w:h-ansi=&quot;Cambria Math&quot;/&gt;&lt;wx:font wx:val=&quot;Cambria Math&quot;/&gt;&lt;w:i/&gt;&lt;w:sz w:val=&quot;24&quot;/&gt;&lt;w:sz-cs w:val=&quot;24&quot;/&gt;&lt;/w:rPr&gt;&lt;/m:ctrlPr&gt;&lt;/m:sSubSupPr&gt;&lt;m:e&gt;&lt;m:r&gt;&lt;w:rPr&gt;&lt;w:rFonts w:ascii=&quot;Cambria Math&quot; w:fareast=&quot;Times New Roman&quot; w:h-ansi=&quot;Cambria Math&quot;/&gt;&lt;wx:font wx:val=&quot;Cambria Math&quot;/&gt;&lt;w:i/&gt;&lt;w:sz w:val=&quot;24&quot;/&gt;&lt;w:sz-cs w:val=&quot;24&quot;/&gt;&lt;/w:rPr&gt;&lt;m:t&gt;K&lt;/m:t&gt;&lt;/m:r&gt;&lt;/m:e&gt;&lt;m:sub&gt;&lt;m:r&gt;&lt;w:rPr&gt;&lt;w:rFonts w:ascii=&quot;Cambria Math&quot; w:fareast=&quot;Times New Roman&quot; w:h-ansi=&quot;Cambria Math&quot;/&gt;&lt;wx:font wx:val=&quot;Cambria Math&quot;/&gt;&lt;w:i/&gt;&lt;w:sz w:val=&quot;24&quot;/&gt;&lt;w:sz-cs w:val=&quot;24&quot;/&gt;&lt;/w:rPr&gt;&lt;m:t&gt;B&lt;/m:t&gt;&lt;/m:r&gt;&lt;/m:sub&gt;&lt;m:sup&gt;&lt;m:r&gt;&lt;w:rPr&gt;&lt;w:rFonts w:ascii=&quot;Cambria Math&quot; w:fareast=&quot;Times New Roman&quot; w:h-ansi=&quot;Cambria Math&quot;/&gt;&lt;wx:font wx:val=&quot;Cambria Math&quot;/&gt;&lt;w:i/&gt;&lt;w:sz w:val=&quot;24&quot;/&gt;&lt;w:sz-cs w:val=&quot;24&quot;/&gt;&lt;/w:rPr&gt;&lt;m:t&gt;j&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284A1E">
        <w:rPr>
          <w:rFonts w:ascii="Times New Roman" w:hAnsi="Times New Roman"/>
          <w:sz w:val="24"/>
          <w:szCs w:val="24"/>
        </w:rPr>
        <w:instrText xml:space="preserve"> </w:instrText>
      </w:r>
      <w:r w:rsidRPr="00284A1E">
        <w:rPr>
          <w:rFonts w:ascii="Times New Roman" w:hAnsi="Times New Roman"/>
          <w:sz w:val="24"/>
          <w:szCs w:val="24"/>
        </w:rPr>
        <w:fldChar w:fldCharType="separate"/>
      </w:r>
      <w:r w:rsidRPr="00284A1E">
        <w:pict>
          <v:shape id="_x0000_i1052" type="#_x0000_t75" style="width:1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2637&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152637&quot;&gt;&lt;m:oMathPara&gt;&lt;m:oMath&gt;&lt;m:sSubSup&gt;&lt;m:sSubSupPr&gt;&lt;m:ctrlPr&gt;&lt;w:rPr&gt;&lt;w:rFonts w:ascii=&quot;Cambria Math&quot; w:fareast=&quot;Times New Roman&quot; w:h-ansi=&quot;Cambria Math&quot;/&gt;&lt;wx:font wx:val=&quot;Cambria Math&quot;/&gt;&lt;w:i/&gt;&lt;w:sz w:val=&quot;24&quot;/&gt;&lt;w:sz-cs w:val=&quot;24&quot;/&gt;&lt;/w:rPr&gt;&lt;/m:ctrlPr&gt;&lt;/m:sSubSupPr&gt;&lt;m:e&gt;&lt;m:r&gt;&lt;w:rPr&gt;&lt;w:rFonts w:ascii=&quot;Cambria Math&quot; w:fareast=&quot;Times New Roman&quot; w:h-ansi=&quot;Cambria Math&quot;/&gt;&lt;wx:font wx:val=&quot;Cambria Math&quot;/&gt;&lt;w:i/&gt;&lt;w:sz w:val=&quot;24&quot;/&gt;&lt;w:sz-cs w:val=&quot;24&quot;/&gt;&lt;/w:rPr&gt;&lt;m:t&gt;K&lt;/m:t&gt;&lt;/m:r&gt;&lt;/m:e&gt;&lt;m:sub&gt;&lt;m:r&gt;&lt;w:rPr&gt;&lt;w:rFonts w:ascii=&quot;Cambria Math&quot; w:fareast=&quot;Times New Roman&quot; w:h-ansi=&quot;Cambria Math&quot;/&gt;&lt;wx:font wx:val=&quot;Cambria Math&quot;/&gt;&lt;w:i/&gt;&lt;w:sz w:val=&quot;24&quot;/&gt;&lt;w:sz-cs w:val=&quot;24&quot;/&gt;&lt;/w:rPr&gt;&lt;m:t&gt;B&lt;/m:t&gt;&lt;/m:r&gt;&lt;/m:sub&gt;&lt;m:sup&gt;&lt;m:r&gt;&lt;w:rPr&gt;&lt;w:rFonts w:ascii=&quot;Cambria Math&quot; w:fareast=&quot;Times New Roman&quot; w:h-ansi=&quot;Cambria Math&quot;/&gt;&lt;wx:font wx:val=&quot;Cambria Math&quot;/&gt;&lt;w:i/&gt;&lt;w:sz w:val=&quot;24&quot;/&gt;&lt;w:sz-cs w:val=&quot;24&quot;/&gt;&lt;/w:rPr&gt;&lt;m:t&gt;j&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284A1E">
        <w:rPr>
          <w:rFonts w:ascii="Times New Roman" w:hAnsi="Times New Roman"/>
          <w:sz w:val="24"/>
          <w:szCs w:val="24"/>
        </w:rPr>
        <w:fldChar w:fldCharType="end"/>
      </w:r>
      <w:r w:rsidRPr="006A42C7">
        <w:rPr>
          <w:rFonts w:ascii="Times New Roman" w:hAnsi="Times New Roman"/>
          <w:sz w:val="24"/>
          <w:szCs w:val="24"/>
        </w:rPr>
        <w:t xml:space="preserve"> </w:t>
      </w:r>
      <w:r w:rsidRPr="006A42C7">
        <w:rPr>
          <w:rFonts w:ascii="Times New Roman" w:hAnsi="Times New Roman"/>
          <w:sz w:val="28"/>
          <w:szCs w:val="28"/>
        </w:rPr>
        <w:t xml:space="preserve">- среднегодовой коэффициент индексации размера социальной выплаты гражданам </w:t>
      </w:r>
      <w:r w:rsidRPr="006A42C7">
        <w:rPr>
          <w:rFonts w:ascii="Times New Roman" w:hAnsi="Times New Roman"/>
          <w:sz w:val="28"/>
          <w:szCs w:val="28"/>
          <w:lang w:val="en-US"/>
        </w:rPr>
        <w:t>j</w:t>
      </w:r>
      <w:r w:rsidRPr="006A42C7">
        <w:rPr>
          <w:rFonts w:ascii="Times New Roman" w:hAnsi="Times New Roman"/>
          <w:sz w:val="28"/>
          <w:szCs w:val="28"/>
        </w:rPr>
        <w:t xml:space="preserve">-го вида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6A42C7">
        <w:rPr>
          <w:rFonts w:ascii="Times New Roman" w:hAnsi="Times New Roman"/>
          <w:sz w:val="24"/>
          <w:szCs w:val="24"/>
        </w:rPr>
        <w:t xml:space="preserve"> </w:t>
      </w:r>
      <w:r w:rsidRPr="006A42C7">
        <w:rPr>
          <w:rFonts w:ascii="Times New Roman" w:hAnsi="Times New Roman"/>
          <w:sz w:val="28"/>
          <w:szCs w:val="28"/>
        </w:rPr>
        <w:t xml:space="preserve">- число граждан, имеющих право на социальную выплату </w:t>
      </w:r>
      <w:r w:rsidRPr="006A42C7">
        <w:rPr>
          <w:rFonts w:ascii="Times New Roman" w:hAnsi="Times New Roman"/>
          <w:sz w:val="28"/>
          <w:szCs w:val="28"/>
          <w:lang w:val="en-US"/>
        </w:rPr>
        <w:t>j</w:t>
      </w:r>
      <w:r w:rsidRPr="006A42C7">
        <w:rPr>
          <w:rFonts w:ascii="Times New Roman" w:hAnsi="Times New Roman"/>
          <w:sz w:val="28"/>
          <w:szCs w:val="28"/>
        </w:rPr>
        <w:t xml:space="preserve">-го вида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6A42C7">
        <w:rPr>
          <w:rFonts w:ascii="Times New Roman" w:hAnsi="Times New Roman"/>
          <w:sz w:val="28"/>
          <w:szCs w:val="28"/>
        </w:rPr>
        <w:t>12 – применяется в случае, если выплаты производятся ежемесячно;</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r w:rsidRPr="00284A1E">
        <w:rPr>
          <w:rFonts w:ascii="Times New Roman" w:hAnsi="Times New Roman"/>
          <w:sz w:val="28"/>
          <w:szCs w:val="28"/>
        </w:rPr>
        <w:fldChar w:fldCharType="begin"/>
      </w:r>
      <w:r w:rsidRPr="00284A1E">
        <w:rPr>
          <w:rFonts w:ascii="Times New Roman" w:hAnsi="Times New Roman"/>
          <w:sz w:val="28"/>
          <w:szCs w:val="28"/>
        </w:rPr>
        <w:instrText xml:space="preserve"> QUOTE </w:instrText>
      </w:r>
      <w:r w:rsidRPr="00284A1E">
        <w:pict>
          <v:shape id="_x0000_i1053" type="#_x0000_t75" style="width:42.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0E4C&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F0E4C&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џ&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284A1E">
        <w:rPr>
          <w:rFonts w:ascii="Times New Roman" w:hAnsi="Times New Roman"/>
          <w:sz w:val="28"/>
          <w:szCs w:val="28"/>
        </w:rPr>
        <w:instrText xml:space="preserve"> </w:instrText>
      </w:r>
      <w:r w:rsidRPr="00284A1E">
        <w:rPr>
          <w:rFonts w:ascii="Times New Roman" w:hAnsi="Times New Roman"/>
          <w:sz w:val="28"/>
          <w:szCs w:val="28"/>
        </w:rPr>
        <w:fldChar w:fldCharType="separate"/>
      </w:r>
      <w:r w:rsidRPr="00284A1E">
        <w:pict>
          <v:shape id="_x0000_i1054" type="#_x0000_t75" style="width:42.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A42C7&quot;/&gt;&lt;wsp:rsid wsp:val=&quot;00001BB3&quot;/&gt;&lt;wsp:rsid wsp:val=&quot;00002069&quot;/&gt;&lt;wsp:rsid wsp:val=&quot;00011C6F&quot;/&gt;&lt;wsp:rsid wsp:val=&quot;00026175&quot;/&gt;&lt;wsp:rsid wsp:val=&quot;00030449&quot;/&gt;&lt;wsp:rsid wsp:val=&quot;00031F85&quot;/&gt;&lt;wsp:rsid wsp:val=&quot;000322EB&quot;/&gt;&lt;wsp:rsid wsp:val=&quot;00040A81&quot;/&gt;&lt;wsp:rsid wsp:val=&quot;00044B21&quot;/&gt;&lt;wsp:rsid wsp:val=&quot;0005477C&quot;/&gt;&lt;wsp:rsid wsp:val=&quot;00060227&quot;/&gt;&lt;wsp:rsid wsp:val=&quot;00062F4E&quot;/&gt;&lt;wsp:rsid wsp:val=&quot;000660AB&quot;/&gt;&lt;wsp:rsid wsp:val=&quot;0009222E&quot;/&gt;&lt;wsp:rsid wsp:val=&quot;000962AD&quot;/&gt;&lt;wsp:rsid wsp:val=&quot;000B17FD&quot;/&gt;&lt;wsp:rsid wsp:val=&quot;000B1FBC&quot;/&gt;&lt;wsp:rsid wsp:val=&quot;000B7396&quot;/&gt;&lt;wsp:rsid wsp:val=&quot;000C4621&quot;/&gt;&lt;wsp:rsid wsp:val=&quot;000C5244&quot;/&gt;&lt;wsp:rsid wsp:val=&quot;000C5B77&quot;/&gt;&lt;wsp:rsid wsp:val=&quot;000D3E4E&quot;/&gt;&lt;wsp:rsid wsp:val=&quot;000E7D56&quot;/&gt;&lt;wsp:rsid wsp:val=&quot;000E7DE2&quot;/&gt;&lt;wsp:rsid wsp:val=&quot;00102BE2&quot;/&gt;&lt;wsp:rsid wsp:val=&quot;00110137&quot;/&gt;&lt;wsp:rsid wsp:val=&quot;00110D74&quot;/&gt;&lt;wsp:rsid wsp:val=&quot;00110E89&quot;/&gt;&lt;wsp:rsid wsp:val=&quot;00125924&quot;/&gt;&lt;wsp:rsid wsp:val=&quot;00135002&quot;/&gt;&lt;wsp:rsid wsp:val=&quot;001446F1&quot;/&gt;&lt;wsp:rsid wsp:val=&quot;001450EF&quot;/&gt;&lt;wsp:rsid wsp:val=&quot;00145CAE&quot;/&gt;&lt;wsp:rsid wsp:val=&quot;00146ACC&quot;/&gt;&lt;wsp:rsid wsp:val=&quot;00147E1F&quot;/&gt;&lt;wsp:rsid wsp:val=&quot;00147F2F&quot;/&gt;&lt;wsp:rsid wsp:val=&quot;001552D4&quot;/&gt;&lt;wsp:rsid wsp:val=&quot;00163E5D&quot;/&gt;&lt;wsp:rsid wsp:val=&quot;00167CCD&quot;/&gt;&lt;wsp:rsid wsp:val=&quot;0017024B&quot;/&gt;&lt;wsp:rsid wsp:val=&quot;00170D86&quot;/&gt;&lt;wsp:rsid wsp:val=&quot;0017415A&quot;/&gt;&lt;wsp:rsid wsp:val=&quot;001903E9&quot;/&gt;&lt;wsp:rsid wsp:val=&quot;00193944&quot;/&gt;&lt;wsp:rsid wsp:val=&quot;00196BF8&quot;/&gt;&lt;wsp:rsid wsp:val=&quot;001A0926&quot;/&gt;&lt;wsp:rsid wsp:val=&quot;001A6D3F&quot;/&gt;&lt;wsp:rsid wsp:val=&quot;001B2ABE&quot;/&gt;&lt;wsp:rsid wsp:val=&quot;001B2B26&quot;/&gt;&lt;wsp:rsid wsp:val=&quot;001B4BF3&quot;/&gt;&lt;wsp:rsid wsp:val=&quot;001B4FF3&quot;/&gt;&lt;wsp:rsid wsp:val=&quot;001B77C1&quot;/&gt;&lt;wsp:rsid wsp:val=&quot;001C63B0&quot;/&gt;&lt;wsp:rsid wsp:val=&quot;001C7654&quot;/&gt;&lt;wsp:rsid wsp:val=&quot;001D075E&quot;/&gt;&lt;wsp:rsid wsp:val=&quot;001D15C2&quot;/&gt;&lt;wsp:rsid wsp:val=&quot;001D4C12&quot;/&gt;&lt;wsp:rsid wsp:val=&quot;001D6B30&quot;/&gt;&lt;wsp:rsid wsp:val=&quot;001D7242&quot;/&gt;&lt;wsp:rsid wsp:val=&quot;001D7F5F&quot;/&gt;&lt;wsp:rsid wsp:val=&quot;001F1496&quot;/&gt;&lt;wsp:rsid wsp:val=&quot;002034DD&quot;/&gt;&lt;wsp:rsid wsp:val=&quot;00223D4B&quot;/&gt;&lt;wsp:rsid wsp:val=&quot;00240431&quot;/&gt;&lt;wsp:rsid wsp:val=&quot;00242026&quot;/&gt;&lt;wsp:rsid wsp:val=&quot;00251999&quot;/&gt;&lt;wsp:rsid wsp:val=&quot;0025251D&quot;/&gt;&lt;wsp:rsid wsp:val=&quot;00260FE8&quot;/&gt;&lt;wsp:rsid wsp:val=&quot;0026303E&quot;/&gt;&lt;wsp:rsid wsp:val=&quot;002643B0&quot;/&gt;&lt;wsp:rsid wsp:val=&quot;00270B5D&quot;/&gt;&lt;wsp:rsid wsp:val=&quot;00284A1E&quot;/&gt;&lt;wsp:rsid wsp:val=&quot;002902BF&quot;/&gt;&lt;wsp:rsid wsp:val=&quot;002954FC&quot;/&gt;&lt;wsp:rsid wsp:val=&quot;002A1510&quot;/&gt;&lt;wsp:rsid wsp:val=&quot;002B69B8&quot;/&gt;&lt;wsp:rsid wsp:val=&quot;002C061C&quot;/&gt;&lt;wsp:rsid wsp:val=&quot;002C5659&quot;/&gt;&lt;wsp:rsid wsp:val=&quot;002D4BCB&quot;/&gt;&lt;wsp:rsid wsp:val=&quot;002E37DF&quot;/&gt;&lt;wsp:rsid wsp:val=&quot;002E3888&quot;/&gt;&lt;wsp:rsid wsp:val=&quot;002E3DD7&quot;/&gt;&lt;wsp:rsid wsp:val=&quot;002F08A4&quot;/&gt;&lt;wsp:rsid wsp:val=&quot;002F239C&quot;/&gt;&lt;wsp:rsid wsp:val=&quot;00310C94&quot;/&gt;&lt;wsp:rsid wsp:val=&quot;00311804&quot;/&gt;&lt;wsp:rsid wsp:val=&quot;003139D5&quot;/&gt;&lt;wsp:rsid wsp:val=&quot;003231DE&quot;/&gt;&lt;wsp:rsid wsp:val=&quot;00323C21&quot;/&gt;&lt;wsp:rsid wsp:val=&quot;00343063&quot;/&gt;&lt;wsp:rsid wsp:val=&quot;00347982&quot;/&gt;&lt;wsp:rsid wsp:val=&quot;003501FE&quot;/&gt;&lt;wsp:rsid wsp:val=&quot;00370379&quot;/&gt;&lt;wsp:rsid wsp:val=&quot;003704B1&quot;/&gt;&lt;wsp:rsid wsp:val=&quot;003733D6&quot;/&gt;&lt;wsp:rsid wsp:val=&quot;0037487C&quot;/&gt;&lt;wsp:rsid wsp:val=&quot;00395A5E&quot;/&gt;&lt;wsp:rsid wsp:val=&quot;00397954&quot;/&gt;&lt;wsp:rsid wsp:val=&quot;00397E4E&quot;/&gt;&lt;wsp:rsid wsp:val=&quot;003A6FF5&quot;/&gt;&lt;wsp:rsid wsp:val=&quot;003B43B5&quot;/&gt;&lt;wsp:rsid wsp:val=&quot;003C4288&quot;/&gt;&lt;wsp:rsid wsp:val=&quot;003C6ABB&quot;/&gt;&lt;wsp:rsid wsp:val=&quot;003C6B21&quot;/&gt;&lt;wsp:rsid wsp:val=&quot;003E1862&quot;/&gt;&lt;wsp:rsid wsp:val=&quot;003E2F2E&quot;/&gt;&lt;wsp:rsid wsp:val=&quot;003E3F08&quot;/&gt;&lt;wsp:rsid wsp:val=&quot;003F3CDD&quot;/&gt;&lt;wsp:rsid wsp:val=&quot;003F5324&quot;/&gt;&lt;wsp:rsid wsp:val=&quot;00402BA2&quot;/&gt;&lt;wsp:rsid wsp:val=&quot;00403F57&quot;/&gt;&lt;wsp:rsid wsp:val=&quot;004064D1&quot;/&gt;&lt;wsp:rsid wsp:val=&quot;00410708&quot;/&gt;&lt;wsp:rsid wsp:val=&quot;00410E8D&quot;/&gt;&lt;wsp:rsid wsp:val=&quot;00414E5E&quot;/&gt;&lt;wsp:rsid wsp:val=&quot;00415DD1&quot;/&gt;&lt;wsp:rsid wsp:val=&quot;004216E3&quot;/&gt;&lt;wsp:rsid wsp:val=&quot;0042189B&quot;/&gt;&lt;wsp:rsid wsp:val=&quot;00424E5A&quot;/&gt;&lt;wsp:rsid wsp:val=&quot;004251C3&quot;/&gt;&lt;wsp:rsid wsp:val=&quot;004279D0&quot;/&gt;&lt;wsp:rsid wsp:val=&quot;00427D4E&quot;/&gt;&lt;wsp:rsid wsp:val=&quot;004348B7&quot;/&gt;&lt;wsp:rsid wsp:val=&quot;00444560&quot;/&gt;&lt;wsp:rsid wsp:val=&quot;004476B4&quot;/&gt;&lt;wsp:rsid wsp:val=&quot;00447FFA&quot;/&gt;&lt;wsp:rsid wsp:val=&quot;00452C3A&quot;/&gt;&lt;wsp:rsid wsp:val=&quot;0045301F&quot;/&gt;&lt;wsp:rsid wsp:val=&quot;004559E7&quot;/&gt;&lt;wsp:rsid wsp:val=&quot;00464362&quot;/&gt;&lt;wsp:rsid wsp:val=&quot;004711B2&quot;/&gt;&lt;wsp:rsid wsp:val=&quot;004734B7&quot;/&gt;&lt;wsp:rsid wsp:val=&quot;00475529&quot;/&gt;&lt;wsp:rsid wsp:val=&quot;004840AF&quot;/&gt;&lt;wsp:rsid wsp:val=&quot;004977EA&quot;/&gt;&lt;wsp:rsid wsp:val=&quot;004B0823&quot;/&gt;&lt;wsp:rsid wsp:val=&quot;004B39BE&quot;/&gt;&lt;wsp:rsid wsp:val=&quot;004B5C33&quot;/&gt;&lt;wsp:rsid wsp:val=&quot;004C37D2&quot;/&gt;&lt;wsp:rsid wsp:val=&quot;004D2B10&quot;/&gt;&lt;wsp:rsid wsp:val=&quot;004D4D62&quot;/&gt;&lt;wsp:rsid wsp:val=&quot;004F233E&quot;/&gt;&lt;wsp:rsid wsp:val=&quot;004F4126&quot;/&gt;&lt;wsp:rsid wsp:val=&quot;004F558E&quot;/&gt;&lt;wsp:rsid wsp:val=&quot;00500D4E&quot;/&gt;&lt;wsp:rsid wsp:val=&quot;0050469E&quot;/&gt;&lt;wsp:rsid wsp:val=&quot;00513692&quot;/&gt;&lt;wsp:rsid wsp:val=&quot;00517C36&quot;/&gt;&lt;wsp:rsid wsp:val=&quot;00523B7D&quot;/&gt;&lt;wsp:rsid wsp:val=&quot;00525843&quot;/&gt;&lt;wsp:rsid wsp:val=&quot;00531135&quot;/&gt;&lt;wsp:rsid wsp:val=&quot;0054338F&quot;/&gt;&lt;wsp:rsid wsp:val=&quot;00575702&quot;/&gt;&lt;wsp:rsid wsp:val=&quot;00591920&quot;/&gt;&lt;wsp:rsid wsp:val=&quot;0059381B&quot;/&gt;&lt;wsp:rsid wsp:val=&quot;00596CEE&quot;/&gt;&lt;wsp:rsid wsp:val=&quot;00597DF1&quot;/&gt;&lt;wsp:rsid wsp:val=&quot;005B420F&quot;/&gt;&lt;wsp:rsid wsp:val=&quot;005C50C6&quot;/&gt;&lt;wsp:rsid wsp:val=&quot;005C7E8C&quot;/&gt;&lt;wsp:rsid wsp:val=&quot;005D54EE&quot;/&gt;&lt;wsp:rsid wsp:val=&quot;005E4474&quot;/&gt;&lt;wsp:rsid wsp:val=&quot;005F6B13&quot;/&gt;&lt;wsp:rsid wsp:val=&quot;00604179&quot;/&gt;&lt;wsp:rsid wsp:val=&quot;00611969&quot;/&gt;&lt;wsp:rsid wsp:val=&quot;00616530&quot;/&gt;&lt;wsp:rsid wsp:val=&quot;006165B1&quot;/&gt;&lt;wsp:rsid wsp:val=&quot;00616D71&quot;/&gt;&lt;wsp:rsid wsp:val=&quot;00623333&quot;/&gt;&lt;wsp:rsid wsp:val=&quot;006320F3&quot;/&gt;&lt;wsp:rsid wsp:val=&quot;00633E77&quot;/&gt;&lt;wsp:rsid wsp:val=&quot;0063467E&quot;/&gt;&lt;wsp:rsid wsp:val=&quot;00634AA6&quot;/&gt;&lt;wsp:rsid wsp:val=&quot;006444B1&quot;/&gt;&lt;wsp:rsid wsp:val=&quot;006470BE&quot;/&gt;&lt;wsp:rsid wsp:val=&quot;00650DD2&quot;/&gt;&lt;wsp:rsid wsp:val=&quot;006573B6&quot;/&gt;&lt;wsp:rsid wsp:val=&quot;00660AC0&quot;/&gt;&lt;wsp:rsid wsp:val=&quot;006725F0&quot;/&gt;&lt;wsp:rsid wsp:val=&quot;006745EB&quot;/&gt;&lt;wsp:rsid wsp:val=&quot;00680351&quot;/&gt;&lt;wsp:rsid wsp:val=&quot;00680C6E&quot;/&gt;&lt;wsp:rsid wsp:val=&quot;0068773D&quot;/&gt;&lt;wsp:rsid wsp:val=&quot;00697299&quot;/&gt;&lt;wsp:rsid wsp:val=&quot;006A42C7&quot;/&gt;&lt;wsp:rsid wsp:val=&quot;006A6EF0&quot;/&gt;&lt;wsp:rsid wsp:val=&quot;006B1918&quot;/&gt;&lt;wsp:rsid wsp:val=&quot;006B7C8B&quot;/&gt;&lt;wsp:rsid wsp:val=&quot;006E13B5&quot;/&gt;&lt;wsp:rsid wsp:val=&quot;006E2071&quot;/&gt;&lt;wsp:rsid wsp:val=&quot;006E6C47&quot;/&gt;&lt;wsp:rsid wsp:val=&quot;006E7B63&quot;/&gt;&lt;wsp:rsid wsp:val=&quot;007063E5&quot;/&gt;&lt;wsp:rsid wsp:val=&quot;007268C3&quot;/&gt;&lt;wsp:rsid wsp:val=&quot;00726BA6&quot;/&gt;&lt;wsp:rsid wsp:val=&quot;00736198&quot;/&gt;&lt;wsp:rsid wsp:val=&quot;0074020C&quot;/&gt;&lt;wsp:rsid wsp:val=&quot;007500AC&quot;/&gt;&lt;wsp:rsid wsp:val=&quot;00753E12&quot;/&gt;&lt;wsp:rsid wsp:val=&quot;007566B5&quot;/&gt;&lt;wsp:rsid wsp:val=&quot;007602EC&quot;/&gt;&lt;wsp:rsid wsp:val=&quot;007816A8&quot;/&gt;&lt;wsp:rsid wsp:val=&quot;0078597B&quot;/&gt;&lt;wsp:rsid wsp:val=&quot;007B2EE6&quot;/&gt;&lt;wsp:rsid wsp:val=&quot;007B4F58&quot;/&gt;&lt;wsp:rsid wsp:val=&quot;007C50D9&quot;/&gt;&lt;wsp:rsid wsp:val=&quot;007C598F&quot;/&gt;&lt;wsp:rsid wsp:val=&quot;007C7301&quot;/&gt;&lt;wsp:rsid wsp:val=&quot;007E676E&quot;/&gt;&lt;wsp:rsid wsp:val=&quot;007E7402&quot;/&gt;&lt;wsp:rsid wsp:val=&quot;007F059A&quot;/&gt;&lt;wsp:rsid wsp:val=&quot;007F7A66&quot;/&gt;&lt;wsp:rsid wsp:val=&quot;00814888&quot;/&gt;&lt;wsp:rsid wsp:val=&quot;008155A8&quot;/&gt;&lt;wsp:rsid wsp:val=&quot;00817E60&quot;/&gt;&lt;wsp:rsid wsp:val=&quot;00831316&quot;/&gt;&lt;wsp:rsid wsp:val=&quot;00833A99&quot;/&gt;&lt;wsp:rsid wsp:val=&quot;008471B9&quot;/&gt;&lt;wsp:rsid wsp:val=&quot;00853020&quot;/&gt;&lt;wsp:rsid wsp:val=&quot;00862771&quot;/&gt;&lt;wsp:rsid wsp:val=&quot;00862EB3&quot;/&gt;&lt;wsp:rsid wsp:val=&quot;00872446&quot;/&gt;&lt;wsp:rsid wsp:val=&quot;008730A2&quot;/&gt;&lt;wsp:rsid wsp:val=&quot;00875408&quot;/&gt;&lt;wsp:rsid wsp:val=&quot;00876B4D&quot;/&gt;&lt;wsp:rsid wsp:val=&quot;008921B6&quot;/&gt;&lt;wsp:rsid wsp:val=&quot;008921EC&quot;/&gt;&lt;wsp:rsid wsp:val=&quot;00893B83&quot;/&gt;&lt;wsp:rsid wsp:val=&quot;00893EFA&quot;/&gt;&lt;wsp:rsid wsp:val=&quot;008A01D3&quot;/&gt;&lt;wsp:rsid wsp:val=&quot;008A6E0A&quot;/&gt;&lt;wsp:rsid wsp:val=&quot;008B00C5&quot;/&gt;&lt;wsp:rsid wsp:val=&quot;008B228B&quot;/&gt;&lt;wsp:rsid wsp:val=&quot;008B2DF4&quot;/&gt;&lt;wsp:rsid wsp:val=&quot;008C2711&quot;/&gt;&lt;wsp:rsid wsp:val=&quot;008C40E9&quot;/&gt;&lt;wsp:rsid wsp:val=&quot;008C74DB&quot;/&gt;&lt;wsp:rsid wsp:val=&quot;008D37AF&quot;/&gt;&lt;wsp:rsid wsp:val=&quot;008D38AC&quot;/&gt;&lt;wsp:rsid wsp:val=&quot;008D3999&quot;/&gt;&lt;wsp:rsid wsp:val=&quot;008D5377&quot;/&gt;&lt;wsp:rsid wsp:val=&quot;008E5FF4&quot;/&gt;&lt;wsp:rsid wsp:val=&quot;008F3B6D&quot;/&gt;&lt;wsp:rsid wsp:val=&quot;009018DC&quot;/&gt;&lt;wsp:rsid wsp:val=&quot;00905546&quot;/&gt;&lt;wsp:rsid wsp:val=&quot;00905596&quot;/&gt;&lt;wsp:rsid wsp:val=&quot;0091410D&quot;/&gt;&lt;wsp:rsid wsp:val=&quot;0092082C&quot;/&gt;&lt;wsp:rsid wsp:val=&quot;009254CC&quot;/&gt;&lt;wsp:rsid wsp:val=&quot;009259BA&quot;/&gt;&lt;wsp:rsid wsp:val=&quot;00942337&quot;/&gt;&lt;wsp:rsid wsp:val=&quot;00945717&quot;/&gt;&lt;wsp:rsid wsp:val=&quot;009501D3&quot;/&gt;&lt;wsp:rsid wsp:val=&quot;00962490&quot;/&gt;&lt;wsp:rsid wsp:val=&quot;009744C7&quot;/&gt;&lt;wsp:rsid wsp:val=&quot;00983FB6&quot;/&gt;&lt;wsp:rsid wsp:val=&quot;0098428D&quot;/&gt;&lt;wsp:rsid wsp:val=&quot;009857C5&quot;/&gt;&lt;wsp:rsid wsp:val=&quot;00986BE6&quot;/&gt;&lt;wsp:rsid wsp:val=&quot;00996D4B&quot;/&gt;&lt;wsp:rsid wsp:val=&quot;009A1507&quot;/&gt;&lt;wsp:rsid wsp:val=&quot;009B20B0&quot;/&gt;&lt;wsp:rsid wsp:val=&quot;009B39DE&quot;/&gt;&lt;wsp:rsid wsp:val=&quot;009C712E&quot;/&gt;&lt;wsp:rsid wsp:val=&quot;009D0723&quot;/&gt;&lt;wsp:rsid wsp:val=&quot;009D71A5&quot;/&gt;&lt;wsp:rsid wsp:val=&quot;009E0335&quot;/&gt;&lt;wsp:rsid wsp:val=&quot;009E53CD&quot;/&gt;&lt;wsp:rsid wsp:val=&quot;009F280F&quot;/&gt;&lt;wsp:rsid wsp:val=&quot;009F4CDA&quot;/&gt;&lt;wsp:rsid wsp:val=&quot;009F5720&quot;/&gt;&lt;wsp:rsid wsp:val=&quot;009F5AB2&quot;/&gt;&lt;wsp:rsid wsp:val=&quot;009F62FE&quot;/&gt;&lt;wsp:rsid wsp:val=&quot;00A009CB&quot;/&gt;&lt;wsp:rsid wsp:val=&quot;00A01326&quot;/&gt;&lt;wsp:rsid wsp:val=&quot;00A04C5A&quot;/&gt;&lt;wsp:rsid wsp:val=&quot;00A10909&quot;/&gt;&lt;wsp:rsid wsp:val=&quot;00A13315&quot;/&gt;&lt;wsp:rsid wsp:val=&quot;00A358F8&quot;/&gt;&lt;wsp:rsid wsp:val=&quot;00A52AF4&quot;/&gt;&lt;wsp:rsid wsp:val=&quot;00A541F4&quot;/&gt;&lt;wsp:rsid wsp:val=&quot;00A624FD&quot;/&gt;&lt;wsp:rsid wsp:val=&quot;00A73945&quot;/&gt;&lt;wsp:rsid wsp:val=&quot;00A81383&quot;/&gt;&lt;wsp:rsid wsp:val=&quot;00A87840&quot;/&gt;&lt;wsp:rsid wsp:val=&quot;00A96049&quot;/&gt;&lt;wsp:rsid wsp:val=&quot;00AB04B1&quot;/&gt;&lt;wsp:rsid wsp:val=&quot;00AB0626&quot;/&gt;&lt;wsp:rsid wsp:val=&quot;00AE1DD4&quot;/&gt;&lt;wsp:rsid wsp:val=&quot;00AE2920&quot;/&gt;&lt;wsp:rsid wsp:val=&quot;00AE4087&quot;/&gt;&lt;wsp:rsid wsp:val=&quot;00AF4670&quot;/&gt;&lt;wsp:rsid wsp:val=&quot;00AF765D&quot;/&gt;&lt;wsp:rsid wsp:val=&quot;00B00F41&quot;/&gt;&lt;wsp:rsid wsp:val=&quot;00B02A54&quot;/&gt;&lt;wsp:rsid wsp:val=&quot;00B072B3&quot;/&gt;&lt;wsp:rsid wsp:val=&quot;00B15A2C&quot;/&gt;&lt;wsp:rsid wsp:val=&quot;00B17548&quot;/&gt;&lt;wsp:rsid wsp:val=&quot;00B2138D&quot;/&gt;&lt;wsp:rsid wsp:val=&quot;00B21C34&quot;/&gt;&lt;wsp:rsid wsp:val=&quot;00B33472&quot;/&gt;&lt;wsp:rsid wsp:val=&quot;00B366AB&quot;/&gt;&lt;wsp:rsid wsp:val=&quot;00B53403&quot;/&gt;&lt;wsp:rsid wsp:val=&quot;00B56D45&quot;/&gt;&lt;wsp:rsid wsp:val=&quot;00B70769&quot;/&gt;&lt;wsp:rsid wsp:val=&quot;00B73C49&quot;/&gt;&lt;wsp:rsid wsp:val=&quot;00B74ADB&quot;/&gt;&lt;wsp:rsid wsp:val=&quot;00B758E8&quot;/&gt;&lt;wsp:rsid wsp:val=&quot;00B80A56&quot;/&gt;&lt;wsp:rsid wsp:val=&quot;00B928F9&quot;/&gt;&lt;wsp:rsid wsp:val=&quot;00BA3182&quot;/&gt;&lt;wsp:rsid wsp:val=&quot;00BA328A&quot;/&gt;&lt;wsp:rsid wsp:val=&quot;00BA3C61&quot;/&gt;&lt;wsp:rsid wsp:val=&quot;00BA62C2&quot;/&gt;&lt;wsp:rsid wsp:val=&quot;00BB1588&quot;/&gt;&lt;wsp:rsid wsp:val=&quot;00BC1AC8&quot;/&gt;&lt;wsp:rsid wsp:val=&quot;00BC5647&quot;/&gt;&lt;wsp:rsid wsp:val=&quot;00BC56DD&quot;/&gt;&lt;wsp:rsid wsp:val=&quot;00BD419D&quot;/&gt;&lt;wsp:rsid wsp:val=&quot;00BD594D&quot;/&gt;&lt;wsp:rsid wsp:val=&quot;00BD61BA&quot;/&gt;&lt;wsp:rsid wsp:val=&quot;00BD68B9&quot;/&gt;&lt;wsp:rsid wsp:val=&quot;00BE1A17&quot;/&gt;&lt;wsp:rsid wsp:val=&quot;00BE2F08&quot;/&gt;&lt;wsp:rsid wsp:val=&quot;00BE5BF3&quot;/&gt;&lt;wsp:rsid wsp:val=&quot;00BF0E4C&quot;/&gt;&lt;wsp:rsid wsp:val=&quot;00BF2581&quot;/&gt;&lt;wsp:rsid wsp:val=&quot;00BF56E2&quot;/&gt;&lt;wsp:rsid wsp:val=&quot;00BF6D4D&quot;/&gt;&lt;wsp:rsid wsp:val=&quot;00BF7A2B&quot;/&gt;&lt;wsp:rsid wsp:val=&quot;00C000F4&quot;/&gt;&lt;wsp:rsid wsp:val=&quot;00C010E7&quot;/&gt;&lt;wsp:rsid wsp:val=&quot;00C03F46&quot;/&gt;&lt;wsp:rsid wsp:val=&quot;00C0671A&quot;/&gt;&lt;wsp:rsid wsp:val=&quot;00C16756&quot;/&gt;&lt;wsp:rsid wsp:val=&quot;00C16CC2&quot;/&gt;&lt;wsp:rsid wsp:val=&quot;00C214E3&quot;/&gt;&lt;wsp:rsid wsp:val=&quot;00C2323E&quot;/&gt;&lt;wsp:rsid wsp:val=&quot;00C33213&quot;/&gt;&lt;wsp:rsid wsp:val=&quot;00C40018&quot;/&gt;&lt;wsp:rsid wsp:val=&quot;00C411D7&quot;/&gt;&lt;wsp:rsid wsp:val=&quot;00C652F8&quot;/&gt;&lt;wsp:rsid wsp:val=&quot;00C66BCC&quot;/&gt;&lt;wsp:rsid wsp:val=&quot;00C71217&quot;/&gt;&lt;wsp:rsid wsp:val=&quot;00C73B62&quot;/&gt;&lt;wsp:rsid wsp:val=&quot;00C759EB&quot;/&gt;&lt;wsp:rsid wsp:val=&quot;00C86A16&quot;/&gt;&lt;wsp:rsid wsp:val=&quot;00C904C9&quot;/&gt;&lt;wsp:rsid wsp:val=&quot;00C91A34&quot;/&gt;&lt;wsp:rsid wsp:val=&quot;00C92CE7&quot;/&gt;&lt;wsp:rsid wsp:val=&quot;00C95DC2&quot;/&gt;&lt;wsp:rsid wsp:val=&quot;00CA193A&quot;/&gt;&lt;wsp:rsid wsp:val=&quot;00CA3F7E&quot;/&gt;&lt;wsp:rsid wsp:val=&quot;00CA4348&quot;/&gt;&lt;wsp:rsid wsp:val=&quot;00CA6645&quot;/&gt;&lt;wsp:rsid wsp:val=&quot;00CB2ED7&quot;/&gt;&lt;wsp:rsid wsp:val=&quot;00CB7CA1&quot;/&gt;&lt;wsp:rsid wsp:val=&quot;00CD385E&quot;/&gt;&lt;wsp:rsid wsp:val=&quot;00CE3E9D&quot;/&gt;&lt;wsp:rsid wsp:val=&quot;00CE4FE8&quot;/&gt;&lt;wsp:rsid wsp:val=&quot;00CE57E1&quot;/&gt;&lt;wsp:rsid wsp:val=&quot;00CE76DD&quot;/&gt;&lt;wsp:rsid wsp:val=&quot;00CE7A80&quot;/&gt;&lt;wsp:rsid wsp:val=&quot;00CF10F8&quot;/&gt;&lt;wsp:rsid wsp:val=&quot;00CF57C8&quot;/&gt;&lt;wsp:rsid wsp:val=&quot;00D03422&quot;/&gt;&lt;wsp:rsid wsp:val=&quot;00D060EF&quot;/&gt;&lt;wsp:rsid wsp:val=&quot;00D16251&quot;/&gt;&lt;wsp:rsid wsp:val=&quot;00D170B6&quot;/&gt;&lt;wsp:rsid wsp:val=&quot;00D219F6&quot;/&gt;&lt;wsp:rsid wsp:val=&quot;00D330B5&quot;/&gt;&lt;wsp:rsid wsp:val=&quot;00D45449&quot;/&gt;&lt;wsp:rsid wsp:val=&quot;00D46BB9&quot;/&gt;&lt;wsp:rsid wsp:val=&quot;00D50C8E&quot;/&gt;&lt;wsp:rsid wsp:val=&quot;00D52863&quot;/&gt;&lt;wsp:rsid wsp:val=&quot;00D600F8&quot;/&gt;&lt;wsp:rsid wsp:val=&quot;00D60BEF&quot;/&gt;&lt;wsp:rsid wsp:val=&quot;00D72A21&quot;/&gt;&lt;wsp:rsid wsp:val=&quot;00D76F2E&quot;/&gt;&lt;wsp:rsid wsp:val=&quot;00D80373&quot;/&gt;&lt;wsp:rsid wsp:val=&quot;00D81CF4&quot;/&gt;&lt;wsp:rsid wsp:val=&quot;00D84D52&quot;/&gt;&lt;wsp:rsid wsp:val=&quot;00DB6117&quot;/&gt;&lt;wsp:rsid wsp:val=&quot;00DB6D64&quot;/&gt;&lt;wsp:rsid wsp:val=&quot;00DB7A28&quot;/&gt;&lt;wsp:rsid wsp:val=&quot;00DB7B9F&quot;/&gt;&lt;wsp:rsid wsp:val=&quot;00DB7FFA&quot;/&gt;&lt;wsp:rsid wsp:val=&quot;00DC5225&quot;/&gt;&lt;wsp:rsid wsp:val=&quot;00DD0FD6&quot;/&gt;&lt;wsp:rsid wsp:val=&quot;00DD2649&quot;/&gt;&lt;wsp:rsid wsp:val=&quot;00DD758A&quot;/&gt;&lt;wsp:rsid wsp:val=&quot;00DE4E4A&quot;/&gt;&lt;wsp:rsid wsp:val=&quot;00DE5F8D&quot;/&gt;&lt;wsp:rsid wsp:val=&quot;00DF1DBC&quot;/&gt;&lt;wsp:rsid wsp:val=&quot;00E01855&quot;/&gt;&lt;wsp:rsid wsp:val=&quot;00E0476D&quot;/&gt;&lt;wsp:rsid wsp:val=&quot;00E070AF&quot;/&gt;&lt;wsp:rsid wsp:val=&quot;00E110C7&quot;/&gt;&lt;wsp:rsid wsp:val=&quot;00E15EF4&quot;/&gt;&lt;wsp:rsid wsp:val=&quot;00E26026&quot;/&gt;&lt;wsp:rsid wsp:val=&quot;00E30504&quot;/&gt;&lt;wsp:rsid wsp:val=&quot;00E40332&quot;/&gt;&lt;wsp:rsid wsp:val=&quot;00E436AA&quot;/&gt;&lt;wsp:rsid wsp:val=&quot;00E43819&quot;/&gt;&lt;wsp:rsid wsp:val=&quot;00E5743D&quot;/&gt;&lt;wsp:rsid wsp:val=&quot;00E61E42&quot;/&gt;&lt;wsp:rsid wsp:val=&quot;00E665D2&quot;/&gt;&lt;wsp:rsid wsp:val=&quot;00E73AA6&quot;/&gt;&lt;wsp:rsid wsp:val=&quot;00E82B36&quot;/&gt;&lt;wsp:rsid wsp:val=&quot;00E84288&quot;/&gt;&lt;wsp:rsid wsp:val=&quot;00E849D6&quot;/&gt;&lt;wsp:rsid wsp:val=&quot;00E84FD7&quot;/&gt;&lt;wsp:rsid wsp:val=&quot;00E91F7F&quot;/&gt;&lt;wsp:rsid wsp:val=&quot;00E9260D&quot;/&gt;&lt;wsp:rsid wsp:val=&quot;00EA2DB0&quot;/&gt;&lt;wsp:rsid wsp:val=&quot;00EC0295&quot;/&gt;&lt;wsp:rsid wsp:val=&quot;00EC3223&quot;/&gt;&lt;wsp:rsid wsp:val=&quot;00EC6481&quot;/&gt;&lt;wsp:rsid wsp:val=&quot;00ED5233&quot;/&gt;&lt;wsp:rsid wsp:val=&quot;00EE3A37&quot;/&gt;&lt;wsp:rsid wsp:val=&quot;00EF00D3&quot;/&gt;&lt;wsp:rsid wsp:val=&quot;00F01809&quot;/&gt;&lt;wsp:rsid wsp:val=&quot;00F02702&quot;/&gt;&lt;wsp:rsid wsp:val=&quot;00F042BE&quot;/&gt;&lt;wsp:rsid wsp:val=&quot;00F046FB&quot;/&gt;&lt;wsp:rsid wsp:val=&quot;00F0541A&quot;/&gt;&lt;wsp:rsid wsp:val=&quot;00F209E3&quot;/&gt;&lt;wsp:rsid wsp:val=&quot;00F22CA7&quot;/&gt;&lt;wsp:rsid wsp:val=&quot;00F24BEA&quot;/&gt;&lt;wsp:rsid wsp:val=&quot;00F342B5&quot;/&gt;&lt;wsp:rsid wsp:val=&quot;00F437E7&quot;/&gt;&lt;wsp:rsid wsp:val=&quot;00F51169&quot;/&gt;&lt;wsp:rsid wsp:val=&quot;00F604EA&quot;/&gt;&lt;wsp:rsid wsp:val=&quot;00F6165A&quot;/&gt;&lt;wsp:rsid wsp:val=&quot;00F63699&quot;/&gt;&lt;wsp:rsid wsp:val=&quot;00F66A94&quot;/&gt;&lt;wsp:rsid wsp:val=&quot;00F7074B&quot;/&gt;&lt;wsp:rsid wsp:val=&quot;00F8006D&quot;/&gt;&lt;wsp:rsid wsp:val=&quot;00F82443&quot;/&gt;&lt;wsp:rsid wsp:val=&quot;00F92B74&quot;/&gt;&lt;wsp:rsid wsp:val=&quot;00F948BC&quot;/&gt;&lt;wsp:rsid wsp:val=&quot;00F959A3&quot;/&gt;&lt;wsp:rsid wsp:val=&quot;00FA4411&quot;/&gt;&lt;wsp:rsid wsp:val=&quot;00FA4829&quot;/&gt;&lt;wsp:rsid wsp:val=&quot;00FC055E&quot;/&gt;&lt;wsp:rsid wsp:val=&quot;00FC402C&quot;/&gt;&lt;wsp:rsid wsp:val=&quot;00FC46AD&quot;/&gt;&lt;wsp:rsid wsp:val=&quot;00FC510B&quot;/&gt;&lt;wsp:rsid wsp:val=&quot;00FC530D&quot;/&gt;&lt;wsp:rsid wsp:val=&quot;00FD4123&quot;/&gt;&lt;wsp:rsid wsp:val=&quot;00FD5898&quot;/&gt;&lt;/wsp:rsids&gt;&lt;/w:docPr&gt;&lt;w:body&gt;&lt;w:p wsp:rsidR=&quot;00000000&quot; wsp:rsidRDefault=&quot;00BF0E4C&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џ&lt;/m:t&gt;&lt;/m:r&gt;&lt;/m:e&gt;&lt;m:sup&gt;&lt;m:r&gt;&lt;w:rPr&gt;&lt;w:rFonts w:ascii=&quot;Cambria Math&quot; w:fareast=&quot;Times New Roman&quot; w:h-ansi=&quot;Cambria Math&quot;/&gt;&lt;wx:font wx:val=&quot;Cambria Math&quot;/&gt;&lt;w:i/&gt;&lt;w:sz w:val=&quot;28&quot;/&gt;&lt;w:sz-cs w:val=&quot;28&quot;/&gt;&lt;w:lang w:val=&quot;EN-US&quot;/&gt;&lt;/w:rPr&gt;&lt;m:t&gt;j&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284A1E">
        <w:rPr>
          <w:rFonts w:ascii="Times New Roman" w:hAnsi="Times New Roman"/>
          <w:sz w:val="28"/>
          <w:szCs w:val="28"/>
        </w:rPr>
        <w:fldChar w:fldCharType="end"/>
      </w:r>
      <w:r w:rsidRPr="006A42C7">
        <w:rPr>
          <w:rFonts w:ascii="Times New Roman" w:hAnsi="Times New Roman"/>
          <w:sz w:val="28"/>
          <w:szCs w:val="28"/>
        </w:rPr>
        <w:t xml:space="preserve"> - расходы, связанные с доставкой социальной выплаты гражданам </w:t>
      </w:r>
      <w:r w:rsidRPr="006A42C7">
        <w:rPr>
          <w:rFonts w:ascii="Times New Roman" w:hAnsi="Times New Roman"/>
          <w:sz w:val="28"/>
          <w:szCs w:val="28"/>
          <w:lang w:val="en-US"/>
        </w:rPr>
        <w:t>j</w:t>
      </w:r>
      <w:r w:rsidRPr="006A42C7">
        <w:rPr>
          <w:rFonts w:ascii="Times New Roman" w:hAnsi="Times New Roman"/>
          <w:sz w:val="28"/>
          <w:szCs w:val="28"/>
        </w:rPr>
        <w:t>-го вида и определяемые в процессах от объема бюджетных ассигнований на указанные выплаты.</w:t>
      </w:r>
    </w:p>
    <w:p w:rsidR="00B76F9C" w:rsidRPr="006A42C7" w:rsidRDefault="00B76F9C" w:rsidP="006A42C7">
      <w:pPr>
        <w:tabs>
          <w:tab w:val="left" w:pos="567"/>
          <w:tab w:val="left" w:pos="1276"/>
        </w:tabs>
        <w:spacing w:after="0" w:line="360" w:lineRule="auto"/>
        <w:jc w:val="both"/>
        <w:rPr>
          <w:rFonts w:ascii="Times New Roman" w:hAnsi="Times New Roman"/>
          <w:sz w:val="28"/>
          <w:szCs w:val="28"/>
        </w:rPr>
      </w:pPr>
    </w:p>
    <w:p w:rsidR="00B76F9C" w:rsidRPr="0050469E" w:rsidRDefault="00B76F9C" w:rsidP="0050469E">
      <w:pPr>
        <w:numPr>
          <w:ilvl w:val="0"/>
          <w:numId w:val="2"/>
        </w:numPr>
        <w:tabs>
          <w:tab w:val="left" w:pos="567"/>
          <w:tab w:val="left" w:pos="993"/>
        </w:tabs>
        <w:spacing w:after="0" w:line="360" w:lineRule="auto"/>
        <w:ind w:left="0" w:firstLine="851"/>
        <w:contextualSpacing/>
        <w:jc w:val="both"/>
        <w:rPr>
          <w:rFonts w:ascii="Times New Roman" w:hAnsi="Times New Roman"/>
          <w:sz w:val="28"/>
          <w:szCs w:val="28"/>
        </w:rPr>
      </w:pPr>
      <w:r w:rsidRPr="006A42C7">
        <w:rPr>
          <w:rFonts w:ascii="Times New Roman" w:hAnsi="Times New Roman"/>
          <w:sz w:val="28"/>
          <w:szCs w:val="28"/>
        </w:rPr>
        <w:t xml:space="preserve"> Планирование бюджетных ассигнований на предоставление межбюджетных трансфертов осуществляется на основе планового метода расчета бюджетных ассигнований исходя из нормативов и иных показателей, установленных законами (проектами законов) Российской Федерации,  Кировской области, решениями сельской Думы, нормативными правовыми актами (проектами нормативных правовых актов) Правительства Кировской области, администрации поселения.</w:t>
      </w:r>
    </w:p>
    <w:p w:rsidR="00B76F9C" w:rsidRPr="006A42C7" w:rsidRDefault="00B76F9C" w:rsidP="006A42C7">
      <w:pPr>
        <w:tabs>
          <w:tab w:val="left" w:pos="567"/>
          <w:tab w:val="left" w:pos="993"/>
          <w:tab w:val="left" w:pos="1276"/>
        </w:tabs>
        <w:spacing w:after="0" w:line="360" w:lineRule="auto"/>
        <w:jc w:val="both"/>
        <w:rPr>
          <w:rFonts w:ascii="Times New Roman" w:hAnsi="Times New Roman"/>
          <w:sz w:val="28"/>
          <w:szCs w:val="28"/>
        </w:rPr>
      </w:pPr>
    </w:p>
    <w:p w:rsidR="00B76F9C" w:rsidRPr="006A42C7" w:rsidRDefault="00B76F9C" w:rsidP="0050469E">
      <w:pPr>
        <w:numPr>
          <w:ilvl w:val="0"/>
          <w:numId w:val="2"/>
        </w:numPr>
        <w:tabs>
          <w:tab w:val="left" w:pos="567"/>
          <w:tab w:val="left" w:pos="993"/>
          <w:tab w:val="left" w:pos="1276"/>
        </w:tabs>
        <w:spacing w:after="0" w:line="360" w:lineRule="auto"/>
        <w:ind w:left="0" w:firstLine="709"/>
        <w:contextualSpacing/>
        <w:jc w:val="both"/>
        <w:rPr>
          <w:rFonts w:ascii="Times New Roman" w:hAnsi="Times New Roman"/>
          <w:sz w:val="28"/>
          <w:szCs w:val="28"/>
        </w:rPr>
      </w:pPr>
      <w:r w:rsidRPr="006A42C7">
        <w:rPr>
          <w:rFonts w:ascii="Times New Roman" w:hAnsi="Times New Roman"/>
          <w:sz w:val="28"/>
          <w:szCs w:val="28"/>
        </w:rPr>
        <w:t xml:space="preserve">Планирование бюджетных ассигнований на реализацию муниципальных целевых программ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осуществляется на основе планового  метода расчета бюджетных ассигнований в соответствии с объемами, указанными в перечне муниципальных целевых программ, реализацию которых предлагается осуществлять за счет средств бюджета поселения в очередном финансовом году (очередном финансовом году и плановом периоде).</w:t>
      </w:r>
    </w:p>
    <w:p w:rsidR="00B76F9C" w:rsidRPr="006A42C7" w:rsidRDefault="00B76F9C" w:rsidP="006A42C7">
      <w:pPr>
        <w:tabs>
          <w:tab w:val="left" w:pos="567"/>
          <w:tab w:val="left" w:pos="993"/>
          <w:tab w:val="left" w:pos="1276"/>
        </w:tabs>
        <w:spacing w:after="0" w:line="360" w:lineRule="auto"/>
        <w:ind w:firstLine="709"/>
        <w:contextualSpacing/>
        <w:jc w:val="both"/>
        <w:rPr>
          <w:rFonts w:ascii="Times New Roman" w:hAnsi="Times New Roman"/>
          <w:sz w:val="28"/>
          <w:szCs w:val="28"/>
        </w:rPr>
      </w:pPr>
      <w:r w:rsidRPr="006A42C7">
        <w:rPr>
          <w:rFonts w:ascii="Times New Roman" w:hAnsi="Times New Roman"/>
          <w:sz w:val="28"/>
          <w:szCs w:val="28"/>
        </w:rPr>
        <w:t xml:space="preserve">Объем бюджетных ассигнований на реализацию Программы управления муниципальным имуществом поселения в </w:t>
      </w:r>
      <w:r w:rsidRPr="006A42C7">
        <w:rPr>
          <w:rFonts w:ascii="Times New Roman" w:hAnsi="Times New Roman"/>
          <w:sz w:val="28"/>
          <w:szCs w:val="28"/>
          <w:lang w:val="en-US"/>
        </w:rPr>
        <w:t>i</w:t>
      </w:r>
      <w:r w:rsidRPr="006A42C7">
        <w:rPr>
          <w:rFonts w:ascii="Times New Roman" w:hAnsi="Times New Roman"/>
          <w:sz w:val="28"/>
          <w:szCs w:val="28"/>
        </w:rPr>
        <w:t>-ом финансовом году  определяется в соответствии с проектом указанной Программы.</w:t>
      </w:r>
    </w:p>
    <w:p w:rsidR="00B76F9C" w:rsidRPr="006A42C7" w:rsidRDefault="00B76F9C" w:rsidP="006A42C7">
      <w:pPr>
        <w:tabs>
          <w:tab w:val="left" w:pos="567"/>
          <w:tab w:val="left" w:pos="993"/>
          <w:tab w:val="left" w:pos="1276"/>
        </w:tabs>
        <w:spacing w:after="0" w:line="360" w:lineRule="auto"/>
        <w:ind w:firstLine="709"/>
        <w:contextualSpacing/>
        <w:jc w:val="both"/>
        <w:rPr>
          <w:rFonts w:ascii="Times New Roman" w:hAnsi="Times New Roman"/>
          <w:sz w:val="28"/>
          <w:szCs w:val="28"/>
        </w:rPr>
      </w:pPr>
    </w:p>
    <w:p w:rsidR="00B76F9C" w:rsidRPr="006A42C7" w:rsidRDefault="00B76F9C" w:rsidP="0050469E">
      <w:pPr>
        <w:numPr>
          <w:ilvl w:val="0"/>
          <w:numId w:val="2"/>
        </w:numPr>
        <w:tabs>
          <w:tab w:val="left" w:pos="567"/>
          <w:tab w:val="left" w:pos="993"/>
          <w:tab w:val="left" w:pos="1276"/>
        </w:tabs>
        <w:spacing w:after="0" w:line="360" w:lineRule="auto"/>
        <w:ind w:left="0" w:firstLine="556"/>
        <w:contextualSpacing/>
        <w:jc w:val="both"/>
        <w:rPr>
          <w:rFonts w:ascii="Times New Roman" w:hAnsi="Times New Roman"/>
          <w:sz w:val="28"/>
          <w:szCs w:val="28"/>
        </w:rPr>
      </w:pPr>
      <w:r w:rsidRPr="006A42C7">
        <w:rPr>
          <w:rFonts w:ascii="Times New Roman" w:hAnsi="Times New Roman"/>
          <w:sz w:val="28"/>
          <w:szCs w:val="28"/>
        </w:rPr>
        <w:t>Планирование бюджетных ассигнований на расходные обязательства, исполняемые за счет целевых средств от других бюджетов системы Российской Федерации или государственных корпораций, осуществляется, исходя из объема указанных доходов, представляемых главными администраторами этих доходов, или установленных проектом Закона Кировской области «Об областном бюджете» (проектами нормативных правовых актов Кировской области).</w:t>
      </w:r>
    </w:p>
    <w:p w:rsidR="00B76F9C" w:rsidRPr="006A42C7" w:rsidRDefault="00B76F9C" w:rsidP="0050469E">
      <w:pPr>
        <w:numPr>
          <w:ilvl w:val="0"/>
          <w:numId w:val="2"/>
        </w:numPr>
        <w:tabs>
          <w:tab w:val="left" w:pos="567"/>
          <w:tab w:val="left" w:pos="993"/>
          <w:tab w:val="left" w:pos="1276"/>
        </w:tabs>
        <w:spacing w:after="0" w:line="360" w:lineRule="auto"/>
        <w:ind w:left="0" w:firstLine="567"/>
        <w:contextualSpacing/>
        <w:jc w:val="both"/>
        <w:rPr>
          <w:rFonts w:ascii="Times New Roman" w:hAnsi="Times New Roman"/>
          <w:sz w:val="28"/>
          <w:szCs w:val="28"/>
        </w:rPr>
      </w:pPr>
      <w:r w:rsidRPr="006A42C7">
        <w:rPr>
          <w:rFonts w:ascii="Times New Roman" w:hAnsi="Times New Roman"/>
          <w:sz w:val="28"/>
          <w:szCs w:val="28"/>
        </w:rPr>
        <w:t>В случае  составления проекта бюджета поселения сроком на три года, в составе расходов бюджета поселения предусматриваются условно утверждаемые  расходы на первый год планового периода в объеме не менее 2,5 % общего объема расходов бюджета поселения, на второй год планового периода в объеме не менее 5% общего объема расходов бюджета поселения.</w:t>
      </w:r>
    </w:p>
    <w:p w:rsidR="00B76F9C" w:rsidRPr="006A42C7" w:rsidRDefault="00B76F9C" w:rsidP="0050469E">
      <w:pPr>
        <w:numPr>
          <w:ilvl w:val="0"/>
          <w:numId w:val="2"/>
        </w:numPr>
        <w:tabs>
          <w:tab w:val="left" w:pos="567"/>
          <w:tab w:val="left" w:pos="993"/>
          <w:tab w:val="left" w:pos="1276"/>
        </w:tabs>
        <w:spacing w:after="0" w:line="360" w:lineRule="auto"/>
        <w:ind w:left="0" w:firstLine="567"/>
        <w:contextualSpacing/>
        <w:jc w:val="both"/>
        <w:rPr>
          <w:rFonts w:ascii="Times New Roman" w:hAnsi="Times New Roman"/>
          <w:sz w:val="28"/>
          <w:szCs w:val="28"/>
        </w:rPr>
      </w:pPr>
      <w:r w:rsidRPr="006A42C7">
        <w:rPr>
          <w:rFonts w:ascii="Times New Roman" w:hAnsi="Times New Roman"/>
          <w:sz w:val="28"/>
          <w:szCs w:val="28"/>
        </w:rPr>
        <w:t>Для определения объема бюджетных ассигнований на первый (второй)  год планового периода финансовый норматив (размер выплаты, тариф, бюджетные ассигнования) определяется исходя из установленного базового финансового норматива (размер выплаты, тарифа, бюджетных ассигнований).</w:t>
      </w:r>
    </w:p>
    <w:p w:rsidR="00B76F9C" w:rsidRPr="006A42C7" w:rsidRDefault="00B76F9C" w:rsidP="006A42C7">
      <w:pPr>
        <w:spacing w:line="360" w:lineRule="auto"/>
        <w:ind w:left="720"/>
        <w:contextualSpacing/>
        <w:rPr>
          <w:rFonts w:ascii="Times New Roman" w:hAnsi="Times New Roman"/>
          <w:sz w:val="28"/>
          <w:szCs w:val="28"/>
        </w:rPr>
      </w:pPr>
    </w:p>
    <w:p w:rsidR="00B76F9C" w:rsidRPr="006A42C7" w:rsidRDefault="00B76F9C" w:rsidP="0050469E">
      <w:pPr>
        <w:numPr>
          <w:ilvl w:val="0"/>
          <w:numId w:val="2"/>
        </w:numPr>
        <w:tabs>
          <w:tab w:val="left" w:pos="567"/>
          <w:tab w:val="left" w:pos="993"/>
          <w:tab w:val="left" w:pos="1276"/>
        </w:tabs>
        <w:spacing w:after="0" w:line="360" w:lineRule="auto"/>
        <w:ind w:left="0" w:firstLine="709"/>
        <w:contextualSpacing/>
        <w:jc w:val="both"/>
        <w:rPr>
          <w:rFonts w:ascii="Times New Roman" w:hAnsi="Times New Roman"/>
          <w:sz w:val="28"/>
          <w:szCs w:val="28"/>
        </w:rPr>
      </w:pPr>
      <w:r w:rsidRPr="006A42C7">
        <w:rPr>
          <w:rFonts w:ascii="Times New Roman" w:hAnsi="Times New Roman"/>
          <w:sz w:val="28"/>
          <w:szCs w:val="28"/>
        </w:rPr>
        <w:t>При составлении бюджета поселения на очередной финансовый год и (или) плановый период могут быть применены индексы изменения соответствующих бюджетных расходов, определяемые администрацией Малмыжского района, а также иные способы планирования бюджетных ассигнований, не отраженные в настоящей Методике.</w:t>
      </w:r>
    </w:p>
    <w:p w:rsidR="00B76F9C" w:rsidRPr="006A42C7" w:rsidRDefault="00B76F9C" w:rsidP="006A42C7">
      <w:pPr>
        <w:spacing w:line="360" w:lineRule="auto"/>
        <w:ind w:left="720"/>
        <w:contextualSpacing/>
        <w:rPr>
          <w:rFonts w:ascii="Times New Roman" w:hAnsi="Times New Roman"/>
          <w:sz w:val="28"/>
          <w:szCs w:val="28"/>
        </w:rPr>
      </w:pPr>
    </w:p>
    <w:p w:rsidR="00B76F9C" w:rsidRDefault="00B76F9C" w:rsidP="0050469E">
      <w:pPr>
        <w:numPr>
          <w:ilvl w:val="0"/>
          <w:numId w:val="2"/>
        </w:numPr>
        <w:tabs>
          <w:tab w:val="left" w:pos="567"/>
          <w:tab w:val="left" w:pos="993"/>
          <w:tab w:val="left" w:pos="1276"/>
        </w:tabs>
        <w:spacing w:after="0" w:line="360" w:lineRule="auto"/>
        <w:ind w:left="0" w:firstLine="709"/>
        <w:contextualSpacing/>
        <w:jc w:val="both"/>
        <w:rPr>
          <w:rFonts w:ascii="Times New Roman" w:hAnsi="Times New Roman"/>
          <w:sz w:val="28"/>
          <w:szCs w:val="28"/>
        </w:rPr>
      </w:pPr>
      <w:r w:rsidRPr="006A42C7">
        <w:rPr>
          <w:rFonts w:ascii="Times New Roman" w:hAnsi="Times New Roman"/>
          <w:sz w:val="28"/>
          <w:szCs w:val="28"/>
        </w:rPr>
        <w:t>При составлении бюджета поселения на 2015 год годов объем бюджетных ассигнований на обеспечение выполнения функций муниципальных  казенных учреждений определяется в соответствии с пунктом 6.1 настоящей Методики с учетом доходов от платных услуг, оказываемых указанными учреждениями.</w:t>
      </w:r>
    </w:p>
    <w:p w:rsidR="00B76F9C" w:rsidRDefault="00B76F9C" w:rsidP="0050469E">
      <w:pPr>
        <w:pStyle w:val="ListParagraph"/>
        <w:rPr>
          <w:rFonts w:ascii="Times New Roman" w:hAnsi="Times New Roman"/>
          <w:sz w:val="28"/>
          <w:szCs w:val="28"/>
        </w:rPr>
      </w:pPr>
    </w:p>
    <w:p w:rsidR="00B76F9C" w:rsidRPr="006A42C7" w:rsidRDefault="00B76F9C" w:rsidP="0050469E">
      <w:pPr>
        <w:tabs>
          <w:tab w:val="left" w:pos="567"/>
          <w:tab w:val="left" w:pos="993"/>
          <w:tab w:val="left" w:pos="1276"/>
        </w:tabs>
        <w:spacing w:after="0" w:line="360" w:lineRule="auto"/>
        <w:contextualSpacing/>
        <w:jc w:val="center"/>
        <w:rPr>
          <w:rFonts w:ascii="Times New Roman" w:hAnsi="Times New Roman"/>
          <w:sz w:val="28"/>
          <w:szCs w:val="28"/>
        </w:rPr>
      </w:pPr>
      <w:r>
        <w:rPr>
          <w:rFonts w:ascii="Times New Roman" w:hAnsi="Times New Roman"/>
          <w:sz w:val="28"/>
          <w:szCs w:val="28"/>
        </w:rPr>
        <w:t>___________</w:t>
      </w:r>
    </w:p>
    <w:p w:rsidR="00B76F9C" w:rsidRPr="006A42C7" w:rsidRDefault="00B76F9C" w:rsidP="006A42C7">
      <w:pPr>
        <w:spacing w:line="360" w:lineRule="auto"/>
        <w:ind w:left="720"/>
        <w:contextualSpacing/>
        <w:rPr>
          <w:rFonts w:ascii="Times New Roman" w:hAnsi="Times New Roman"/>
          <w:sz w:val="28"/>
          <w:szCs w:val="28"/>
        </w:rPr>
      </w:pPr>
    </w:p>
    <w:p w:rsidR="00B76F9C" w:rsidRPr="006A42C7" w:rsidRDefault="00B76F9C" w:rsidP="006A42C7">
      <w:pPr>
        <w:spacing w:line="360" w:lineRule="auto"/>
        <w:ind w:left="720"/>
        <w:contextualSpacing/>
        <w:rPr>
          <w:rFonts w:ascii="Times New Roman" w:hAnsi="Times New Roman"/>
          <w:sz w:val="28"/>
          <w:szCs w:val="28"/>
        </w:rPr>
      </w:pPr>
    </w:p>
    <w:p w:rsidR="00B76F9C" w:rsidRPr="006A42C7" w:rsidRDefault="00B76F9C" w:rsidP="006A42C7">
      <w:pPr>
        <w:spacing w:line="360" w:lineRule="auto"/>
        <w:ind w:left="720"/>
        <w:contextualSpacing/>
        <w:rPr>
          <w:rFonts w:ascii="Times New Roman" w:hAnsi="Times New Roman"/>
          <w:sz w:val="28"/>
          <w:szCs w:val="28"/>
        </w:rPr>
      </w:pPr>
    </w:p>
    <w:p w:rsidR="00B76F9C" w:rsidRPr="006A42C7" w:rsidRDefault="00B76F9C" w:rsidP="006A42C7">
      <w:pPr>
        <w:ind w:left="720"/>
        <w:contextualSpacing/>
        <w:rPr>
          <w:rFonts w:ascii="Times New Roman" w:hAnsi="Times New Roman"/>
          <w:sz w:val="28"/>
          <w:szCs w:val="28"/>
        </w:rPr>
      </w:pPr>
    </w:p>
    <w:p w:rsidR="00B76F9C" w:rsidRPr="006A42C7" w:rsidRDefault="00B76F9C" w:rsidP="006A42C7">
      <w:pPr>
        <w:jc w:val="center"/>
        <w:rPr>
          <w:rFonts w:ascii="Times New Roman" w:hAnsi="Times New Roman"/>
          <w:b/>
          <w:sz w:val="28"/>
          <w:szCs w:val="28"/>
        </w:rPr>
      </w:pPr>
    </w:p>
    <w:p w:rsidR="00B76F9C" w:rsidRPr="006A42C7" w:rsidRDefault="00B76F9C" w:rsidP="006A42C7">
      <w:pPr>
        <w:jc w:val="center"/>
        <w:rPr>
          <w:rFonts w:ascii="Times New Roman" w:hAnsi="Times New Roman"/>
          <w:b/>
          <w:sz w:val="28"/>
          <w:szCs w:val="28"/>
        </w:rPr>
      </w:pPr>
    </w:p>
    <w:p w:rsidR="00B76F9C" w:rsidRPr="006A42C7" w:rsidRDefault="00B76F9C" w:rsidP="006A42C7">
      <w:pPr>
        <w:jc w:val="center"/>
        <w:rPr>
          <w:rFonts w:ascii="Times New Roman" w:hAnsi="Times New Roman"/>
          <w:b/>
          <w:sz w:val="28"/>
          <w:szCs w:val="28"/>
        </w:rPr>
      </w:pPr>
    </w:p>
    <w:p w:rsidR="00B76F9C" w:rsidRDefault="00B76F9C"/>
    <w:sectPr w:rsidR="00B76F9C" w:rsidSect="007F05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0036B"/>
    <w:multiLevelType w:val="hybridMultilevel"/>
    <w:tmpl w:val="28662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825D1E"/>
    <w:multiLevelType w:val="hybridMultilevel"/>
    <w:tmpl w:val="BC8CFDC2"/>
    <w:lvl w:ilvl="0" w:tplc="C88AE44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C182961"/>
    <w:multiLevelType w:val="multilevel"/>
    <w:tmpl w:val="43F8CC52"/>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2C7"/>
    <w:rsid w:val="00001BB3"/>
    <w:rsid w:val="00002069"/>
    <w:rsid w:val="00011C6F"/>
    <w:rsid w:val="00026175"/>
    <w:rsid w:val="00030449"/>
    <w:rsid w:val="00031F85"/>
    <w:rsid w:val="000322EB"/>
    <w:rsid w:val="00040A81"/>
    <w:rsid w:val="00044B21"/>
    <w:rsid w:val="0005477C"/>
    <w:rsid w:val="00060227"/>
    <w:rsid w:val="00062F4E"/>
    <w:rsid w:val="000660AB"/>
    <w:rsid w:val="0009222E"/>
    <w:rsid w:val="000962AD"/>
    <w:rsid w:val="000B17FD"/>
    <w:rsid w:val="000B1FBC"/>
    <w:rsid w:val="000B7396"/>
    <w:rsid w:val="000C4621"/>
    <w:rsid w:val="000C5244"/>
    <w:rsid w:val="000C5B77"/>
    <w:rsid w:val="000D3E4E"/>
    <w:rsid w:val="000E7D56"/>
    <w:rsid w:val="000E7DE2"/>
    <w:rsid w:val="00102BE2"/>
    <w:rsid w:val="00110137"/>
    <w:rsid w:val="00110D74"/>
    <w:rsid w:val="00110E89"/>
    <w:rsid w:val="00125924"/>
    <w:rsid w:val="00135002"/>
    <w:rsid w:val="001446F1"/>
    <w:rsid w:val="001450EF"/>
    <w:rsid w:val="00145CAE"/>
    <w:rsid w:val="00146ACC"/>
    <w:rsid w:val="00147E1F"/>
    <w:rsid w:val="00147F2F"/>
    <w:rsid w:val="001552D4"/>
    <w:rsid w:val="00163E5D"/>
    <w:rsid w:val="00167CCD"/>
    <w:rsid w:val="0017024B"/>
    <w:rsid w:val="00170D86"/>
    <w:rsid w:val="0017415A"/>
    <w:rsid w:val="001903E9"/>
    <w:rsid w:val="00193944"/>
    <w:rsid w:val="00196BF8"/>
    <w:rsid w:val="001A0926"/>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60FE8"/>
    <w:rsid w:val="0026303E"/>
    <w:rsid w:val="002643B0"/>
    <w:rsid w:val="00270B5D"/>
    <w:rsid w:val="00284A1E"/>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70379"/>
    <w:rsid w:val="003704B1"/>
    <w:rsid w:val="003733D6"/>
    <w:rsid w:val="0037487C"/>
    <w:rsid w:val="00395A5E"/>
    <w:rsid w:val="00397954"/>
    <w:rsid w:val="00397E4E"/>
    <w:rsid w:val="003A6FF5"/>
    <w:rsid w:val="003B43B5"/>
    <w:rsid w:val="003C4288"/>
    <w:rsid w:val="003C6ABB"/>
    <w:rsid w:val="003C6B21"/>
    <w:rsid w:val="003E1862"/>
    <w:rsid w:val="003E2F2E"/>
    <w:rsid w:val="003E3F08"/>
    <w:rsid w:val="003F3CDD"/>
    <w:rsid w:val="003F5324"/>
    <w:rsid w:val="00402BA2"/>
    <w:rsid w:val="00403F57"/>
    <w:rsid w:val="004064D1"/>
    <w:rsid w:val="00410708"/>
    <w:rsid w:val="00410E8D"/>
    <w:rsid w:val="00414E5E"/>
    <w:rsid w:val="00415DD1"/>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34B7"/>
    <w:rsid w:val="00475529"/>
    <w:rsid w:val="004840AF"/>
    <w:rsid w:val="004977EA"/>
    <w:rsid w:val="004B0823"/>
    <w:rsid w:val="004B39BE"/>
    <w:rsid w:val="004B5C33"/>
    <w:rsid w:val="004C37D2"/>
    <w:rsid w:val="004D2B10"/>
    <w:rsid w:val="004D4D62"/>
    <w:rsid w:val="004F233E"/>
    <w:rsid w:val="004F4126"/>
    <w:rsid w:val="004F558E"/>
    <w:rsid w:val="00500D4E"/>
    <w:rsid w:val="0050469E"/>
    <w:rsid w:val="00513692"/>
    <w:rsid w:val="00517C36"/>
    <w:rsid w:val="00523B7D"/>
    <w:rsid w:val="00525843"/>
    <w:rsid w:val="00531135"/>
    <w:rsid w:val="0054338F"/>
    <w:rsid w:val="00575702"/>
    <w:rsid w:val="00591920"/>
    <w:rsid w:val="0059381B"/>
    <w:rsid w:val="00596CEE"/>
    <w:rsid w:val="00597DF1"/>
    <w:rsid w:val="005B420F"/>
    <w:rsid w:val="005C50C6"/>
    <w:rsid w:val="005C7E8C"/>
    <w:rsid w:val="005D54EE"/>
    <w:rsid w:val="005E4474"/>
    <w:rsid w:val="005F6B13"/>
    <w:rsid w:val="00604179"/>
    <w:rsid w:val="00611969"/>
    <w:rsid w:val="00615EE6"/>
    <w:rsid w:val="00616530"/>
    <w:rsid w:val="006165B1"/>
    <w:rsid w:val="00616D71"/>
    <w:rsid w:val="00623333"/>
    <w:rsid w:val="006320F3"/>
    <w:rsid w:val="00633E77"/>
    <w:rsid w:val="0063467E"/>
    <w:rsid w:val="00634AA6"/>
    <w:rsid w:val="006444B1"/>
    <w:rsid w:val="006470BE"/>
    <w:rsid w:val="00650DD2"/>
    <w:rsid w:val="006573B6"/>
    <w:rsid w:val="00660AC0"/>
    <w:rsid w:val="006725F0"/>
    <w:rsid w:val="006745EB"/>
    <w:rsid w:val="00680351"/>
    <w:rsid w:val="00680C6E"/>
    <w:rsid w:val="0068773D"/>
    <w:rsid w:val="00697299"/>
    <w:rsid w:val="006A42C7"/>
    <w:rsid w:val="006A6EF0"/>
    <w:rsid w:val="006B1918"/>
    <w:rsid w:val="006B7C8B"/>
    <w:rsid w:val="006E13B5"/>
    <w:rsid w:val="006E2071"/>
    <w:rsid w:val="006E6C47"/>
    <w:rsid w:val="006E7B63"/>
    <w:rsid w:val="007063E5"/>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E676E"/>
    <w:rsid w:val="007E7402"/>
    <w:rsid w:val="007F059A"/>
    <w:rsid w:val="007F7A66"/>
    <w:rsid w:val="00814888"/>
    <w:rsid w:val="008155A8"/>
    <w:rsid w:val="00817E60"/>
    <w:rsid w:val="00831316"/>
    <w:rsid w:val="00833A99"/>
    <w:rsid w:val="008471B9"/>
    <w:rsid w:val="00853020"/>
    <w:rsid w:val="00862771"/>
    <w:rsid w:val="00862EB3"/>
    <w:rsid w:val="00867FB8"/>
    <w:rsid w:val="00872446"/>
    <w:rsid w:val="008730A2"/>
    <w:rsid w:val="00875408"/>
    <w:rsid w:val="00876B4D"/>
    <w:rsid w:val="008921B6"/>
    <w:rsid w:val="008921EC"/>
    <w:rsid w:val="00893B83"/>
    <w:rsid w:val="00893EFA"/>
    <w:rsid w:val="008A01D3"/>
    <w:rsid w:val="008A6E0A"/>
    <w:rsid w:val="008B00C5"/>
    <w:rsid w:val="008B228B"/>
    <w:rsid w:val="008B2DF4"/>
    <w:rsid w:val="008C2711"/>
    <w:rsid w:val="008C40E9"/>
    <w:rsid w:val="008C74DB"/>
    <w:rsid w:val="008D37AF"/>
    <w:rsid w:val="008D38AC"/>
    <w:rsid w:val="008D3999"/>
    <w:rsid w:val="008D5377"/>
    <w:rsid w:val="008E5FF4"/>
    <w:rsid w:val="008F3B6D"/>
    <w:rsid w:val="009018DC"/>
    <w:rsid w:val="00905546"/>
    <w:rsid w:val="00905596"/>
    <w:rsid w:val="0091410D"/>
    <w:rsid w:val="0092082C"/>
    <w:rsid w:val="009254CC"/>
    <w:rsid w:val="009259BA"/>
    <w:rsid w:val="00942337"/>
    <w:rsid w:val="00945717"/>
    <w:rsid w:val="009501D3"/>
    <w:rsid w:val="00962490"/>
    <w:rsid w:val="009744C7"/>
    <w:rsid w:val="00983FB6"/>
    <w:rsid w:val="0098428D"/>
    <w:rsid w:val="009857C5"/>
    <w:rsid w:val="00986BE6"/>
    <w:rsid w:val="00996D4B"/>
    <w:rsid w:val="009A1507"/>
    <w:rsid w:val="009B20B0"/>
    <w:rsid w:val="009B39DE"/>
    <w:rsid w:val="009C712E"/>
    <w:rsid w:val="009D0723"/>
    <w:rsid w:val="009D71A5"/>
    <w:rsid w:val="009E0335"/>
    <w:rsid w:val="009E53CD"/>
    <w:rsid w:val="009F280F"/>
    <w:rsid w:val="009F4CDA"/>
    <w:rsid w:val="009F5720"/>
    <w:rsid w:val="009F5AB2"/>
    <w:rsid w:val="009F62FE"/>
    <w:rsid w:val="00A009CB"/>
    <w:rsid w:val="00A01326"/>
    <w:rsid w:val="00A04C5A"/>
    <w:rsid w:val="00A10909"/>
    <w:rsid w:val="00A13315"/>
    <w:rsid w:val="00A358F8"/>
    <w:rsid w:val="00A52AF4"/>
    <w:rsid w:val="00A541F4"/>
    <w:rsid w:val="00A624FD"/>
    <w:rsid w:val="00A73945"/>
    <w:rsid w:val="00A81383"/>
    <w:rsid w:val="00A87840"/>
    <w:rsid w:val="00A9604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76F9C"/>
    <w:rsid w:val="00B80A56"/>
    <w:rsid w:val="00B928F9"/>
    <w:rsid w:val="00BA3182"/>
    <w:rsid w:val="00BA328A"/>
    <w:rsid w:val="00BA3C61"/>
    <w:rsid w:val="00BA62C2"/>
    <w:rsid w:val="00BB1588"/>
    <w:rsid w:val="00BC1AC8"/>
    <w:rsid w:val="00BC5647"/>
    <w:rsid w:val="00BC56DD"/>
    <w:rsid w:val="00BD419D"/>
    <w:rsid w:val="00BD594D"/>
    <w:rsid w:val="00BD61BA"/>
    <w:rsid w:val="00BD68B9"/>
    <w:rsid w:val="00BE1A17"/>
    <w:rsid w:val="00BE2F08"/>
    <w:rsid w:val="00BE5BF3"/>
    <w:rsid w:val="00BF2581"/>
    <w:rsid w:val="00BF56E2"/>
    <w:rsid w:val="00BF6D4D"/>
    <w:rsid w:val="00BF7A2B"/>
    <w:rsid w:val="00C000F4"/>
    <w:rsid w:val="00C010E7"/>
    <w:rsid w:val="00C03F46"/>
    <w:rsid w:val="00C0671A"/>
    <w:rsid w:val="00C16756"/>
    <w:rsid w:val="00C16CC2"/>
    <w:rsid w:val="00C214E3"/>
    <w:rsid w:val="00C2323E"/>
    <w:rsid w:val="00C33213"/>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7CA1"/>
    <w:rsid w:val="00CD385E"/>
    <w:rsid w:val="00CE3E9D"/>
    <w:rsid w:val="00CE4FE8"/>
    <w:rsid w:val="00CE57E1"/>
    <w:rsid w:val="00CE76DD"/>
    <w:rsid w:val="00CE7A80"/>
    <w:rsid w:val="00CF10F8"/>
    <w:rsid w:val="00CF57C8"/>
    <w:rsid w:val="00D03422"/>
    <w:rsid w:val="00D060EF"/>
    <w:rsid w:val="00D16251"/>
    <w:rsid w:val="00D170B6"/>
    <w:rsid w:val="00D219F6"/>
    <w:rsid w:val="00D330B5"/>
    <w:rsid w:val="00D45449"/>
    <w:rsid w:val="00D46BB9"/>
    <w:rsid w:val="00D50C8E"/>
    <w:rsid w:val="00D52863"/>
    <w:rsid w:val="00D600F8"/>
    <w:rsid w:val="00D60BEF"/>
    <w:rsid w:val="00D72A21"/>
    <w:rsid w:val="00D76F2E"/>
    <w:rsid w:val="00D80373"/>
    <w:rsid w:val="00D81CF4"/>
    <w:rsid w:val="00D84D52"/>
    <w:rsid w:val="00DB6117"/>
    <w:rsid w:val="00DB6D64"/>
    <w:rsid w:val="00DB7A28"/>
    <w:rsid w:val="00DB7B9F"/>
    <w:rsid w:val="00DB7FFA"/>
    <w:rsid w:val="00DC5225"/>
    <w:rsid w:val="00DD0FD6"/>
    <w:rsid w:val="00DD2649"/>
    <w:rsid w:val="00DD758A"/>
    <w:rsid w:val="00DE4E4A"/>
    <w:rsid w:val="00DE5F8D"/>
    <w:rsid w:val="00DF1DBC"/>
    <w:rsid w:val="00E01855"/>
    <w:rsid w:val="00E0476D"/>
    <w:rsid w:val="00E070AF"/>
    <w:rsid w:val="00E110C7"/>
    <w:rsid w:val="00E15EF4"/>
    <w:rsid w:val="00E26026"/>
    <w:rsid w:val="00E30504"/>
    <w:rsid w:val="00E40332"/>
    <w:rsid w:val="00E436AA"/>
    <w:rsid w:val="00E43819"/>
    <w:rsid w:val="00E5743D"/>
    <w:rsid w:val="00E61E42"/>
    <w:rsid w:val="00E665D2"/>
    <w:rsid w:val="00E73AA6"/>
    <w:rsid w:val="00E82B36"/>
    <w:rsid w:val="00E84288"/>
    <w:rsid w:val="00E849D6"/>
    <w:rsid w:val="00E84FD7"/>
    <w:rsid w:val="00E91F7F"/>
    <w:rsid w:val="00E9260D"/>
    <w:rsid w:val="00EA2DB0"/>
    <w:rsid w:val="00EC0295"/>
    <w:rsid w:val="00EC3223"/>
    <w:rsid w:val="00EC6481"/>
    <w:rsid w:val="00ED5233"/>
    <w:rsid w:val="00EE3A37"/>
    <w:rsid w:val="00EF00D3"/>
    <w:rsid w:val="00F01809"/>
    <w:rsid w:val="00F02702"/>
    <w:rsid w:val="00F042BE"/>
    <w:rsid w:val="00F046FB"/>
    <w:rsid w:val="00F0541A"/>
    <w:rsid w:val="00F209E3"/>
    <w:rsid w:val="00F22CA7"/>
    <w:rsid w:val="00F24BEA"/>
    <w:rsid w:val="00F342B5"/>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402C"/>
    <w:rsid w:val="00FC46AD"/>
    <w:rsid w:val="00FC510B"/>
    <w:rsid w:val="00FC530D"/>
    <w:rsid w:val="00FD4123"/>
    <w:rsid w:val="00FD58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59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A4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42C7"/>
    <w:rPr>
      <w:rFonts w:ascii="Tahoma" w:hAnsi="Tahoma" w:cs="Tahoma"/>
      <w:sz w:val="16"/>
      <w:szCs w:val="16"/>
    </w:rPr>
  </w:style>
  <w:style w:type="paragraph" w:styleId="ListParagraph">
    <w:name w:val="List Paragraph"/>
    <w:basedOn w:val="Normal"/>
    <w:uiPriority w:val="99"/>
    <w:qFormat/>
    <w:rsid w:val="006A42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TotalTime>
  <Pages>12</Pages>
  <Words>2248</Words>
  <Characters>12818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User</cp:lastModifiedBy>
  <cp:revision>5</cp:revision>
  <dcterms:created xsi:type="dcterms:W3CDTF">2014-11-20T10:24:00Z</dcterms:created>
  <dcterms:modified xsi:type="dcterms:W3CDTF">2014-11-27T05:39:00Z</dcterms:modified>
</cp:coreProperties>
</file>