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90183B">
      <w:pPr>
        <w:spacing w:after="0" w:line="240" w:lineRule="auto"/>
        <w:ind w:firstLine="150"/>
        <w:textAlignment w:val="baseline"/>
        <w:outlineLvl w:val="0"/>
        <w:rPr>
          <w:rFonts w:ascii="Times New Roman" w:hAnsi="Times New Roman"/>
          <w:b/>
          <w:i/>
          <w:color w:val="FF0000"/>
          <w:sz w:val="36"/>
          <w:szCs w:val="36"/>
        </w:rPr>
      </w:pPr>
      <w:r>
        <w:rPr>
          <w:rFonts w:ascii="Times New Roman" w:hAnsi="Times New Roman"/>
          <w:b/>
          <w:i/>
          <w:color w:val="FF0000"/>
          <w:sz w:val="36"/>
          <w:szCs w:val="36"/>
        </w:rPr>
        <w:t>Уважаемые родители!</w:t>
      </w:r>
      <w:r w:rsidRPr="00D70038">
        <w:rPr>
          <w:rFonts w:ascii="Times New Roman" w:hAnsi="Times New Roman"/>
          <w:b/>
          <w:i/>
          <w:color w:val="FF0000"/>
          <w:sz w:val="36"/>
          <w:szCs w:val="36"/>
        </w:rPr>
        <w:t xml:space="preserve"> </w:t>
      </w:r>
    </w:p>
    <w:p w:rsidR="00180AF6" w:rsidRDefault="00180AF6" w:rsidP="0090183B">
      <w:pPr>
        <w:spacing w:after="0" w:line="240" w:lineRule="auto"/>
        <w:ind w:firstLine="150"/>
        <w:textAlignment w:val="baseline"/>
        <w:outlineLvl w:val="0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90183B">
      <w:pPr>
        <w:spacing w:after="0" w:line="240" w:lineRule="auto"/>
        <w:ind w:firstLine="150"/>
        <w:textAlignment w:val="baseline"/>
        <w:outlineLvl w:val="0"/>
        <w:rPr>
          <w:rFonts w:ascii="Times New Roman" w:hAnsi="Times New Roman"/>
          <w:b/>
          <w:i/>
          <w:color w:val="FF0000"/>
          <w:sz w:val="36"/>
          <w:szCs w:val="36"/>
        </w:rPr>
      </w:pPr>
      <w:r>
        <w:rPr>
          <w:rFonts w:ascii="Times New Roman" w:hAnsi="Times New Roman"/>
          <w:b/>
          <w:i/>
          <w:color w:val="FF0000"/>
          <w:sz w:val="36"/>
          <w:szCs w:val="36"/>
        </w:rPr>
        <w:t xml:space="preserve">Напоминайте своим детям, что запрещается: </w:t>
      </w:r>
    </w:p>
    <w:p w:rsidR="00180AF6" w:rsidRPr="007B03F1" w:rsidRDefault="00180AF6" w:rsidP="0090183B">
      <w:pPr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i/>
          <w:color w:val="FF0000"/>
          <w:kern w:val="36"/>
          <w:sz w:val="28"/>
          <w:szCs w:val="28"/>
          <w:lang w:eastAsia="ru-RU"/>
        </w:rPr>
      </w:pPr>
    </w:p>
    <w:p w:rsidR="00180AF6" w:rsidRPr="007B03F1" w:rsidRDefault="00180AF6" w:rsidP="0090183B">
      <w:pPr>
        <w:jc w:val="both"/>
        <w:rPr>
          <w:rFonts w:ascii="Times New Roman" w:hAnsi="Times New Roman"/>
          <w:b/>
          <w:sz w:val="28"/>
          <w:szCs w:val="28"/>
        </w:rPr>
      </w:pPr>
      <w:r w:rsidRPr="007B03F1">
        <w:rPr>
          <w:rFonts w:ascii="Times New Roman" w:hAnsi="Times New Roman"/>
          <w:b/>
          <w:sz w:val="28"/>
          <w:szCs w:val="28"/>
        </w:rPr>
        <w:t xml:space="preserve">— выходить в весенний период на водоемы; </w:t>
      </w:r>
    </w:p>
    <w:p w:rsidR="00180AF6" w:rsidRPr="007B03F1" w:rsidRDefault="00180AF6" w:rsidP="0090183B">
      <w:pPr>
        <w:jc w:val="both"/>
        <w:rPr>
          <w:rFonts w:ascii="Times New Roman" w:hAnsi="Times New Roman"/>
          <w:b/>
          <w:sz w:val="28"/>
          <w:szCs w:val="28"/>
        </w:rPr>
      </w:pPr>
      <w:r w:rsidRPr="007B03F1">
        <w:rPr>
          <w:rFonts w:ascii="Times New Roman" w:hAnsi="Times New Roman"/>
          <w:b/>
          <w:sz w:val="28"/>
          <w:szCs w:val="28"/>
        </w:rPr>
        <w:t>— переправляться через реку в п</w:t>
      </w:r>
      <w:r w:rsidRPr="007B03F1">
        <w:rPr>
          <w:rFonts w:ascii="Times New Roman" w:hAnsi="Times New Roman"/>
          <w:b/>
          <w:sz w:val="28"/>
          <w:szCs w:val="28"/>
        </w:rPr>
        <w:t>е</w:t>
      </w:r>
      <w:r w:rsidRPr="007B03F1">
        <w:rPr>
          <w:rFonts w:ascii="Times New Roman" w:hAnsi="Times New Roman"/>
          <w:b/>
          <w:sz w:val="28"/>
          <w:szCs w:val="28"/>
        </w:rPr>
        <w:t>риод таяния ледяных точек на вод</w:t>
      </w:r>
      <w:r w:rsidRPr="007B03F1">
        <w:rPr>
          <w:rFonts w:ascii="Times New Roman" w:hAnsi="Times New Roman"/>
          <w:b/>
          <w:sz w:val="28"/>
          <w:szCs w:val="28"/>
        </w:rPr>
        <w:t>о</w:t>
      </w:r>
      <w:r w:rsidRPr="007B03F1">
        <w:rPr>
          <w:rFonts w:ascii="Times New Roman" w:hAnsi="Times New Roman"/>
          <w:b/>
          <w:sz w:val="28"/>
          <w:szCs w:val="28"/>
        </w:rPr>
        <w:t xml:space="preserve">еме, даже на мелководье; </w:t>
      </w:r>
    </w:p>
    <w:p w:rsidR="00180AF6" w:rsidRPr="007B03F1" w:rsidRDefault="00180AF6" w:rsidP="0090183B">
      <w:pPr>
        <w:jc w:val="both"/>
        <w:rPr>
          <w:rFonts w:ascii="Times New Roman" w:hAnsi="Times New Roman"/>
          <w:b/>
          <w:sz w:val="28"/>
          <w:szCs w:val="28"/>
        </w:rPr>
      </w:pPr>
      <w:r w:rsidRPr="007B03F1">
        <w:rPr>
          <w:rFonts w:ascii="Times New Roman" w:hAnsi="Times New Roman"/>
          <w:b/>
          <w:sz w:val="28"/>
          <w:szCs w:val="28"/>
        </w:rPr>
        <w:t xml:space="preserve">— подходить близко к реке в местах затора льда, стоять на обрывистом берегу, подвергающемуся разливу и, следовательно, обвалу; </w:t>
      </w:r>
    </w:p>
    <w:p w:rsidR="00180AF6" w:rsidRPr="007B03F1" w:rsidRDefault="00180AF6" w:rsidP="0090183B">
      <w:pPr>
        <w:jc w:val="both"/>
        <w:rPr>
          <w:rFonts w:ascii="Times New Roman" w:hAnsi="Times New Roman"/>
          <w:b/>
          <w:sz w:val="28"/>
          <w:szCs w:val="28"/>
        </w:rPr>
      </w:pPr>
      <w:r w:rsidRPr="007B03F1">
        <w:rPr>
          <w:rFonts w:ascii="Times New Roman" w:hAnsi="Times New Roman"/>
          <w:b/>
          <w:sz w:val="28"/>
          <w:szCs w:val="28"/>
        </w:rPr>
        <w:t xml:space="preserve">— собираться на мостиках, плотинах и запрудах; </w:t>
      </w:r>
    </w:p>
    <w:p w:rsidR="00180AF6" w:rsidRDefault="00180AF6" w:rsidP="0090183B">
      <w:pPr>
        <w:jc w:val="both"/>
        <w:rPr>
          <w:rFonts w:ascii="Times New Roman" w:hAnsi="Times New Roman"/>
          <w:b/>
          <w:sz w:val="28"/>
          <w:szCs w:val="28"/>
        </w:rPr>
      </w:pPr>
      <w:r w:rsidRPr="007B03F1">
        <w:rPr>
          <w:rFonts w:ascii="Times New Roman" w:hAnsi="Times New Roman"/>
          <w:b/>
          <w:sz w:val="28"/>
          <w:szCs w:val="28"/>
        </w:rPr>
        <w:t>— приближаться к проталинам на реке, отталкивать образовавшиеся куски льдинок от берегов, измерять глубину реки или любого водоема, ходить по льдинкам и кататься на них (не редко дети используют вс</w:t>
      </w:r>
      <w:r w:rsidRPr="007B03F1">
        <w:rPr>
          <w:rFonts w:ascii="Times New Roman" w:hAnsi="Times New Roman"/>
          <w:b/>
          <w:sz w:val="28"/>
          <w:szCs w:val="28"/>
        </w:rPr>
        <w:t>е</w:t>
      </w:r>
      <w:r w:rsidRPr="007B03F1">
        <w:rPr>
          <w:rFonts w:ascii="Times New Roman" w:hAnsi="Times New Roman"/>
          <w:b/>
          <w:sz w:val="28"/>
          <w:szCs w:val="28"/>
        </w:rPr>
        <w:t xml:space="preserve">возможные плавающие средства и бесхозные лодки, чтобы покататься по первой воде). </w:t>
      </w:r>
    </w:p>
    <w:p w:rsidR="00180AF6" w:rsidRPr="007B03F1" w:rsidRDefault="00180AF6" w:rsidP="007B03F1">
      <w:pPr>
        <w:rPr>
          <w:rFonts w:ascii="Times New Roman" w:hAnsi="Times New Roman"/>
          <w:b/>
          <w:sz w:val="40"/>
          <w:szCs w:val="40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7.65pt;margin-top:18pt;width:175.65pt;height:175.3pt;z-index:251658240;visibility:visible">
            <v:imagedata r:id="rId7" o:title=""/>
          </v:shape>
        </w:pict>
      </w: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90183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0C1A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Default="00180AF6" w:rsidP="000C1A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CC"/>
          <w:sz w:val="28"/>
          <w:szCs w:val="28"/>
          <w:shd w:val="clear" w:color="auto" w:fill="FFFFFF"/>
          <w:lang w:eastAsia="ru-RU"/>
        </w:rPr>
      </w:pPr>
    </w:p>
    <w:p w:rsidR="00180AF6" w:rsidRPr="00D43CE3" w:rsidRDefault="00180AF6" w:rsidP="00775B30">
      <w:pPr>
        <w:jc w:val="center"/>
        <w:rPr>
          <w:rFonts w:ascii="Times New Roman" w:hAnsi="Times New Roman"/>
          <w:b/>
          <w:i/>
          <w:sz w:val="32"/>
          <w:szCs w:val="28"/>
        </w:rPr>
      </w:pPr>
    </w:p>
    <w:p w:rsidR="00180AF6" w:rsidRPr="00D43CE3" w:rsidRDefault="00180AF6" w:rsidP="00775B30">
      <w:pPr>
        <w:rPr>
          <w:rFonts w:ascii="Times New Roman" w:hAnsi="Times New Roman"/>
          <w:b/>
          <w:i/>
          <w:sz w:val="32"/>
          <w:szCs w:val="28"/>
        </w:rPr>
      </w:pPr>
    </w:p>
    <w:p w:rsidR="00180AF6" w:rsidRDefault="00180AF6" w:rsidP="00561231">
      <w:pPr>
        <w:pStyle w:val="NoSpacing"/>
        <w:jc w:val="center"/>
        <w:rPr>
          <w:rFonts w:ascii="Times New Roman" w:hAnsi="Times New Roman"/>
          <w:b/>
          <w:i/>
          <w:sz w:val="32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90.65pt;margin-top:17pt;width:62.9pt;height:58.2pt;z-index:251657216;visibility:visible" stroked="t" strokecolor="windowText" strokeweight="3pt">
            <v:imagedata r:id="rId8" o:title=""/>
          </v:shape>
        </w:pict>
      </w:r>
    </w:p>
    <w:p w:rsidR="00180AF6" w:rsidRPr="001A7CF9" w:rsidRDefault="00180AF6" w:rsidP="00561231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32"/>
          <w:szCs w:val="28"/>
        </w:rPr>
        <w:t xml:space="preserve">   </w:t>
      </w:r>
    </w:p>
    <w:p w:rsidR="00180AF6" w:rsidRDefault="00180AF6" w:rsidP="000C1AB7">
      <w:pPr>
        <w:pStyle w:val="NoSpacing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    </w:t>
      </w: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0C1AB7">
      <w:pPr>
        <w:pStyle w:val="NoSpacing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</w:p>
    <w:p w:rsidR="00180AF6" w:rsidRPr="00D70038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36"/>
          <w:szCs w:val="36"/>
        </w:rPr>
      </w:pPr>
      <w:r w:rsidRPr="00D70038">
        <w:rPr>
          <w:rFonts w:ascii="Times New Roman" w:hAnsi="Times New Roman"/>
          <w:b/>
          <w:i/>
          <w:color w:val="FF0000"/>
          <w:sz w:val="36"/>
          <w:szCs w:val="36"/>
        </w:rPr>
        <w:t>Памятка для родителей</w:t>
      </w:r>
    </w:p>
    <w:p w:rsidR="00180AF6" w:rsidRPr="00347E44" w:rsidRDefault="00180AF6" w:rsidP="00775B30">
      <w:pPr>
        <w:pStyle w:val="NoSpacing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      </w:t>
      </w:r>
    </w:p>
    <w:p w:rsidR="00180AF6" w:rsidRDefault="00180AF6" w:rsidP="000C1A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hadow/>
          <w:color w:val="0000CC"/>
          <w:sz w:val="36"/>
          <w:szCs w:val="36"/>
        </w:rPr>
      </w:pPr>
      <w:r w:rsidRPr="00DD72AC">
        <w:rPr>
          <w:rFonts w:ascii="Times New Roman" w:hAnsi="Times New Roman"/>
          <w:b/>
          <w:bCs/>
          <w:i/>
          <w:shadow/>
          <w:color w:val="0000CC"/>
          <w:sz w:val="36"/>
          <w:szCs w:val="36"/>
        </w:rPr>
        <w:t>"</w:t>
      </w:r>
      <w:r>
        <w:rPr>
          <w:rFonts w:ascii="Times New Roman" w:hAnsi="Times New Roman"/>
          <w:b/>
          <w:bCs/>
          <w:i/>
          <w:shadow/>
          <w:color w:val="0000CC"/>
          <w:sz w:val="36"/>
          <w:szCs w:val="36"/>
        </w:rPr>
        <w:t>Безопасность детей в в</w:t>
      </w:r>
      <w:r>
        <w:rPr>
          <w:rFonts w:ascii="Times New Roman" w:hAnsi="Times New Roman"/>
          <w:b/>
          <w:bCs/>
          <w:i/>
          <w:shadow/>
          <w:color w:val="0000CC"/>
          <w:sz w:val="36"/>
          <w:szCs w:val="36"/>
        </w:rPr>
        <w:t>е</w:t>
      </w:r>
      <w:r>
        <w:rPr>
          <w:rFonts w:ascii="Times New Roman" w:hAnsi="Times New Roman"/>
          <w:b/>
          <w:bCs/>
          <w:i/>
          <w:shadow/>
          <w:color w:val="0000CC"/>
          <w:sz w:val="36"/>
          <w:szCs w:val="36"/>
        </w:rPr>
        <w:t>сенний период».</w:t>
      </w:r>
    </w:p>
    <w:p w:rsidR="00180AF6" w:rsidRPr="000C1AB7" w:rsidRDefault="00180AF6" w:rsidP="000C1AB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hadow/>
          <w:color w:val="0000CC"/>
          <w:sz w:val="36"/>
          <w:szCs w:val="36"/>
        </w:rPr>
      </w:pPr>
    </w:p>
    <w:p w:rsidR="00180AF6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Не допускайте детей к реке без надзора взрослых, особенно во время весеннего таяния ледяных мест на реке, пред</w:t>
      </w:r>
      <w:r w:rsidRPr="007B03F1">
        <w:rPr>
          <w:rFonts w:ascii="Times New Roman" w:hAnsi="Times New Roman"/>
          <w:sz w:val="28"/>
          <w:szCs w:val="28"/>
        </w:rPr>
        <w:t>у</w:t>
      </w:r>
      <w:r w:rsidRPr="007B03F1">
        <w:rPr>
          <w:rFonts w:ascii="Times New Roman" w:hAnsi="Times New Roman"/>
          <w:sz w:val="28"/>
          <w:szCs w:val="28"/>
        </w:rPr>
        <w:t xml:space="preserve">предите их об опасности нахождения на льду водоема. </w:t>
      </w:r>
    </w:p>
    <w:p w:rsidR="00180AF6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 xml:space="preserve">Помните, что в период паводка, даже при незначительном образовании льда и его таянии, несчастные случаи чаще всего происходят с детьми. </w:t>
      </w:r>
    </w:p>
    <w:p w:rsidR="00180AF6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 xml:space="preserve">Разъясняйте детям правила поведения в период паводка, запрещайте им шалить у воды, пресекайте лихачество. </w:t>
      </w:r>
    </w:p>
    <w:p w:rsidR="00180AF6" w:rsidRPr="007B03F1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 xml:space="preserve">Не разрешайте детям близко подходить к водоему и опускать в него кораблики, лодочки и другие предметы. </w:t>
      </w:r>
    </w:p>
    <w:p w:rsidR="00180AF6" w:rsidRPr="007B03F1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 xml:space="preserve">Оторванный кусок льдины, холодная вода, быстрое течение грозят гибелью. </w:t>
      </w:r>
    </w:p>
    <w:p w:rsidR="00180AF6" w:rsidRPr="007B03F1" w:rsidRDefault="00180AF6" w:rsidP="000C1AB7">
      <w:pPr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Разъясните детям меры предосторо</w:t>
      </w:r>
      <w:r w:rsidRPr="007B03F1">
        <w:rPr>
          <w:rFonts w:ascii="Times New Roman" w:hAnsi="Times New Roman"/>
          <w:sz w:val="28"/>
          <w:szCs w:val="28"/>
        </w:rPr>
        <w:t>ж</w:t>
      </w:r>
      <w:r w:rsidRPr="007B03F1">
        <w:rPr>
          <w:rFonts w:ascii="Times New Roman" w:hAnsi="Times New Roman"/>
          <w:sz w:val="28"/>
          <w:szCs w:val="28"/>
        </w:rPr>
        <w:t>ности в период весеннего паводка.</w:t>
      </w:r>
    </w:p>
    <w:p w:rsidR="00180AF6" w:rsidRDefault="00180AF6" w:rsidP="0090183B">
      <w:pPr>
        <w:shd w:val="clear" w:color="auto" w:fill="FFFFFF"/>
        <w:spacing w:after="120" w:line="360" w:lineRule="auto"/>
        <w:ind w:left="329" w:right="42" w:hanging="3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0AF6" w:rsidRPr="000C1AB7" w:rsidRDefault="00180AF6" w:rsidP="0090183B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C1AB7">
        <w:rPr>
          <w:rFonts w:ascii="Times New Roman" w:hAnsi="Times New Roman"/>
          <w:sz w:val="28"/>
          <w:szCs w:val="28"/>
        </w:rPr>
        <w:t>На водоемах все еще может образов</w:t>
      </w:r>
      <w:r w:rsidRPr="000C1AB7">
        <w:rPr>
          <w:rFonts w:ascii="Times New Roman" w:hAnsi="Times New Roman"/>
          <w:sz w:val="28"/>
          <w:szCs w:val="28"/>
        </w:rPr>
        <w:t>ы</w:t>
      </w:r>
      <w:r w:rsidRPr="000C1AB7">
        <w:rPr>
          <w:rFonts w:ascii="Times New Roman" w:hAnsi="Times New Roman"/>
          <w:sz w:val="28"/>
          <w:szCs w:val="28"/>
        </w:rPr>
        <w:t>ваться лед, который кажется крепким, так как у нас не очень глубокие реки. Однако мелководная река имеет б</w:t>
      </w:r>
      <w:r w:rsidRPr="000C1AB7">
        <w:rPr>
          <w:rFonts w:ascii="Times New Roman" w:hAnsi="Times New Roman"/>
          <w:sz w:val="28"/>
          <w:szCs w:val="28"/>
        </w:rPr>
        <w:t>ы</w:t>
      </w:r>
      <w:r w:rsidRPr="000C1AB7">
        <w:rPr>
          <w:rFonts w:ascii="Times New Roman" w:hAnsi="Times New Roman"/>
          <w:sz w:val="28"/>
          <w:szCs w:val="28"/>
        </w:rPr>
        <w:t>строе течение и с легкостью подмывает берега. Они становятся источником опасности. Приближается время весе</w:t>
      </w:r>
      <w:r w:rsidRPr="000C1AB7">
        <w:rPr>
          <w:rFonts w:ascii="Times New Roman" w:hAnsi="Times New Roman"/>
          <w:sz w:val="28"/>
          <w:szCs w:val="28"/>
        </w:rPr>
        <w:t>н</w:t>
      </w:r>
      <w:r w:rsidRPr="000C1AB7">
        <w:rPr>
          <w:rFonts w:ascii="Times New Roman" w:hAnsi="Times New Roman"/>
          <w:sz w:val="28"/>
          <w:szCs w:val="28"/>
        </w:rPr>
        <w:t>него паводка. Если есть лед на реках, то он становится рыхлым, «съедается” сверху солнцем, талой водой, а снизу подтачивается течением. Очень опасно по нему ходить: в любой момент может рассыпаться под ногами и человек ок</w:t>
      </w:r>
      <w:r w:rsidRPr="000C1AB7">
        <w:rPr>
          <w:rFonts w:ascii="Times New Roman" w:hAnsi="Times New Roman"/>
          <w:sz w:val="28"/>
          <w:szCs w:val="28"/>
        </w:rPr>
        <w:t>а</w:t>
      </w:r>
      <w:r w:rsidRPr="000C1AB7">
        <w:rPr>
          <w:rFonts w:ascii="Times New Roman" w:hAnsi="Times New Roman"/>
          <w:sz w:val="28"/>
          <w:szCs w:val="28"/>
        </w:rPr>
        <w:t>жется в ледяной воде. Низкие темпер</w:t>
      </w:r>
      <w:r w:rsidRPr="000C1AB7">
        <w:rPr>
          <w:rFonts w:ascii="Times New Roman" w:hAnsi="Times New Roman"/>
          <w:sz w:val="28"/>
          <w:szCs w:val="28"/>
        </w:rPr>
        <w:t>а</w:t>
      </w:r>
      <w:r w:rsidRPr="000C1AB7">
        <w:rPr>
          <w:rFonts w:ascii="Times New Roman" w:hAnsi="Times New Roman"/>
          <w:sz w:val="28"/>
          <w:szCs w:val="28"/>
        </w:rPr>
        <w:t>туры пагубно влияют на здоровье чел</w:t>
      </w:r>
      <w:r w:rsidRPr="000C1AB7">
        <w:rPr>
          <w:rFonts w:ascii="Times New Roman" w:hAnsi="Times New Roman"/>
          <w:sz w:val="28"/>
          <w:szCs w:val="28"/>
        </w:rPr>
        <w:t>о</w:t>
      </w:r>
      <w:r w:rsidRPr="000C1AB7">
        <w:rPr>
          <w:rFonts w:ascii="Times New Roman" w:hAnsi="Times New Roman"/>
          <w:sz w:val="28"/>
          <w:szCs w:val="28"/>
        </w:rPr>
        <w:t>века, а особенно на не окрепший орг</w:t>
      </w:r>
      <w:r w:rsidRPr="000C1AB7">
        <w:rPr>
          <w:rFonts w:ascii="Times New Roman" w:hAnsi="Times New Roman"/>
          <w:sz w:val="28"/>
          <w:szCs w:val="28"/>
        </w:rPr>
        <w:t>а</w:t>
      </w:r>
      <w:r w:rsidRPr="000C1AB7">
        <w:rPr>
          <w:rFonts w:ascii="Times New Roman" w:hAnsi="Times New Roman"/>
          <w:sz w:val="28"/>
          <w:szCs w:val="28"/>
        </w:rPr>
        <w:t>низм ребенка. Опасны в это время к</w:t>
      </w:r>
      <w:r w:rsidRPr="000C1AB7">
        <w:rPr>
          <w:rFonts w:ascii="Times New Roman" w:hAnsi="Times New Roman"/>
          <w:sz w:val="28"/>
          <w:szCs w:val="28"/>
        </w:rPr>
        <w:t>а</w:t>
      </w:r>
      <w:r w:rsidRPr="000C1AB7">
        <w:rPr>
          <w:rFonts w:ascii="Times New Roman" w:hAnsi="Times New Roman"/>
          <w:sz w:val="28"/>
          <w:szCs w:val="28"/>
        </w:rPr>
        <w:t>навы, лунки, ведь в них могут быть л</w:t>
      </w:r>
      <w:r w:rsidRPr="000C1AB7">
        <w:rPr>
          <w:rFonts w:ascii="Times New Roman" w:hAnsi="Times New Roman"/>
          <w:sz w:val="28"/>
          <w:szCs w:val="28"/>
        </w:rPr>
        <w:t>о</w:t>
      </w:r>
      <w:r w:rsidRPr="000C1AB7">
        <w:rPr>
          <w:rFonts w:ascii="Times New Roman" w:hAnsi="Times New Roman"/>
          <w:sz w:val="28"/>
          <w:szCs w:val="28"/>
        </w:rPr>
        <w:t xml:space="preserve">вушки – ямы, колодцы. </w:t>
      </w:r>
    </w:p>
    <w:p w:rsidR="00180AF6" w:rsidRPr="000C1AB7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Pr="000C1AB7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  <w:r w:rsidRPr="000C1AB7">
        <w:rPr>
          <w:rFonts w:ascii="Times New Roman" w:hAnsi="Times New Roman"/>
          <w:b/>
          <w:sz w:val="28"/>
          <w:szCs w:val="28"/>
        </w:rPr>
        <w:t>Наибольшую опасность весенний п</w:t>
      </w:r>
      <w:r w:rsidRPr="000C1AB7">
        <w:rPr>
          <w:rFonts w:ascii="Times New Roman" w:hAnsi="Times New Roman"/>
          <w:b/>
          <w:sz w:val="28"/>
          <w:szCs w:val="28"/>
        </w:rPr>
        <w:t>а</w:t>
      </w:r>
      <w:r w:rsidRPr="000C1AB7">
        <w:rPr>
          <w:rFonts w:ascii="Times New Roman" w:hAnsi="Times New Roman"/>
          <w:b/>
          <w:sz w:val="28"/>
          <w:szCs w:val="28"/>
        </w:rPr>
        <w:t xml:space="preserve">водок представляет для детей. </w:t>
      </w:r>
    </w:p>
    <w:p w:rsidR="00180AF6" w:rsidRPr="007B03F1" w:rsidRDefault="00180AF6" w:rsidP="0090183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Оставаясь без присмотра родителей и старших, не зная мер безопасности, так как чувство опасности у ребенка слабее любопытства, играют они на обрыв</w:t>
      </w:r>
      <w:r w:rsidRPr="007B03F1">
        <w:rPr>
          <w:rFonts w:ascii="Times New Roman" w:hAnsi="Times New Roman"/>
          <w:sz w:val="28"/>
          <w:szCs w:val="28"/>
        </w:rPr>
        <w:t>и</w:t>
      </w:r>
      <w:r w:rsidRPr="007B03F1">
        <w:rPr>
          <w:rFonts w:ascii="Times New Roman" w:hAnsi="Times New Roman"/>
          <w:sz w:val="28"/>
          <w:szCs w:val="28"/>
        </w:rPr>
        <w:t>стом берегу, а иногда катаются на н</w:t>
      </w:r>
      <w:r w:rsidRPr="007B03F1">
        <w:rPr>
          <w:rFonts w:ascii="Times New Roman" w:hAnsi="Times New Roman"/>
          <w:sz w:val="28"/>
          <w:szCs w:val="28"/>
        </w:rPr>
        <w:t>е</w:t>
      </w:r>
      <w:r w:rsidRPr="007B03F1">
        <w:rPr>
          <w:rFonts w:ascii="Times New Roman" w:hAnsi="Times New Roman"/>
          <w:sz w:val="28"/>
          <w:szCs w:val="28"/>
        </w:rPr>
        <w:t xml:space="preserve">больших ледяных точках водоема. </w:t>
      </w:r>
    </w:p>
    <w:p w:rsidR="00180AF6" w:rsidRPr="007B03F1" w:rsidRDefault="00180AF6" w:rsidP="0090183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Такая беспечность порой кончается трагически.</w:t>
      </w: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0C1AB7">
      <w:pPr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90183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0AF6" w:rsidRDefault="00180AF6" w:rsidP="0090183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1AB7">
        <w:rPr>
          <w:rFonts w:ascii="Times New Roman" w:hAnsi="Times New Roman"/>
          <w:b/>
          <w:sz w:val="28"/>
          <w:szCs w:val="28"/>
        </w:rPr>
        <w:t xml:space="preserve">Весной нужно усилить контроль </w:t>
      </w:r>
    </w:p>
    <w:p w:rsidR="00180AF6" w:rsidRPr="000C1AB7" w:rsidRDefault="00180AF6" w:rsidP="0090183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1AB7">
        <w:rPr>
          <w:rFonts w:ascii="Times New Roman" w:hAnsi="Times New Roman"/>
          <w:b/>
          <w:sz w:val="28"/>
          <w:szCs w:val="28"/>
        </w:rPr>
        <w:t xml:space="preserve">за местами игр детей. </w:t>
      </w:r>
    </w:p>
    <w:p w:rsidR="00180AF6" w:rsidRDefault="00180AF6" w:rsidP="0090183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В этот период ребятам не следует х</w:t>
      </w:r>
      <w:r w:rsidRPr="007B03F1">
        <w:rPr>
          <w:rFonts w:ascii="Times New Roman" w:hAnsi="Times New Roman"/>
          <w:sz w:val="28"/>
          <w:szCs w:val="28"/>
        </w:rPr>
        <w:t>о</w:t>
      </w:r>
      <w:r w:rsidRPr="007B03F1">
        <w:rPr>
          <w:rFonts w:ascii="Times New Roman" w:hAnsi="Times New Roman"/>
          <w:sz w:val="28"/>
          <w:szCs w:val="28"/>
        </w:rPr>
        <w:t>дить на водоемы. Особенно опасны для жизни глубокие ямы и промоины, кот</w:t>
      </w:r>
      <w:r w:rsidRPr="007B03F1">
        <w:rPr>
          <w:rFonts w:ascii="Times New Roman" w:hAnsi="Times New Roman"/>
          <w:sz w:val="28"/>
          <w:szCs w:val="28"/>
        </w:rPr>
        <w:t>о</w:t>
      </w:r>
      <w:r w:rsidRPr="007B03F1">
        <w:rPr>
          <w:rFonts w:ascii="Times New Roman" w:hAnsi="Times New Roman"/>
          <w:sz w:val="28"/>
          <w:szCs w:val="28"/>
        </w:rPr>
        <w:t xml:space="preserve">рые не всегда огорожены и обозначены предупредительными знаками. </w:t>
      </w:r>
    </w:p>
    <w:p w:rsidR="00180AF6" w:rsidRPr="007B03F1" w:rsidRDefault="00180AF6" w:rsidP="0090183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Поэтому в этот период следует по</w:t>
      </w:r>
      <w:r w:rsidRPr="007B03F1">
        <w:rPr>
          <w:rFonts w:ascii="Times New Roman" w:hAnsi="Times New Roman"/>
          <w:sz w:val="28"/>
          <w:szCs w:val="28"/>
        </w:rPr>
        <w:t>м</w:t>
      </w:r>
      <w:r w:rsidRPr="007B03F1">
        <w:rPr>
          <w:rFonts w:ascii="Times New Roman" w:hAnsi="Times New Roman"/>
          <w:sz w:val="28"/>
          <w:szCs w:val="28"/>
        </w:rPr>
        <w:t xml:space="preserve">нить: </w:t>
      </w:r>
    </w:p>
    <w:p w:rsidR="00180AF6" w:rsidRPr="007B03F1" w:rsidRDefault="00180AF6" w:rsidP="0090183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— на образовавшемся весеннем льду легко провалиться и оказаться в холо</w:t>
      </w:r>
      <w:r w:rsidRPr="007B03F1">
        <w:rPr>
          <w:rFonts w:ascii="Times New Roman" w:hAnsi="Times New Roman"/>
          <w:sz w:val="28"/>
          <w:szCs w:val="28"/>
        </w:rPr>
        <w:t>д</w:t>
      </w:r>
      <w:r w:rsidRPr="007B03F1">
        <w:rPr>
          <w:rFonts w:ascii="Times New Roman" w:hAnsi="Times New Roman"/>
          <w:sz w:val="28"/>
          <w:szCs w:val="28"/>
        </w:rPr>
        <w:t xml:space="preserve">ной воде; </w:t>
      </w:r>
    </w:p>
    <w:p w:rsidR="00180AF6" w:rsidRPr="007B03F1" w:rsidRDefault="00180AF6" w:rsidP="0090183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— быстрое течение наших рек может унести человека попавшего в ледяную воронку далеко;</w:t>
      </w:r>
    </w:p>
    <w:p w:rsidR="00180AF6" w:rsidRPr="007B03F1" w:rsidRDefault="00180AF6" w:rsidP="0090183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7B03F1">
        <w:rPr>
          <w:rFonts w:ascii="Times New Roman" w:hAnsi="Times New Roman"/>
          <w:sz w:val="28"/>
          <w:szCs w:val="28"/>
        </w:rPr>
        <w:t>-находясь у водоема с ребенком на в</w:t>
      </w:r>
      <w:r w:rsidRPr="007B03F1">
        <w:rPr>
          <w:rFonts w:ascii="Times New Roman" w:hAnsi="Times New Roman"/>
          <w:sz w:val="28"/>
          <w:szCs w:val="28"/>
        </w:rPr>
        <w:t>е</w:t>
      </w:r>
      <w:r w:rsidRPr="007B03F1">
        <w:rPr>
          <w:rFonts w:ascii="Times New Roman" w:hAnsi="Times New Roman"/>
          <w:sz w:val="28"/>
          <w:szCs w:val="28"/>
        </w:rPr>
        <w:t>сенней прогулке, следует внимательно смотреть за детьми, которые могут опускать в водоем разные предметы, находясь близко у воды, это может привести к трагическим последствиям.</w:t>
      </w:r>
    </w:p>
    <w:p w:rsidR="00180AF6" w:rsidRDefault="00180AF6" w:rsidP="006332E8">
      <w:pPr>
        <w:spacing w:after="0" w:line="240" w:lineRule="auto"/>
        <w:ind w:firstLine="150"/>
        <w:textAlignment w:val="baseline"/>
        <w:outlineLvl w:val="0"/>
        <w:rPr>
          <w:rFonts w:ascii="Times New Roman" w:hAnsi="Times New Roman"/>
          <w:b/>
          <w:i/>
          <w:color w:val="FF0000"/>
          <w:sz w:val="36"/>
          <w:szCs w:val="36"/>
        </w:rPr>
      </w:pPr>
    </w:p>
    <w:sectPr w:rsidR="00180AF6" w:rsidSect="00CF45F7">
      <w:pgSz w:w="16838" w:h="11906" w:orient="landscape"/>
      <w:pgMar w:top="567" w:right="678" w:bottom="568" w:left="567" w:header="708" w:footer="708" w:gutter="0"/>
      <w:cols w:num="3" w:space="56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AF6" w:rsidRDefault="00180AF6" w:rsidP="00775B30">
      <w:pPr>
        <w:spacing w:after="0" w:line="240" w:lineRule="auto"/>
      </w:pPr>
      <w:r>
        <w:separator/>
      </w:r>
    </w:p>
  </w:endnote>
  <w:endnote w:type="continuationSeparator" w:id="1">
    <w:p w:rsidR="00180AF6" w:rsidRDefault="00180AF6" w:rsidP="00775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AF6" w:rsidRDefault="00180AF6" w:rsidP="00775B30">
      <w:pPr>
        <w:spacing w:after="0" w:line="240" w:lineRule="auto"/>
      </w:pPr>
      <w:r>
        <w:separator/>
      </w:r>
    </w:p>
  </w:footnote>
  <w:footnote w:type="continuationSeparator" w:id="1">
    <w:p w:rsidR="00180AF6" w:rsidRDefault="00180AF6" w:rsidP="00775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3F12"/>
    <w:multiLevelType w:val="hybridMultilevel"/>
    <w:tmpl w:val="5104693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3C362F"/>
    <w:multiLevelType w:val="hybridMultilevel"/>
    <w:tmpl w:val="B0A63EA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1C41B17"/>
    <w:multiLevelType w:val="hybridMultilevel"/>
    <w:tmpl w:val="0C42B1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BF4327"/>
    <w:multiLevelType w:val="multilevel"/>
    <w:tmpl w:val="D328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37A"/>
    <w:rsid w:val="000424E1"/>
    <w:rsid w:val="00043541"/>
    <w:rsid w:val="0009081B"/>
    <w:rsid w:val="00093FD0"/>
    <w:rsid w:val="000C1AB7"/>
    <w:rsid w:val="000C7DA5"/>
    <w:rsid w:val="000D7D04"/>
    <w:rsid w:val="0011205F"/>
    <w:rsid w:val="00133424"/>
    <w:rsid w:val="00156A6A"/>
    <w:rsid w:val="0016228C"/>
    <w:rsid w:val="00180AF6"/>
    <w:rsid w:val="00194194"/>
    <w:rsid w:val="001A1866"/>
    <w:rsid w:val="001A7CF9"/>
    <w:rsid w:val="001D737A"/>
    <w:rsid w:val="00221BA7"/>
    <w:rsid w:val="00256835"/>
    <w:rsid w:val="00264864"/>
    <w:rsid w:val="002740A4"/>
    <w:rsid w:val="0028003B"/>
    <w:rsid w:val="002946F8"/>
    <w:rsid w:val="002B7280"/>
    <w:rsid w:val="002F2AEC"/>
    <w:rsid w:val="00334F41"/>
    <w:rsid w:val="003479D9"/>
    <w:rsid w:val="00347E44"/>
    <w:rsid w:val="0035485C"/>
    <w:rsid w:val="003975D9"/>
    <w:rsid w:val="00397F5D"/>
    <w:rsid w:val="003C4850"/>
    <w:rsid w:val="003D3726"/>
    <w:rsid w:val="003D3BB6"/>
    <w:rsid w:val="003E3B6B"/>
    <w:rsid w:val="00417850"/>
    <w:rsid w:val="00430365"/>
    <w:rsid w:val="004621C0"/>
    <w:rsid w:val="004A4C52"/>
    <w:rsid w:val="004C3850"/>
    <w:rsid w:val="004E210A"/>
    <w:rsid w:val="004E758F"/>
    <w:rsid w:val="00544A80"/>
    <w:rsid w:val="00561231"/>
    <w:rsid w:val="00570EA5"/>
    <w:rsid w:val="00581046"/>
    <w:rsid w:val="005921FF"/>
    <w:rsid w:val="005A5F2E"/>
    <w:rsid w:val="005E1476"/>
    <w:rsid w:val="005E3D0D"/>
    <w:rsid w:val="005F47A1"/>
    <w:rsid w:val="006332E8"/>
    <w:rsid w:val="00637F66"/>
    <w:rsid w:val="006615CA"/>
    <w:rsid w:val="006F7950"/>
    <w:rsid w:val="007530FF"/>
    <w:rsid w:val="00757902"/>
    <w:rsid w:val="00766EEE"/>
    <w:rsid w:val="00775B30"/>
    <w:rsid w:val="007A5422"/>
    <w:rsid w:val="007B0352"/>
    <w:rsid w:val="007B03F1"/>
    <w:rsid w:val="007B6732"/>
    <w:rsid w:val="007E1381"/>
    <w:rsid w:val="00886678"/>
    <w:rsid w:val="008C083E"/>
    <w:rsid w:val="008C1014"/>
    <w:rsid w:val="008C59C2"/>
    <w:rsid w:val="0090161A"/>
    <w:rsid w:val="0090183B"/>
    <w:rsid w:val="00984F7E"/>
    <w:rsid w:val="009B0203"/>
    <w:rsid w:val="009D1744"/>
    <w:rsid w:val="00A03D90"/>
    <w:rsid w:val="00A67D0C"/>
    <w:rsid w:val="00A93DD4"/>
    <w:rsid w:val="00AF1E71"/>
    <w:rsid w:val="00B200A0"/>
    <w:rsid w:val="00B23A5C"/>
    <w:rsid w:val="00B35134"/>
    <w:rsid w:val="00B4534B"/>
    <w:rsid w:val="00B61B67"/>
    <w:rsid w:val="00BC795F"/>
    <w:rsid w:val="00BD3F2E"/>
    <w:rsid w:val="00BF5790"/>
    <w:rsid w:val="00C674F0"/>
    <w:rsid w:val="00C73949"/>
    <w:rsid w:val="00C94704"/>
    <w:rsid w:val="00CC424E"/>
    <w:rsid w:val="00CE3FAF"/>
    <w:rsid w:val="00CF19A1"/>
    <w:rsid w:val="00CF3A04"/>
    <w:rsid w:val="00CF45F7"/>
    <w:rsid w:val="00D11527"/>
    <w:rsid w:val="00D43CE3"/>
    <w:rsid w:val="00D53A6F"/>
    <w:rsid w:val="00D70038"/>
    <w:rsid w:val="00DA316B"/>
    <w:rsid w:val="00DD72AC"/>
    <w:rsid w:val="00DE2DD5"/>
    <w:rsid w:val="00E65C55"/>
    <w:rsid w:val="00EB2E94"/>
    <w:rsid w:val="00EF3232"/>
    <w:rsid w:val="00F4798B"/>
    <w:rsid w:val="00F734BC"/>
    <w:rsid w:val="00F8127C"/>
    <w:rsid w:val="00F9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B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uiPriority w:val="99"/>
    <w:rsid w:val="005E14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  <w:rsid w:val="005E14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75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3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30"/>
    <w:rPr>
      <w:rFonts w:cs="Times New Roman"/>
    </w:rPr>
  </w:style>
  <w:style w:type="paragraph" w:styleId="NoSpacing">
    <w:name w:val="No Spacing"/>
    <w:uiPriority w:val="99"/>
    <w:qFormat/>
    <w:rsid w:val="00775B30"/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775B3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75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75B3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9027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A93DD4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93DD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2">
    <w:name w:val="p2"/>
    <w:basedOn w:val="Normal"/>
    <w:uiPriority w:val="99"/>
    <w:rsid w:val="003D3B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DefaultParagraphFont"/>
    <w:uiPriority w:val="99"/>
    <w:rsid w:val="003D3BB6"/>
    <w:rPr>
      <w:rFonts w:cs="Times New Roman"/>
    </w:rPr>
  </w:style>
  <w:style w:type="paragraph" w:customStyle="1" w:styleId="p4">
    <w:name w:val="p4"/>
    <w:basedOn w:val="Normal"/>
    <w:uiPriority w:val="99"/>
    <w:rsid w:val="003D3B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Normal"/>
    <w:uiPriority w:val="99"/>
    <w:rsid w:val="003D3B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DefaultParagraphFont"/>
    <w:uiPriority w:val="99"/>
    <w:rsid w:val="003D3BB6"/>
    <w:rPr>
      <w:rFonts w:cs="Times New Roman"/>
    </w:rPr>
  </w:style>
  <w:style w:type="paragraph" w:customStyle="1" w:styleId="p7">
    <w:name w:val="p7"/>
    <w:basedOn w:val="Normal"/>
    <w:uiPriority w:val="99"/>
    <w:rsid w:val="003D3B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458</Words>
  <Characters>2617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родители</dc:title>
  <dc:subject/>
  <dc:creator>Света</dc:creator>
  <cp:keywords/>
  <dc:description/>
  <cp:lastModifiedBy>User</cp:lastModifiedBy>
  <cp:revision>4</cp:revision>
  <cp:lastPrinted>2017-03-02T07:59:00Z</cp:lastPrinted>
  <dcterms:created xsi:type="dcterms:W3CDTF">2019-05-28T05:14:00Z</dcterms:created>
  <dcterms:modified xsi:type="dcterms:W3CDTF">2020-03-10T06:39:00Z</dcterms:modified>
</cp:coreProperties>
</file>