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75282" w:rsidRPr="001343D1" w:rsidRDefault="00975282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5282" w:rsidRDefault="0097528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27.03.2018</w:t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 w:rsidRPr="001343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84</w:t>
      </w:r>
    </w:p>
    <w:p w:rsidR="00975282" w:rsidRDefault="00975282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975282" w:rsidRPr="001343D1" w:rsidRDefault="0097528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75282" w:rsidRPr="001343D1" w:rsidRDefault="00975282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b/>
          <w:sz w:val="28"/>
          <w:szCs w:val="28"/>
          <w:lang w:eastAsia="ru-RU"/>
        </w:rPr>
        <w:t>от 29.12.2017 № 359</w:t>
      </w:r>
    </w:p>
    <w:p w:rsidR="00975282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282" w:rsidRPr="0055794C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975282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75282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Малмыжского городского поселения от 29.12.2017 № 359 «Об утверждении муниципальной программы «Формирование современной городской среды» на территории Малмыжского городского поселения в 2018-2022 годах» следующее изменение: </w:t>
      </w:r>
    </w:p>
    <w:p w:rsidR="00975282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Приложение № 5 «Адресный перечень дворовых территорий Малмыжского городского поселения, подлежащих благоустройству в 2018-2022 годах» изложить в новой редакции, согласно приложения.</w:t>
      </w:r>
    </w:p>
    <w:p w:rsidR="00975282" w:rsidRPr="00D82060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4" w:history="1">
        <w:r w:rsidRPr="00D82060">
          <w:rPr>
            <w:rStyle w:val="Hyperlink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 и на сайте </w:t>
      </w:r>
      <w:hyperlink r:id="rId5" w:history="1">
        <w:r w:rsidRPr="00D82060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Hyperlink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975282" w:rsidRPr="0055794C" w:rsidRDefault="00975282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5282" w:rsidRDefault="00975282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5282" w:rsidRDefault="00975282" w:rsidP="00765AEE">
      <w:pPr>
        <w:pStyle w:val="a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</w:t>
      </w:r>
      <w:r w:rsidRPr="00D97F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82" w:rsidRDefault="00975282" w:rsidP="00765AE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>
        <w:rPr>
          <w:rFonts w:ascii="Times New Roman" w:hAnsi="Times New Roman"/>
          <w:sz w:val="28"/>
          <w:szCs w:val="28"/>
        </w:rPr>
        <w:t xml:space="preserve">     О.М. Алёшкина</w:t>
      </w:r>
    </w:p>
    <w:p w:rsidR="00975282" w:rsidRDefault="00975282" w:rsidP="00E12486">
      <w:pPr>
        <w:pStyle w:val="Heading1"/>
        <w:rPr>
          <w:rFonts w:ascii="Times New Roman" w:hAnsi="Times New Roman" w:cs="Times New Roman"/>
          <w:color w:val="auto"/>
          <w:sz w:val="40"/>
          <w:szCs w:val="40"/>
        </w:rPr>
      </w:pPr>
    </w:p>
    <w:p w:rsidR="00975282" w:rsidRDefault="00975282" w:rsidP="001E5698">
      <w:pPr>
        <w:spacing w:after="0" w:line="240" w:lineRule="auto"/>
        <w:ind w:left="4961"/>
        <w:rPr>
          <w:rFonts w:ascii="Times New Roman" w:hAnsi="Times New Roman"/>
          <w:sz w:val="28"/>
          <w:szCs w:val="28"/>
        </w:rPr>
      </w:pPr>
      <w:r w:rsidRPr="00533FF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</w:p>
    <w:p w:rsidR="00975282" w:rsidRDefault="00975282" w:rsidP="001E5698">
      <w:pPr>
        <w:spacing w:after="0"/>
        <w:ind w:left="4961"/>
        <w:rPr>
          <w:rFonts w:ascii="Times New Roman" w:hAnsi="Times New Roman"/>
          <w:b/>
          <w:sz w:val="26"/>
          <w:szCs w:val="26"/>
        </w:rPr>
      </w:pPr>
      <w:r w:rsidRPr="00533FFD">
        <w:rPr>
          <w:rFonts w:ascii="Times New Roman" w:hAnsi="Times New Roman"/>
          <w:sz w:val="28"/>
          <w:szCs w:val="28"/>
        </w:rPr>
        <w:t>муниципальной программы «Формирование комфортной городской среды» Малмыжского городского поселения на 2018-2022 годы»</w:t>
      </w:r>
    </w:p>
    <w:p w:rsidR="00975282" w:rsidRDefault="00975282" w:rsidP="001E5698">
      <w:pPr>
        <w:jc w:val="center"/>
        <w:rPr>
          <w:rFonts w:ascii="Times New Roman" w:hAnsi="Times New Roman"/>
          <w:b/>
          <w:sz w:val="26"/>
          <w:szCs w:val="26"/>
        </w:rPr>
      </w:pPr>
    </w:p>
    <w:p w:rsidR="00975282" w:rsidRPr="00C2691A" w:rsidRDefault="00975282" w:rsidP="001E5698">
      <w:pPr>
        <w:jc w:val="center"/>
        <w:rPr>
          <w:rFonts w:ascii="Times New Roman" w:hAnsi="Times New Roman"/>
          <w:b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>АДРЕСНЫЙ ПЕРЕЧЕНЬ</w:t>
      </w: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  <w:r w:rsidRPr="00C2691A">
        <w:rPr>
          <w:rFonts w:ascii="Times New Roman" w:hAnsi="Times New Roman"/>
          <w:b/>
          <w:sz w:val="26"/>
          <w:szCs w:val="26"/>
        </w:rPr>
        <w:t xml:space="preserve"> дворовых территорий Малмыжского городского поселения, </w:t>
      </w:r>
      <w:r>
        <w:rPr>
          <w:rFonts w:ascii="Times New Roman" w:hAnsi="Times New Roman"/>
          <w:b/>
          <w:sz w:val="26"/>
          <w:szCs w:val="26"/>
        </w:rPr>
        <w:t xml:space="preserve">подлежащих </w:t>
      </w:r>
      <w:r w:rsidRPr="00C2691A">
        <w:rPr>
          <w:rFonts w:ascii="Times New Roman" w:hAnsi="Times New Roman"/>
          <w:b/>
          <w:sz w:val="26"/>
          <w:szCs w:val="26"/>
        </w:rPr>
        <w:t xml:space="preserve"> благоустройст</w:t>
      </w:r>
      <w:r>
        <w:rPr>
          <w:rFonts w:ascii="Times New Roman" w:hAnsi="Times New Roman"/>
          <w:b/>
          <w:sz w:val="26"/>
          <w:szCs w:val="26"/>
        </w:rPr>
        <w:t>ву</w:t>
      </w:r>
      <w:r w:rsidRPr="00C2691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 2018-2022 годах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050"/>
        <w:gridCol w:w="880"/>
        <w:gridCol w:w="990"/>
        <w:gridCol w:w="990"/>
        <w:gridCol w:w="1100"/>
        <w:gridCol w:w="1100"/>
      </w:tblGrid>
      <w:tr w:rsidR="00975282" w:rsidRPr="000F7A08" w:rsidTr="008E29F4">
        <w:trPr>
          <w:trHeight w:val="291"/>
        </w:trPr>
        <w:tc>
          <w:tcPr>
            <w:tcW w:w="568" w:type="dxa"/>
            <w:vMerge w:val="restart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4050" w:type="dxa"/>
            <w:vMerge w:val="restart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5060" w:type="dxa"/>
            <w:gridSpan w:val="5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Площадь планируемая под благоустройство, кв.м.</w:t>
            </w:r>
          </w:p>
        </w:tc>
      </w:tr>
      <w:tr w:rsidR="00975282" w:rsidRPr="000F7A08" w:rsidTr="008E29F4">
        <w:trPr>
          <w:trHeight w:val="169"/>
        </w:trPr>
        <w:tc>
          <w:tcPr>
            <w:tcW w:w="568" w:type="dxa"/>
            <w:vMerge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0" w:type="dxa"/>
            <w:gridSpan w:val="5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из него реализация по годам</w:t>
            </w:r>
          </w:p>
        </w:tc>
      </w:tr>
      <w:tr w:rsidR="00975282" w:rsidRPr="000F7A08" w:rsidTr="008E29F4">
        <w:trPr>
          <w:trHeight w:val="123"/>
        </w:trPr>
        <w:tc>
          <w:tcPr>
            <w:tcW w:w="568" w:type="dxa"/>
            <w:vMerge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50" w:type="dxa"/>
            <w:vMerge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F7A08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Гагарина, д. 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Гагарина, д. 2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Гагарина, д. 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Гагарина, д. 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Горная, д. 14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15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17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19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16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18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Горная, д. 20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Заводская, д. 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Заводская, д. 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19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Заводская, д. 14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20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Зеленая, д. 13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Зеленая, д. 23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Зеленая, д. 25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Либкнехта, д. 11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Маркса, д. 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Маркса, д. 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Маркса, д. 10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Маркса, д. 11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К. Маркса, д. 16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Колхозная, д. 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12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14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20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30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57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Комсомольская, д. 65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Комсомольская, д. 74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75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Комсомольская, д. 85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Красная, д. 10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Красноармейская, д. 90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Красноармейская, 76 а</w:t>
            </w:r>
          </w:p>
        </w:tc>
        <w:tc>
          <w:tcPr>
            <w:tcW w:w="880" w:type="dxa"/>
          </w:tcPr>
          <w:p w:rsidR="00975282" w:rsidRPr="003610F7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3220</w:t>
            </w: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Ленина, д. 24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Ленина, д. 44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Логовская, д. 28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Луначарского, д. 31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Моторная, д. 72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Набережная, д. 39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Некрасова, д. 29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Ольховая, д. 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Октябрьская, д. 8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пер. Северный, д. 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пер. Северный, д. 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Пионерская, д. 4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Пионерская, д. 6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Пионерская, д. 10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Пионерская, д. 11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Пионерская, д. 13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Пионерская, д. 15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Пионерская, д. 17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Пионерская, д. 9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Пионерская, д. 7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Полевая, д. 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Полевая, д. 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Пушкаревская, д. 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Пушкаревская, д. 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Пушкаревская, 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 xml:space="preserve">г. Малмыж, ул. Свердлова, д. 12 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Свердлова, д. 16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Свободы, д. 24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Свободы, д. 39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Солуянова, д. 2а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Строителей, д. 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Суровцева, д. 63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Суровцева, д. 36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Суровцева, д. 59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Тимирязева, д. 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Тимирязева, д. 5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Тимирязева, д. 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Урицкого, д. 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Урицкого, д. 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Урицкого, д. 17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Фрунзе, д. 21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Чернышевского, д. 8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Чернышевского, д. 14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Чернышевского, д. 18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75282" w:rsidRPr="000F7A08" w:rsidTr="008E29F4">
        <w:tc>
          <w:tcPr>
            <w:tcW w:w="568" w:type="dxa"/>
          </w:tcPr>
          <w:p w:rsidR="00975282" w:rsidRPr="00682A62" w:rsidRDefault="00975282" w:rsidP="008E29F4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050" w:type="dxa"/>
            <w:vAlign w:val="bottom"/>
          </w:tcPr>
          <w:p w:rsidR="00975282" w:rsidRPr="00682A62" w:rsidRDefault="00975282" w:rsidP="008E29F4">
            <w:pPr>
              <w:spacing w:after="0"/>
              <w:rPr>
                <w:rFonts w:ascii="Times New Roman" w:hAnsi="Times New Roman"/>
              </w:rPr>
            </w:pPr>
            <w:r w:rsidRPr="00682A62">
              <w:rPr>
                <w:rFonts w:ascii="Times New Roman" w:hAnsi="Times New Roman"/>
              </w:rPr>
              <w:t>г. Малмыж, ул. Чернышевского, д. 40</w:t>
            </w:r>
          </w:p>
        </w:tc>
        <w:tc>
          <w:tcPr>
            <w:tcW w:w="88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975282" w:rsidRPr="000F7A08" w:rsidRDefault="00975282" w:rsidP="008E29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1E5698">
      <w:pPr>
        <w:jc w:val="center"/>
        <w:rPr>
          <w:rFonts w:ascii="Times New Roman" w:hAnsi="Times New Roman"/>
          <w:sz w:val="26"/>
          <w:szCs w:val="26"/>
        </w:rPr>
      </w:pPr>
    </w:p>
    <w:p w:rsidR="00975282" w:rsidRDefault="00975282" w:rsidP="00E12486">
      <w:pPr>
        <w:rPr>
          <w:lang w:eastAsia="ru-RU"/>
        </w:rPr>
      </w:pPr>
    </w:p>
    <w:sectPr w:rsidR="00975282" w:rsidSect="00846455">
      <w:pgSz w:w="11906" w:h="16838"/>
      <w:pgMar w:top="1418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3D1"/>
    <w:rsid w:val="00024594"/>
    <w:rsid w:val="000C0F26"/>
    <w:rsid w:val="000C7B81"/>
    <w:rsid w:val="000F7A08"/>
    <w:rsid w:val="0012433A"/>
    <w:rsid w:val="001343D1"/>
    <w:rsid w:val="001E5698"/>
    <w:rsid w:val="002759BF"/>
    <w:rsid w:val="002C09B6"/>
    <w:rsid w:val="00344086"/>
    <w:rsid w:val="00347BE4"/>
    <w:rsid w:val="003610F7"/>
    <w:rsid w:val="00424483"/>
    <w:rsid w:val="004579C7"/>
    <w:rsid w:val="00533FFD"/>
    <w:rsid w:val="00543F29"/>
    <w:rsid w:val="0055794C"/>
    <w:rsid w:val="00587CA7"/>
    <w:rsid w:val="005B7D98"/>
    <w:rsid w:val="005D401C"/>
    <w:rsid w:val="006323D7"/>
    <w:rsid w:val="00651802"/>
    <w:rsid w:val="00682A62"/>
    <w:rsid w:val="00690014"/>
    <w:rsid w:val="006F4E07"/>
    <w:rsid w:val="00765AEE"/>
    <w:rsid w:val="007D2A19"/>
    <w:rsid w:val="007F6820"/>
    <w:rsid w:val="00803D31"/>
    <w:rsid w:val="0081737A"/>
    <w:rsid w:val="00846455"/>
    <w:rsid w:val="008E29F4"/>
    <w:rsid w:val="0090768C"/>
    <w:rsid w:val="00964AB1"/>
    <w:rsid w:val="00975282"/>
    <w:rsid w:val="00A1078E"/>
    <w:rsid w:val="00A56310"/>
    <w:rsid w:val="00C0417A"/>
    <w:rsid w:val="00C205DB"/>
    <w:rsid w:val="00C2691A"/>
    <w:rsid w:val="00CE5FE1"/>
    <w:rsid w:val="00D6320A"/>
    <w:rsid w:val="00D82060"/>
    <w:rsid w:val="00D97FEA"/>
    <w:rsid w:val="00E01272"/>
    <w:rsid w:val="00E12486"/>
    <w:rsid w:val="00F06C31"/>
    <w:rsid w:val="00FB7AC2"/>
    <w:rsid w:val="00FD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D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Прижатый влево"/>
    <w:basedOn w:val="Normal"/>
    <w:next w:val="Normal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8206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7D2A1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4</Pages>
  <Words>811</Words>
  <Characters>4627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горсовет</dc:creator>
  <cp:keywords/>
  <dc:description/>
  <cp:lastModifiedBy>User</cp:lastModifiedBy>
  <cp:revision>7</cp:revision>
  <cp:lastPrinted>2018-03-30T07:27:00Z</cp:lastPrinted>
  <dcterms:created xsi:type="dcterms:W3CDTF">2018-03-14T08:53:00Z</dcterms:created>
  <dcterms:modified xsi:type="dcterms:W3CDTF">2018-04-04T12:50:00Z</dcterms:modified>
</cp:coreProperties>
</file>