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D9" w:rsidRDefault="007D05D9" w:rsidP="00473C69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D05D9" w:rsidRDefault="007D05D9" w:rsidP="00473C69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ПРЕОБРАЖЕНСКОГО СЕЛЬСКОГО ПОСЕЛЕНИЯ</w:t>
      </w:r>
    </w:p>
    <w:p w:rsidR="007D05D9" w:rsidRDefault="007D05D9" w:rsidP="00473C69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D05D9" w:rsidRDefault="007D05D9" w:rsidP="00473C69">
      <w:pPr>
        <w:suppressAutoHyphens/>
        <w:spacing w:line="360" w:lineRule="auto"/>
        <w:jc w:val="center"/>
        <w:rPr>
          <w:sz w:val="28"/>
          <w:szCs w:val="28"/>
        </w:rPr>
      </w:pPr>
    </w:p>
    <w:p w:rsidR="007D05D9" w:rsidRDefault="007D05D9" w:rsidP="00473C69">
      <w:pPr>
        <w:suppressAutoHyphens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7D05D9" w:rsidRDefault="007D05D9" w:rsidP="00473C69">
      <w:pPr>
        <w:suppressAutoHyphens/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7D05D9" w:rsidTr="001F6AD4">
        <w:tc>
          <w:tcPr>
            <w:tcW w:w="3190" w:type="dxa"/>
          </w:tcPr>
          <w:p w:rsidR="007D05D9" w:rsidRPr="00B37BA6" w:rsidRDefault="007D05D9" w:rsidP="001F6AD4">
            <w:pPr>
              <w:suppressAutoHyphens/>
              <w:rPr>
                <w:bCs/>
                <w:sz w:val="28"/>
                <w:szCs w:val="28"/>
                <w:u w:val="single"/>
              </w:rPr>
            </w:pPr>
            <w:r>
              <w:rPr>
                <w:bCs/>
                <w:sz w:val="28"/>
                <w:szCs w:val="28"/>
                <w:u w:val="single"/>
              </w:rPr>
              <w:t>06.08.2014</w:t>
            </w:r>
          </w:p>
        </w:tc>
        <w:tc>
          <w:tcPr>
            <w:tcW w:w="3190" w:type="dxa"/>
          </w:tcPr>
          <w:p w:rsidR="007D05D9" w:rsidRDefault="007D05D9" w:rsidP="001F6AD4">
            <w:pPr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7D05D9" w:rsidRDefault="007D05D9" w:rsidP="001F6AD4">
            <w:pPr>
              <w:suppressAutoHyphens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  <w:u w:val="single"/>
              </w:rPr>
              <w:t>26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7D05D9" w:rsidRDefault="007D05D9" w:rsidP="00473C69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д.Преображенка</w:t>
      </w:r>
    </w:p>
    <w:p w:rsidR="007D05D9" w:rsidRDefault="007D05D9" w:rsidP="009041CB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7D05D9" w:rsidRDefault="007D05D9" w:rsidP="009041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администрации Преображенского сельского поселения, ее должностных лиц и (или) муниципальных служащих при предоставлении муниципальных услуг</w:t>
      </w:r>
    </w:p>
    <w:p w:rsidR="007D05D9" w:rsidRDefault="007D05D9" w:rsidP="009041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D05D9" w:rsidRPr="00473C69" w:rsidRDefault="007D05D9" w:rsidP="009041CB">
      <w:pPr>
        <w:ind w:firstLine="709"/>
        <w:jc w:val="both"/>
        <w:rPr>
          <w:sz w:val="28"/>
          <w:szCs w:val="28"/>
          <w:lang w:eastAsia="ar-SA"/>
        </w:rPr>
      </w:pPr>
      <w:r w:rsidRPr="00473C69">
        <w:rPr>
          <w:sz w:val="28"/>
          <w:szCs w:val="28"/>
          <w:lang w:eastAsia="ar-SA"/>
        </w:rPr>
        <w:t xml:space="preserve">В соответствии с частью 4 статьи 11.2 Федерального закона от 27.07.2010 № 210-ФЗ «Об организации предоставления государственных и муниципальных услуг», постановлением Правительства Российской Федерации от 20.11.2012 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услуг», в целях обеспечения информационной открытости деятельности органов местного самоуправления и муниципальных учреждений </w:t>
      </w:r>
      <w:r>
        <w:rPr>
          <w:sz w:val="28"/>
          <w:szCs w:val="28"/>
          <w:lang w:eastAsia="ar-SA"/>
        </w:rPr>
        <w:t>Преображенского</w:t>
      </w:r>
      <w:r w:rsidRPr="00473C69">
        <w:rPr>
          <w:sz w:val="28"/>
          <w:szCs w:val="28"/>
          <w:lang w:eastAsia="ar-SA"/>
        </w:rPr>
        <w:t xml:space="preserve"> сельского поселения, повышения качества и доступности муниципальных услуг администрация </w:t>
      </w:r>
      <w:r>
        <w:rPr>
          <w:sz w:val="28"/>
          <w:szCs w:val="28"/>
          <w:lang w:eastAsia="ar-SA"/>
        </w:rPr>
        <w:t>Преображенского</w:t>
      </w:r>
      <w:r w:rsidRPr="00473C69">
        <w:rPr>
          <w:sz w:val="28"/>
          <w:szCs w:val="28"/>
          <w:lang w:eastAsia="ar-SA"/>
        </w:rPr>
        <w:t xml:space="preserve"> сельского поселения ПОСТАНОВЛЯЕТ:</w:t>
      </w:r>
    </w:p>
    <w:p w:rsidR="007D05D9" w:rsidRPr="00473C69" w:rsidRDefault="007D05D9" w:rsidP="009041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73C69">
        <w:rPr>
          <w:rFonts w:ascii="Times New Roman" w:hAnsi="Times New Roman" w:cs="Times New Roman"/>
          <w:b w:val="0"/>
          <w:sz w:val="28"/>
          <w:szCs w:val="28"/>
        </w:rPr>
        <w:t xml:space="preserve">1. Утвердить Положение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Преображенского</w:t>
      </w:r>
      <w:r w:rsidRPr="00473C6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ее должностных лиц и (или) муниципальных служащих, при предоставлении муниципальных услуг согласно приложению.</w:t>
      </w:r>
    </w:p>
    <w:p w:rsidR="007D05D9" w:rsidRPr="00473C69" w:rsidRDefault="007D05D9" w:rsidP="009041CB">
      <w:pPr>
        <w:pStyle w:val="31"/>
        <w:ind w:left="0" w:firstLine="709"/>
        <w:rPr>
          <w:color w:val="000000"/>
          <w:sz w:val="28"/>
          <w:szCs w:val="28"/>
          <w:lang w:eastAsia="ru-RU"/>
        </w:rPr>
      </w:pPr>
      <w:r w:rsidRPr="00473C69">
        <w:rPr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>Преображенское</w:t>
      </w:r>
      <w:r w:rsidRPr="00473C69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7D05D9" w:rsidRDefault="007D05D9" w:rsidP="009041CB">
      <w:pPr>
        <w:pStyle w:val="31"/>
        <w:ind w:left="0" w:firstLine="709"/>
        <w:rPr>
          <w:color w:val="000000"/>
          <w:sz w:val="28"/>
          <w:szCs w:val="28"/>
          <w:lang w:eastAsia="ru-RU"/>
        </w:rPr>
      </w:pPr>
      <w:r w:rsidRPr="00473C69">
        <w:rPr>
          <w:color w:val="000000"/>
          <w:sz w:val="28"/>
          <w:szCs w:val="28"/>
          <w:lang w:eastAsia="ru-RU"/>
        </w:rPr>
        <w:t xml:space="preserve">3. </w:t>
      </w:r>
      <w:r w:rsidRPr="00195202">
        <w:rPr>
          <w:sz w:val="28"/>
          <w:szCs w:val="28"/>
        </w:rPr>
        <w:t>Постановление вступает в силу с момента его официального опубликования</w:t>
      </w:r>
      <w:r w:rsidRPr="00473C69">
        <w:rPr>
          <w:color w:val="000000"/>
          <w:sz w:val="28"/>
          <w:szCs w:val="28"/>
          <w:lang w:eastAsia="ru-RU"/>
        </w:rPr>
        <w:t>.</w:t>
      </w:r>
    </w:p>
    <w:p w:rsidR="007D05D9" w:rsidRPr="00473C69" w:rsidRDefault="007D05D9" w:rsidP="009041CB">
      <w:pPr>
        <w:pStyle w:val="31"/>
        <w:ind w:left="0" w:firstLine="709"/>
        <w:rPr>
          <w:color w:val="000000"/>
          <w:sz w:val="28"/>
          <w:szCs w:val="28"/>
          <w:lang w:eastAsia="ru-RU"/>
        </w:rPr>
      </w:pPr>
    </w:p>
    <w:p w:rsidR="007D05D9" w:rsidRDefault="007D05D9" w:rsidP="009041CB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Глава администрации </w:t>
      </w:r>
    </w:p>
    <w:p w:rsidR="007D05D9" w:rsidRDefault="007D05D9" w:rsidP="006240C0">
      <w:pPr>
        <w:pStyle w:val="31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Преображенского сельского поселения    Г.Г. Фаттахов</w:t>
      </w:r>
      <w:r>
        <w:rPr>
          <w:color w:val="000000"/>
          <w:sz w:val="28"/>
          <w:szCs w:val="28"/>
          <w:lang w:eastAsia="ru-RU"/>
        </w:rPr>
        <w:br w:type="page"/>
      </w:r>
    </w:p>
    <w:p w:rsidR="007D05D9" w:rsidRDefault="007D05D9" w:rsidP="006240C0">
      <w:pPr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D05D9" w:rsidRDefault="007D05D9" w:rsidP="006240C0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D05D9" w:rsidRDefault="007D05D9" w:rsidP="006240C0">
      <w:pPr>
        <w:tabs>
          <w:tab w:val="left" w:pos="5812"/>
        </w:tabs>
        <w:ind w:left="5670"/>
        <w:rPr>
          <w:sz w:val="28"/>
        </w:rPr>
      </w:pPr>
      <w:r>
        <w:rPr>
          <w:sz w:val="28"/>
        </w:rPr>
        <w:t xml:space="preserve">постановлением администрации                                   </w:t>
      </w:r>
    </w:p>
    <w:p w:rsidR="007D05D9" w:rsidRDefault="007D05D9" w:rsidP="006240C0">
      <w:pPr>
        <w:ind w:left="5670"/>
        <w:rPr>
          <w:sz w:val="28"/>
        </w:rPr>
      </w:pPr>
      <w:r>
        <w:rPr>
          <w:sz w:val="28"/>
        </w:rPr>
        <w:t>сельского поселения</w:t>
      </w:r>
    </w:p>
    <w:p w:rsidR="007D05D9" w:rsidRDefault="007D05D9" w:rsidP="006240C0">
      <w:pPr>
        <w:ind w:left="5670"/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06.08.2014</w:t>
      </w:r>
      <w:r>
        <w:rPr>
          <w:sz w:val="28"/>
        </w:rPr>
        <w:t xml:space="preserve"> № </w:t>
      </w:r>
      <w:r>
        <w:rPr>
          <w:sz w:val="28"/>
          <w:u w:val="single"/>
        </w:rPr>
        <w:t>26</w:t>
      </w:r>
    </w:p>
    <w:p w:rsidR="007D05D9" w:rsidRDefault="007D05D9" w:rsidP="009041CB">
      <w:pPr>
        <w:rPr>
          <w:sz w:val="28"/>
          <w:szCs w:val="28"/>
        </w:rPr>
      </w:pPr>
    </w:p>
    <w:p w:rsidR="007D05D9" w:rsidRDefault="007D05D9" w:rsidP="009041CB">
      <w:pPr>
        <w:rPr>
          <w:sz w:val="28"/>
          <w:szCs w:val="28"/>
        </w:rPr>
      </w:pPr>
    </w:p>
    <w:p w:rsidR="007D05D9" w:rsidRDefault="007D05D9" w:rsidP="009041CB">
      <w:pPr>
        <w:rPr>
          <w:sz w:val="28"/>
          <w:szCs w:val="28"/>
        </w:rPr>
      </w:pPr>
    </w:p>
    <w:p w:rsidR="007D05D9" w:rsidRDefault="007D05D9" w:rsidP="009041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7D05D9" w:rsidRDefault="007D05D9" w:rsidP="009041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особенностях подачи и рассмотрения жалоб на решения и действия (бездействие) администрации Преображенского сельского поселения, ее должностных лиц и (или) муниципальных служащих при предоставлении муниципальных услуг</w:t>
      </w:r>
    </w:p>
    <w:p w:rsidR="007D05D9" w:rsidRDefault="007D05D9" w:rsidP="009041CB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7D05D9" w:rsidRDefault="007D05D9" w:rsidP="009041CB">
      <w:pPr>
        <w:pStyle w:val="1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7D05D9" w:rsidRDefault="007D05D9" w:rsidP="009041CB">
      <w:pPr>
        <w:pStyle w:val="1"/>
        <w:rPr>
          <w:b/>
          <w:sz w:val="28"/>
          <w:szCs w:val="28"/>
        </w:rPr>
      </w:pPr>
    </w:p>
    <w:p w:rsidR="007D05D9" w:rsidRDefault="007D05D9" w:rsidP="009041CB">
      <w:pPr>
        <w:pStyle w:val="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об особенностях подачи и рассмотрения жалоб на решения и действия (бездействие) администрации Преображенского сельского поселения, ее должностных лиц и (или) муниципальных служащих при предоставлении муниципальных услуг (далее – Положение) определяет особенности подачи и рассмотрения жалоб на решения и действия (бездействие) администрации Преображенского сельского поселения, отраслевых органов и структурных подразделений администрации Преображенского сельского поселения, предоставляющих муниципальные услуги, их должностных лиц и (или) муниципальных служащих, участвующих в предоставлении муниципальных услуг (далее – жалобы).</w:t>
      </w:r>
    </w:p>
    <w:p w:rsidR="007D05D9" w:rsidRDefault="007D05D9" w:rsidP="009041CB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Действие настоящего Положения </w:t>
      </w:r>
      <w:r>
        <w:rPr>
          <w:sz w:val="28"/>
          <w:szCs w:val="28"/>
          <w:lang w:eastAsia="en-US"/>
        </w:rPr>
        <w:t xml:space="preserve">распространяется на жалобы, поданные с соблюдением требований Федерального </w:t>
      </w:r>
      <w:hyperlink r:id="rId5" w:history="1">
        <w:r w:rsidRPr="006302E8">
          <w:rPr>
            <w:rStyle w:val="Hyperlink"/>
            <w:color w:val="000000"/>
            <w:sz w:val="28"/>
            <w:szCs w:val="28"/>
            <w:u w:val="none"/>
            <w:lang w:eastAsia="en-US"/>
          </w:rPr>
          <w:t>закона</w:t>
        </w:r>
      </w:hyperlink>
      <w:r>
        <w:rPr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услуг».</w:t>
      </w:r>
    </w:p>
    <w:p w:rsidR="007D05D9" w:rsidRDefault="007D05D9" w:rsidP="006302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1.2. Жалоба подается:</w:t>
      </w:r>
    </w:p>
    <w:p w:rsidR="007D05D9" w:rsidRDefault="007D05D9" w:rsidP="006302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1.2.1. </w:t>
      </w:r>
      <w:r>
        <w:rPr>
          <w:sz w:val="28"/>
          <w:szCs w:val="28"/>
        </w:rPr>
        <w:t xml:space="preserve">На решения </w:t>
      </w:r>
      <w:r>
        <w:rPr>
          <w:sz w:val="28"/>
          <w:szCs w:val="28"/>
          <w:lang w:eastAsia="en-US"/>
        </w:rPr>
        <w:t xml:space="preserve">и действия (бездействие) муниципальных служащих органа, предоставляющего муниципальную услугу, и (или) на </w:t>
      </w:r>
      <w:r>
        <w:rPr>
          <w:sz w:val="28"/>
          <w:szCs w:val="28"/>
        </w:rPr>
        <w:t xml:space="preserve">решения </w:t>
      </w:r>
      <w:r>
        <w:rPr>
          <w:sz w:val="28"/>
          <w:szCs w:val="28"/>
          <w:lang w:eastAsia="en-US"/>
        </w:rPr>
        <w:t xml:space="preserve">и действия (бездействие) </w:t>
      </w:r>
      <w:r>
        <w:rPr>
          <w:sz w:val="28"/>
          <w:szCs w:val="28"/>
        </w:rPr>
        <w:t>руководителя органа, предоставляющего муниципальную услугу, главе администрации Преображенского сельского поселения либо в случае его отсутствия непосредственно руководителю органа, предоставляющего муниципальную услугу.</w:t>
      </w:r>
    </w:p>
    <w:p w:rsidR="007D05D9" w:rsidRDefault="007D05D9" w:rsidP="009041C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1.2.2. </w:t>
      </w:r>
      <w:r>
        <w:rPr>
          <w:sz w:val="28"/>
          <w:szCs w:val="28"/>
          <w:lang w:eastAsia="en-US"/>
        </w:rPr>
        <w:t xml:space="preserve">На решения и действия (бездействие) должностных лиц, участвующих в предоставлении муниципальной услуги подается главе администрации Преображенского сельского поселения. </w:t>
      </w:r>
    </w:p>
    <w:p w:rsidR="007D05D9" w:rsidRDefault="007D05D9" w:rsidP="009041C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1.2.3. На </w:t>
      </w:r>
      <w:r>
        <w:rPr>
          <w:sz w:val="28"/>
          <w:szCs w:val="28"/>
          <w:lang w:eastAsia="en-US"/>
        </w:rPr>
        <w:t>нарушение порядка предоставления услуги многофункциональным центром предоставления государственных и муниципальных услуг (при его наличии), переданной ему на основании соглашения о взаимодействии, заключенного между администрацией Преображенского сельского поселения и многофункциональным центром предоставления государственных и муниципальных услуг (далее - многофункциональный центр), подается в многофункциональный центр.</w:t>
      </w:r>
    </w:p>
    <w:p w:rsidR="007D05D9" w:rsidRDefault="007D05D9" w:rsidP="009041C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7D05D9" w:rsidRDefault="007D05D9" w:rsidP="006302E8">
      <w:pPr>
        <w:pStyle w:val="1"/>
        <w:autoSpaceDE w:val="0"/>
        <w:autoSpaceDN w:val="0"/>
        <w:adjustRightInd w:val="0"/>
        <w:ind w:left="0" w:firstLine="709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2. Особенности подачи жалоб</w:t>
      </w:r>
    </w:p>
    <w:p w:rsidR="007D05D9" w:rsidRDefault="007D05D9" w:rsidP="009041C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7D05D9" w:rsidRPr="00C011CC" w:rsidRDefault="007D05D9" w:rsidP="006302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2.1. Жалоба может быть подана физическим или юридическим лицом, индивидуальным предпринимателем либо их уполномоченным представителем, обращавшихся ранее в</w:t>
      </w:r>
      <w:r w:rsidRPr="00C011CC">
        <w:rPr>
          <w:b/>
          <w:sz w:val="28"/>
          <w:szCs w:val="28"/>
        </w:rPr>
        <w:t xml:space="preserve"> </w:t>
      </w:r>
      <w:r w:rsidRPr="00C011CC">
        <w:rPr>
          <w:sz w:val="28"/>
          <w:szCs w:val="28"/>
        </w:rPr>
        <w:t>орган администрации Преображенского сельского поселения, предоставляющий муниципальную услугу либо в многофункциональный центр с заявлением о предоставлении муниципальной услуги (далее – Заявители).</w:t>
      </w:r>
    </w:p>
    <w:p w:rsidR="007D05D9" w:rsidRPr="00C011CC" w:rsidRDefault="007D05D9" w:rsidP="00C011C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2.2. Жалоба подается в письменном или электронном виде в администрацию Преображенского сельского поселения либо на личном приеме заявителя у главы администрации Преображенского сельского поселения, либо в многофункциональный центр (при его наличии).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2.3.</w:t>
      </w:r>
      <w:r>
        <w:rPr>
          <w:sz w:val="28"/>
          <w:szCs w:val="28"/>
          <w:lang w:eastAsia="en-US"/>
        </w:rPr>
        <w:t xml:space="preserve"> </w:t>
      </w:r>
      <w:r w:rsidRPr="00C011CC">
        <w:rPr>
          <w:sz w:val="28"/>
          <w:szCs w:val="28"/>
          <w:lang w:eastAsia="en-US"/>
        </w:rPr>
        <w:t>Заявитель может обратиться с жалобой, в том числе в следующих случаях: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2.3.1.</w:t>
      </w:r>
      <w:r w:rsidRPr="00C011CC">
        <w:rPr>
          <w:sz w:val="28"/>
          <w:szCs w:val="28"/>
          <w:lang w:eastAsia="en-US"/>
        </w:rPr>
        <w:tab/>
        <w:t>Нарушение срока регистрации запроса заявителя о предоставлении муниципальной услуги (далее - услуга).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 xml:space="preserve">2.3.2. </w:t>
      </w:r>
      <w:r w:rsidRPr="00C011CC">
        <w:rPr>
          <w:sz w:val="28"/>
          <w:szCs w:val="28"/>
          <w:lang w:eastAsia="en-US"/>
        </w:rPr>
        <w:tab/>
        <w:t>Нарушение срока предоставления услуги.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2.3.3.</w:t>
      </w:r>
      <w:r w:rsidRPr="00C011CC">
        <w:rPr>
          <w:sz w:val="28"/>
          <w:szCs w:val="28"/>
          <w:lang w:eastAsia="en-US"/>
        </w:rPr>
        <w:tab/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2.3.4.</w:t>
      </w:r>
      <w:r w:rsidRPr="00C011CC">
        <w:rPr>
          <w:sz w:val="28"/>
          <w:szCs w:val="28"/>
          <w:lang w:eastAsia="en-US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2.3.5.</w:t>
      </w:r>
      <w:r w:rsidRPr="00C011CC">
        <w:rPr>
          <w:sz w:val="28"/>
          <w:szCs w:val="28"/>
          <w:lang w:eastAsia="en-US"/>
        </w:rPr>
        <w:tab/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2.3.6.</w:t>
      </w:r>
      <w:r w:rsidRPr="00C011CC">
        <w:rPr>
          <w:sz w:val="28"/>
          <w:szCs w:val="28"/>
          <w:lang w:eastAsia="en-US"/>
        </w:rPr>
        <w:tab/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2.3.7.</w:t>
      </w:r>
      <w:r w:rsidRPr="00C011CC">
        <w:rPr>
          <w:sz w:val="28"/>
          <w:szCs w:val="28"/>
          <w:lang w:eastAsia="en-US"/>
        </w:rPr>
        <w:tab/>
        <w:t xml:space="preserve">Отказ органа администрации </w:t>
      </w:r>
      <w:r>
        <w:rPr>
          <w:sz w:val="28"/>
          <w:szCs w:val="28"/>
          <w:lang w:eastAsia="en-US"/>
        </w:rPr>
        <w:t>Преображенского</w:t>
      </w:r>
      <w:r w:rsidRPr="00C011CC">
        <w:rPr>
          <w:sz w:val="28"/>
          <w:szCs w:val="28"/>
          <w:lang w:eastAsia="en-US"/>
        </w:rPr>
        <w:t xml:space="preserve"> сельского поселения, предоставляющего муниципальную услугу (далее – орган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2.4.</w:t>
      </w:r>
      <w:r>
        <w:rPr>
          <w:sz w:val="28"/>
          <w:szCs w:val="28"/>
          <w:lang w:eastAsia="en-US"/>
        </w:rPr>
        <w:t xml:space="preserve"> </w:t>
      </w:r>
      <w:r w:rsidRPr="00C011CC">
        <w:rPr>
          <w:sz w:val="28"/>
          <w:szCs w:val="28"/>
          <w:lang w:eastAsia="en-US"/>
        </w:rPr>
        <w:t>Жалоба должна содержать: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2.4.1.</w:t>
      </w:r>
      <w:r>
        <w:rPr>
          <w:sz w:val="28"/>
          <w:szCs w:val="28"/>
          <w:lang w:eastAsia="en-US"/>
        </w:rPr>
        <w:t xml:space="preserve"> </w:t>
      </w:r>
      <w:r w:rsidRPr="00C011CC">
        <w:rPr>
          <w:sz w:val="28"/>
          <w:szCs w:val="28"/>
          <w:lang w:eastAsia="en-US"/>
        </w:rPr>
        <w:t>Наименование органа, предоставляющего муниципальную услугу, должностного лица и (или) муниципального служащего органа, предоставляющего услугу, решения и действия (бездействие) которого обжалуются.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2.4.2.</w:t>
      </w:r>
      <w:r w:rsidRPr="00C011CC">
        <w:rPr>
          <w:sz w:val="28"/>
          <w:szCs w:val="28"/>
          <w:lang w:eastAsia="en-US"/>
        </w:rPr>
        <w:tab/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2.4.3.</w:t>
      </w:r>
      <w:r w:rsidRPr="00C011CC">
        <w:rPr>
          <w:sz w:val="28"/>
          <w:szCs w:val="28"/>
          <w:lang w:eastAsia="en-US"/>
        </w:rPr>
        <w:tab/>
        <w:t>Сведения об обжалуемых решениях и действиях (бездействии) должностных лиц и (или) муниципальных служащих органа, предоставляющего услугу.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2.4.4.</w:t>
      </w:r>
      <w:r w:rsidRPr="00C011CC">
        <w:rPr>
          <w:sz w:val="28"/>
          <w:szCs w:val="28"/>
          <w:lang w:eastAsia="en-US"/>
        </w:rPr>
        <w:tab/>
        <w:t>Доводы, на основании которых заявитель не согласен с решением и действием (бездействием) должностных лиц и (или) муниципальных служащих органа, предоставляющего услугу. Заявителем могут быть представлены документы (при наличии), подтверждающие доводы заявителя, либо их копии.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2.5.</w:t>
      </w:r>
      <w:r w:rsidRPr="00C011CC">
        <w:rPr>
          <w:sz w:val="28"/>
          <w:szCs w:val="28"/>
          <w:lang w:eastAsia="en-US"/>
        </w:rPr>
        <w:tab/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2.5.1.</w:t>
      </w:r>
      <w:r w:rsidRPr="00C011CC">
        <w:rPr>
          <w:sz w:val="28"/>
          <w:szCs w:val="28"/>
          <w:lang w:eastAsia="en-US"/>
        </w:rPr>
        <w:tab/>
        <w:t>Оформленная в соответствии с законодательством Российской Федерации доверенность (для физических лиц).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2.5.2.</w:t>
      </w:r>
      <w:r w:rsidRPr="00C011CC">
        <w:rPr>
          <w:sz w:val="28"/>
          <w:szCs w:val="28"/>
          <w:lang w:eastAsia="en-US"/>
        </w:rPr>
        <w:tab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2.5.3.</w:t>
      </w:r>
      <w:r w:rsidRPr="00C011CC">
        <w:rPr>
          <w:sz w:val="28"/>
          <w:szCs w:val="28"/>
          <w:lang w:eastAsia="en-US"/>
        </w:rPr>
        <w:tab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2.6.</w:t>
      </w:r>
      <w:r w:rsidRPr="00C011CC">
        <w:rPr>
          <w:sz w:val="28"/>
          <w:szCs w:val="28"/>
          <w:lang w:eastAsia="en-US"/>
        </w:rPr>
        <w:tab/>
        <w:t>Время приема жалоб должно совпадать со временем предоставления услуг.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2.7.</w:t>
      </w:r>
      <w:r w:rsidRPr="00C011CC">
        <w:rPr>
          <w:sz w:val="28"/>
          <w:szCs w:val="28"/>
          <w:lang w:eastAsia="en-US"/>
        </w:rPr>
        <w:tab/>
        <w:t>Жалоба в письменной форме может быть также направлена по почте.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2.8.</w:t>
      </w:r>
      <w:r w:rsidRPr="00C011CC">
        <w:rPr>
          <w:sz w:val="28"/>
          <w:szCs w:val="28"/>
          <w:lang w:eastAsia="en-US"/>
        </w:rPr>
        <w:tab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2.9.</w:t>
      </w:r>
      <w:r w:rsidRPr="00C011CC">
        <w:rPr>
          <w:sz w:val="28"/>
          <w:szCs w:val="28"/>
          <w:lang w:eastAsia="en-US"/>
        </w:rPr>
        <w:tab/>
        <w:t>В электронном виде жалоба может быть подана заявителем посредством: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2.9.1.</w:t>
      </w:r>
      <w:r w:rsidRPr="00C011CC">
        <w:rPr>
          <w:sz w:val="28"/>
          <w:szCs w:val="28"/>
          <w:lang w:eastAsia="en-US"/>
        </w:rPr>
        <w:tab/>
        <w:t>Официального сайта администрации Малмыжский района (</w:t>
      </w:r>
      <w:r w:rsidRPr="00C011CC">
        <w:rPr>
          <w:sz w:val="28"/>
          <w:szCs w:val="28"/>
        </w:rPr>
        <w:t>http://</w:t>
      </w:r>
      <w:r w:rsidRPr="00C011CC">
        <w:rPr>
          <w:sz w:val="28"/>
          <w:szCs w:val="28"/>
          <w:lang w:val="en-US"/>
        </w:rPr>
        <w:t>malmyzh</w:t>
      </w:r>
      <w:r w:rsidRPr="00C011CC">
        <w:rPr>
          <w:sz w:val="28"/>
          <w:szCs w:val="28"/>
        </w:rPr>
        <w:t>43.ru/</w:t>
      </w:r>
      <w:r w:rsidRPr="00C011CC">
        <w:rPr>
          <w:sz w:val="28"/>
          <w:szCs w:val="28"/>
          <w:lang w:eastAsia="en-US"/>
        </w:rPr>
        <w:t>) (далее - официальный сайт).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2.9.2.</w:t>
      </w:r>
      <w:r w:rsidRPr="00C011CC">
        <w:rPr>
          <w:sz w:val="28"/>
          <w:szCs w:val="28"/>
          <w:lang w:eastAsia="en-US"/>
        </w:rPr>
        <w:tab/>
        <w:t>Федеральной государственной информационной системы «Единый портал государственных и муниципальных услуг (функций)» (http://www.gosuslugi.ru) (далее - Единый портал).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2.9.3.</w:t>
      </w:r>
      <w:r w:rsidRPr="00C011CC">
        <w:rPr>
          <w:sz w:val="28"/>
          <w:szCs w:val="28"/>
          <w:lang w:eastAsia="en-US"/>
        </w:rPr>
        <w:tab/>
        <w:t>Информационной системы «Портал государственных и муниципальных услуг Кировской области» (</w:t>
      </w:r>
      <w:hyperlink r:id="rId6" w:history="1">
        <w:r w:rsidRPr="00C011CC">
          <w:rPr>
            <w:rStyle w:val="Hyperlink"/>
            <w:color w:val="000000"/>
            <w:sz w:val="28"/>
            <w:szCs w:val="28"/>
            <w:lang w:eastAsia="en-US"/>
          </w:rPr>
          <w:t>http://www.pgmu.ako.kirov.ru</w:t>
        </w:r>
      </w:hyperlink>
      <w:r w:rsidRPr="00C011CC">
        <w:rPr>
          <w:color w:val="000000"/>
          <w:sz w:val="28"/>
          <w:szCs w:val="28"/>
          <w:lang w:eastAsia="en-US"/>
        </w:rPr>
        <w:t>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2.10.</w:t>
      </w:r>
      <w:r w:rsidRPr="00C011CC">
        <w:rPr>
          <w:sz w:val="28"/>
          <w:szCs w:val="28"/>
          <w:lang w:eastAsia="en-US"/>
        </w:rPr>
        <w:tab/>
        <w:t>При подаче жалобы в электронном виде документы, указанные в по</w:t>
      </w:r>
      <w:r w:rsidRPr="000E6F26">
        <w:rPr>
          <w:sz w:val="28"/>
          <w:szCs w:val="28"/>
          <w:lang w:eastAsia="en-US"/>
        </w:rPr>
        <w:t>д</w:t>
      </w:r>
      <w:hyperlink r:id="rId7" w:history="1">
        <w:r w:rsidRPr="000E6F26">
          <w:rPr>
            <w:rStyle w:val="Hyperlink"/>
            <w:color w:val="000000"/>
            <w:sz w:val="28"/>
            <w:szCs w:val="28"/>
            <w:u w:val="none"/>
            <w:lang w:eastAsia="en-US"/>
          </w:rPr>
          <w:t>пунктах</w:t>
        </w:r>
      </w:hyperlink>
      <w:r w:rsidRPr="00C011CC">
        <w:rPr>
          <w:color w:val="000000"/>
          <w:sz w:val="28"/>
          <w:szCs w:val="28"/>
          <w:lang w:eastAsia="en-US"/>
        </w:rPr>
        <w:t xml:space="preserve"> 2.6.1 - 2.6.3 </w:t>
      </w:r>
      <w:r w:rsidRPr="00C011CC">
        <w:rPr>
          <w:sz w:val="28"/>
          <w:szCs w:val="28"/>
          <w:lang w:eastAsia="en-US"/>
        </w:rPr>
        <w:t>настоящего Положения,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D05D9" w:rsidRPr="00C011CC" w:rsidRDefault="007D05D9" w:rsidP="009041CB">
      <w:pPr>
        <w:pStyle w:val="1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b/>
          <w:sz w:val="28"/>
          <w:szCs w:val="28"/>
          <w:lang w:eastAsia="en-US"/>
        </w:rPr>
      </w:pPr>
      <w:r w:rsidRPr="00C011CC">
        <w:rPr>
          <w:b/>
          <w:sz w:val="28"/>
          <w:szCs w:val="28"/>
          <w:lang w:eastAsia="en-US"/>
        </w:rPr>
        <w:t>Требования к порядку рассмотрения жалобы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3.1.</w:t>
      </w:r>
      <w:r w:rsidRPr="00C011CC">
        <w:rPr>
          <w:sz w:val="28"/>
          <w:szCs w:val="28"/>
          <w:lang w:eastAsia="en-US"/>
        </w:rPr>
        <w:tab/>
        <w:t>Жалоба, направленная в соответствии с настоящим Положением, рассматривается согласно порядку, предусмотренному подпунктами 1.2.1 – 1.2.3 следующими должностными лицами по полномочиям: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 xml:space="preserve">главой администрации </w:t>
      </w:r>
      <w:r>
        <w:rPr>
          <w:sz w:val="28"/>
          <w:szCs w:val="28"/>
          <w:lang w:eastAsia="en-US"/>
        </w:rPr>
        <w:t>Преображенского</w:t>
      </w:r>
      <w:r w:rsidRPr="00C011CC">
        <w:rPr>
          <w:sz w:val="28"/>
          <w:szCs w:val="28"/>
          <w:lang w:eastAsia="en-US"/>
        </w:rPr>
        <w:t xml:space="preserve"> сельского поселения, руководителем органа, предоставляющего муниципальные услуги (далее – Уполномоченные на рассмотрение жалобы должностные лица).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3.2.</w:t>
      </w:r>
      <w:r w:rsidRPr="00C011CC">
        <w:rPr>
          <w:sz w:val="28"/>
          <w:szCs w:val="28"/>
          <w:lang w:eastAsia="en-US"/>
        </w:rPr>
        <w:tab/>
        <w:t>В случае если жалоба подана заявителем в орган, либо должностному лицу, в компетенцию которого не входит принятие решения по жалобе, в соответствии с требованиями пункта 3.1 настоящего Положения,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При этом срок рассмотрения жалобы исчисляется со дня регистрации жалобы уполномоченным на ее рассмотрении должностным лицом.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3.3.</w:t>
      </w:r>
      <w:r w:rsidRPr="00C011CC">
        <w:rPr>
          <w:sz w:val="28"/>
          <w:szCs w:val="28"/>
          <w:lang w:eastAsia="en-US"/>
        </w:rPr>
        <w:tab/>
        <w:t xml:space="preserve">Жалоба может быть подана заявителем через многофункциональный центр (при его наличии). При поступлении жалобы в многофункциональный центр последний обеспечивает ее передачу в администрацию </w:t>
      </w:r>
      <w:r>
        <w:rPr>
          <w:sz w:val="28"/>
          <w:szCs w:val="28"/>
          <w:lang w:eastAsia="en-US"/>
        </w:rPr>
        <w:t>Преображенского</w:t>
      </w:r>
      <w:r w:rsidRPr="00C011CC">
        <w:rPr>
          <w:sz w:val="28"/>
          <w:szCs w:val="28"/>
          <w:lang w:eastAsia="en-US"/>
        </w:rPr>
        <w:t xml:space="preserve"> сельского поселения в порядке и сроки, которые установлены соглашением о взаимодействии между многофункциональным центром и администрацией </w:t>
      </w:r>
      <w:r>
        <w:rPr>
          <w:sz w:val="28"/>
          <w:szCs w:val="28"/>
          <w:lang w:eastAsia="en-US"/>
        </w:rPr>
        <w:t>Преображенского</w:t>
      </w:r>
      <w:r w:rsidRPr="00C011CC">
        <w:rPr>
          <w:sz w:val="28"/>
          <w:szCs w:val="28"/>
          <w:lang w:eastAsia="en-US"/>
        </w:rPr>
        <w:t xml:space="preserve"> сельского поселения, но не позднее следующего рабочего дня со дня поступления жалобы.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3.4.</w:t>
      </w:r>
      <w:r w:rsidRPr="00C011CC">
        <w:rPr>
          <w:sz w:val="28"/>
          <w:szCs w:val="28"/>
          <w:lang w:eastAsia="en-US"/>
        </w:rPr>
        <w:tab/>
        <w:t xml:space="preserve">Жалоба, поступившая в администрацию </w:t>
      </w:r>
      <w:r>
        <w:rPr>
          <w:sz w:val="28"/>
          <w:szCs w:val="28"/>
          <w:lang w:eastAsia="en-US"/>
        </w:rPr>
        <w:t>Преображенского</w:t>
      </w:r>
      <w:r w:rsidRPr="00C011CC">
        <w:rPr>
          <w:sz w:val="28"/>
          <w:szCs w:val="28"/>
          <w:lang w:eastAsia="en-US"/>
        </w:rPr>
        <w:t xml:space="preserve"> сельского поселения, подлежит регистрации уполномоченным на прием и регистрацию жалоб должностным лицом в день ее поступления и в течение 1 рабочего дня со дня ее регистрации передается уполномоченному должностному лицу на рассмотрение жалоб для рассмотрения и принятия решения по ней.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3.5.</w:t>
      </w:r>
      <w:r w:rsidRPr="00C011CC">
        <w:rPr>
          <w:sz w:val="28"/>
          <w:szCs w:val="28"/>
          <w:lang w:eastAsia="en-US"/>
        </w:rPr>
        <w:tab/>
        <w:t>При рассмотрении жалобы уполномоченное на рассмотрение жалоб должностное лицо: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3.5.1.</w:t>
      </w:r>
      <w:r w:rsidRPr="00C011CC">
        <w:rPr>
          <w:sz w:val="28"/>
          <w:szCs w:val="28"/>
          <w:lang w:eastAsia="en-US"/>
        </w:rPr>
        <w:tab/>
        <w:t>Устанавливает все обстоятельства дела по досудебному (внесудебному) обжалованию.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3.5.2.</w:t>
      </w:r>
      <w:r w:rsidRPr="00C011CC">
        <w:rPr>
          <w:sz w:val="28"/>
          <w:szCs w:val="28"/>
          <w:lang w:eastAsia="en-US"/>
        </w:rPr>
        <w:tab/>
        <w:t>Оценивает доказательства в соответствии со всеми существенными обстоятельствами дела.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3.5.3.</w:t>
      </w:r>
      <w:r w:rsidRPr="00C011CC">
        <w:rPr>
          <w:sz w:val="28"/>
          <w:szCs w:val="28"/>
          <w:lang w:eastAsia="en-US"/>
        </w:rPr>
        <w:tab/>
        <w:t>Не вправе требовать от заявителя предоставления доказательств достоверности содержания официального документа.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3.5.4. Обеспечивает объективное, всестороннее и своевременное рассмотрение жалобы, в случае необходимости с участием гражданина, направившего жалобу.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3.5.5.</w:t>
      </w:r>
      <w:r w:rsidRPr="00C011CC">
        <w:rPr>
          <w:sz w:val="28"/>
          <w:szCs w:val="28"/>
          <w:lang w:eastAsia="en-US"/>
        </w:rPr>
        <w:tab/>
        <w:t xml:space="preserve">Исследует жалобу, материалы дела заявителя, сформированного в связи с запросом о предоставлении услуги, материалы проверки (в случае, если проводилась проверка доступности и качества предоставления услуги по фактам, изложенным в жалобе, письменные пояснения (объяснения) должностных лиц и (или) муниципальных служащих органа администрации </w:t>
      </w:r>
      <w:r>
        <w:rPr>
          <w:sz w:val="28"/>
          <w:szCs w:val="28"/>
          <w:lang w:eastAsia="en-US"/>
        </w:rPr>
        <w:t>Преображенского</w:t>
      </w:r>
      <w:r w:rsidRPr="00C011CC">
        <w:rPr>
          <w:sz w:val="28"/>
          <w:szCs w:val="28"/>
          <w:lang w:eastAsia="en-US"/>
        </w:rPr>
        <w:t xml:space="preserve"> сельского поселения, предоставляющего услугу, по фактам, изложенным в жалобе.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3.6.</w:t>
      </w:r>
      <w:r w:rsidRPr="00C011CC">
        <w:rPr>
          <w:sz w:val="28"/>
          <w:szCs w:val="28"/>
          <w:lang w:eastAsia="en-US"/>
        </w:rPr>
        <w:tab/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8" w:history="1">
        <w:r w:rsidRPr="005C5730">
          <w:rPr>
            <w:rStyle w:val="Hyperlink"/>
            <w:color w:val="000000"/>
            <w:sz w:val="28"/>
            <w:szCs w:val="28"/>
            <w:u w:val="none"/>
            <w:lang w:eastAsia="en-US"/>
          </w:rPr>
          <w:t>статьей 5.63</w:t>
        </w:r>
      </w:hyperlink>
      <w:r w:rsidRPr="00C011CC">
        <w:rPr>
          <w:sz w:val="28"/>
          <w:szCs w:val="28"/>
          <w:lang w:eastAsia="en-US"/>
        </w:rPr>
        <w:t xml:space="preserve"> Кодекса Российской Федерации об административных правонарушениях, или признаков состава преступления уполномоченное на рассмотрение жалобы должностное лицо незамедлительно направляет соответствующие материалы в органы прокуратуры.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3.7.</w:t>
      </w:r>
      <w:r w:rsidRPr="00C011CC">
        <w:rPr>
          <w:sz w:val="28"/>
          <w:szCs w:val="28"/>
          <w:lang w:eastAsia="en-US"/>
        </w:rPr>
        <w:tab/>
        <w:t>Орган, предоставляющий услугу, обеспечивает: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3.7.1.</w:t>
      </w:r>
      <w:r w:rsidRPr="00C011CC">
        <w:rPr>
          <w:sz w:val="28"/>
          <w:szCs w:val="28"/>
          <w:lang w:eastAsia="en-US"/>
        </w:rPr>
        <w:tab/>
        <w:t>Информирование заявителей о порядке обжалования</w:t>
      </w:r>
      <w:r w:rsidRPr="00C011CC">
        <w:rPr>
          <w:sz w:val="28"/>
          <w:szCs w:val="28"/>
        </w:rPr>
        <w:t xml:space="preserve"> решений и действий (бездействие) администрации </w:t>
      </w:r>
      <w:r>
        <w:rPr>
          <w:sz w:val="28"/>
          <w:szCs w:val="28"/>
        </w:rPr>
        <w:t>Преображенского</w:t>
      </w:r>
      <w:r w:rsidRPr="00C011CC">
        <w:rPr>
          <w:sz w:val="28"/>
          <w:szCs w:val="28"/>
        </w:rPr>
        <w:t xml:space="preserve"> сельского поселения, ее должностных лиц и (или) муниципальных служащих при предоставлении муниципальных услуг</w:t>
      </w:r>
      <w:r w:rsidRPr="00C011CC">
        <w:rPr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услуг, на официальном сайте Малмыжский района, на Едином портале, на Портале государственных и муниципальных услуг Кировской области.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3.7.2.</w:t>
      </w:r>
      <w:r w:rsidRPr="00C011CC">
        <w:rPr>
          <w:sz w:val="28"/>
          <w:szCs w:val="28"/>
          <w:lang w:eastAsia="en-US"/>
        </w:rPr>
        <w:tab/>
        <w:t>Консультирование заявителей о порядке обжалования</w:t>
      </w:r>
      <w:r w:rsidRPr="00C011CC">
        <w:rPr>
          <w:sz w:val="28"/>
          <w:szCs w:val="28"/>
        </w:rPr>
        <w:t xml:space="preserve"> решений и действий (бездействие) администрации </w:t>
      </w:r>
      <w:r>
        <w:rPr>
          <w:sz w:val="28"/>
          <w:szCs w:val="28"/>
        </w:rPr>
        <w:t>Преображенского</w:t>
      </w:r>
      <w:r w:rsidRPr="00C011CC">
        <w:rPr>
          <w:sz w:val="28"/>
          <w:szCs w:val="28"/>
        </w:rPr>
        <w:t xml:space="preserve"> сельского поселения, ее должностных лиц и (или) муниципальных служащих при предоставлении муниципальных услуг</w:t>
      </w:r>
      <w:r w:rsidRPr="00C011CC">
        <w:rPr>
          <w:sz w:val="28"/>
          <w:szCs w:val="28"/>
          <w:lang w:eastAsia="en-US"/>
        </w:rPr>
        <w:t>, в том числе по телефону, электронной почте, при личном приеме.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3.7.3.</w:t>
      </w:r>
      <w:r w:rsidRPr="00C011CC">
        <w:rPr>
          <w:sz w:val="28"/>
          <w:szCs w:val="28"/>
          <w:lang w:eastAsia="en-US"/>
        </w:rPr>
        <w:tab/>
        <w:t>В</w:t>
      </w:r>
      <w:r w:rsidRPr="00C011CC">
        <w:rPr>
          <w:color w:val="000000"/>
          <w:sz w:val="28"/>
          <w:szCs w:val="28"/>
          <w:lang w:eastAsia="en-US"/>
        </w:rPr>
        <w:t>заимодействие в части осуществления многофункциональными центрами приема жалоб и выдачи заявителям результатов рассмотрения жалоб.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3.8.</w:t>
      </w:r>
      <w:r w:rsidRPr="00C011CC">
        <w:rPr>
          <w:sz w:val="28"/>
          <w:szCs w:val="28"/>
          <w:lang w:eastAsia="en-US"/>
        </w:rPr>
        <w:tab/>
        <w:t>Жалоба, поступившая уполномоченному на ее рассмотрение должностному лицу, рассматривается в течение 15 рабочих дней со дня ее регистрации.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3.9.</w:t>
      </w:r>
      <w:r w:rsidRPr="00C011CC">
        <w:rPr>
          <w:sz w:val="28"/>
          <w:szCs w:val="28"/>
          <w:lang w:eastAsia="en-US"/>
        </w:rPr>
        <w:tab/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D05D9" w:rsidRPr="00C011CC" w:rsidRDefault="007D05D9" w:rsidP="009041CB">
      <w:pPr>
        <w:pStyle w:val="1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b/>
          <w:sz w:val="28"/>
          <w:szCs w:val="28"/>
          <w:lang w:eastAsia="en-US"/>
        </w:rPr>
      </w:pPr>
      <w:r w:rsidRPr="00C011CC">
        <w:rPr>
          <w:b/>
          <w:sz w:val="28"/>
          <w:szCs w:val="28"/>
          <w:lang w:eastAsia="en-US"/>
        </w:rPr>
        <w:t>Результат рассмотрения жалобы</w:t>
      </w:r>
    </w:p>
    <w:p w:rsidR="007D05D9" w:rsidRPr="00C011CC" w:rsidRDefault="007D05D9" w:rsidP="009041CB">
      <w:pPr>
        <w:pStyle w:val="1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C011CC">
        <w:rPr>
          <w:color w:val="000000"/>
          <w:sz w:val="28"/>
          <w:szCs w:val="28"/>
          <w:lang w:eastAsia="en-US"/>
        </w:rPr>
        <w:t>4.1.</w:t>
      </w:r>
      <w:r w:rsidRPr="00C011CC">
        <w:rPr>
          <w:color w:val="000000"/>
          <w:sz w:val="28"/>
          <w:szCs w:val="28"/>
          <w:lang w:eastAsia="en-US"/>
        </w:rPr>
        <w:tab/>
        <w:t xml:space="preserve">По результатам рассмотрения жалобы в соответствии с </w:t>
      </w:r>
      <w:hyperlink r:id="rId9" w:history="1">
        <w:r w:rsidRPr="00F42F1B">
          <w:rPr>
            <w:rStyle w:val="Hyperlink"/>
            <w:color w:val="000000"/>
            <w:sz w:val="28"/>
            <w:szCs w:val="28"/>
            <w:u w:val="none"/>
            <w:lang w:eastAsia="en-US"/>
          </w:rPr>
          <w:t>частью 7 статьи 11.2</w:t>
        </w:r>
      </w:hyperlink>
      <w:r w:rsidRPr="00F42F1B">
        <w:rPr>
          <w:color w:val="000000"/>
          <w:sz w:val="28"/>
          <w:szCs w:val="28"/>
          <w:lang w:eastAsia="en-US"/>
        </w:rPr>
        <w:t xml:space="preserve"> </w:t>
      </w:r>
      <w:r w:rsidRPr="00C011CC">
        <w:rPr>
          <w:color w:val="000000"/>
          <w:sz w:val="28"/>
          <w:szCs w:val="28"/>
          <w:lang w:eastAsia="en-US"/>
        </w:rPr>
        <w:t>Федерального закона от 27.07.2010 № 210-ФЗ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4.2.</w:t>
      </w:r>
      <w:r w:rsidRPr="00C011CC">
        <w:rPr>
          <w:sz w:val="28"/>
          <w:szCs w:val="28"/>
          <w:lang w:eastAsia="en-US"/>
        </w:rPr>
        <w:tab/>
        <w:t>При удовлетворении жалобы уполномоченное на ее рассмотрение должностное лицо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решения, если иное не установлено законодательством Российской Федерации.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4.3.</w:t>
      </w:r>
      <w:r w:rsidRPr="00C011CC">
        <w:rPr>
          <w:sz w:val="28"/>
          <w:szCs w:val="28"/>
          <w:lang w:eastAsia="en-US"/>
        </w:rPr>
        <w:tab/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4.4.</w:t>
      </w:r>
      <w:r w:rsidRPr="00C011CC">
        <w:rPr>
          <w:sz w:val="28"/>
          <w:szCs w:val="28"/>
          <w:lang w:eastAsia="en-US"/>
        </w:rPr>
        <w:tab/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4.5.</w:t>
      </w:r>
      <w:r w:rsidRPr="00C011CC">
        <w:rPr>
          <w:sz w:val="28"/>
          <w:szCs w:val="28"/>
          <w:lang w:eastAsia="en-US"/>
        </w:rPr>
        <w:tab/>
        <w:t>В ответе по результатам рассмотрения жалобы указываются: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4.5.1.</w:t>
      </w:r>
      <w:r w:rsidRPr="00C011CC">
        <w:rPr>
          <w:sz w:val="28"/>
          <w:szCs w:val="28"/>
          <w:lang w:eastAsia="en-US"/>
        </w:rPr>
        <w:tab/>
        <w:t>Наименование органа, предоставляющего услугу, уполномоченного должностного лица, рассмотревшего жалобу и принявшего решение по жалобе.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4.5.2.</w:t>
      </w:r>
      <w:r w:rsidRPr="00C011CC">
        <w:rPr>
          <w:sz w:val="28"/>
          <w:szCs w:val="28"/>
          <w:lang w:eastAsia="en-US"/>
        </w:rPr>
        <w:tab/>
        <w:t xml:space="preserve">Номер, дата, место принятия решения, включая сведения о должностном лице, муниципальном служащем органа администрации </w:t>
      </w:r>
      <w:r>
        <w:rPr>
          <w:sz w:val="28"/>
          <w:szCs w:val="28"/>
          <w:lang w:eastAsia="en-US"/>
        </w:rPr>
        <w:t>Преображенского</w:t>
      </w:r>
      <w:r w:rsidRPr="00C011CC">
        <w:rPr>
          <w:sz w:val="28"/>
          <w:szCs w:val="28"/>
          <w:lang w:eastAsia="en-US"/>
        </w:rPr>
        <w:t xml:space="preserve"> сельского поселения, предоставляющего услугу, решение или действие (бездействие) которого обжалуется.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4.5.3.</w:t>
      </w:r>
      <w:r w:rsidRPr="00C011CC">
        <w:rPr>
          <w:sz w:val="28"/>
          <w:szCs w:val="28"/>
          <w:lang w:eastAsia="en-US"/>
        </w:rPr>
        <w:tab/>
        <w:t>Фамилия, имя, отчество (при наличии) или наименование заявителя.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4.5.4.</w:t>
      </w:r>
      <w:r w:rsidRPr="00C011CC">
        <w:rPr>
          <w:sz w:val="28"/>
          <w:szCs w:val="28"/>
          <w:lang w:eastAsia="en-US"/>
        </w:rPr>
        <w:tab/>
        <w:t>Основания для принятия решения по жалобе.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4.5.5.</w:t>
      </w:r>
      <w:r w:rsidRPr="00C011CC">
        <w:rPr>
          <w:sz w:val="28"/>
          <w:szCs w:val="28"/>
          <w:lang w:eastAsia="en-US"/>
        </w:rPr>
        <w:tab/>
        <w:t>Принятое по жалобе решение.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4.5.6.</w:t>
      </w:r>
      <w:r w:rsidRPr="00C011CC">
        <w:rPr>
          <w:sz w:val="28"/>
          <w:szCs w:val="28"/>
          <w:lang w:eastAsia="en-US"/>
        </w:rPr>
        <w:tab/>
        <w:t>В случае, если жалоба признана обоснованной, - сроки устранения выявленных нарушений, в том числе срок предоставления результата услуги.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4.5.7.</w:t>
      </w:r>
      <w:r w:rsidRPr="00C011CC">
        <w:rPr>
          <w:sz w:val="28"/>
          <w:szCs w:val="28"/>
          <w:lang w:eastAsia="en-US"/>
        </w:rPr>
        <w:tab/>
        <w:t>Сведения о порядке обжалования принятого по жалобе решения.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4.6.</w:t>
      </w:r>
      <w:r w:rsidRPr="00C011CC">
        <w:rPr>
          <w:sz w:val="28"/>
          <w:szCs w:val="28"/>
          <w:lang w:eastAsia="en-US"/>
        </w:rPr>
        <w:tab/>
        <w:t>Уполномоченное на рассмотрение жалобы должностное лицо отказывает в удовлетворении жалобы в следующих случаях: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4.6.1.</w:t>
      </w:r>
      <w:r w:rsidRPr="00C011CC">
        <w:rPr>
          <w:sz w:val="28"/>
          <w:szCs w:val="28"/>
          <w:lang w:eastAsia="en-US"/>
        </w:rPr>
        <w:tab/>
        <w:t>Наличие вступившего в законную силу решения суда, арбитражного суда по жалобе о том же предмете и по тем же основаниям.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4.6.2.</w:t>
      </w:r>
      <w:r w:rsidRPr="00C011CC">
        <w:rPr>
          <w:sz w:val="28"/>
          <w:szCs w:val="28"/>
          <w:lang w:eastAsia="en-US"/>
        </w:rPr>
        <w:tab/>
        <w:t>Подача жалобы лицом, полномочия которого не подтверждены в порядке, установленном законодательством Российской Федерации.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4.6.3.</w:t>
      </w:r>
      <w:r w:rsidRPr="00C011CC">
        <w:rPr>
          <w:sz w:val="28"/>
          <w:szCs w:val="28"/>
          <w:lang w:eastAsia="en-US"/>
        </w:rPr>
        <w:tab/>
        <w:t>Наличие решения по жалобе, принятого ранее в соответствии с требованиями настоящего Положения в отношении того же заявителя и по тому же предмету жалобы.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4.7.</w:t>
      </w:r>
      <w:r w:rsidRPr="00C011CC">
        <w:rPr>
          <w:sz w:val="28"/>
          <w:szCs w:val="28"/>
          <w:lang w:eastAsia="en-US"/>
        </w:rPr>
        <w:tab/>
        <w:t>Уполномоченное на рассмотрение жалобы должностное лицо вправе оставить жалобу без ответа в следующих случаях: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4.7.1.</w:t>
      </w:r>
      <w:r w:rsidRPr="00C011CC">
        <w:rPr>
          <w:sz w:val="28"/>
          <w:szCs w:val="28"/>
          <w:lang w:eastAsia="en-US"/>
        </w:rPr>
        <w:tab/>
        <w:t>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4.7.2.</w:t>
      </w:r>
      <w:r w:rsidRPr="00C011CC">
        <w:rPr>
          <w:sz w:val="28"/>
          <w:szCs w:val="28"/>
          <w:lang w:eastAsia="en-US"/>
        </w:rPr>
        <w:tab/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4.7.3.</w:t>
      </w:r>
      <w:r w:rsidRPr="00C011CC">
        <w:rPr>
          <w:sz w:val="28"/>
          <w:szCs w:val="28"/>
          <w:lang w:eastAsia="en-US"/>
        </w:rPr>
        <w:tab/>
        <w:t>Если в жалобе заявителя содержится претензия, которая ранее уже рассматривалась и по которой уже принималось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4.8.</w:t>
      </w:r>
      <w:r w:rsidRPr="00C011CC">
        <w:rPr>
          <w:sz w:val="28"/>
          <w:szCs w:val="28"/>
          <w:lang w:eastAsia="en-US"/>
        </w:rPr>
        <w:tab/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  <w:r w:rsidRPr="00C011CC">
        <w:rPr>
          <w:sz w:val="28"/>
          <w:szCs w:val="28"/>
          <w:lang w:eastAsia="en-US"/>
        </w:rPr>
        <w:t>______________</w:t>
      </w:r>
    </w:p>
    <w:p w:rsidR="007D05D9" w:rsidRPr="00C011CC" w:rsidRDefault="007D05D9" w:rsidP="009041CB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</w:p>
    <w:p w:rsidR="007D05D9" w:rsidRPr="00C011CC" w:rsidRDefault="007D05D9">
      <w:pPr>
        <w:ind w:firstLine="709"/>
        <w:rPr>
          <w:sz w:val="28"/>
          <w:szCs w:val="28"/>
        </w:rPr>
      </w:pPr>
    </w:p>
    <w:sectPr w:rsidR="007D05D9" w:rsidRPr="00C011CC" w:rsidSect="00A66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31D1"/>
    <w:multiLevelType w:val="hybridMultilevel"/>
    <w:tmpl w:val="BD1EA626"/>
    <w:lvl w:ilvl="0" w:tplc="C4185ED0">
      <w:start w:val="3"/>
      <w:numFmt w:val="decimal"/>
      <w:lvlText w:val="%1."/>
      <w:lvlJc w:val="left"/>
      <w:pPr>
        <w:ind w:left="91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8510A2"/>
    <w:multiLevelType w:val="multilevel"/>
    <w:tmpl w:val="A1FCD52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7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2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18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9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0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9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6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41CB"/>
    <w:rsid w:val="000E6F26"/>
    <w:rsid w:val="00145028"/>
    <w:rsid w:val="00195202"/>
    <w:rsid w:val="001F6AD4"/>
    <w:rsid w:val="00313FFD"/>
    <w:rsid w:val="00473C69"/>
    <w:rsid w:val="004E5F2D"/>
    <w:rsid w:val="005424FE"/>
    <w:rsid w:val="0056486F"/>
    <w:rsid w:val="005B2DE0"/>
    <w:rsid w:val="005C5730"/>
    <w:rsid w:val="006240C0"/>
    <w:rsid w:val="006302E8"/>
    <w:rsid w:val="00631444"/>
    <w:rsid w:val="00703A58"/>
    <w:rsid w:val="0077477A"/>
    <w:rsid w:val="007D05D9"/>
    <w:rsid w:val="007F58DE"/>
    <w:rsid w:val="00813C3D"/>
    <w:rsid w:val="008A6340"/>
    <w:rsid w:val="008C64D6"/>
    <w:rsid w:val="009041CB"/>
    <w:rsid w:val="00971B26"/>
    <w:rsid w:val="009E64AD"/>
    <w:rsid w:val="00A54505"/>
    <w:rsid w:val="00A66FC3"/>
    <w:rsid w:val="00A81054"/>
    <w:rsid w:val="00B37BA6"/>
    <w:rsid w:val="00B81B60"/>
    <w:rsid w:val="00B94409"/>
    <w:rsid w:val="00C011CC"/>
    <w:rsid w:val="00E4322B"/>
    <w:rsid w:val="00E720ED"/>
    <w:rsid w:val="00EF4CD9"/>
    <w:rsid w:val="00F42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1C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041CB"/>
    <w:rPr>
      <w:rFonts w:cs="Times New Roman"/>
      <w:color w:val="000080"/>
      <w:u w:val="single"/>
    </w:rPr>
  </w:style>
  <w:style w:type="paragraph" w:customStyle="1" w:styleId="ConsPlusTitle">
    <w:name w:val="ConsPlusTitle"/>
    <w:uiPriority w:val="99"/>
    <w:rsid w:val="009041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Абзац списка1"/>
    <w:basedOn w:val="Normal"/>
    <w:uiPriority w:val="99"/>
    <w:rsid w:val="009041CB"/>
    <w:pPr>
      <w:ind w:left="720"/>
    </w:pPr>
    <w:rPr>
      <w:rFonts w:eastAsia="Calibri"/>
      <w:sz w:val="20"/>
      <w:szCs w:val="20"/>
    </w:rPr>
  </w:style>
  <w:style w:type="paragraph" w:customStyle="1" w:styleId="31">
    <w:name w:val="Основной текст с отступом 31"/>
    <w:basedOn w:val="Normal"/>
    <w:uiPriority w:val="99"/>
    <w:rsid w:val="009041CB"/>
    <w:pPr>
      <w:suppressAutoHyphens/>
      <w:ind w:left="1980" w:hanging="540"/>
      <w:jc w:val="both"/>
    </w:pPr>
    <w:rPr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7F58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58D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6A53616599EE57CF5F851D00495538C053B4AEC36FC4DA393250AEA7C94C6B50028A2C7E3CnFP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6ADE6C965C67B2656F22DEEA4BDC100F062E37B27AA6E88770C9A40C2D69DFD55130A9F475A5ED6AA7B0YBv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gmu.ako.kir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313DEE408567F405FEED24747FF94B02B74A41FB8AB08F7085CA23953L8o8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3B932BB2C905DE7AC69887B8415F165318E2185B15174BEA0EE43B6B26F523F4BDF1E0AEm2QF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8</Pages>
  <Words>2777</Words>
  <Characters>15835</Characters>
  <Application>Microsoft Office Outlook</Application>
  <DocSecurity>0</DocSecurity>
  <Lines>0</Lines>
  <Paragraphs>0</Paragraphs>
  <ScaleCrop>false</ScaleCrop>
  <Company>none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2014-08-28T10:32:00Z</cp:lastPrinted>
  <dcterms:created xsi:type="dcterms:W3CDTF">2014-08-22T06:39:00Z</dcterms:created>
  <dcterms:modified xsi:type="dcterms:W3CDTF">2014-11-20T06:36:00Z</dcterms:modified>
</cp:coreProperties>
</file>