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66" w:rsidRPr="00450B4C" w:rsidRDefault="00FD7866" w:rsidP="00DB1B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0B4C">
        <w:rPr>
          <w:rFonts w:ascii="Times New Roman" w:hAnsi="Times New Roman"/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FD7866" w:rsidRPr="00450B4C" w:rsidRDefault="00FD7866" w:rsidP="00DB1B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0B4C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D7866" w:rsidRPr="00450B4C" w:rsidRDefault="00FD7866" w:rsidP="00DB1BDC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50B4C">
        <w:rPr>
          <w:rFonts w:ascii="Times New Roman" w:hAnsi="Times New Roman"/>
          <w:b/>
          <w:bCs/>
          <w:sz w:val="32"/>
          <w:szCs w:val="32"/>
        </w:rPr>
        <w:t>РЕШЕНИЕ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FD7866" w:rsidRPr="006208D9" w:rsidTr="00216074">
        <w:tc>
          <w:tcPr>
            <w:tcW w:w="3190" w:type="dxa"/>
          </w:tcPr>
          <w:p w:rsidR="00FD7866" w:rsidRPr="00C05A84" w:rsidRDefault="00FD7866" w:rsidP="00450B4C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12.05.2014</w:t>
            </w:r>
          </w:p>
        </w:tc>
        <w:tc>
          <w:tcPr>
            <w:tcW w:w="3190" w:type="dxa"/>
          </w:tcPr>
          <w:p w:rsidR="00FD7866" w:rsidRPr="006208D9" w:rsidRDefault="00FD7866" w:rsidP="00450B4C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FD7866" w:rsidRPr="006208D9" w:rsidRDefault="00FD7866" w:rsidP="00450B4C">
            <w:pPr>
              <w:spacing w:after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6208D9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21</w:t>
            </w:r>
          </w:p>
        </w:tc>
      </w:tr>
    </w:tbl>
    <w:p w:rsidR="00FD7866" w:rsidRPr="00450B4C" w:rsidRDefault="00FD7866" w:rsidP="00450B4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450B4C">
        <w:rPr>
          <w:rFonts w:ascii="Times New Roman" w:hAnsi="Times New Roman"/>
          <w:bCs/>
          <w:sz w:val="28"/>
          <w:szCs w:val="28"/>
        </w:rPr>
        <w:t>д.Преображенка</w:t>
      </w:r>
    </w:p>
    <w:p w:rsidR="00FD7866" w:rsidRDefault="00FD7866" w:rsidP="00450B4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D7866" w:rsidRPr="00450B4C" w:rsidRDefault="00FD7866" w:rsidP="00450B4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D7866" w:rsidRPr="00450B4C" w:rsidRDefault="00FD7866" w:rsidP="00450B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0B4C">
        <w:rPr>
          <w:rFonts w:ascii="Times New Roman" w:hAnsi="Times New Roman"/>
          <w:b/>
          <w:sz w:val="28"/>
          <w:szCs w:val="28"/>
        </w:rPr>
        <w:t xml:space="preserve">О внесении изменений в решение Преображенской </w:t>
      </w:r>
    </w:p>
    <w:p w:rsidR="00FD7866" w:rsidRPr="00450B4C" w:rsidRDefault="00FD7866" w:rsidP="00450B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0B4C">
        <w:rPr>
          <w:rFonts w:ascii="Times New Roman" w:hAnsi="Times New Roman"/>
          <w:b/>
          <w:sz w:val="28"/>
          <w:szCs w:val="28"/>
        </w:rPr>
        <w:t>сельской Думы от 22.06.2012 № 24</w:t>
      </w:r>
    </w:p>
    <w:p w:rsidR="00FD7866" w:rsidRDefault="00FD7866" w:rsidP="00450B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7866" w:rsidRPr="00450B4C" w:rsidRDefault="00FD7866" w:rsidP="00450B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7866" w:rsidRPr="00450B4C" w:rsidRDefault="00FD7866" w:rsidP="00450B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B4C">
        <w:rPr>
          <w:rFonts w:ascii="Times New Roman" w:hAnsi="Times New Roman"/>
          <w:sz w:val="28"/>
          <w:szCs w:val="28"/>
        </w:rPr>
        <w:t>В соответствии с Уставом муниципального образования Преображенское сельское поселение Малмыжского района Кировской области Преображенская сельская Дума Малмыжского района Кировской области РЕШИЛА:</w:t>
      </w:r>
    </w:p>
    <w:p w:rsidR="00FD7866" w:rsidRPr="00450B4C" w:rsidRDefault="00FD7866" w:rsidP="00450B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B4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B4C">
        <w:rPr>
          <w:rFonts w:ascii="Times New Roman" w:hAnsi="Times New Roman"/>
          <w:sz w:val="28"/>
          <w:szCs w:val="28"/>
        </w:rPr>
        <w:t xml:space="preserve">Внести изменения в решение сельской Думы от </w:t>
      </w:r>
      <w:r w:rsidRPr="00450B4C">
        <w:rPr>
          <w:rFonts w:ascii="Times New Roman" w:hAnsi="Times New Roman"/>
          <w:bCs/>
          <w:sz w:val="28"/>
          <w:szCs w:val="28"/>
        </w:rPr>
        <w:t xml:space="preserve">22.06.2012 №24 «Об утверждении </w:t>
      </w:r>
      <w:r w:rsidRPr="00450B4C">
        <w:rPr>
          <w:rFonts w:ascii="Times New Roman" w:hAnsi="Times New Roman"/>
          <w:sz w:val="28"/>
          <w:szCs w:val="28"/>
        </w:rPr>
        <w:t xml:space="preserve">«Правил благоустройства, озеленения и санитарного содержания территории Преображенского сельского поселения», изложив пункт </w:t>
      </w:r>
      <w:r>
        <w:rPr>
          <w:rFonts w:ascii="Times New Roman" w:hAnsi="Times New Roman"/>
          <w:sz w:val="28"/>
          <w:szCs w:val="28"/>
        </w:rPr>
        <w:t>5.3.6</w:t>
      </w:r>
      <w:r w:rsidRPr="00450B4C">
        <w:rPr>
          <w:rFonts w:ascii="Times New Roman" w:hAnsi="Times New Roman"/>
          <w:sz w:val="28"/>
          <w:szCs w:val="28"/>
        </w:rPr>
        <w:t xml:space="preserve"> Правил благоустройства, озеленения и санитарного содержания территории Преображенского сельского поселения в новой редакции:</w:t>
      </w:r>
    </w:p>
    <w:p w:rsidR="00FD7866" w:rsidRPr="00450B4C" w:rsidRDefault="00FD7866" w:rsidP="001A5E5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0B4C">
        <w:rPr>
          <w:sz w:val="28"/>
          <w:szCs w:val="28"/>
        </w:rPr>
        <w:t>«</w:t>
      </w:r>
      <w:r>
        <w:rPr>
          <w:sz w:val="28"/>
          <w:szCs w:val="28"/>
        </w:rPr>
        <w:t>5.3</w:t>
      </w:r>
      <w:r w:rsidRPr="001B0EBA">
        <w:rPr>
          <w:sz w:val="28"/>
          <w:szCs w:val="28"/>
        </w:rPr>
        <w:t xml:space="preserve">.6. Запрещается загромождение и засорение дворовых </w:t>
      </w:r>
      <w:r>
        <w:rPr>
          <w:sz w:val="28"/>
          <w:szCs w:val="28"/>
        </w:rPr>
        <w:t xml:space="preserve">и прилегающих </w:t>
      </w:r>
      <w:r w:rsidRPr="001B0EBA">
        <w:rPr>
          <w:sz w:val="28"/>
          <w:szCs w:val="28"/>
        </w:rPr>
        <w:t>территорий металлическим ломом, строительным и бытовым мусором, домашней утварью</w:t>
      </w:r>
      <w:r>
        <w:rPr>
          <w:sz w:val="28"/>
          <w:szCs w:val="28"/>
        </w:rPr>
        <w:t>, навозом</w:t>
      </w:r>
      <w:r w:rsidRPr="001B0EBA">
        <w:rPr>
          <w:sz w:val="28"/>
          <w:szCs w:val="28"/>
        </w:rPr>
        <w:t xml:space="preserve"> и другими материалами.</w:t>
      </w:r>
      <w:r>
        <w:rPr>
          <w:sz w:val="28"/>
          <w:szCs w:val="28"/>
        </w:rPr>
        <w:t xml:space="preserve"> Запрещается складировать стройматериалы на придомовых территориях на срок не более 5 дней с момента их привоза без оформления земельного участка под стройматериалами на праве аренды.</w:t>
      </w:r>
      <w:r w:rsidRPr="00450B4C">
        <w:rPr>
          <w:sz w:val="28"/>
          <w:szCs w:val="28"/>
        </w:rPr>
        <w:t>».</w:t>
      </w:r>
    </w:p>
    <w:p w:rsidR="00FD7866" w:rsidRPr="00450B4C" w:rsidRDefault="00FD7866" w:rsidP="00450B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B4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B4C">
        <w:rPr>
          <w:rFonts w:ascii="Times New Roman" w:hAnsi="Times New Roman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r w:rsidRPr="004C240A">
        <w:rPr>
          <w:rFonts w:ascii="Times New Roman" w:hAnsi="Times New Roman"/>
          <w:iCs/>
          <w:sz w:val="28"/>
          <w:szCs w:val="28"/>
        </w:rPr>
        <w:t xml:space="preserve">муниципального образования </w:t>
      </w:r>
      <w:r w:rsidRPr="00450B4C">
        <w:rPr>
          <w:rFonts w:ascii="Times New Roman" w:hAnsi="Times New Roman"/>
          <w:sz w:val="28"/>
          <w:szCs w:val="28"/>
        </w:rPr>
        <w:t>Преображенско</w:t>
      </w:r>
      <w:r>
        <w:rPr>
          <w:rFonts w:ascii="Times New Roman" w:hAnsi="Times New Roman"/>
          <w:sz w:val="28"/>
          <w:szCs w:val="28"/>
        </w:rPr>
        <w:t>е</w:t>
      </w:r>
      <w:r w:rsidRPr="00450B4C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е</w:t>
      </w:r>
      <w:r w:rsidRPr="00450B4C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е</w:t>
      </w:r>
      <w:r w:rsidRPr="00450B4C">
        <w:rPr>
          <w:rFonts w:ascii="Times New Roman" w:hAnsi="Times New Roman"/>
          <w:sz w:val="28"/>
          <w:szCs w:val="28"/>
        </w:rPr>
        <w:t xml:space="preserve"> Малмыжского района Кировской области.</w:t>
      </w:r>
    </w:p>
    <w:p w:rsidR="00FD7866" w:rsidRPr="00450B4C" w:rsidRDefault="00FD7866" w:rsidP="00450B4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0B4C">
        <w:rPr>
          <w:rFonts w:ascii="Times New Roman" w:hAnsi="Times New Roman"/>
          <w:sz w:val="28"/>
          <w:szCs w:val="28"/>
        </w:rPr>
        <w:t>3.</w:t>
      </w:r>
      <w:r w:rsidRPr="00450B4C">
        <w:rPr>
          <w:rFonts w:ascii="Times New Roman" w:hAnsi="Times New Roman"/>
          <w:bCs/>
        </w:rPr>
        <w:t xml:space="preserve"> </w:t>
      </w:r>
      <w:r w:rsidRPr="00450B4C">
        <w:rPr>
          <w:rFonts w:ascii="Times New Roman" w:hAnsi="Times New Roman"/>
          <w:bCs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FD7866" w:rsidRDefault="00FD7866" w:rsidP="00450B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866" w:rsidRDefault="00FD7866" w:rsidP="00450B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866" w:rsidRDefault="00FD7866" w:rsidP="00450B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866" w:rsidRPr="00450B4C" w:rsidRDefault="00FD7866" w:rsidP="00450B4C">
      <w:pPr>
        <w:spacing w:after="0"/>
        <w:rPr>
          <w:rFonts w:ascii="Times New Roman" w:hAnsi="Times New Roman"/>
          <w:sz w:val="28"/>
          <w:szCs w:val="28"/>
        </w:rPr>
      </w:pPr>
      <w:r w:rsidRPr="00450B4C">
        <w:rPr>
          <w:rFonts w:ascii="Times New Roman" w:hAnsi="Times New Roman"/>
          <w:sz w:val="28"/>
          <w:szCs w:val="28"/>
        </w:rPr>
        <w:t xml:space="preserve">Глава поселения    </w:t>
      </w:r>
      <w:r>
        <w:rPr>
          <w:rFonts w:ascii="Times New Roman" w:hAnsi="Times New Roman"/>
          <w:sz w:val="28"/>
          <w:szCs w:val="28"/>
        </w:rPr>
        <w:t>Г.Г. Фаттахов</w:t>
      </w:r>
    </w:p>
    <w:p w:rsidR="00FD7866" w:rsidRPr="00450B4C" w:rsidRDefault="00FD7866" w:rsidP="00450B4C">
      <w:pPr>
        <w:spacing w:after="0"/>
        <w:rPr>
          <w:rFonts w:ascii="Times New Roman" w:hAnsi="Times New Roman"/>
        </w:rPr>
      </w:pPr>
    </w:p>
    <w:sectPr w:rsidR="00FD7866" w:rsidRPr="00450B4C" w:rsidSect="00681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8BD"/>
    <w:rsid w:val="00094787"/>
    <w:rsid w:val="00103AE9"/>
    <w:rsid w:val="0017217A"/>
    <w:rsid w:val="001A5E5F"/>
    <w:rsid w:val="001B0EBA"/>
    <w:rsid w:val="001E2C95"/>
    <w:rsid w:val="00216074"/>
    <w:rsid w:val="002E5D8C"/>
    <w:rsid w:val="002E66D4"/>
    <w:rsid w:val="002F4DE6"/>
    <w:rsid w:val="003265D8"/>
    <w:rsid w:val="00361EC2"/>
    <w:rsid w:val="00450B4C"/>
    <w:rsid w:val="004C240A"/>
    <w:rsid w:val="00507F9F"/>
    <w:rsid w:val="005702CF"/>
    <w:rsid w:val="00594502"/>
    <w:rsid w:val="005E53E6"/>
    <w:rsid w:val="006208D9"/>
    <w:rsid w:val="00632D56"/>
    <w:rsid w:val="006470D5"/>
    <w:rsid w:val="006818A2"/>
    <w:rsid w:val="006D3BB6"/>
    <w:rsid w:val="006D68BD"/>
    <w:rsid w:val="0072068A"/>
    <w:rsid w:val="00732A08"/>
    <w:rsid w:val="007B44DE"/>
    <w:rsid w:val="007B7599"/>
    <w:rsid w:val="007E67E0"/>
    <w:rsid w:val="00A45960"/>
    <w:rsid w:val="00B1376A"/>
    <w:rsid w:val="00BB2D72"/>
    <w:rsid w:val="00C05A84"/>
    <w:rsid w:val="00C34C6A"/>
    <w:rsid w:val="00C56316"/>
    <w:rsid w:val="00CE123F"/>
    <w:rsid w:val="00DB1BDC"/>
    <w:rsid w:val="00E10FC6"/>
    <w:rsid w:val="00E71EAE"/>
    <w:rsid w:val="00FD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A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D6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7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</Pages>
  <Words>221</Words>
  <Characters>1260</Characters>
  <Application>Microsoft Office Outlook</Application>
  <DocSecurity>0</DocSecurity>
  <Lines>0</Lines>
  <Paragraphs>0</Paragraphs>
  <ScaleCrop>false</ScaleCrop>
  <Company>Преображенское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2014-04-02T10:03:00Z</cp:lastPrinted>
  <dcterms:created xsi:type="dcterms:W3CDTF">2013-08-02T04:32:00Z</dcterms:created>
  <dcterms:modified xsi:type="dcterms:W3CDTF">2014-11-20T06:57:00Z</dcterms:modified>
</cp:coreProperties>
</file>