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55" w:rsidRDefault="00913E55">
      <w:r>
        <w:t xml:space="preserve"> </w:t>
      </w:r>
    </w:p>
    <w:p w:rsidR="00913E55" w:rsidRDefault="00913E55" w:rsidP="00153864">
      <w:pPr>
        <w:jc w:val="center"/>
        <w:rPr>
          <w:b/>
          <w:bCs/>
        </w:rPr>
      </w:pPr>
      <w:r>
        <w:rPr>
          <w:b/>
          <w:bCs/>
        </w:rPr>
        <w:t>СВЕДЕНИЯ</w:t>
      </w:r>
    </w:p>
    <w:p w:rsidR="00913E55" w:rsidRDefault="00913E55" w:rsidP="00153864">
      <w:pPr>
        <w:jc w:val="center"/>
        <w:rPr>
          <w:b/>
          <w:bCs/>
        </w:rPr>
      </w:pPr>
      <w:r>
        <w:rPr>
          <w:b/>
          <w:bCs/>
        </w:rPr>
        <w:t>о доходах, об имуществе и обязательствах имущественного характера муниципальных служащих</w:t>
      </w:r>
    </w:p>
    <w:p w:rsidR="00913E55" w:rsidRDefault="00913E55" w:rsidP="00153864">
      <w:pPr>
        <w:jc w:val="center"/>
        <w:rPr>
          <w:b/>
          <w:bCs/>
        </w:rPr>
      </w:pPr>
      <w:r>
        <w:rPr>
          <w:b/>
          <w:bCs/>
        </w:rPr>
        <w:t xml:space="preserve">администрации Староирюкского  сельского поселения и членов их семей </w:t>
      </w:r>
    </w:p>
    <w:p w:rsidR="00913E55" w:rsidRDefault="00913E55" w:rsidP="00153864">
      <w:pPr>
        <w:jc w:val="center"/>
        <w:rPr>
          <w:b/>
          <w:bCs/>
        </w:rPr>
      </w:pPr>
      <w:r>
        <w:rPr>
          <w:b/>
          <w:bCs/>
        </w:rPr>
        <w:t>за период с 01 января по 31 декабря 2016 года</w:t>
      </w:r>
    </w:p>
    <w:p w:rsidR="00913E55" w:rsidRDefault="00913E55" w:rsidP="00153864">
      <w:pPr>
        <w:jc w:val="center"/>
        <w:rPr>
          <w:b/>
          <w:bCs/>
        </w:rPr>
      </w:pPr>
    </w:p>
    <w:tbl>
      <w:tblPr>
        <w:tblW w:w="152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383"/>
        <w:gridCol w:w="2109"/>
        <w:gridCol w:w="1131"/>
        <w:gridCol w:w="1440"/>
        <w:gridCol w:w="2519"/>
        <w:gridCol w:w="2138"/>
        <w:gridCol w:w="1134"/>
        <w:gridCol w:w="1134"/>
      </w:tblGrid>
      <w:tr w:rsidR="00913E55">
        <w:tc>
          <w:tcPr>
            <w:tcW w:w="2267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3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            рованный годовой доход (руб.) (зарплата, пенсия и иные доходы)</w:t>
            </w:r>
          </w:p>
        </w:tc>
        <w:tc>
          <w:tcPr>
            <w:tcW w:w="7199" w:type="dxa"/>
            <w:gridSpan w:val="4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13E55">
        <w:tc>
          <w:tcPr>
            <w:tcW w:w="2267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440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19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134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913E55">
        <w:trPr>
          <w:trHeight w:val="2995"/>
        </w:trPr>
        <w:tc>
          <w:tcPr>
            <w:tcW w:w="2267" w:type="dxa"/>
          </w:tcPr>
          <w:p w:rsidR="00913E55" w:rsidRDefault="00913E55" w:rsidP="00715B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Халиуллина Альбина Гаптелахатовна</w:t>
            </w:r>
          </w:p>
        </w:tc>
        <w:tc>
          <w:tcPr>
            <w:tcW w:w="1383" w:type="dxa"/>
          </w:tcPr>
          <w:p w:rsidR="00913E55" w:rsidRPr="00C61AA9" w:rsidRDefault="00913E55" w:rsidP="002F5802">
            <w:pPr>
              <w:rPr>
                <w:sz w:val="20"/>
                <w:szCs w:val="20"/>
              </w:rPr>
            </w:pPr>
            <w:r w:rsidRPr="00C61AA9">
              <w:rPr>
                <w:sz w:val="20"/>
                <w:szCs w:val="20"/>
              </w:rPr>
              <w:t>149546,28</w:t>
            </w:r>
          </w:p>
        </w:tc>
        <w:tc>
          <w:tcPr>
            <w:tcW w:w="2109" w:type="dxa"/>
          </w:tcPr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18"/>
                <w:szCs w:val="18"/>
              </w:rPr>
              <w:t>3/16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4)3/16 земельного участка</w:t>
            </w:r>
          </w:p>
          <w:p w:rsidR="00913E55" w:rsidRDefault="00913E55" w:rsidP="004B01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 w:rsidP="00DF39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 w:rsidP="003635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2519" w:type="dxa"/>
          </w:tcPr>
          <w:p w:rsidR="00913E55" w:rsidRPr="00B53B9C" w:rsidRDefault="00913E55" w:rsidP="00BD4AC7">
            <w:pPr>
              <w:rPr>
                <w:sz w:val="20"/>
                <w:szCs w:val="20"/>
              </w:rPr>
            </w:pPr>
            <w:r w:rsidRPr="00B53B9C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138" w:type="dxa"/>
          </w:tcPr>
          <w:p w:rsidR="00913E55" w:rsidRPr="00B53B9C" w:rsidRDefault="00913E55" w:rsidP="003F1A18">
            <w:pPr>
              <w:rPr>
                <w:sz w:val="20"/>
                <w:szCs w:val="20"/>
              </w:rPr>
            </w:pPr>
            <w:r w:rsidRPr="00B53B9C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913E55" w:rsidRPr="00B53B9C" w:rsidRDefault="00913E55" w:rsidP="00466A0A">
            <w:pPr>
              <w:rPr>
                <w:sz w:val="20"/>
                <w:szCs w:val="20"/>
              </w:rPr>
            </w:pPr>
            <w:r w:rsidRPr="00B53B9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13E55" w:rsidRPr="00B53B9C" w:rsidRDefault="00913E55" w:rsidP="003600FB">
            <w:pPr>
              <w:rPr>
                <w:sz w:val="20"/>
                <w:szCs w:val="20"/>
              </w:rPr>
            </w:pPr>
            <w:r w:rsidRPr="00B53B9C">
              <w:rPr>
                <w:sz w:val="20"/>
                <w:szCs w:val="20"/>
              </w:rPr>
              <w:t>нет</w:t>
            </w:r>
          </w:p>
        </w:tc>
      </w:tr>
      <w:tr w:rsidR="00913E55">
        <w:trPr>
          <w:trHeight w:val="701"/>
        </w:trPr>
        <w:tc>
          <w:tcPr>
            <w:tcW w:w="2267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83" w:type="dxa"/>
          </w:tcPr>
          <w:p w:rsidR="00913E55" w:rsidRPr="00C61AA9" w:rsidRDefault="00913E55">
            <w:pPr>
              <w:spacing w:line="276" w:lineRule="auto"/>
              <w:rPr>
                <w:sz w:val="20"/>
                <w:szCs w:val="20"/>
              </w:rPr>
            </w:pPr>
            <w:r w:rsidRPr="00C61AA9">
              <w:rPr>
                <w:sz w:val="20"/>
                <w:szCs w:val="20"/>
              </w:rPr>
              <w:t>127432,24</w:t>
            </w:r>
          </w:p>
        </w:tc>
        <w:tc>
          <w:tcPr>
            <w:tcW w:w="2109" w:type="dxa"/>
          </w:tcPr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 жилого дома</w:t>
            </w:r>
          </w:p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18"/>
                <w:szCs w:val="18"/>
              </w:rPr>
              <w:t xml:space="preserve">7/16 </w:t>
            </w:r>
            <w:r>
              <w:rPr>
                <w:sz w:val="20"/>
                <w:szCs w:val="20"/>
              </w:rPr>
              <w:t>жилого дома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  <w:r>
              <w:rPr>
                <w:sz w:val="18"/>
                <w:szCs w:val="18"/>
              </w:rPr>
              <w:t>7/16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земельная доля </w:t>
            </w:r>
          </w:p>
        </w:tc>
        <w:tc>
          <w:tcPr>
            <w:tcW w:w="1131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225000</w:t>
            </w:r>
          </w:p>
        </w:tc>
        <w:tc>
          <w:tcPr>
            <w:tcW w:w="1440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KIA  RIO </w:t>
            </w:r>
          </w:p>
        </w:tc>
        <w:tc>
          <w:tcPr>
            <w:tcW w:w="2138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3E55">
        <w:trPr>
          <w:trHeight w:val="375"/>
        </w:trPr>
        <w:tc>
          <w:tcPr>
            <w:tcW w:w="2267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1/3 </w:t>
            </w:r>
            <w:r>
              <w:rPr>
                <w:sz w:val="20"/>
                <w:szCs w:val="20"/>
              </w:rPr>
              <w:t>жилого дома</w:t>
            </w:r>
          </w:p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18"/>
                <w:szCs w:val="18"/>
              </w:rPr>
              <w:t>3/16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/16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земельного участка</w:t>
            </w:r>
          </w:p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2519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3E55">
        <w:trPr>
          <w:trHeight w:val="780"/>
        </w:trPr>
        <w:tc>
          <w:tcPr>
            <w:tcW w:w="2267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>3/16</w:t>
            </w:r>
            <w:r>
              <w:rPr>
                <w:sz w:val="20"/>
                <w:szCs w:val="20"/>
              </w:rPr>
              <w:t xml:space="preserve">  жилого дома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/16</w:t>
            </w:r>
            <w:r>
              <w:rPr>
                <w:sz w:val="20"/>
                <w:szCs w:val="20"/>
              </w:rPr>
              <w:t xml:space="preserve">  земельного участка</w:t>
            </w:r>
          </w:p>
          <w:p w:rsidR="00913E55" w:rsidRDefault="00913E55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13E55" w:rsidRDefault="00913E5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3E55" w:rsidRPr="005054C4">
        <w:trPr>
          <w:trHeight w:val="563"/>
        </w:trPr>
        <w:tc>
          <w:tcPr>
            <w:tcW w:w="2267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3. Гафиатуллина Гульнара Раисовна</w:t>
            </w:r>
          </w:p>
        </w:tc>
        <w:tc>
          <w:tcPr>
            <w:tcW w:w="1383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176782,74</w:t>
            </w:r>
          </w:p>
        </w:tc>
        <w:tc>
          <w:tcPr>
            <w:tcW w:w="2109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нет</w:t>
            </w:r>
          </w:p>
        </w:tc>
        <w:tc>
          <w:tcPr>
            <w:tcW w:w="2519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ГАЗ 330232</w:t>
            </w:r>
          </w:p>
        </w:tc>
        <w:tc>
          <w:tcPr>
            <w:tcW w:w="2138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1) жилой дом</w:t>
            </w:r>
          </w:p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Россия</w:t>
            </w:r>
          </w:p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913E55" w:rsidRPr="005054C4">
        <w:trPr>
          <w:trHeight w:val="655"/>
        </w:trPr>
        <w:tc>
          <w:tcPr>
            <w:tcW w:w="2267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нет</w:t>
            </w:r>
          </w:p>
        </w:tc>
        <w:tc>
          <w:tcPr>
            <w:tcW w:w="2519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1) жилой дом</w:t>
            </w:r>
          </w:p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112,2</w:t>
            </w:r>
          </w:p>
        </w:tc>
        <w:tc>
          <w:tcPr>
            <w:tcW w:w="1134" w:type="dxa"/>
          </w:tcPr>
          <w:p w:rsidR="00913E55" w:rsidRPr="00CB083A" w:rsidRDefault="00913E55">
            <w:pPr>
              <w:spacing w:line="276" w:lineRule="auto"/>
              <w:rPr>
                <w:sz w:val="20"/>
                <w:szCs w:val="20"/>
              </w:rPr>
            </w:pPr>
            <w:r w:rsidRPr="00CB083A">
              <w:rPr>
                <w:sz w:val="20"/>
                <w:szCs w:val="20"/>
              </w:rPr>
              <w:t>Россия</w:t>
            </w:r>
          </w:p>
        </w:tc>
      </w:tr>
    </w:tbl>
    <w:p w:rsidR="00913E55" w:rsidRPr="005054C4" w:rsidRDefault="00913E55" w:rsidP="00153864">
      <w:pPr>
        <w:rPr>
          <w:color w:val="FF0000"/>
        </w:rPr>
      </w:pPr>
    </w:p>
    <w:p w:rsidR="00913E55" w:rsidRDefault="00913E55" w:rsidP="00153864">
      <w:pPr>
        <w:jc w:val="center"/>
      </w:pPr>
      <w:r>
        <w:t>________________________</w:t>
      </w:r>
    </w:p>
    <w:p w:rsidR="00913E55" w:rsidRDefault="00913E55" w:rsidP="00153864">
      <w:pPr>
        <w:jc w:val="center"/>
        <w:rPr>
          <w:b/>
          <w:bCs/>
        </w:rPr>
      </w:pPr>
    </w:p>
    <w:p w:rsidR="00913E55" w:rsidRDefault="00913E55" w:rsidP="00153864"/>
    <w:p w:rsidR="00913E55" w:rsidRDefault="00913E55"/>
    <w:p w:rsidR="00913E55" w:rsidRDefault="00913E55"/>
    <w:p w:rsidR="00913E55" w:rsidRDefault="00913E55"/>
    <w:p w:rsidR="00913E55" w:rsidRDefault="00913E55" w:rsidP="00153864">
      <w:pPr>
        <w:jc w:val="center"/>
      </w:pPr>
    </w:p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p w:rsidR="00913E55" w:rsidRDefault="00913E55"/>
    <w:sectPr w:rsidR="00913E55" w:rsidSect="004D3A0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A00"/>
    <w:rsid w:val="00021AE2"/>
    <w:rsid w:val="00085588"/>
    <w:rsid w:val="00153864"/>
    <w:rsid w:val="001B65AA"/>
    <w:rsid w:val="002115D1"/>
    <w:rsid w:val="0022105E"/>
    <w:rsid w:val="002F5802"/>
    <w:rsid w:val="00334871"/>
    <w:rsid w:val="003600FB"/>
    <w:rsid w:val="003635C8"/>
    <w:rsid w:val="003F1A18"/>
    <w:rsid w:val="004617A9"/>
    <w:rsid w:val="004629B6"/>
    <w:rsid w:val="00466A0A"/>
    <w:rsid w:val="004767D7"/>
    <w:rsid w:val="004B01AC"/>
    <w:rsid w:val="004D3A00"/>
    <w:rsid w:val="005054C4"/>
    <w:rsid w:val="005A52EB"/>
    <w:rsid w:val="00645B8E"/>
    <w:rsid w:val="00715BAE"/>
    <w:rsid w:val="007E4C5D"/>
    <w:rsid w:val="008D5266"/>
    <w:rsid w:val="00913E55"/>
    <w:rsid w:val="009152DE"/>
    <w:rsid w:val="009262CF"/>
    <w:rsid w:val="009D4D84"/>
    <w:rsid w:val="00A83D6A"/>
    <w:rsid w:val="00AA3F39"/>
    <w:rsid w:val="00AC53E9"/>
    <w:rsid w:val="00AF10E0"/>
    <w:rsid w:val="00B53B9C"/>
    <w:rsid w:val="00B67FCD"/>
    <w:rsid w:val="00B959BB"/>
    <w:rsid w:val="00BB67DD"/>
    <w:rsid w:val="00BB7BB2"/>
    <w:rsid w:val="00BD4AC7"/>
    <w:rsid w:val="00C43A65"/>
    <w:rsid w:val="00C61AA9"/>
    <w:rsid w:val="00C70DED"/>
    <w:rsid w:val="00CB083A"/>
    <w:rsid w:val="00CE1C01"/>
    <w:rsid w:val="00D26621"/>
    <w:rsid w:val="00D73B17"/>
    <w:rsid w:val="00DA5FA6"/>
    <w:rsid w:val="00DF392B"/>
    <w:rsid w:val="00DF4757"/>
    <w:rsid w:val="00E06957"/>
    <w:rsid w:val="00EA2570"/>
    <w:rsid w:val="00FE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A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8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3</Pages>
  <Words>234</Words>
  <Characters>1335</Characters>
  <Application>Microsoft Office Outlook</Application>
  <DocSecurity>0</DocSecurity>
  <Lines>0</Lines>
  <Paragraphs>0</Paragraphs>
  <ScaleCrop>false</ScaleCrop>
  <Company>МО администрация Ст-Ирюкского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Владелец</cp:lastModifiedBy>
  <cp:revision>13</cp:revision>
  <dcterms:created xsi:type="dcterms:W3CDTF">2017-04-03T14:10:00Z</dcterms:created>
  <dcterms:modified xsi:type="dcterms:W3CDTF">2017-04-25T05:47:00Z</dcterms:modified>
</cp:coreProperties>
</file>