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C2A" w:rsidRDefault="00413C2A" w:rsidP="00EA0BD3">
      <w:pPr>
        <w:jc w:val="center"/>
        <w:rPr>
          <w:color w:val="211D1E"/>
          <w:sz w:val="28"/>
          <w:szCs w:val="28"/>
        </w:rPr>
      </w:pPr>
    </w:p>
    <w:p w:rsidR="00413C2A" w:rsidRDefault="00413C2A" w:rsidP="00EA0BD3">
      <w:pPr>
        <w:jc w:val="center"/>
        <w:rPr>
          <w:color w:val="211D1E"/>
          <w:sz w:val="28"/>
          <w:szCs w:val="28"/>
        </w:rPr>
      </w:pPr>
      <w:r w:rsidRPr="00DA20D0">
        <w:rPr>
          <w:noProof/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75pt;visibility:visible">
            <v:imagedata r:id="rId6" o:title=""/>
          </v:shape>
        </w:pict>
      </w:r>
    </w:p>
    <w:p w:rsidR="00413C2A" w:rsidRPr="00E2140E" w:rsidRDefault="00413C2A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РАЙОННАЯ ДУМА</w:t>
      </w:r>
    </w:p>
    <w:p w:rsidR="00413C2A" w:rsidRPr="00E2140E" w:rsidRDefault="00413C2A" w:rsidP="00EA0BD3">
      <w:pPr>
        <w:jc w:val="center"/>
        <w:rPr>
          <w:rFonts w:ascii="Times New Roman" w:hAnsi="Times New Roman"/>
          <w:b/>
          <w:sz w:val="28"/>
          <w:szCs w:val="28"/>
        </w:rPr>
      </w:pPr>
      <w:r w:rsidRPr="00E2140E">
        <w:rPr>
          <w:rFonts w:ascii="Times New Roman" w:hAnsi="Times New Roman"/>
          <w:b/>
          <w:sz w:val="28"/>
          <w:szCs w:val="28"/>
        </w:rPr>
        <w:t>МАЛМЫЖСКОГО РАЙОНА КИРОВСКОЙ ОБЛАСТИ</w:t>
      </w:r>
    </w:p>
    <w:p w:rsidR="00413C2A" w:rsidRPr="00E2140E" w:rsidRDefault="00413C2A" w:rsidP="00EA0BD3">
      <w:pPr>
        <w:jc w:val="center"/>
        <w:rPr>
          <w:rFonts w:ascii="Times New Roman" w:hAnsi="Times New Roman"/>
          <w:sz w:val="28"/>
          <w:szCs w:val="28"/>
        </w:rPr>
      </w:pPr>
      <w:r w:rsidRPr="00E2140E">
        <w:rPr>
          <w:rFonts w:ascii="Times New Roman" w:hAnsi="Times New Roman"/>
          <w:sz w:val="28"/>
          <w:szCs w:val="28"/>
        </w:rPr>
        <w:t>четвёртого созыва</w:t>
      </w:r>
    </w:p>
    <w:p w:rsidR="00413C2A" w:rsidRPr="00E2140E" w:rsidRDefault="00413C2A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413C2A" w:rsidRPr="00E2140E" w:rsidRDefault="00413C2A" w:rsidP="00EA0BD3">
      <w:pPr>
        <w:jc w:val="center"/>
        <w:rPr>
          <w:rFonts w:ascii="Times New Roman" w:hAnsi="Times New Roman"/>
          <w:b/>
          <w:sz w:val="32"/>
          <w:szCs w:val="32"/>
        </w:rPr>
      </w:pPr>
      <w:r w:rsidRPr="00E2140E">
        <w:rPr>
          <w:rFonts w:ascii="Times New Roman" w:hAnsi="Times New Roman"/>
          <w:b/>
          <w:sz w:val="32"/>
          <w:szCs w:val="32"/>
        </w:rPr>
        <w:t>РЕШЕНИЕ</w:t>
      </w:r>
    </w:p>
    <w:p w:rsidR="00413C2A" w:rsidRPr="004B386E" w:rsidRDefault="00413C2A" w:rsidP="00797DFA">
      <w:pPr>
        <w:ind w:firstLine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16.03.2015</w:t>
      </w:r>
      <w:r w:rsidRPr="00E2140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E2140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№ </w:t>
      </w:r>
      <w:r>
        <w:rPr>
          <w:rFonts w:ascii="Times New Roman" w:hAnsi="Times New Roman"/>
          <w:sz w:val="28"/>
          <w:szCs w:val="28"/>
          <w:u w:val="single"/>
        </w:rPr>
        <w:t>3/37</w:t>
      </w:r>
    </w:p>
    <w:p w:rsidR="00413C2A" w:rsidRDefault="00413C2A" w:rsidP="00EA0BD3">
      <w:pPr>
        <w:jc w:val="center"/>
        <w:rPr>
          <w:rFonts w:ascii="Times New Roman" w:hAnsi="Times New Roman"/>
          <w:sz w:val="28"/>
          <w:szCs w:val="28"/>
        </w:rPr>
      </w:pPr>
      <w:r w:rsidRPr="00E2140E">
        <w:rPr>
          <w:rFonts w:ascii="Times New Roman" w:hAnsi="Times New Roman"/>
          <w:sz w:val="28"/>
          <w:szCs w:val="28"/>
        </w:rPr>
        <w:t>г. Малмыж</w:t>
      </w:r>
    </w:p>
    <w:p w:rsidR="00413C2A" w:rsidRPr="00E2140E" w:rsidRDefault="00413C2A" w:rsidP="00EA0BD3">
      <w:pPr>
        <w:jc w:val="center"/>
        <w:rPr>
          <w:rFonts w:ascii="Times New Roman" w:hAnsi="Times New Roman"/>
          <w:sz w:val="28"/>
          <w:szCs w:val="28"/>
        </w:rPr>
      </w:pPr>
    </w:p>
    <w:p w:rsidR="00413C2A" w:rsidRDefault="00413C2A" w:rsidP="00EA0BD3"/>
    <w:p w:rsidR="00413C2A" w:rsidRDefault="00413C2A" w:rsidP="00EA0BD3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 w:rsidRPr="00FC3AB7">
        <w:rPr>
          <w:rFonts w:ascii="Times New Roman" w:hAnsi="Times New Roman"/>
          <w:b/>
          <w:sz w:val="28"/>
        </w:rPr>
        <w:t>О внесении изменени</w:t>
      </w:r>
      <w:r>
        <w:rPr>
          <w:rFonts w:ascii="Times New Roman" w:hAnsi="Times New Roman"/>
          <w:b/>
          <w:sz w:val="28"/>
        </w:rPr>
        <w:t>й</w:t>
      </w:r>
      <w:r w:rsidRPr="00FC3AB7">
        <w:rPr>
          <w:rFonts w:ascii="Times New Roman" w:hAnsi="Times New Roman"/>
          <w:b/>
          <w:sz w:val="28"/>
        </w:rPr>
        <w:t xml:space="preserve"> в решение</w:t>
      </w:r>
    </w:p>
    <w:p w:rsidR="00413C2A" w:rsidRPr="00FC3AB7" w:rsidRDefault="00413C2A" w:rsidP="00EA0BD3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 w:rsidRPr="00FC3AB7">
        <w:rPr>
          <w:rFonts w:ascii="Times New Roman" w:hAnsi="Times New Roman"/>
          <w:b/>
          <w:sz w:val="28"/>
        </w:rPr>
        <w:t>районной Думы</w:t>
      </w:r>
      <w:r>
        <w:rPr>
          <w:rFonts w:ascii="Times New Roman" w:hAnsi="Times New Roman"/>
          <w:b/>
          <w:sz w:val="28"/>
        </w:rPr>
        <w:t xml:space="preserve"> Малмыжского района </w:t>
      </w:r>
      <w:r w:rsidRPr="00FC3AB7">
        <w:rPr>
          <w:rFonts w:ascii="Times New Roman" w:hAnsi="Times New Roman"/>
          <w:b/>
          <w:sz w:val="28"/>
        </w:rPr>
        <w:t>от 2</w:t>
      </w:r>
      <w:r>
        <w:rPr>
          <w:rFonts w:ascii="Times New Roman" w:hAnsi="Times New Roman"/>
          <w:b/>
          <w:sz w:val="28"/>
        </w:rPr>
        <w:t>9</w:t>
      </w:r>
      <w:r w:rsidRPr="00FC3AB7">
        <w:rPr>
          <w:rFonts w:ascii="Times New Roman" w:hAnsi="Times New Roman"/>
          <w:b/>
          <w:sz w:val="28"/>
        </w:rPr>
        <w:t>.1</w:t>
      </w:r>
      <w:r>
        <w:rPr>
          <w:rFonts w:ascii="Times New Roman" w:hAnsi="Times New Roman"/>
          <w:b/>
          <w:sz w:val="28"/>
        </w:rPr>
        <w:t>1</w:t>
      </w:r>
      <w:r w:rsidRPr="00FC3AB7">
        <w:rPr>
          <w:rFonts w:ascii="Times New Roman" w:hAnsi="Times New Roman"/>
          <w:b/>
          <w:sz w:val="28"/>
        </w:rPr>
        <w:t>.201</w:t>
      </w:r>
      <w:r>
        <w:rPr>
          <w:rFonts w:ascii="Times New Roman" w:hAnsi="Times New Roman"/>
          <w:b/>
          <w:sz w:val="28"/>
        </w:rPr>
        <w:t>3</w:t>
      </w:r>
      <w:r w:rsidRPr="00FC3AB7">
        <w:rPr>
          <w:rFonts w:ascii="Times New Roman" w:hAnsi="Times New Roman"/>
          <w:b/>
          <w:sz w:val="28"/>
        </w:rPr>
        <w:t xml:space="preserve"> № 5/</w:t>
      </w:r>
      <w:r>
        <w:rPr>
          <w:rFonts w:ascii="Times New Roman" w:hAnsi="Times New Roman"/>
          <w:b/>
          <w:sz w:val="28"/>
        </w:rPr>
        <w:t>25</w:t>
      </w:r>
    </w:p>
    <w:p w:rsidR="00413C2A" w:rsidRPr="00456602" w:rsidRDefault="00413C2A" w:rsidP="00EA0BD3">
      <w:pPr>
        <w:tabs>
          <w:tab w:val="left" w:pos="5400"/>
        </w:tabs>
        <w:rPr>
          <w:rFonts w:ascii="Times New Roman" w:hAnsi="Times New Roman"/>
          <w:b/>
          <w:bCs/>
          <w:sz w:val="28"/>
        </w:rPr>
      </w:pPr>
    </w:p>
    <w:p w:rsidR="00413C2A" w:rsidRPr="00456602" w:rsidRDefault="00413C2A" w:rsidP="00287811">
      <w:pPr>
        <w:tabs>
          <w:tab w:val="left" w:pos="5400"/>
        </w:tabs>
        <w:spacing w:line="360" w:lineRule="auto"/>
        <w:rPr>
          <w:rFonts w:ascii="Times New Roman" w:hAnsi="Times New Roman"/>
          <w:sz w:val="28"/>
        </w:rPr>
      </w:pPr>
      <w:r w:rsidRPr="00D97E32">
        <w:rPr>
          <w:rFonts w:ascii="Times New Roman" w:hAnsi="Times New Roman"/>
          <w:sz w:val="28"/>
        </w:rPr>
        <w:t>В соответствии</w:t>
      </w:r>
      <w:r>
        <w:rPr>
          <w:rFonts w:ascii="Times New Roman" w:hAnsi="Times New Roman"/>
          <w:sz w:val="28"/>
        </w:rPr>
        <w:t xml:space="preserve"> с Бюджетным кодексом Российской Федерации, </w:t>
      </w:r>
      <w:r w:rsidRPr="00D97E3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 21</w:t>
      </w:r>
      <w:r w:rsidRPr="00D97E32">
        <w:rPr>
          <w:rFonts w:ascii="Times New Roman" w:hAnsi="Times New Roman"/>
          <w:sz w:val="28"/>
        </w:rPr>
        <w:t xml:space="preserve"> Устав</w:t>
      </w:r>
      <w:r>
        <w:rPr>
          <w:rFonts w:ascii="Times New Roman" w:hAnsi="Times New Roman"/>
          <w:sz w:val="28"/>
        </w:rPr>
        <w:t>а</w:t>
      </w:r>
      <w:r w:rsidRPr="00D97E32">
        <w:rPr>
          <w:rFonts w:ascii="Times New Roman" w:hAnsi="Times New Roman"/>
          <w:sz w:val="28"/>
        </w:rPr>
        <w:t xml:space="preserve">  муниципального образования  Малмыжский муниципальный район Кировской области </w:t>
      </w:r>
      <w:r>
        <w:rPr>
          <w:rFonts w:ascii="Times New Roman" w:hAnsi="Times New Roman"/>
          <w:sz w:val="28"/>
        </w:rPr>
        <w:t>р</w:t>
      </w:r>
      <w:r w:rsidRPr="00D97E32">
        <w:rPr>
          <w:rFonts w:ascii="Times New Roman" w:hAnsi="Times New Roman"/>
          <w:sz w:val="28"/>
        </w:rPr>
        <w:t>айонная Дума</w:t>
      </w:r>
      <w:r>
        <w:rPr>
          <w:rFonts w:ascii="Times New Roman" w:hAnsi="Times New Roman"/>
          <w:sz w:val="28"/>
        </w:rPr>
        <w:t xml:space="preserve"> Малмыжского района</w:t>
      </w:r>
      <w:r w:rsidRPr="00456602">
        <w:rPr>
          <w:rFonts w:ascii="Times New Roman" w:hAnsi="Times New Roman"/>
          <w:sz w:val="28"/>
        </w:rPr>
        <w:t xml:space="preserve"> РЕШИЛА:</w:t>
      </w:r>
    </w:p>
    <w:p w:rsidR="00413C2A" w:rsidRPr="002D5D1D" w:rsidRDefault="00413C2A" w:rsidP="00287811">
      <w:pPr>
        <w:spacing w:line="360" w:lineRule="auto"/>
        <w:rPr>
          <w:rFonts w:ascii="Times New Roman" w:hAnsi="Times New Roman"/>
          <w:sz w:val="28"/>
          <w:szCs w:val="28"/>
        </w:rPr>
      </w:pPr>
      <w:r w:rsidRPr="002D5D1D">
        <w:rPr>
          <w:rFonts w:ascii="Times New Roman" w:hAnsi="Times New Roman"/>
          <w:sz w:val="28"/>
          <w:szCs w:val="28"/>
        </w:rPr>
        <w:t xml:space="preserve">1. Внести изменения в  Положение о бюджетном процессе в муниципальном образовании Малмыжский муниципальный район Кировской области, утвержденное решением районной Думы </w:t>
      </w:r>
      <w:r>
        <w:rPr>
          <w:rFonts w:ascii="Times New Roman" w:hAnsi="Times New Roman"/>
          <w:sz w:val="28"/>
        </w:rPr>
        <w:t>Малмыжского района</w:t>
      </w:r>
      <w:r w:rsidRPr="002D5D1D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9</w:t>
      </w:r>
      <w:r w:rsidRPr="002D5D1D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Pr="002D5D1D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3</w:t>
      </w:r>
      <w:r w:rsidRPr="002D5D1D">
        <w:rPr>
          <w:rFonts w:ascii="Times New Roman" w:hAnsi="Times New Roman"/>
          <w:sz w:val="28"/>
          <w:szCs w:val="28"/>
        </w:rPr>
        <w:t xml:space="preserve"> № 5/</w:t>
      </w:r>
      <w:r>
        <w:rPr>
          <w:rFonts w:ascii="Times New Roman" w:hAnsi="Times New Roman"/>
          <w:sz w:val="28"/>
          <w:szCs w:val="28"/>
        </w:rPr>
        <w:t>25</w:t>
      </w:r>
      <w:r w:rsidRPr="002D5D1D">
        <w:rPr>
          <w:rFonts w:ascii="Times New Roman" w:hAnsi="Times New Roman"/>
          <w:sz w:val="28"/>
          <w:szCs w:val="28"/>
        </w:rPr>
        <w:t xml:space="preserve"> «О бюджетном процессе в муниципальном образовании Малмыжский муниципальный район Кировской области»</w:t>
      </w:r>
      <w:r>
        <w:rPr>
          <w:rFonts w:ascii="Times New Roman" w:hAnsi="Times New Roman"/>
          <w:sz w:val="28"/>
          <w:szCs w:val="28"/>
        </w:rPr>
        <w:t xml:space="preserve">, утвердив изменения в </w:t>
      </w:r>
      <w:r w:rsidRPr="002D5D1D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и</w:t>
      </w:r>
      <w:r w:rsidRPr="002D5D1D">
        <w:rPr>
          <w:rFonts w:ascii="Times New Roman" w:hAnsi="Times New Roman"/>
          <w:sz w:val="28"/>
          <w:szCs w:val="28"/>
        </w:rPr>
        <w:t xml:space="preserve"> о бюджетном процессе в муниципальном образовании Малмыжский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согласно приложению (далее – изменения в Положении)</w:t>
      </w:r>
      <w:r w:rsidRPr="002D5D1D">
        <w:rPr>
          <w:rFonts w:ascii="Times New Roman" w:hAnsi="Times New Roman"/>
          <w:sz w:val="28"/>
          <w:szCs w:val="28"/>
        </w:rPr>
        <w:t xml:space="preserve">. </w:t>
      </w:r>
    </w:p>
    <w:p w:rsidR="00413C2A" w:rsidRPr="00456602" w:rsidRDefault="00413C2A" w:rsidP="00287811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</w:t>
      </w:r>
      <w:r w:rsidRPr="00456602">
        <w:rPr>
          <w:rFonts w:ascii="Times New Roman" w:hAnsi="Times New Roman"/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 образования Малмыжский муниципальный район  Кировской области.</w:t>
      </w:r>
    </w:p>
    <w:p w:rsidR="00413C2A" w:rsidRPr="00B366B7" w:rsidRDefault="00413C2A" w:rsidP="00AF0445">
      <w:pPr>
        <w:tabs>
          <w:tab w:val="left" w:pos="5360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456602">
        <w:rPr>
          <w:rFonts w:ascii="Times New Roman" w:hAnsi="Times New Roman"/>
          <w:sz w:val="28"/>
          <w:szCs w:val="28"/>
        </w:rPr>
        <w:t xml:space="preserve">. </w:t>
      </w:r>
      <w:r w:rsidRPr="00AF0445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опубликования, за исключением положений, для которых настоящим пунктом установлены иные сроки вступления их в силу.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7A151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366B7">
        <w:rPr>
          <w:sz w:val="28"/>
          <w:szCs w:val="28"/>
        </w:rPr>
        <w:t xml:space="preserve"> Положения пункт</w:t>
      </w:r>
      <w:r>
        <w:rPr>
          <w:sz w:val="28"/>
          <w:szCs w:val="28"/>
        </w:rPr>
        <w:t>а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3</w:t>
      </w:r>
      <w:r w:rsidRPr="00B366B7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0</w:t>
      </w:r>
      <w:r w:rsidRPr="00B366B7">
        <w:rPr>
          <w:sz w:val="28"/>
          <w:szCs w:val="28"/>
        </w:rPr>
        <w:t xml:space="preserve"> </w:t>
      </w:r>
      <w:r w:rsidRPr="002D5D1D">
        <w:rPr>
          <w:sz w:val="28"/>
          <w:szCs w:val="28"/>
        </w:rPr>
        <w:t>Положени</w:t>
      </w:r>
      <w:r>
        <w:rPr>
          <w:sz w:val="28"/>
          <w:szCs w:val="28"/>
        </w:rPr>
        <w:t>я</w:t>
      </w:r>
      <w:r w:rsidRPr="002D5D1D">
        <w:rPr>
          <w:sz w:val="28"/>
          <w:szCs w:val="28"/>
        </w:rPr>
        <w:t xml:space="preserve"> о бюджетном процессе в муниципальном образовании Малмыжский муниципальный район Кировской области, утвержденно</w:t>
      </w:r>
      <w:r>
        <w:rPr>
          <w:sz w:val="28"/>
          <w:szCs w:val="28"/>
        </w:rPr>
        <w:t>го</w:t>
      </w:r>
      <w:r w:rsidRPr="002D5D1D">
        <w:rPr>
          <w:sz w:val="28"/>
          <w:szCs w:val="28"/>
        </w:rPr>
        <w:t xml:space="preserve"> решением районной Думы </w:t>
      </w:r>
      <w:r>
        <w:rPr>
          <w:sz w:val="28"/>
        </w:rPr>
        <w:t>Малмыжского района</w:t>
      </w:r>
      <w:r w:rsidRPr="002D5D1D">
        <w:rPr>
          <w:sz w:val="28"/>
          <w:szCs w:val="28"/>
        </w:rPr>
        <w:t xml:space="preserve"> от 2</w:t>
      </w:r>
      <w:r>
        <w:rPr>
          <w:sz w:val="28"/>
          <w:szCs w:val="28"/>
        </w:rPr>
        <w:t>9</w:t>
      </w:r>
      <w:r w:rsidRPr="002D5D1D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2D5D1D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2D5D1D">
        <w:rPr>
          <w:sz w:val="28"/>
          <w:szCs w:val="28"/>
        </w:rPr>
        <w:t xml:space="preserve"> № 5/</w:t>
      </w:r>
      <w:r>
        <w:rPr>
          <w:sz w:val="28"/>
          <w:szCs w:val="28"/>
        </w:rPr>
        <w:t>25</w:t>
      </w:r>
      <w:r w:rsidRPr="002D5D1D">
        <w:rPr>
          <w:sz w:val="28"/>
          <w:szCs w:val="28"/>
        </w:rPr>
        <w:t xml:space="preserve"> «О бюджетном процессе в муниципальном образовании Малмыжский муниципальный район Кировской области»</w:t>
      </w:r>
      <w:r w:rsidRPr="00B366B7">
        <w:rPr>
          <w:sz w:val="28"/>
          <w:szCs w:val="28"/>
        </w:rPr>
        <w:t xml:space="preserve"> (в редакции настоящ</w:t>
      </w:r>
      <w:r>
        <w:rPr>
          <w:sz w:val="28"/>
          <w:szCs w:val="28"/>
        </w:rPr>
        <w:t>их изменений в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Положении</w:t>
      </w:r>
      <w:r w:rsidRPr="00B366B7">
        <w:rPr>
          <w:sz w:val="28"/>
          <w:szCs w:val="28"/>
        </w:rPr>
        <w:t xml:space="preserve">) применяются с 1 января 2016 года. </w:t>
      </w:r>
    </w:p>
    <w:p w:rsidR="00413C2A" w:rsidRPr="00B366B7" w:rsidRDefault="00413C2A" w:rsidP="007A151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B366B7">
        <w:rPr>
          <w:sz w:val="28"/>
          <w:szCs w:val="28"/>
        </w:rPr>
        <w:t>. Пункт</w:t>
      </w:r>
      <w:r>
        <w:rPr>
          <w:sz w:val="28"/>
          <w:szCs w:val="28"/>
        </w:rPr>
        <w:t>ы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4.1</w:t>
      </w:r>
      <w:r w:rsidRPr="00B366B7">
        <w:rPr>
          <w:sz w:val="28"/>
          <w:szCs w:val="28"/>
        </w:rPr>
        <w:t xml:space="preserve">, </w:t>
      </w:r>
      <w:r>
        <w:rPr>
          <w:sz w:val="28"/>
          <w:szCs w:val="28"/>
        </w:rPr>
        <w:t>10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изменений в Положении</w:t>
      </w:r>
      <w:r w:rsidRPr="00B366B7">
        <w:rPr>
          <w:sz w:val="28"/>
          <w:szCs w:val="28"/>
        </w:rPr>
        <w:t xml:space="preserve"> вступают в силу с 1 января 2016 года. </w:t>
      </w:r>
    </w:p>
    <w:p w:rsidR="00413C2A" w:rsidRPr="00B366B7" w:rsidRDefault="00413C2A" w:rsidP="007A151F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 Действие пункта </w:t>
      </w:r>
      <w:r>
        <w:rPr>
          <w:sz w:val="28"/>
          <w:szCs w:val="28"/>
        </w:rPr>
        <w:t>9.3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изменений в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Положении</w:t>
      </w:r>
      <w:r w:rsidRPr="00B366B7">
        <w:rPr>
          <w:sz w:val="28"/>
          <w:szCs w:val="28"/>
        </w:rPr>
        <w:t xml:space="preserve"> применяется к правоотношениям, возникающим при составлении и исполнении бюджета</w:t>
      </w:r>
      <w:r w:rsidRPr="00FE7C81">
        <w:rPr>
          <w:sz w:val="28"/>
        </w:rPr>
        <w:t xml:space="preserve"> </w:t>
      </w:r>
      <w:r>
        <w:rPr>
          <w:sz w:val="28"/>
        </w:rPr>
        <w:t>Малмыжского района</w:t>
      </w:r>
      <w:r w:rsidRPr="00B366B7">
        <w:rPr>
          <w:sz w:val="28"/>
          <w:szCs w:val="28"/>
        </w:rPr>
        <w:t xml:space="preserve">, начиная с бюджета на 2016 год и на плановый период 2017 и 2018 годов. </w:t>
      </w:r>
    </w:p>
    <w:p w:rsidR="00413C2A" w:rsidRDefault="00413C2A" w:rsidP="00EA0BD3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413C2A" w:rsidRPr="00456602" w:rsidRDefault="00413C2A" w:rsidP="00EA0BD3">
      <w:pPr>
        <w:tabs>
          <w:tab w:val="left" w:pos="5360"/>
        </w:tabs>
      </w:pPr>
      <w:r>
        <w:t xml:space="preserve"> </w:t>
      </w: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  <w:r w:rsidRPr="00456602">
        <w:t>Глава</w:t>
      </w: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  <w:r>
        <w:t xml:space="preserve">Малмыжского </w:t>
      </w:r>
      <w:r w:rsidRPr="00456602">
        <w:t>района</w:t>
      </w:r>
      <w:r>
        <w:t xml:space="preserve">   </w:t>
      </w:r>
      <w:r w:rsidRPr="00456602">
        <w:t xml:space="preserve">    </w:t>
      </w:r>
      <w:r>
        <w:t>Р.Г. Гарафеев</w:t>
      </w: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p w:rsidR="00413C2A" w:rsidRDefault="00413C2A" w:rsidP="00EA0BD3">
      <w:pPr>
        <w:pStyle w:val="BodyText3"/>
        <w:widowControl w:val="0"/>
        <w:autoSpaceDE w:val="0"/>
        <w:autoSpaceDN w:val="0"/>
        <w:adjustRightInd w:val="0"/>
      </w:pPr>
    </w:p>
    <w:tbl>
      <w:tblPr>
        <w:tblW w:w="4260" w:type="dxa"/>
        <w:tblInd w:w="5897" w:type="dxa"/>
        <w:tblLook w:val="0000"/>
      </w:tblPr>
      <w:tblGrid>
        <w:gridCol w:w="4260"/>
      </w:tblGrid>
      <w:tr w:rsidR="00413C2A" w:rsidTr="002B11D2">
        <w:trPr>
          <w:trHeight w:val="2355"/>
        </w:trPr>
        <w:tc>
          <w:tcPr>
            <w:tcW w:w="4260" w:type="dxa"/>
          </w:tcPr>
          <w:p w:rsidR="00413C2A" w:rsidRPr="00456602" w:rsidRDefault="00413C2A" w:rsidP="002B11D2">
            <w:pPr>
              <w:pStyle w:val="BodyText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</w:pPr>
            <w:r>
              <w:t>Приложение</w:t>
            </w:r>
          </w:p>
          <w:p w:rsidR="00413C2A" w:rsidRDefault="00413C2A" w:rsidP="002B11D2">
            <w:pPr>
              <w:pStyle w:val="ConsPlusTitle"/>
              <w:rPr>
                <w:b w:val="0"/>
                <w:bCs w:val="0"/>
                <w:sz w:val="28"/>
              </w:rPr>
            </w:pPr>
          </w:p>
          <w:p w:rsidR="00413C2A" w:rsidRDefault="00413C2A" w:rsidP="002B11D2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</w:t>
            </w:r>
            <w:r>
              <w:rPr>
                <w:b w:val="0"/>
                <w:sz w:val="28"/>
                <w:szCs w:val="28"/>
              </w:rPr>
              <w:t>Ы</w:t>
            </w:r>
          </w:p>
          <w:p w:rsidR="00413C2A" w:rsidRDefault="00413C2A" w:rsidP="002B11D2">
            <w:pPr>
              <w:pStyle w:val="ConsPlusTitle"/>
              <w:rPr>
                <w:b w:val="0"/>
                <w:sz w:val="28"/>
                <w:szCs w:val="28"/>
              </w:rPr>
            </w:pPr>
          </w:p>
          <w:p w:rsidR="00413C2A" w:rsidRDefault="00413C2A" w:rsidP="002B11D2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решением районной Думы</w:t>
            </w:r>
          </w:p>
          <w:p w:rsidR="00413C2A" w:rsidRPr="001C3C08" w:rsidRDefault="00413C2A" w:rsidP="002B11D2">
            <w:pPr>
              <w:pStyle w:val="ConsPlusTitle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Малмыжского района</w:t>
            </w:r>
          </w:p>
          <w:p w:rsidR="00413C2A" w:rsidRPr="004B386E" w:rsidRDefault="00413C2A" w:rsidP="002B11D2">
            <w:pPr>
              <w:pStyle w:val="ConsPlusTitle"/>
              <w:tabs>
                <w:tab w:val="left" w:pos="6501"/>
              </w:tabs>
              <w:rPr>
                <w:u w:val="single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Pr="001C3C08">
              <w:rPr>
                <w:b w:val="0"/>
                <w:sz w:val="28"/>
                <w:szCs w:val="28"/>
              </w:rPr>
              <w:t>т</w:t>
            </w:r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u w:val="single"/>
              </w:rPr>
              <w:t xml:space="preserve">16.032015 </w:t>
            </w:r>
            <w:r w:rsidRPr="001C3C08">
              <w:rPr>
                <w:b w:val="0"/>
                <w:sz w:val="28"/>
                <w:szCs w:val="28"/>
              </w:rPr>
              <w:t>№</w:t>
            </w:r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u w:val="single"/>
              </w:rPr>
              <w:t>3/37</w:t>
            </w:r>
          </w:p>
        </w:tc>
      </w:tr>
    </w:tbl>
    <w:p w:rsidR="00413C2A" w:rsidRDefault="00413C2A" w:rsidP="00EA0BD3">
      <w:pPr>
        <w:pStyle w:val="ConsPlusTitle"/>
        <w:widowControl/>
        <w:jc w:val="center"/>
      </w:pPr>
      <w:r>
        <w:t xml:space="preserve">                                                                                                                                                 </w:t>
      </w:r>
      <w:r w:rsidRPr="001C3C08">
        <w:rPr>
          <w:b w:val="0"/>
          <w:sz w:val="28"/>
          <w:szCs w:val="28"/>
        </w:rPr>
        <w:t xml:space="preserve">                                    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413C2A" w:rsidRDefault="00413C2A" w:rsidP="00EA0BD3">
      <w:pPr>
        <w:pStyle w:val="ConsPlusTitle"/>
        <w:widowControl/>
        <w:jc w:val="center"/>
      </w:pPr>
    </w:p>
    <w:p w:rsidR="00413C2A" w:rsidRPr="00BA57D9" w:rsidRDefault="00413C2A" w:rsidP="00EA0BD3">
      <w:pPr>
        <w:pStyle w:val="ConsPlusTitle"/>
        <w:widowControl/>
        <w:jc w:val="center"/>
        <w:rPr>
          <w:sz w:val="28"/>
          <w:szCs w:val="28"/>
        </w:rPr>
      </w:pPr>
      <w:r w:rsidRPr="00BA57D9">
        <w:rPr>
          <w:sz w:val="28"/>
          <w:szCs w:val="28"/>
        </w:rPr>
        <w:t>ИЗМЕНЕНИЯ</w:t>
      </w:r>
    </w:p>
    <w:p w:rsidR="00413C2A" w:rsidRPr="00BA57D9" w:rsidRDefault="00413C2A" w:rsidP="00EA0BD3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 </w:t>
      </w:r>
      <w:r w:rsidRPr="00BA57D9">
        <w:rPr>
          <w:rFonts w:ascii="Times New Roman" w:hAnsi="Times New Roman"/>
          <w:b/>
          <w:sz w:val="28"/>
          <w:szCs w:val="28"/>
        </w:rPr>
        <w:t>Положени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BA57D9">
        <w:rPr>
          <w:rFonts w:ascii="Times New Roman" w:hAnsi="Times New Roman"/>
          <w:b/>
          <w:sz w:val="28"/>
          <w:szCs w:val="28"/>
        </w:rPr>
        <w:t xml:space="preserve"> о бюджетном процессе в муниципальном образовании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Pr="00BA57D9">
        <w:rPr>
          <w:rFonts w:ascii="Times New Roman" w:hAnsi="Times New Roman"/>
          <w:b/>
          <w:sz w:val="28"/>
          <w:szCs w:val="28"/>
        </w:rPr>
        <w:t>Малмыжский муниципальный район Кировской области</w:t>
      </w:r>
    </w:p>
    <w:p w:rsidR="00413C2A" w:rsidRPr="00BA57D9" w:rsidRDefault="00413C2A" w:rsidP="00EA0BD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13C2A" w:rsidRDefault="00413C2A" w:rsidP="00EA0BD3">
      <w:pPr>
        <w:ind w:firstLine="708"/>
        <w:rPr>
          <w:rFonts w:ascii="Times New Roman" w:hAnsi="Times New Roman"/>
          <w:sz w:val="28"/>
          <w:szCs w:val="28"/>
        </w:rPr>
      </w:pPr>
    </w:p>
    <w:p w:rsidR="00413C2A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366B7">
        <w:rPr>
          <w:sz w:val="28"/>
          <w:szCs w:val="28"/>
        </w:rPr>
        <w:t xml:space="preserve"> части 4 статьи 1</w:t>
      </w: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 слова «к ежеквартальному и годовому отчетам» заменить словами «к годовому отчету»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C0C0C">
        <w:rPr>
          <w:sz w:val="28"/>
          <w:szCs w:val="28"/>
        </w:rPr>
        <w:t>2. Абзац второй части 2 статьи 14 изложить</w:t>
      </w:r>
      <w:r>
        <w:rPr>
          <w:sz w:val="28"/>
          <w:szCs w:val="28"/>
        </w:rPr>
        <w:t xml:space="preserve"> в следующей редакции: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«доходов бюджета района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района;».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366B7">
        <w:rPr>
          <w:sz w:val="28"/>
          <w:szCs w:val="28"/>
        </w:rPr>
        <w:t xml:space="preserve"> статье 2</w:t>
      </w:r>
      <w:r>
        <w:rPr>
          <w:sz w:val="28"/>
          <w:szCs w:val="28"/>
        </w:rPr>
        <w:t>0</w:t>
      </w:r>
      <w:r w:rsidRPr="00B366B7">
        <w:rPr>
          <w:sz w:val="28"/>
          <w:szCs w:val="28"/>
        </w:rPr>
        <w:t xml:space="preserve">: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366B7">
        <w:rPr>
          <w:sz w:val="28"/>
          <w:szCs w:val="28"/>
        </w:rPr>
        <w:t xml:space="preserve">ополнить пунктами </w:t>
      </w: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, </w:t>
      </w: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2</w:t>
      </w:r>
      <w:r w:rsidRPr="00B366B7">
        <w:rPr>
          <w:sz w:val="28"/>
          <w:szCs w:val="28"/>
        </w:rPr>
        <w:t xml:space="preserve">, </w:t>
      </w: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3</w:t>
      </w:r>
      <w:r w:rsidRPr="00B366B7">
        <w:rPr>
          <w:sz w:val="28"/>
          <w:szCs w:val="28"/>
        </w:rPr>
        <w:t xml:space="preserve"> следующего содержания: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устанавливает порядок разработки и утверждения, период действия, а также требования к составу и содержанию бюджетного прогноза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с соблюдением требований Бюджетного кодекса Российской Федерации;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2</w:t>
      </w:r>
      <w:r w:rsidRPr="00B366B7">
        <w:rPr>
          <w:sz w:val="28"/>
          <w:szCs w:val="28"/>
        </w:rPr>
        <w:t xml:space="preserve">) утверждает бюджетный прогноз (изменения бюджетного прогноза)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;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B366B7">
        <w:rPr>
          <w:sz w:val="28"/>
          <w:szCs w:val="28"/>
          <w:vertAlign w:val="superscript"/>
        </w:rPr>
        <w:t>3</w:t>
      </w:r>
      <w:r w:rsidRPr="00B366B7">
        <w:rPr>
          <w:sz w:val="28"/>
          <w:szCs w:val="28"/>
        </w:rPr>
        <w:t>) устанавливает порядок формирования и ведения реестра источников доходов бюджета</w:t>
      </w:r>
      <w:r w:rsidRPr="0042173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в соответствии с общими требованиями к составу информации, порядку формирования и ведения реестров источников доходов </w:t>
      </w:r>
      <w:r>
        <w:rPr>
          <w:sz w:val="28"/>
          <w:szCs w:val="28"/>
        </w:rPr>
        <w:t xml:space="preserve">местных </w:t>
      </w:r>
      <w:r w:rsidRPr="00B366B7">
        <w:rPr>
          <w:sz w:val="28"/>
          <w:szCs w:val="28"/>
        </w:rPr>
        <w:t>бюджетов;»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366B7">
        <w:rPr>
          <w:sz w:val="28"/>
          <w:szCs w:val="28"/>
        </w:rPr>
        <w:t>ополнить пункт</w:t>
      </w:r>
      <w:r>
        <w:rPr>
          <w:sz w:val="28"/>
          <w:szCs w:val="28"/>
        </w:rPr>
        <w:t>ами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B366B7">
        <w:rPr>
          <w:sz w:val="28"/>
          <w:szCs w:val="28"/>
        </w:rPr>
        <w:t>9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>,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2</w:t>
      </w:r>
      <w:r w:rsidRPr="00B366B7">
        <w:rPr>
          <w:sz w:val="28"/>
          <w:szCs w:val="28"/>
        </w:rPr>
        <w:t>9</w:t>
      </w:r>
      <w:r>
        <w:rPr>
          <w:sz w:val="28"/>
          <w:szCs w:val="28"/>
          <w:vertAlign w:val="superscript"/>
        </w:rPr>
        <w:t>2</w:t>
      </w:r>
      <w:r w:rsidRPr="00B366B7">
        <w:rPr>
          <w:sz w:val="28"/>
          <w:szCs w:val="28"/>
        </w:rPr>
        <w:t xml:space="preserve"> следующего содержания: </w:t>
      </w:r>
    </w:p>
    <w:p w:rsidR="00413C2A" w:rsidRPr="00261248" w:rsidRDefault="00413C2A" w:rsidP="00261248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261248">
        <w:rPr>
          <w:rFonts w:ascii="Times New Roman" w:hAnsi="Times New Roman"/>
          <w:sz w:val="28"/>
          <w:szCs w:val="28"/>
        </w:rPr>
        <w:t>«29</w:t>
      </w:r>
      <w:r w:rsidRPr="00261248">
        <w:rPr>
          <w:rFonts w:ascii="Times New Roman" w:hAnsi="Times New Roman"/>
          <w:sz w:val="28"/>
          <w:szCs w:val="28"/>
          <w:vertAlign w:val="superscript"/>
        </w:rPr>
        <w:t>1</w:t>
      </w:r>
      <w:r w:rsidRPr="00261248">
        <w:rPr>
          <w:rFonts w:ascii="Times New Roman" w:hAnsi="Times New Roman"/>
          <w:sz w:val="28"/>
          <w:szCs w:val="28"/>
        </w:rPr>
        <w:t xml:space="preserve">) заключает соглашение о предоставлении бюджету </w:t>
      </w:r>
      <w:r>
        <w:rPr>
          <w:rFonts w:ascii="Times New Roman" w:hAnsi="Times New Roman"/>
          <w:sz w:val="28"/>
          <w:szCs w:val="28"/>
        </w:rPr>
        <w:t>Малмыжского района</w:t>
      </w:r>
      <w:r w:rsidRPr="00261248">
        <w:rPr>
          <w:rFonts w:ascii="Times New Roman" w:hAnsi="Times New Roman"/>
          <w:sz w:val="28"/>
          <w:szCs w:val="28"/>
        </w:rPr>
        <w:t xml:space="preserve"> из </w:t>
      </w:r>
      <w:r>
        <w:rPr>
          <w:rFonts w:ascii="Times New Roman" w:hAnsi="Times New Roman"/>
          <w:sz w:val="28"/>
          <w:szCs w:val="28"/>
        </w:rPr>
        <w:t>областного</w:t>
      </w:r>
      <w:r w:rsidRPr="00261248">
        <w:rPr>
          <w:rFonts w:ascii="Times New Roman" w:hAnsi="Times New Roman"/>
          <w:sz w:val="28"/>
          <w:szCs w:val="28"/>
        </w:rPr>
        <w:t xml:space="preserve"> бюджета бюджетного кредита;</w:t>
      </w:r>
    </w:p>
    <w:p w:rsidR="00413C2A" w:rsidRPr="00261248" w:rsidRDefault="00413C2A" w:rsidP="00261248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261248">
        <w:rPr>
          <w:sz w:val="28"/>
          <w:szCs w:val="28"/>
        </w:rPr>
        <w:t>29</w:t>
      </w:r>
      <w:r w:rsidRPr="00261248">
        <w:rPr>
          <w:sz w:val="28"/>
          <w:szCs w:val="28"/>
          <w:vertAlign w:val="superscript"/>
        </w:rPr>
        <w:t>2</w:t>
      </w:r>
      <w:r w:rsidRPr="00261248">
        <w:rPr>
          <w:sz w:val="28"/>
          <w:szCs w:val="28"/>
        </w:rPr>
        <w:t>)</w:t>
      </w:r>
      <w:r w:rsidRPr="00261248">
        <w:rPr>
          <w:sz w:val="28"/>
          <w:szCs w:val="28"/>
          <w:vertAlign w:val="superscript"/>
        </w:rPr>
        <w:t xml:space="preserve"> </w:t>
      </w:r>
      <w:r w:rsidRPr="00261248">
        <w:rPr>
          <w:sz w:val="28"/>
          <w:szCs w:val="28"/>
        </w:rPr>
        <w:t xml:space="preserve">устанавливает порядок предоставления, использования и возврата </w:t>
      </w:r>
      <w:r>
        <w:rPr>
          <w:sz w:val="28"/>
          <w:szCs w:val="28"/>
        </w:rPr>
        <w:t>городским и сельскими поселениями</w:t>
      </w:r>
      <w:r w:rsidRPr="00261248">
        <w:rPr>
          <w:sz w:val="28"/>
          <w:szCs w:val="28"/>
        </w:rPr>
        <w:t xml:space="preserve"> бюджетных кредитов, полученных бюджетами </w:t>
      </w:r>
      <w:r>
        <w:rPr>
          <w:sz w:val="28"/>
          <w:szCs w:val="28"/>
        </w:rPr>
        <w:t>городского и сельских поселений</w:t>
      </w:r>
      <w:r w:rsidRPr="00261248">
        <w:rPr>
          <w:sz w:val="28"/>
          <w:szCs w:val="28"/>
        </w:rPr>
        <w:t xml:space="preserve"> из </w:t>
      </w:r>
      <w:r>
        <w:rPr>
          <w:sz w:val="28"/>
          <w:szCs w:val="28"/>
        </w:rPr>
        <w:t>бюджета</w:t>
      </w:r>
      <w:r w:rsidRPr="0026124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261248">
        <w:rPr>
          <w:sz w:val="28"/>
          <w:szCs w:val="28"/>
        </w:rPr>
        <w:t>;»</w:t>
      </w:r>
      <w:r>
        <w:rPr>
          <w:sz w:val="28"/>
          <w:szCs w:val="28"/>
        </w:rPr>
        <w:t>.</w:t>
      </w:r>
      <w:r w:rsidRPr="00261248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 п</w:t>
      </w:r>
      <w:r w:rsidRPr="00B366B7">
        <w:rPr>
          <w:sz w:val="28"/>
          <w:szCs w:val="28"/>
        </w:rPr>
        <w:t>ункт</w:t>
      </w:r>
      <w:r>
        <w:rPr>
          <w:sz w:val="28"/>
          <w:szCs w:val="28"/>
        </w:rPr>
        <w:t>е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B366B7">
        <w:rPr>
          <w:sz w:val="28"/>
          <w:szCs w:val="28"/>
        </w:rPr>
        <w:t xml:space="preserve"> после слова «принципалом» дополнить словами «и (или) бенефициаром»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ункт </w:t>
      </w:r>
      <w:r>
        <w:rPr>
          <w:sz w:val="28"/>
          <w:szCs w:val="28"/>
        </w:rPr>
        <w:t>38</w:t>
      </w:r>
      <w:r w:rsidRPr="00B366B7">
        <w:rPr>
          <w:sz w:val="28"/>
          <w:szCs w:val="28"/>
        </w:rPr>
        <w:t xml:space="preserve"> изложить в следующей редакции: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38</w:t>
      </w:r>
      <w:r w:rsidRPr="00B366B7">
        <w:rPr>
          <w:sz w:val="28"/>
          <w:szCs w:val="28"/>
        </w:rPr>
        <w:t xml:space="preserve">) устанавливает порядок принятия решений о подготовке и реализации бюджетных инвестиций в объекты </w:t>
      </w:r>
      <w:r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</w:t>
      </w:r>
      <w:r>
        <w:rPr>
          <w:sz w:val="28"/>
          <w:szCs w:val="28"/>
        </w:rPr>
        <w:t>».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37DFA">
        <w:rPr>
          <w:sz w:val="28"/>
          <w:szCs w:val="28"/>
        </w:rPr>
        <w:t xml:space="preserve">.5. </w:t>
      </w:r>
      <w:r>
        <w:rPr>
          <w:sz w:val="28"/>
          <w:szCs w:val="28"/>
        </w:rPr>
        <w:t>Д</w:t>
      </w:r>
      <w:r w:rsidRPr="00C37DFA">
        <w:rPr>
          <w:sz w:val="28"/>
          <w:szCs w:val="28"/>
        </w:rPr>
        <w:t>ополнить пунктом 38</w:t>
      </w:r>
      <w:r w:rsidRPr="00C37DFA">
        <w:rPr>
          <w:sz w:val="28"/>
          <w:szCs w:val="28"/>
          <w:vertAlign w:val="superscript"/>
        </w:rPr>
        <w:t>1</w:t>
      </w:r>
      <w:r w:rsidRPr="00C37DFA">
        <w:rPr>
          <w:sz w:val="28"/>
          <w:szCs w:val="28"/>
        </w:rPr>
        <w:t xml:space="preserve"> следующего содержания: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38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устанавливает порядок осуществления бюджетных инвестиций в объекты </w:t>
      </w:r>
      <w:r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ункт </w:t>
      </w:r>
      <w:r>
        <w:rPr>
          <w:sz w:val="28"/>
          <w:szCs w:val="28"/>
        </w:rPr>
        <w:t>39</w:t>
      </w:r>
      <w:r w:rsidRPr="00B366B7">
        <w:rPr>
          <w:sz w:val="28"/>
          <w:szCs w:val="28"/>
        </w:rPr>
        <w:t xml:space="preserve"> изложить в следующей редакции: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39</w:t>
      </w:r>
      <w:r w:rsidRPr="00B366B7">
        <w:rPr>
          <w:sz w:val="28"/>
          <w:szCs w:val="28"/>
        </w:rPr>
        <w:t xml:space="preserve">) устанавливает порядок принятия решений о предоставлении бюджетных ассигнований за счет субсидий из бюджета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на осуществление </w:t>
      </w:r>
      <w:r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бюджетными и автономными учреждениями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унитарными предприятиями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капитальных вложений в объекты капитального строительства </w:t>
      </w:r>
      <w:r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или приобретение объектов недвижимого имущества в </w:t>
      </w:r>
      <w:r>
        <w:rPr>
          <w:sz w:val="28"/>
          <w:szCs w:val="28"/>
        </w:rPr>
        <w:t>муниципальную</w:t>
      </w:r>
      <w:r w:rsidRPr="00B366B7">
        <w:rPr>
          <w:sz w:val="28"/>
          <w:szCs w:val="28"/>
        </w:rPr>
        <w:t xml:space="preserve"> собственность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366B7">
        <w:rPr>
          <w:sz w:val="28"/>
          <w:szCs w:val="28"/>
        </w:rPr>
        <w:t xml:space="preserve">ополнить пунктом </w:t>
      </w:r>
      <w:r>
        <w:rPr>
          <w:sz w:val="28"/>
          <w:szCs w:val="28"/>
        </w:rPr>
        <w:t>39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 следующего содержания: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39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устанавливает порядок предоставления субсидий из бюджета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на осуществление </w:t>
      </w:r>
      <w:r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бюджетными и автономными учреждениями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унитарными предприятиями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капитальных вложений в объекты капитального строительства </w:t>
      </w:r>
      <w:r>
        <w:rPr>
          <w:sz w:val="28"/>
          <w:szCs w:val="28"/>
        </w:rPr>
        <w:t>муниципальной</w:t>
      </w:r>
      <w:r w:rsidRPr="00B366B7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или приобретение объектов недвижимого имущества в </w:t>
      </w:r>
      <w:r>
        <w:rPr>
          <w:sz w:val="28"/>
          <w:szCs w:val="28"/>
        </w:rPr>
        <w:t>муниципальную</w:t>
      </w:r>
      <w:r w:rsidRPr="00B366B7">
        <w:rPr>
          <w:sz w:val="28"/>
          <w:szCs w:val="28"/>
        </w:rPr>
        <w:t xml:space="preserve"> собственность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ункт </w:t>
      </w:r>
      <w:r>
        <w:rPr>
          <w:sz w:val="28"/>
          <w:szCs w:val="28"/>
        </w:rPr>
        <w:t>40</w:t>
      </w:r>
      <w:r w:rsidRPr="00B366B7">
        <w:rPr>
          <w:sz w:val="28"/>
          <w:szCs w:val="28"/>
        </w:rPr>
        <w:t xml:space="preserve"> изложить в следующей редакции: </w:t>
      </w:r>
    </w:p>
    <w:p w:rsidR="00413C2A" w:rsidRPr="00B366B7" w:rsidRDefault="00413C2A" w:rsidP="00B366B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40</w:t>
      </w:r>
      <w:r w:rsidRPr="00B366B7">
        <w:rPr>
          <w:sz w:val="28"/>
          <w:szCs w:val="28"/>
        </w:rPr>
        <w:t xml:space="preserve">) определяет порядок принятия решений и принимает решения о предоставлении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B366B7">
        <w:rPr>
          <w:sz w:val="28"/>
          <w:szCs w:val="28"/>
        </w:rPr>
        <w:t xml:space="preserve"> учреждениями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муниципальными </w:t>
      </w:r>
      <w:r w:rsidRPr="00B366B7">
        <w:rPr>
          <w:sz w:val="28"/>
          <w:szCs w:val="28"/>
        </w:rPr>
        <w:t>унитарными предприятиями</w:t>
      </w:r>
      <w:r w:rsidRPr="0005422D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, в объекты капитального строительства и (или) на приобретение объектов недвижимого имущества за счет средств бюджета</w:t>
      </w:r>
      <w:r w:rsidRPr="0005422D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366B7">
        <w:rPr>
          <w:sz w:val="28"/>
          <w:szCs w:val="28"/>
        </w:rPr>
        <w:t xml:space="preserve"> части 1 статьи 2</w:t>
      </w:r>
      <w:r>
        <w:rPr>
          <w:sz w:val="28"/>
          <w:szCs w:val="28"/>
        </w:rPr>
        <w:t>1</w:t>
      </w:r>
      <w:r w:rsidRPr="00B366B7">
        <w:rPr>
          <w:sz w:val="28"/>
          <w:szCs w:val="28"/>
        </w:rPr>
        <w:t xml:space="preserve">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366B7">
        <w:rPr>
          <w:sz w:val="28"/>
          <w:szCs w:val="28"/>
        </w:rPr>
        <w:t>ополнить пункт</w:t>
      </w:r>
      <w:r>
        <w:rPr>
          <w:sz w:val="28"/>
          <w:szCs w:val="28"/>
        </w:rPr>
        <w:t>ом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 следующего содержания: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14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>) ведет реестр источников доходов бюджета</w:t>
      </w:r>
      <w:r w:rsidRPr="004558D3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</w:t>
      </w:r>
      <w:r>
        <w:rPr>
          <w:sz w:val="28"/>
          <w:szCs w:val="28"/>
        </w:rPr>
        <w:t>».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 В</w:t>
      </w:r>
      <w:r w:rsidRPr="00B366B7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е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Pr="00B366B7">
        <w:rPr>
          <w:sz w:val="28"/>
          <w:szCs w:val="28"/>
        </w:rPr>
        <w:t xml:space="preserve"> после слова «предоставления» дополнить словами «, а также после предоставления»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ункт </w:t>
      </w:r>
      <w:r>
        <w:rPr>
          <w:sz w:val="28"/>
          <w:szCs w:val="28"/>
        </w:rPr>
        <w:t>46</w:t>
      </w:r>
      <w:r w:rsidRPr="00B366B7">
        <w:rPr>
          <w:sz w:val="28"/>
          <w:szCs w:val="28"/>
        </w:rPr>
        <w:t xml:space="preserve"> дополнить словами «, в соответствии с общими требованиями к порядку формирования перечня кодов подвидов доходов бюджетов бюджетной системы Российской Федерации, утвержденными Министерством финансов Российской Федерации</w:t>
      </w:r>
      <w:r>
        <w:rPr>
          <w:sz w:val="28"/>
          <w:szCs w:val="28"/>
        </w:rPr>
        <w:t>;</w:t>
      </w:r>
      <w:r w:rsidRPr="00B366B7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366B7">
        <w:rPr>
          <w:sz w:val="28"/>
          <w:szCs w:val="28"/>
        </w:rPr>
        <w:t xml:space="preserve">ополнить пунктом </w:t>
      </w:r>
      <w:r>
        <w:rPr>
          <w:sz w:val="28"/>
          <w:szCs w:val="28"/>
        </w:rPr>
        <w:t>46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 следующего содержания: 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>
        <w:rPr>
          <w:sz w:val="28"/>
          <w:szCs w:val="28"/>
        </w:rPr>
        <w:t>46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>) утверждает перечень кодов видов источников финансирования дефицита бюджета</w:t>
      </w:r>
      <w:r w:rsidRPr="001B22D6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, главными администраторами которых являются органы </w:t>
      </w:r>
      <w:r>
        <w:rPr>
          <w:sz w:val="28"/>
          <w:szCs w:val="28"/>
        </w:rPr>
        <w:t>местного самоуправления Малмыжского района</w:t>
      </w:r>
      <w:r w:rsidRPr="00B366B7">
        <w:rPr>
          <w:sz w:val="28"/>
          <w:szCs w:val="28"/>
        </w:rPr>
        <w:t xml:space="preserve">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366B7">
        <w:rPr>
          <w:sz w:val="28"/>
          <w:szCs w:val="28"/>
        </w:rPr>
        <w:t xml:space="preserve">татью </w:t>
      </w:r>
      <w:r>
        <w:rPr>
          <w:sz w:val="28"/>
          <w:szCs w:val="28"/>
        </w:rPr>
        <w:t>25</w:t>
      </w:r>
      <w:r w:rsidRPr="00B366B7">
        <w:rPr>
          <w:sz w:val="28"/>
          <w:szCs w:val="28"/>
        </w:rPr>
        <w:t xml:space="preserve"> изложить в следующей редакции: </w:t>
      </w:r>
    </w:p>
    <w:p w:rsidR="00413C2A" w:rsidRPr="003B2CE8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</w:t>
      </w:r>
      <w:r w:rsidRPr="003B2CE8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25</w:t>
      </w:r>
      <w:r w:rsidRPr="00B366B7">
        <w:rPr>
          <w:sz w:val="28"/>
          <w:szCs w:val="28"/>
        </w:rPr>
        <w:t>.</w:t>
      </w:r>
      <w:r w:rsidRPr="00B366B7">
        <w:rPr>
          <w:b/>
          <w:bCs/>
          <w:sz w:val="28"/>
          <w:szCs w:val="28"/>
        </w:rPr>
        <w:t xml:space="preserve"> </w:t>
      </w:r>
      <w:r w:rsidRPr="003B2CE8">
        <w:rPr>
          <w:bCs/>
          <w:sz w:val="28"/>
          <w:szCs w:val="28"/>
        </w:rPr>
        <w:t>Сведения, необходимые для составления проекта бюджета</w:t>
      </w:r>
      <w:r w:rsidRPr="003B2CE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</w:p>
    <w:p w:rsidR="00413C2A" w:rsidRPr="00B366B7" w:rsidRDefault="00413C2A" w:rsidP="003B2CE8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Составление проекта бюджета</w:t>
      </w:r>
      <w:r w:rsidRPr="003B2CE8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Pr="00B366B7">
        <w:rPr>
          <w:sz w:val="28"/>
          <w:szCs w:val="28"/>
        </w:rPr>
        <w:t xml:space="preserve">основывается на: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положениях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 </w:t>
      </w:r>
    </w:p>
    <w:p w:rsidR="00413C2A" w:rsidRDefault="00413C2A" w:rsidP="00832A22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положениях </w:t>
      </w:r>
      <w:r w:rsidRPr="00B366B7">
        <w:rPr>
          <w:sz w:val="28"/>
          <w:szCs w:val="28"/>
        </w:rPr>
        <w:t>бюджетно</w:t>
      </w:r>
      <w:r>
        <w:rPr>
          <w:sz w:val="28"/>
          <w:szCs w:val="28"/>
        </w:rPr>
        <w:t>го</w:t>
      </w:r>
      <w:r w:rsidRPr="00B366B7">
        <w:rPr>
          <w:sz w:val="28"/>
          <w:szCs w:val="28"/>
        </w:rPr>
        <w:t xml:space="preserve"> послани</w:t>
      </w:r>
      <w:r>
        <w:rPr>
          <w:sz w:val="28"/>
          <w:szCs w:val="28"/>
        </w:rPr>
        <w:t>я</w:t>
      </w:r>
      <w:r w:rsidRPr="00B366B7">
        <w:rPr>
          <w:sz w:val="28"/>
          <w:szCs w:val="28"/>
        </w:rPr>
        <w:t xml:space="preserve"> Губернатора Кировской области Законодательному Собранию Кировской области; </w:t>
      </w:r>
    </w:p>
    <w:p w:rsidR="00413C2A" w:rsidRPr="00B366B7" w:rsidRDefault="00413C2A" w:rsidP="00832A22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бюджетном послании</w:t>
      </w:r>
      <w:r>
        <w:rPr>
          <w:sz w:val="28"/>
          <w:szCs w:val="28"/>
        </w:rPr>
        <w:t xml:space="preserve"> главы Малмыжского района районной Думе Малмыжского района;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основных направлениях таможенно-тарифной политики Российской Федерации;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прогнозе социально-экономического развития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;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бюджетном прогнозе (проекте бюджетного прогноза, проекте изменений бюджетного прогноза)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;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Pr="00B366B7">
        <w:rPr>
          <w:sz w:val="28"/>
          <w:szCs w:val="28"/>
        </w:rPr>
        <w:t xml:space="preserve"> программах (проектах </w:t>
      </w:r>
      <w:r>
        <w:rPr>
          <w:sz w:val="28"/>
          <w:szCs w:val="28"/>
        </w:rPr>
        <w:t>муниципальных</w:t>
      </w:r>
      <w:r w:rsidRPr="00B366B7">
        <w:rPr>
          <w:sz w:val="28"/>
          <w:szCs w:val="28"/>
        </w:rPr>
        <w:t xml:space="preserve"> программ, проектах изменений </w:t>
      </w:r>
      <w:r>
        <w:rPr>
          <w:sz w:val="28"/>
          <w:szCs w:val="28"/>
        </w:rPr>
        <w:t>муниципальных</w:t>
      </w:r>
      <w:r w:rsidRPr="00B366B7">
        <w:rPr>
          <w:sz w:val="28"/>
          <w:szCs w:val="28"/>
        </w:rPr>
        <w:t xml:space="preserve"> программ)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366B7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26: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 С</w:t>
      </w:r>
      <w:r w:rsidRPr="00B366B7">
        <w:rPr>
          <w:sz w:val="28"/>
          <w:szCs w:val="28"/>
        </w:rPr>
        <w:t>лова «основные направления налоговой и бюджетной политики» заменить словами «основные направления бюджетной политики и основные направления налоговой политики»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 Дополнить абзацем вторым</w:t>
      </w:r>
      <w:r w:rsidRPr="00AD2544"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413C2A" w:rsidRPr="00AD2544" w:rsidRDefault="00413C2A" w:rsidP="00AD254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AD254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Глава Малмыжского района</w:t>
      </w:r>
      <w:r w:rsidRPr="00AD2544">
        <w:rPr>
          <w:rFonts w:ascii="Times New Roman" w:hAnsi="Times New Roman"/>
          <w:sz w:val="28"/>
          <w:szCs w:val="28"/>
        </w:rPr>
        <w:t xml:space="preserve"> обращается к </w:t>
      </w:r>
      <w:r>
        <w:rPr>
          <w:rFonts w:ascii="Times New Roman" w:hAnsi="Times New Roman"/>
          <w:sz w:val="28"/>
          <w:szCs w:val="28"/>
        </w:rPr>
        <w:t>районной Думе Малмыжского района</w:t>
      </w:r>
      <w:r w:rsidRPr="00AD2544">
        <w:rPr>
          <w:rFonts w:ascii="Times New Roman" w:hAnsi="Times New Roman"/>
          <w:sz w:val="28"/>
          <w:szCs w:val="28"/>
        </w:rPr>
        <w:t xml:space="preserve"> с бюджетным посланием до внесения проекта </w:t>
      </w:r>
      <w:r>
        <w:rPr>
          <w:rFonts w:ascii="Times New Roman" w:hAnsi="Times New Roman"/>
          <w:sz w:val="28"/>
          <w:szCs w:val="28"/>
        </w:rPr>
        <w:t xml:space="preserve">решения районной Думы Малмыжского района о бюджете </w:t>
      </w:r>
      <w:r w:rsidRPr="00AD25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Малмыжского района </w:t>
      </w:r>
      <w:r w:rsidRPr="00AD2544">
        <w:rPr>
          <w:rFonts w:ascii="Times New Roman" w:hAnsi="Times New Roman"/>
          <w:sz w:val="28"/>
          <w:szCs w:val="28"/>
        </w:rPr>
        <w:t xml:space="preserve">на рассмотрение </w:t>
      </w:r>
      <w:r>
        <w:rPr>
          <w:rFonts w:ascii="Times New Roman" w:hAnsi="Times New Roman"/>
          <w:sz w:val="28"/>
          <w:szCs w:val="28"/>
        </w:rPr>
        <w:t>районной Думы Малмыжского района</w:t>
      </w:r>
      <w:r w:rsidRPr="00AD25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366B7">
        <w:rPr>
          <w:sz w:val="28"/>
          <w:szCs w:val="28"/>
        </w:rPr>
        <w:t xml:space="preserve">татью </w:t>
      </w:r>
      <w:r>
        <w:rPr>
          <w:sz w:val="28"/>
          <w:szCs w:val="28"/>
        </w:rPr>
        <w:t>27</w:t>
      </w:r>
      <w:r w:rsidRPr="00B366B7">
        <w:rPr>
          <w:sz w:val="28"/>
          <w:szCs w:val="28"/>
        </w:rPr>
        <w:t xml:space="preserve"> дополнить частью 5 следующего содержания: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«5. В целях формирования бюджетного прогноза </w:t>
      </w:r>
      <w:r>
        <w:rPr>
          <w:sz w:val="28"/>
          <w:szCs w:val="28"/>
        </w:rPr>
        <w:t xml:space="preserve">Малмыжского района </w:t>
      </w:r>
      <w:r w:rsidRPr="00B366B7">
        <w:rPr>
          <w:sz w:val="28"/>
          <w:szCs w:val="28"/>
        </w:rPr>
        <w:t xml:space="preserve">на долгосрочный период в соответствии со статьей 170.1 Бюджетного кодекса Российской Федерации разрабатывается прогноз социально-экономического развития </w:t>
      </w:r>
      <w:r>
        <w:rPr>
          <w:sz w:val="28"/>
          <w:szCs w:val="28"/>
        </w:rPr>
        <w:t xml:space="preserve">Малмыжского района </w:t>
      </w:r>
      <w:r w:rsidRPr="00B366B7">
        <w:rPr>
          <w:sz w:val="28"/>
          <w:szCs w:val="28"/>
        </w:rPr>
        <w:t xml:space="preserve">на долгосрочный период в порядке, установленном </w:t>
      </w:r>
      <w:r>
        <w:rPr>
          <w:sz w:val="28"/>
          <w:szCs w:val="28"/>
        </w:rPr>
        <w:t>администрацией Малмыжского района</w:t>
      </w:r>
      <w:r w:rsidRPr="00B366B7">
        <w:rPr>
          <w:sz w:val="28"/>
          <w:szCs w:val="28"/>
        </w:rPr>
        <w:t>.»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366B7">
        <w:rPr>
          <w:sz w:val="28"/>
          <w:szCs w:val="28"/>
        </w:rPr>
        <w:t xml:space="preserve"> статье </w:t>
      </w:r>
      <w:r>
        <w:rPr>
          <w:sz w:val="28"/>
          <w:szCs w:val="28"/>
        </w:rPr>
        <w:t>29</w:t>
      </w:r>
      <w:r w:rsidRPr="00B366B7">
        <w:rPr>
          <w:sz w:val="28"/>
          <w:szCs w:val="28"/>
        </w:rPr>
        <w:t xml:space="preserve">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 В</w:t>
      </w:r>
      <w:r w:rsidRPr="00B366B7">
        <w:rPr>
          <w:sz w:val="28"/>
          <w:szCs w:val="28"/>
        </w:rPr>
        <w:t xml:space="preserve"> части 1</w:t>
      </w:r>
      <w:r>
        <w:rPr>
          <w:sz w:val="28"/>
          <w:szCs w:val="28"/>
        </w:rPr>
        <w:t>: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8.1.1. П</w:t>
      </w:r>
      <w:r w:rsidRPr="00B366B7">
        <w:rPr>
          <w:sz w:val="28"/>
          <w:szCs w:val="28"/>
        </w:rPr>
        <w:t>ункт 1</w:t>
      </w: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 изложить в следующей редакции: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«1</w:t>
      </w: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 </w:t>
      </w:r>
      <w:r w:rsidRPr="00B366B7">
        <w:rPr>
          <w:sz w:val="28"/>
          <w:szCs w:val="28"/>
        </w:rPr>
        <w:t>бюджетные ассигнования для предоставления бюджетных кредитов на срок в пределах финансового года и на срок, выходящий за пределы финансового года (при наличии таковых), условия и цели предоставления бюджетных кредитов, размеры платы за пользование бюджетными кредитами, а также ограничения по получателям (заемщикам) бюджетных кредитов;»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364B57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8.1.2. 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>ункты 1</w:t>
      </w:r>
      <w:r>
        <w:rPr>
          <w:sz w:val="28"/>
          <w:szCs w:val="28"/>
        </w:rPr>
        <w:t>4</w:t>
      </w:r>
      <w:r w:rsidRPr="00B366B7">
        <w:rPr>
          <w:sz w:val="28"/>
          <w:szCs w:val="28"/>
        </w:rPr>
        <w:t xml:space="preserve"> и 1</w:t>
      </w:r>
      <w:r>
        <w:rPr>
          <w:sz w:val="28"/>
          <w:szCs w:val="28"/>
        </w:rPr>
        <w:t>5</w:t>
      </w:r>
      <w:r w:rsidRPr="00B366B7">
        <w:rPr>
          <w:sz w:val="28"/>
          <w:szCs w:val="28"/>
        </w:rPr>
        <w:t xml:space="preserve"> признать утратившими силу; 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 части 3: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8.2.1. В пункте 1 слова «и коды» исключить.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8.2.2. П</w:t>
      </w:r>
      <w:r w:rsidRPr="00B366B7">
        <w:rPr>
          <w:sz w:val="28"/>
          <w:szCs w:val="28"/>
        </w:rPr>
        <w:t xml:space="preserve">ункт 4 изложить в следующей редакции: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«4) перечень и коды статей источников финансирования дефицита бюджета</w:t>
      </w:r>
      <w:r w:rsidRPr="00C05093">
        <w:rPr>
          <w:sz w:val="28"/>
          <w:szCs w:val="28"/>
        </w:rPr>
        <w:t xml:space="preserve">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B366B7">
        <w:rPr>
          <w:sz w:val="28"/>
          <w:szCs w:val="28"/>
        </w:rPr>
        <w:t xml:space="preserve"> части 1 статьи 3</w:t>
      </w:r>
      <w:r>
        <w:rPr>
          <w:sz w:val="28"/>
          <w:szCs w:val="28"/>
        </w:rPr>
        <w:t>0</w:t>
      </w:r>
      <w:r w:rsidRPr="00B366B7">
        <w:rPr>
          <w:sz w:val="28"/>
          <w:szCs w:val="28"/>
        </w:rPr>
        <w:t xml:space="preserve">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9.1. Пункт 1 дополнить словами «районной Думе Малмыжского района».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9.2.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B366B7">
        <w:rPr>
          <w:sz w:val="28"/>
          <w:szCs w:val="28"/>
        </w:rPr>
        <w:t>ополнить пунктом 3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 следующего содержания: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«3</w:t>
      </w:r>
      <w:r w:rsidRPr="00B366B7">
        <w:rPr>
          <w:sz w:val="28"/>
          <w:szCs w:val="28"/>
          <w:vertAlign w:val="superscript"/>
        </w:rPr>
        <w:t>1</w:t>
      </w:r>
      <w:r w:rsidRPr="00B366B7">
        <w:rPr>
          <w:sz w:val="28"/>
          <w:szCs w:val="28"/>
        </w:rPr>
        <w:t xml:space="preserve">) проект бюджетного прогноза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(за исключением показателей финансового обеспечения </w:t>
      </w:r>
      <w:r>
        <w:rPr>
          <w:sz w:val="28"/>
          <w:szCs w:val="28"/>
        </w:rPr>
        <w:t>муниципальных</w:t>
      </w:r>
      <w:r w:rsidRPr="00B366B7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);»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9.3.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ункт 8 изложить в следующей редакции: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 xml:space="preserve">«8) прогнозируемые объемы поступления доходов бюджета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 xml:space="preserve"> по кодам видов доходов и подвидов доходов;»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9.4.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>ункт 1</w:t>
      </w:r>
      <w:r>
        <w:rPr>
          <w:sz w:val="28"/>
          <w:szCs w:val="28"/>
        </w:rPr>
        <w:t>2</w:t>
      </w:r>
      <w:r w:rsidRPr="00B366B7">
        <w:rPr>
          <w:sz w:val="28"/>
          <w:szCs w:val="28"/>
        </w:rPr>
        <w:t xml:space="preserve"> дополнить словами «(проекты изменений в указанные паспорта)»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9.5.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>ункт 1</w:t>
      </w: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 изложить в следующей редакции: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B366B7">
        <w:rPr>
          <w:sz w:val="28"/>
          <w:szCs w:val="28"/>
        </w:rPr>
        <w:t>«1</w:t>
      </w:r>
      <w:r>
        <w:rPr>
          <w:sz w:val="28"/>
          <w:szCs w:val="28"/>
        </w:rPr>
        <w:t>3</w:t>
      </w:r>
      <w:r w:rsidRPr="00B366B7">
        <w:rPr>
          <w:sz w:val="28"/>
          <w:szCs w:val="28"/>
        </w:rPr>
        <w:t xml:space="preserve">) прогнозный план (программа) приватизации </w:t>
      </w:r>
      <w:r>
        <w:rPr>
          <w:sz w:val="28"/>
          <w:szCs w:val="28"/>
        </w:rPr>
        <w:t>муниципального</w:t>
      </w:r>
      <w:r w:rsidRPr="00B366B7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Малмыжского района</w:t>
      </w:r>
      <w:r w:rsidRPr="00B366B7">
        <w:rPr>
          <w:sz w:val="28"/>
          <w:szCs w:val="28"/>
        </w:rPr>
        <w:t>;»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Pr="00B366B7" w:rsidRDefault="00413C2A" w:rsidP="00884376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Pr="00B366B7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B366B7">
        <w:rPr>
          <w:sz w:val="28"/>
          <w:szCs w:val="28"/>
        </w:rPr>
        <w:t xml:space="preserve">ункты 2 и 6 части 3 статьи </w:t>
      </w:r>
      <w:r>
        <w:rPr>
          <w:sz w:val="28"/>
          <w:szCs w:val="28"/>
        </w:rPr>
        <w:t>40</w:t>
      </w:r>
      <w:r w:rsidRPr="00B366B7">
        <w:rPr>
          <w:sz w:val="28"/>
          <w:szCs w:val="28"/>
        </w:rPr>
        <w:t xml:space="preserve"> признать утратившими силу</w:t>
      </w:r>
      <w:r>
        <w:rPr>
          <w:sz w:val="28"/>
          <w:szCs w:val="28"/>
        </w:rPr>
        <w:t>.</w:t>
      </w:r>
      <w:r w:rsidRPr="00B366B7">
        <w:rPr>
          <w:sz w:val="28"/>
          <w:szCs w:val="28"/>
        </w:rPr>
        <w:t xml:space="preserve"> </w:t>
      </w:r>
    </w:p>
    <w:p w:rsidR="00413C2A" w:rsidRDefault="00413C2A" w:rsidP="0081547E">
      <w:pPr>
        <w:tabs>
          <w:tab w:val="left" w:pos="5360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413C2A" w:rsidRPr="00B366B7" w:rsidRDefault="00413C2A" w:rsidP="00B366B7">
      <w:pPr>
        <w:spacing w:line="360" w:lineRule="auto"/>
        <w:rPr>
          <w:rFonts w:ascii="Times New Roman" w:hAnsi="Times New Roman"/>
          <w:sz w:val="28"/>
          <w:szCs w:val="28"/>
        </w:rPr>
      </w:pPr>
      <w:r w:rsidRPr="00B366B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3C2A" w:rsidRPr="00B366B7" w:rsidRDefault="00413C2A" w:rsidP="00B366B7">
      <w:pPr>
        <w:tabs>
          <w:tab w:val="left" w:pos="433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B366B7">
        <w:rPr>
          <w:rFonts w:ascii="Times New Roman" w:hAnsi="Times New Roman"/>
          <w:sz w:val="28"/>
          <w:szCs w:val="28"/>
        </w:rPr>
        <w:tab/>
        <w:t>_________</w:t>
      </w:r>
    </w:p>
    <w:p w:rsidR="00413C2A" w:rsidRPr="00B366B7" w:rsidRDefault="00413C2A" w:rsidP="00B366B7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413C2A" w:rsidRPr="00B366B7" w:rsidSect="00045BFC">
      <w:headerReference w:type="default" r:id="rId7"/>
      <w:pgSz w:w="11906" w:h="16838"/>
      <w:pgMar w:top="851" w:right="567" w:bottom="993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C2A" w:rsidRDefault="00413C2A" w:rsidP="00045BFC">
      <w:r>
        <w:separator/>
      </w:r>
    </w:p>
  </w:endnote>
  <w:endnote w:type="continuationSeparator" w:id="0">
    <w:p w:rsidR="00413C2A" w:rsidRDefault="00413C2A" w:rsidP="00045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C2A" w:rsidRDefault="00413C2A" w:rsidP="00045BFC">
      <w:r>
        <w:separator/>
      </w:r>
    </w:p>
  </w:footnote>
  <w:footnote w:type="continuationSeparator" w:id="0">
    <w:p w:rsidR="00413C2A" w:rsidRDefault="00413C2A" w:rsidP="00045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C2A" w:rsidRPr="00045BFC" w:rsidRDefault="00413C2A">
    <w:pPr>
      <w:pStyle w:val="Header"/>
      <w:jc w:val="center"/>
      <w:rPr>
        <w:rFonts w:ascii="Times New Roman" w:hAnsi="Times New Roman"/>
        <w:sz w:val="28"/>
        <w:szCs w:val="28"/>
      </w:rPr>
    </w:pPr>
    <w:r w:rsidRPr="00045BFC">
      <w:rPr>
        <w:rFonts w:ascii="Times New Roman" w:hAnsi="Times New Roman"/>
        <w:sz w:val="28"/>
        <w:szCs w:val="28"/>
      </w:rPr>
      <w:fldChar w:fldCharType="begin"/>
    </w:r>
    <w:r w:rsidRPr="00045BFC">
      <w:rPr>
        <w:rFonts w:ascii="Times New Roman" w:hAnsi="Times New Roman"/>
        <w:sz w:val="28"/>
        <w:szCs w:val="28"/>
      </w:rPr>
      <w:instrText xml:space="preserve"> PAGE   \* MERGEFORMAT </w:instrText>
    </w:r>
    <w:r w:rsidRPr="00045BF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8</w:t>
    </w:r>
    <w:r w:rsidRPr="00045BFC">
      <w:rPr>
        <w:rFonts w:ascii="Times New Roman" w:hAnsi="Times New Roman"/>
        <w:sz w:val="28"/>
        <w:szCs w:val="28"/>
      </w:rPr>
      <w:fldChar w:fldCharType="end"/>
    </w:r>
  </w:p>
  <w:p w:rsidR="00413C2A" w:rsidRDefault="00413C2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0BD3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BFC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22D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4B51"/>
    <w:rsid w:val="000755F9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3853"/>
    <w:rsid w:val="000A40F2"/>
    <w:rsid w:val="000A65E2"/>
    <w:rsid w:val="000A7565"/>
    <w:rsid w:val="000A7FBD"/>
    <w:rsid w:val="000B0711"/>
    <w:rsid w:val="000B23A3"/>
    <w:rsid w:val="000B28BC"/>
    <w:rsid w:val="000B38A6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0B3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6E2B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5639"/>
    <w:rsid w:val="00136078"/>
    <w:rsid w:val="001370BB"/>
    <w:rsid w:val="00140A67"/>
    <w:rsid w:val="00142705"/>
    <w:rsid w:val="001431C7"/>
    <w:rsid w:val="00143E1E"/>
    <w:rsid w:val="0014405B"/>
    <w:rsid w:val="00145988"/>
    <w:rsid w:val="00147160"/>
    <w:rsid w:val="00150329"/>
    <w:rsid w:val="0015041A"/>
    <w:rsid w:val="00150C72"/>
    <w:rsid w:val="00151E6F"/>
    <w:rsid w:val="0015299C"/>
    <w:rsid w:val="0015324B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412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5E38"/>
    <w:rsid w:val="001A7058"/>
    <w:rsid w:val="001A70F6"/>
    <w:rsid w:val="001A76E2"/>
    <w:rsid w:val="001B22D6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3C08"/>
    <w:rsid w:val="001C5016"/>
    <w:rsid w:val="001C5DC7"/>
    <w:rsid w:val="001C6418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C10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63FD"/>
    <w:rsid w:val="00216723"/>
    <w:rsid w:val="00217F3A"/>
    <w:rsid w:val="00220264"/>
    <w:rsid w:val="0022187F"/>
    <w:rsid w:val="00221C66"/>
    <w:rsid w:val="00222451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3F4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039"/>
    <w:rsid w:val="0025413F"/>
    <w:rsid w:val="00254AC0"/>
    <w:rsid w:val="00254CB5"/>
    <w:rsid w:val="002555E3"/>
    <w:rsid w:val="00255925"/>
    <w:rsid w:val="002576F2"/>
    <w:rsid w:val="002577E2"/>
    <w:rsid w:val="00257A75"/>
    <w:rsid w:val="00257C1D"/>
    <w:rsid w:val="00257DE4"/>
    <w:rsid w:val="00257E23"/>
    <w:rsid w:val="002602D7"/>
    <w:rsid w:val="00261248"/>
    <w:rsid w:val="0026130D"/>
    <w:rsid w:val="00261695"/>
    <w:rsid w:val="00262707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427A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87811"/>
    <w:rsid w:val="00290ED1"/>
    <w:rsid w:val="002917F2"/>
    <w:rsid w:val="00291D94"/>
    <w:rsid w:val="002923EA"/>
    <w:rsid w:val="00292486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1D2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241"/>
    <w:rsid w:val="002D13CA"/>
    <w:rsid w:val="002D2C8A"/>
    <w:rsid w:val="002D2ED1"/>
    <w:rsid w:val="002D343C"/>
    <w:rsid w:val="002D3529"/>
    <w:rsid w:val="002D4E0D"/>
    <w:rsid w:val="002D5D1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17297"/>
    <w:rsid w:val="003208A0"/>
    <w:rsid w:val="00320972"/>
    <w:rsid w:val="003218B0"/>
    <w:rsid w:val="00321BC8"/>
    <w:rsid w:val="00321C0D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50A2D"/>
    <w:rsid w:val="00351C3A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B57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9F8"/>
    <w:rsid w:val="00390D05"/>
    <w:rsid w:val="00391234"/>
    <w:rsid w:val="00392134"/>
    <w:rsid w:val="00392C05"/>
    <w:rsid w:val="00393132"/>
    <w:rsid w:val="00393F10"/>
    <w:rsid w:val="00394319"/>
    <w:rsid w:val="0039434B"/>
    <w:rsid w:val="00394E16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2CE8"/>
    <w:rsid w:val="003B387D"/>
    <w:rsid w:val="003B3C25"/>
    <w:rsid w:val="003B4263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5E5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3C2A"/>
    <w:rsid w:val="004141BB"/>
    <w:rsid w:val="0041448E"/>
    <w:rsid w:val="004159B3"/>
    <w:rsid w:val="004165FD"/>
    <w:rsid w:val="0041676F"/>
    <w:rsid w:val="0042032D"/>
    <w:rsid w:val="00421738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2F03"/>
    <w:rsid w:val="00433013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58D3"/>
    <w:rsid w:val="004559D8"/>
    <w:rsid w:val="00456527"/>
    <w:rsid w:val="00456602"/>
    <w:rsid w:val="00456E76"/>
    <w:rsid w:val="00456EF8"/>
    <w:rsid w:val="00460B8C"/>
    <w:rsid w:val="00460EE4"/>
    <w:rsid w:val="00462C15"/>
    <w:rsid w:val="00462F9E"/>
    <w:rsid w:val="00463A58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41AA"/>
    <w:rsid w:val="004A52FE"/>
    <w:rsid w:val="004A61EB"/>
    <w:rsid w:val="004A672E"/>
    <w:rsid w:val="004A72F5"/>
    <w:rsid w:val="004B223F"/>
    <w:rsid w:val="004B281A"/>
    <w:rsid w:val="004B3417"/>
    <w:rsid w:val="004B386E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6838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9EE"/>
    <w:rsid w:val="004E7222"/>
    <w:rsid w:val="004E7630"/>
    <w:rsid w:val="004F0A76"/>
    <w:rsid w:val="004F25CB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3C4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267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48ED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A69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707D8"/>
    <w:rsid w:val="005719BA"/>
    <w:rsid w:val="00572328"/>
    <w:rsid w:val="0057252C"/>
    <w:rsid w:val="005739BA"/>
    <w:rsid w:val="00574EC0"/>
    <w:rsid w:val="00574FCA"/>
    <w:rsid w:val="00575220"/>
    <w:rsid w:val="00575CF8"/>
    <w:rsid w:val="00576B82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96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490A"/>
    <w:rsid w:val="005F4A7E"/>
    <w:rsid w:val="005F62C3"/>
    <w:rsid w:val="005F63B2"/>
    <w:rsid w:val="005F6FA0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E1"/>
    <w:rsid w:val="006A5052"/>
    <w:rsid w:val="006A55E7"/>
    <w:rsid w:val="006A5BAE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5A65"/>
    <w:rsid w:val="006B63EF"/>
    <w:rsid w:val="006B6B4E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4BB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43EA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5C5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879F7"/>
    <w:rsid w:val="00792343"/>
    <w:rsid w:val="00793312"/>
    <w:rsid w:val="00793480"/>
    <w:rsid w:val="00795D08"/>
    <w:rsid w:val="00795E9A"/>
    <w:rsid w:val="007968F9"/>
    <w:rsid w:val="00796BEE"/>
    <w:rsid w:val="00797253"/>
    <w:rsid w:val="00797DFA"/>
    <w:rsid w:val="007A03C0"/>
    <w:rsid w:val="007A0526"/>
    <w:rsid w:val="007A105B"/>
    <w:rsid w:val="007A151F"/>
    <w:rsid w:val="007A2A2E"/>
    <w:rsid w:val="007A2E03"/>
    <w:rsid w:val="007A49A0"/>
    <w:rsid w:val="007A5799"/>
    <w:rsid w:val="007A59F9"/>
    <w:rsid w:val="007A7623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679C"/>
    <w:rsid w:val="007B72D2"/>
    <w:rsid w:val="007B780E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18AD"/>
    <w:rsid w:val="007D37E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3D70"/>
    <w:rsid w:val="00814AA8"/>
    <w:rsid w:val="0081547E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22"/>
    <w:rsid w:val="00832A84"/>
    <w:rsid w:val="008334F6"/>
    <w:rsid w:val="00833672"/>
    <w:rsid w:val="00834243"/>
    <w:rsid w:val="00834B6E"/>
    <w:rsid w:val="00834C8C"/>
    <w:rsid w:val="008358C9"/>
    <w:rsid w:val="00835B0A"/>
    <w:rsid w:val="00837020"/>
    <w:rsid w:val="00837CA1"/>
    <w:rsid w:val="00840C0C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1E9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4376"/>
    <w:rsid w:val="00885935"/>
    <w:rsid w:val="00885A36"/>
    <w:rsid w:val="008865F6"/>
    <w:rsid w:val="00887743"/>
    <w:rsid w:val="00887A69"/>
    <w:rsid w:val="00890B42"/>
    <w:rsid w:val="00894EF9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92E"/>
    <w:rsid w:val="008A69B4"/>
    <w:rsid w:val="008A6A30"/>
    <w:rsid w:val="008A7341"/>
    <w:rsid w:val="008A7FF1"/>
    <w:rsid w:val="008B2C86"/>
    <w:rsid w:val="008B3457"/>
    <w:rsid w:val="008B5175"/>
    <w:rsid w:val="008B52BC"/>
    <w:rsid w:val="008B69B4"/>
    <w:rsid w:val="008B7023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2B0"/>
    <w:rsid w:val="00934A6E"/>
    <w:rsid w:val="00936BC3"/>
    <w:rsid w:val="00937288"/>
    <w:rsid w:val="00937698"/>
    <w:rsid w:val="0094084B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5A11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6D1D"/>
    <w:rsid w:val="00957AD4"/>
    <w:rsid w:val="00957D0E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0C0C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10F0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E78E1"/>
    <w:rsid w:val="009F017B"/>
    <w:rsid w:val="009F0692"/>
    <w:rsid w:val="009F136B"/>
    <w:rsid w:val="009F1540"/>
    <w:rsid w:val="009F1B84"/>
    <w:rsid w:val="009F1D28"/>
    <w:rsid w:val="009F1EB3"/>
    <w:rsid w:val="009F205B"/>
    <w:rsid w:val="009F2A19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56F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4541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78F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2544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2B"/>
    <w:rsid w:val="00AF0445"/>
    <w:rsid w:val="00AF0447"/>
    <w:rsid w:val="00AF3029"/>
    <w:rsid w:val="00AF3112"/>
    <w:rsid w:val="00AF348D"/>
    <w:rsid w:val="00AF35F8"/>
    <w:rsid w:val="00AF4112"/>
    <w:rsid w:val="00AF472D"/>
    <w:rsid w:val="00AF59B3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B2B"/>
    <w:rsid w:val="00B26171"/>
    <w:rsid w:val="00B27647"/>
    <w:rsid w:val="00B2774A"/>
    <w:rsid w:val="00B27A84"/>
    <w:rsid w:val="00B30D73"/>
    <w:rsid w:val="00B329FD"/>
    <w:rsid w:val="00B33AE3"/>
    <w:rsid w:val="00B34523"/>
    <w:rsid w:val="00B36666"/>
    <w:rsid w:val="00B366B7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57D9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051"/>
    <w:rsid w:val="00BE5A7D"/>
    <w:rsid w:val="00BE5AAB"/>
    <w:rsid w:val="00BE5B23"/>
    <w:rsid w:val="00BE5F0B"/>
    <w:rsid w:val="00BE71DA"/>
    <w:rsid w:val="00BE7B80"/>
    <w:rsid w:val="00BE7ED6"/>
    <w:rsid w:val="00BF1662"/>
    <w:rsid w:val="00BF218B"/>
    <w:rsid w:val="00BF22A8"/>
    <w:rsid w:val="00BF2760"/>
    <w:rsid w:val="00BF2DF5"/>
    <w:rsid w:val="00BF3412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178"/>
    <w:rsid w:val="00C029EA"/>
    <w:rsid w:val="00C03A25"/>
    <w:rsid w:val="00C05093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37DFA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17D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744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22D7"/>
    <w:rsid w:val="00CC6EAD"/>
    <w:rsid w:val="00CC77C4"/>
    <w:rsid w:val="00CD0869"/>
    <w:rsid w:val="00CD09B2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838"/>
    <w:rsid w:val="00CE6D04"/>
    <w:rsid w:val="00CF101F"/>
    <w:rsid w:val="00CF2673"/>
    <w:rsid w:val="00CF27DA"/>
    <w:rsid w:val="00CF28C2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73"/>
    <w:rsid w:val="00D039A8"/>
    <w:rsid w:val="00D03D1E"/>
    <w:rsid w:val="00D04485"/>
    <w:rsid w:val="00D0526E"/>
    <w:rsid w:val="00D05503"/>
    <w:rsid w:val="00D05E9F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AD3"/>
    <w:rsid w:val="00D24E8E"/>
    <w:rsid w:val="00D301ED"/>
    <w:rsid w:val="00D3063E"/>
    <w:rsid w:val="00D30CDA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97E32"/>
    <w:rsid w:val="00DA20D0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512F"/>
    <w:rsid w:val="00DD56A7"/>
    <w:rsid w:val="00DD5ACE"/>
    <w:rsid w:val="00DD69E4"/>
    <w:rsid w:val="00DD6C7C"/>
    <w:rsid w:val="00DD77B7"/>
    <w:rsid w:val="00DD7BE5"/>
    <w:rsid w:val="00DD7EB6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140E"/>
    <w:rsid w:val="00E22A95"/>
    <w:rsid w:val="00E230CE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47D86"/>
    <w:rsid w:val="00E510ED"/>
    <w:rsid w:val="00E512D9"/>
    <w:rsid w:val="00E51E3E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5C09"/>
    <w:rsid w:val="00E97BF2"/>
    <w:rsid w:val="00E97CDF"/>
    <w:rsid w:val="00EA0BD3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B7F64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10D6"/>
    <w:rsid w:val="00EE25C2"/>
    <w:rsid w:val="00EE3774"/>
    <w:rsid w:val="00EE3786"/>
    <w:rsid w:val="00EE43A3"/>
    <w:rsid w:val="00EE4FF7"/>
    <w:rsid w:val="00EE505C"/>
    <w:rsid w:val="00EE540E"/>
    <w:rsid w:val="00EE5803"/>
    <w:rsid w:val="00EE5AE2"/>
    <w:rsid w:val="00EE791D"/>
    <w:rsid w:val="00EE7DCE"/>
    <w:rsid w:val="00EF04EE"/>
    <w:rsid w:val="00EF1379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270B8"/>
    <w:rsid w:val="00F31124"/>
    <w:rsid w:val="00F32753"/>
    <w:rsid w:val="00F35928"/>
    <w:rsid w:val="00F35BD3"/>
    <w:rsid w:val="00F4112A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34D2"/>
    <w:rsid w:val="00F94189"/>
    <w:rsid w:val="00F949EE"/>
    <w:rsid w:val="00F95EA5"/>
    <w:rsid w:val="00F961BB"/>
    <w:rsid w:val="00F9631C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53A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3AB7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E04EA"/>
    <w:rsid w:val="00FE0DB6"/>
    <w:rsid w:val="00FE1FF0"/>
    <w:rsid w:val="00FE4107"/>
    <w:rsid w:val="00FE544A"/>
    <w:rsid w:val="00FE71B1"/>
    <w:rsid w:val="00FE7614"/>
    <w:rsid w:val="00FE7C81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BD3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rsid w:val="00EA0BD3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A0BD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A0BD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EA0BD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A0B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0BD3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B366B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rsid w:val="00B366B7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45BF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5BFC"/>
    <w:rPr>
      <w:rFonts w:ascii="Arial" w:hAnsi="Arial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045BF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5BFC"/>
    <w:rPr>
      <w:rFonts w:ascii="Arial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1359</TotalTime>
  <Pages>8</Pages>
  <Words>1596</Words>
  <Characters>9100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92</cp:revision>
  <cp:lastPrinted>2015-02-25T12:30:00Z</cp:lastPrinted>
  <dcterms:created xsi:type="dcterms:W3CDTF">2014-12-26T05:48:00Z</dcterms:created>
  <dcterms:modified xsi:type="dcterms:W3CDTF">2015-03-17T14:53:00Z</dcterms:modified>
</cp:coreProperties>
</file>