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C95" w:rsidRDefault="00AE5C95" w:rsidP="0058284E">
      <w:pPr>
        <w:jc w:val="center"/>
        <w:rPr>
          <w:b/>
          <w:sz w:val="28"/>
        </w:rPr>
      </w:pPr>
      <w:r w:rsidRPr="00E60053">
        <w:rPr>
          <w:noProof/>
          <w:color w:val="211D1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25pt;height:75pt;visibility:visible">
            <v:imagedata r:id="rId4" o:title=""/>
          </v:shape>
        </w:pict>
      </w:r>
    </w:p>
    <w:p w:rsidR="00AE5C95" w:rsidRDefault="00AE5C95" w:rsidP="001524B0">
      <w:pPr>
        <w:jc w:val="center"/>
        <w:rPr>
          <w:b/>
          <w:sz w:val="28"/>
        </w:rPr>
      </w:pPr>
      <w:r>
        <w:rPr>
          <w:b/>
          <w:sz w:val="28"/>
        </w:rPr>
        <w:t>РАЙОННАЯ ДУМА</w:t>
      </w:r>
    </w:p>
    <w:p w:rsidR="00AE5C95" w:rsidRDefault="00AE5C95" w:rsidP="001524B0">
      <w:pPr>
        <w:jc w:val="center"/>
        <w:rPr>
          <w:b/>
          <w:sz w:val="28"/>
        </w:rPr>
      </w:pPr>
      <w:r>
        <w:rPr>
          <w:b/>
          <w:sz w:val="28"/>
        </w:rPr>
        <w:t>МАЛМЫЖСКОГО РАЙОНА КИРОВСКОЙ ОБЛАСТИ</w:t>
      </w:r>
    </w:p>
    <w:p w:rsidR="00AE5C95" w:rsidRDefault="00AE5C95" w:rsidP="001524B0">
      <w:pPr>
        <w:jc w:val="center"/>
        <w:rPr>
          <w:sz w:val="28"/>
        </w:rPr>
      </w:pPr>
      <w:r>
        <w:rPr>
          <w:sz w:val="28"/>
        </w:rPr>
        <w:t>четвертого созыва</w:t>
      </w:r>
    </w:p>
    <w:p w:rsidR="00AE5C95" w:rsidRDefault="00AE5C95" w:rsidP="001524B0">
      <w:pPr>
        <w:jc w:val="center"/>
        <w:rPr>
          <w:sz w:val="32"/>
          <w:szCs w:val="32"/>
        </w:rPr>
      </w:pPr>
    </w:p>
    <w:p w:rsidR="00AE5C95" w:rsidRDefault="00AE5C95" w:rsidP="001524B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E5C95" w:rsidRDefault="00AE5C95" w:rsidP="001524B0">
      <w:pPr>
        <w:jc w:val="both"/>
        <w:rPr>
          <w:sz w:val="28"/>
        </w:rPr>
      </w:pPr>
    </w:p>
    <w:p w:rsidR="00AE5C95" w:rsidRPr="005B4FF1" w:rsidRDefault="00AE5C95" w:rsidP="001524B0">
      <w:pPr>
        <w:jc w:val="center"/>
        <w:rPr>
          <w:sz w:val="28"/>
        </w:rPr>
      </w:pPr>
      <w:r>
        <w:rPr>
          <w:sz w:val="28"/>
        </w:rPr>
        <w:t>29.11.2013</w:t>
      </w:r>
      <w:r>
        <w:rPr>
          <w:sz w:val="28"/>
        </w:rPr>
        <w:tab/>
        <w:t xml:space="preserve"> </w:t>
      </w:r>
      <w:r>
        <w:rPr>
          <w:sz w:val="28"/>
        </w:rPr>
        <w:tab/>
      </w:r>
      <w:r>
        <w:rPr>
          <w:sz w:val="28"/>
        </w:rPr>
        <w:tab/>
        <w:t xml:space="preserve">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№ 10/25</w:t>
      </w:r>
    </w:p>
    <w:p w:rsidR="00AE5C95" w:rsidRDefault="00AE5C95" w:rsidP="001524B0">
      <w:pPr>
        <w:jc w:val="center"/>
        <w:rPr>
          <w:sz w:val="28"/>
        </w:rPr>
      </w:pPr>
    </w:p>
    <w:p w:rsidR="00AE5C95" w:rsidRDefault="00AE5C95" w:rsidP="001524B0">
      <w:pPr>
        <w:jc w:val="center"/>
        <w:rPr>
          <w:sz w:val="28"/>
        </w:rPr>
      </w:pPr>
      <w:r>
        <w:rPr>
          <w:sz w:val="28"/>
        </w:rPr>
        <w:t>г. Малмыж</w:t>
      </w:r>
    </w:p>
    <w:p w:rsidR="00AE5C95" w:rsidRDefault="00AE5C95" w:rsidP="001524B0">
      <w:pPr>
        <w:rPr>
          <w:sz w:val="28"/>
        </w:rPr>
      </w:pPr>
    </w:p>
    <w:p w:rsidR="00AE5C95" w:rsidRDefault="00AE5C95" w:rsidP="001524B0">
      <w:pPr>
        <w:rPr>
          <w:sz w:val="28"/>
        </w:rPr>
      </w:pPr>
    </w:p>
    <w:p w:rsidR="00AE5C95" w:rsidRDefault="00AE5C95" w:rsidP="001524B0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Об утверждении перечня услуг, которые являются необходимыми и обязательными для предоставления</w:t>
      </w:r>
      <w:r>
        <w:t xml:space="preserve"> </w:t>
      </w:r>
      <w:r>
        <w:rPr>
          <w:b/>
          <w:sz w:val="28"/>
          <w:szCs w:val="28"/>
        </w:rPr>
        <w:t>муниципальных услуг</w:t>
      </w:r>
      <w:r>
        <w:rPr>
          <w:b/>
        </w:rPr>
        <w:t xml:space="preserve">, </w:t>
      </w:r>
      <w:r>
        <w:rPr>
          <w:b/>
          <w:sz w:val="28"/>
          <w:szCs w:val="28"/>
        </w:rPr>
        <w:t>предоставляемых</w:t>
      </w:r>
      <w:r>
        <w:rPr>
          <w:sz w:val="28"/>
          <w:szCs w:val="28"/>
        </w:rPr>
        <w:t xml:space="preserve"> </w:t>
      </w:r>
      <w:r>
        <w:rPr>
          <w:b/>
          <w:sz w:val="28"/>
        </w:rPr>
        <w:t xml:space="preserve">органами местного самоуправления и муниципальными учреждениями Малмыжского района </w:t>
      </w:r>
    </w:p>
    <w:p w:rsidR="00AE5C95" w:rsidRDefault="00AE5C95" w:rsidP="001524B0">
      <w:pPr>
        <w:rPr>
          <w:sz w:val="28"/>
        </w:rPr>
      </w:pPr>
    </w:p>
    <w:p w:rsidR="00AE5C95" w:rsidRDefault="00AE5C95" w:rsidP="001524B0">
      <w:pPr>
        <w:rPr>
          <w:sz w:val="28"/>
        </w:rPr>
      </w:pPr>
    </w:p>
    <w:p w:rsidR="00AE5C95" w:rsidRDefault="00AE5C95" w:rsidP="001524B0">
      <w:pPr>
        <w:ind w:firstLine="708"/>
        <w:jc w:val="both"/>
        <w:rPr>
          <w:sz w:val="28"/>
        </w:rPr>
      </w:pPr>
      <w:r>
        <w:rPr>
          <w:sz w:val="28"/>
        </w:rPr>
        <w:t>В соответствии с Федеральным законом от 27.07.2010 № 210-ФЗ «Об организации предоставления государственных и муниципальных услуг», в целях повышения качества предоставления населению, юридическим лицам муниципальных услуг районная Дума Малмыжского района РЕШИЛА:</w:t>
      </w:r>
    </w:p>
    <w:p w:rsidR="00AE5C95" w:rsidRDefault="00AE5C95" w:rsidP="001524B0">
      <w:pPr>
        <w:ind w:firstLine="708"/>
        <w:jc w:val="both"/>
        <w:rPr>
          <w:sz w:val="28"/>
        </w:rPr>
      </w:pPr>
      <w:r>
        <w:rPr>
          <w:sz w:val="28"/>
        </w:rPr>
        <w:t>1. Утвердить перечь услуг, которые являются необходимыми и обязательными для предоставления муниципальных услуг, предоставляемых органами местного</w:t>
      </w:r>
      <w:r>
        <w:t xml:space="preserve"> </w:t>
      </w:r>
      <w:r>
        <w:rPr>
          <w:sz w:val="28"/>
        </w:rPr>
        <w:t>самоуправления и муниципальными учреждениями Малмыжского района согласно приложению.</w:t>
      </w:r>
    </w:p>
    <w:p w:rsidR="00AE5C95" w:rsidRDefault="00AE5C95" w:rsidP="007652F8">
      <w:pPr>
        <w:ind w:firstLine="708"/>
        <w:jc w:val="both"/>
        <w:rPr>
          <w:sz w:val="28"/>
        </w:rPr>
      </w:pPr>
      <w:r>
        <w:rPr>
          <w:sz w:val="28"/>
        </w:rPr>
        <w:t>2. Признать утратившим силу решение районной Думы Малмыжского района от 19.03.2012 № 8/12 «</w:t>
      </w:r>
      <w:r w:rsidRPr="007652F8">
        <w:rPr>
          <w:sz w:val="28"/>
        </w:rPr>
        <w:t>Об утверждении перечня услуг, которые являются необходимыми и обязательными для предоставления</w:t>
      </w:r>
      <w:r w:rsidRPr="007652F8">
        <w:t xml:space="preserve"> </w:t>
      </w:r>
      <w:r w:rsidRPr="007652F8">
        <w:rPr>
          <w:sz w:val="28"/>
          <w:szCs w:val="28"/>
        </w:rPr>
        <w:t>муниципальных услуг</w:t>
      </w:r>
      <w:r w:rsidRPr="007652F8">
        <w:t xml:space="preserve">, </w:t>
      </w:r>
      <w:r w:rsidRPr="007652F8">
        <w:rPr>
          <w:sz w:val="28"/>
          <w:szCs w:val="28"/>
        </w:rPr>
        <w:t xml:space="preserve">предоставляемых </w:t>
      </w:r>
      <w:r w:rsidRPr="007652F8">
        <w:rPr>
          <w:sz w:val="28"/>
        </w:rPr>
        <w:t>органами местного самоуправления и муниципальными учреждениями Малмыжского райо</w:t>
      </w:r>
      <w:r>
        <w:rPr>
          <w:sz w:val="28"/>
        </w:rPr>
        <w:t>на».</w:t>
      </w:r>
    </w:p>
    <w:p w:rsidR="00AE5C95" w:rsidRDefault="00AE5C95" w:rsidP="001524B0">
      <w:pPr>
        <w:ind w:firstLine="708"/>
        <w:jc w:val="both"/>
        <w:rPr>
          <w:sz w:val="28"/>
        </w:rPr>
      </w:pPr>
      <w:r>
        <w:rPr>
          <w:sz w:val="28"/>
        </w:rPr>
        <w:t>3. Установить, что размер платы за оказание услуг, которые являются необходимыми и обязательными для предоставления муниципальных услуг, предоставляемых органами местного самоуправления и муниципальными учреждениями Малмыжского района, определяется в следующем порядке:</w:t>
      </w:r>
    </w:p>
    <w:p w:rsidR="00AE5C95" w:rsidRDefault="00AE5C95" w:rsidP="001524B0">
      <w:pPr>
        <w:ind w:firstLine="708"/>
        <w:jc w:val="both"/>
        <w:rPr>
          <w:sz w:val="28"/>
        </w:rPr>
      </w:pPr>
      <w:r>
        <w:rPr>
          <w:sz w:val="28"/>
        </w:rPr>
        <w:t>3.1. Размер платы за оказание услуг муниципальными предприятиями и учреждениями устанавливается в соответствии с муниципальными правовыми актами органов местного самоуправления Малмыжского района.</w:t>
      </w:r>
    </w:p>
    <w:p w:rsidR="00AE5C95" w:rsidRDefault="00AE5C95" w:rsidP="001524B0">
      <w:pPr>
        <w:ind w:firstLine="708"/>
        <w:jc w:val="both"/>
        <w:rPr>
          <w:sz w:val="28"/>
        </w:rPr>
      </w:pPr>
      <w:r>
        <w:rPr>
          <w:sz w:val="28"/>
        </w:rPr>
        <w:t>3.2. В отношении услуг, оказываемых иными организациями, – нормативным актом данной организации.</w:t>
      </w:r>
    </w:p>
    <w:p w:rsidR="00AE5C95" w:rsidRDefault="00AE5C95" w:rsidP="001524B0">
      <w:pPr>
        <w:ind w:firstLine="708"/>
        <w:jc w:val="both"/>
        <w:rPr>
          <w:sz w:val="28"/>
        </w:rPr>
      </w:pPr>
      <w:r>
        <w:rPr>
          <w:sz w:val="28"/>
        </w:rPr>
        <w:t>4. Настоящее решение подлежит опубликованию в Информационном бюллетене органов местного самоуправления муниципального образования Малмыжский муниципальный район и размещению на сайте муниципального образования Малмыжского района Кировской области.</w:t>
      </w:r>
    </w:p>
    <w:p w:rsidR="00AE5C95" w:rsidRDefault="00AE5C95" w:rsidP="001524B0">
      <w:pPr>
        <w:ind w:firstLine="708"/>
        <w:jc w:val="both"/>
        <w:rPr>
          <w:sz w:val="28"/>
        </w:rPr>
      </w:pPr>
      <w:r>
        <w:rPr>
          <w:sz w:val="28"/>
        </w:rPr>
        <w:t>5. Настоящее решение вступает в силу после его официального опубликования.</w:t>
      </w:r>
    </w:p>
    <w:p w:rsidR="00AE5C95" w:rsidRDefault="00AE5C95" w:rsidP="001524B0">
      <w:pPr>
        <w:tabs>
          <w:tab w:val="left" w:pos="709"/>
          <w:tab w:val="left" w:pos="7520"/>
        </w:tabs>
        <w:jc w:val="both"/>
        <w:rPr>
          <w:sz w:val="28"/>
        </w:rPr>
      </w:pPr>
      <w:r>
        <w:rPr>
          <w:sz w:val="28"/>
        </w:rPr>
        <w:tab/>
        <w:t>6. Контроль за выполнением решения возложить на главу администрации Малмыжского района Костюнина А.В.</w:t>
      </w:r>
    </w:p>
    <w:p w:rsidR="00AE5C95" w:rsidRDefault="00AE5C95" w:rsidP="001524B0"/>
    <w:p w:rsidR="00AE5C95" w:rsidRDefault="00AE5C95" w:rsidP="001524B0"/>
    <w:p w:rsidR="00AE5C95" w:rsidRDefault="00AE5C95" w:rsidP="001524B0"/>
    <w:p w:rsidR="00AE5C95" w:rsidRDefault="00AE5C95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Малмыжского района    Р.Г. Гарафеев</w:t>
      </w: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E5C95" w:rsidRDefault="00AE5C95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5C95" w:rsidRDefault="00AE5C95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E5C95" w:rsidRDefault="00AE5C95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Е.А. Колупаева</w:t>
      </w: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E5C95" w:rsidRDefault="00AE5C95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А.В. Костюнин</w:t>
      </w: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Разослать:  районной Думе – 1, администрации района – 2, Колупаевой Е.А. – 1, отделу архитектуры, строительства, ЖКИ администрации Малмыжского района – 1, отделу по управлению муниципальным имуществом и земельными ресурсами администрации Малмыжского района – 1, сектору по информационному обеспечению – 1, </w:t>
      </w:r>
      <w:r w:rsidRPr="00273677">
        <w:rPr>
          <w:sz w:val="28"/>
          <w:szCs w:val="28"/>
        </w:rPr>
        <w:t>в регистр – 1</w:t>
      </w:r>
      <w:r>
        <w:rPr>
          <w:sz w:val="28"/>
          <w:szCs w:val="28"/>
        </w:rPr>
        <w:t>, в реестр НПА – 1, на сайт – 1, администрациям городского  и сельских поселений - 18 = 28</w:t>
      </w: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О.В. Малькова</w:t>
      </w: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 районной </w:t>
      </w:r>
    </w:p>
    <w:p w:rsidR="00AE5C95" w:rsidRDefault="00AE5C95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Л.Д. Хайруллина</w:t>
      </w: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</w:p>
    <w:p w:rsidR="00AE5C95" w:rsidRDefault="00AE5C95" w:rsidP="001524B0">
      <w:pPr>
        <w:jc w:val="both"/>
        <w:rPr>
          <w:sz w:val="28"/>
          <w:szCs w:val="28"/>
        </w:rPr>
      </w:pPr>
      <w:bookmarkStart w:id="0" w:name="_GoBack"/>
      <w:bookmarkEnd w:id="0"/>
    </w:p>
    <w:p w:rsidR="00AE5C95" w:rsidRDefault="00AE5C95" w:rsidP="001524B0">
      <w:pPr>
        <w:jc w:val="both"/>
        <w:rPr>
          <w:sz w:val="28"/>
        </w:rPr>
      </w:pPr>
      <w:r>
        <w:rPr>
          <w:sz w:val="28"/>
        </w:rPr>
        <w:t>Колупаева Елена Александровна</w:t>
      </w:r>
    </w:p>
    <w:p w:rsidR="00AE5C95" w:rsidRPr="001524B0" w:rsidRDefault="00AE5C95" w:rsidP="001524B0">
      <w:pPr>
        <w:jc w:val="both"/>
        <w:rPr>
          <w:sz w:val="28"/>
        </w:rPr>
      </w:pPr>
      <w:r>
        <w:rPr>
          <w:sz w:val="28"/>
        </w:rPr>
        <w:t>2-20-88</w:t>
      </w:r>
    </w:p>
    <w:sectPr w:rsidR="00AE5C95" w:rsidRPr="001524B0" w:rsidSect="00D5772C"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24B0"/>
    <w:rsid w:val="001524B0"/>
    <w:rsid w:val="0019084D"/>
    <w:rsid w:val="001943C0"/>
    <w:rsid w:val="00236059"/>
    <w:rsid w:val="00273677"/>
    <w:rsid w:val="002808AE"/>
    <w:rsid w:val="002A4A07"/>
    <w:rsid w:val="002B4F5E"/>
    <w:rsid w:val="002B7F67"/>
    <w:rsid w:val="002E2D83"/>
    <w:rsid w:val="002E38D3"/>
    <w:rsid w:val="003B3EAB"/>
    <w:rsid w:val="003E3640"/>
    <w:rsid w:val="0043766D"/>
    <w:rsid w:val="00565439"/>
    <w:rsid w:val="0058284E"/>
    <w:rsid w:val="005B4FF1"/>
    <w:rsid w:val="00685DFE"/>
    <w:rsid w:val="007536BE"/>
    <w:rsid w:val="007652F8"/>
    <w:rsid w:val="008E0FB6"/>
    <w:rsid w:val="00AE5C95"/>
    <w:rsid w:val="00B27939"/>
    <w:rsid w:val="00CB6263"/>
    <w:rsid w:val="00D5772C"/>
    <w:rsid w:val="00E14AB4"/>
    <w:rsid w:val="00E60053"/>
    <w:rsid w:val="00F21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4B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652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57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772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54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</TotalTime>
  <Pages>3</Pages>
  <Words>460</Words>
  <Characters>2627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1</cp:lastModifiedBy>
  <cp:revision>18</cp:revision>
  <cp:lastPrinted>2013-12-04T11:06:00Z</cp:lastPrinted>
  <dcterms:created xsi:type="dcterms:W3CDTF">2013-10-11T09:47:00Z</dcterms:created>
  <dcterms:modified xsi:type="dcterms:W3CDTF">2013-12-09T07:11:00Z</dcterms:modified>
</cp:coreProperties>
</file>