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FA" w:rsidRDefault="00EE64FA" w:rsidP="00DE4CC3">
      <w:pPr>
        <w:jc w:val="center"/>
        <w:rPr>
          <w:b/>
          <w:sz w:val="28"/>
          <w:szCs w:val="28"/>
        </w:rPr>
      </w:pPr>
      <w:r w:rsidRPr="00D53347"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75pt;visibility:visible">
            <v:imagedata r:id="rId6" o:title=""/>
          </v:shape>
        </w:pict>
      </w:r>
    </w:p>
    <w:p w:rsidR="00EE64FA" w:rsidRDefault="00EE64FA" w:rsidP="00DE4CC3">
      <w:pPr>
        <w:jc w:val="center"/>
        <w:rPr>
          <w:b/>
          <w:sz w:val="28"/>
          <w:szCs w:val="28"/>
        </w:rPr>
      </w:pPr>
    </w:p>
    <w:p w:rsidR="00EE64FA" w:rsidRDefault="00EE64FA" w:rsidP="00DE4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EE64FA" w:rsidRDefault="00EE64FA" w:rsidP="00DE4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EE64FA" w:rsidRDefault="00EE64FA" w:rsidP="00DE4CC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bookmarkStart w:id="0" w:name="_GoBack"/>
      <w:bookmarkEnd w:id="0"/>
      <w:r>
        <w:rPr>
          <w:sz w:val="28"/>
          <w:szCs w:val="28"/>
        </w:rPr>
        <w:t xml:space="preserve"> созыва</w:t>
      </w:r>
    </w:p>
    <w:p w:rsidR="00EE64FA" w:rsidRDefault="00EE64FA" w:rsidP="00DE4CC3">
      <w:pPr>
        <w:jc w:val="center"/>
        <w:rPr>
          <w:sz w:val="28"/>
          <w:szCs w:val="28"/>
        </w:rPr>
      </w:pPr>
    </w:p>
    <w:p w:rsidR="00EE64FA" w:rsidRDefault="00EE64FA" w:rsidP="00DE4C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E64FA" w:rsidRDefault="00EE64FA" w:rsidP="00DE4CC3">
      <w:pPr>
        <w:jc w:val="center"/>
      </w:pPr>
    </w:p>
    <w:p w:rsidR="00EE64FA" w:rsidRDefault="00EE64FA" w:rsidP="00DE4CC3">
      <w:pPr>
        <w:rPr>
          <w:sz w:val="28"/>
          <w:szCs w:val="28"/>
        </w:rPr>
      </w:pPr>
      <w:r>
        <w:rPr>
          <w:sz w:val="28"/>
          <w:szCs w:val="28"/>
        </w:rPr>
        <w:t>04.07.2014                                                                                                 №  9/31</w:t>
      </w:r>
    </w:p>
    <w:p w:rsidR="00EE64FA" w:rsidRDefault="00EE64FA" w:rsidP="00DE4C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Малмыж</w:t>
      </w:r>
    </w:p>
    <w:p w:rsidR="00EE64FA" w:rsidRDefault="00EE64FA" w:rsidP="00DE4CC3">
      <w:pPr>
        <w:jc w:val="center"/>
        <w:rPr>
          <w:sz w:val="28"/>
          <w:szCs w:val="28"/>
        </w:rPr>
      </w:pPr>
    </w:p>
    <w:p w:rsidR="00EE64FA" w:rsidRDefault="00EE64FA" w:rsidP="00DE4CC3">
      <w:pPr>
        <w:jc w:val="center"/>
        <w:rPr>
          <w:sz w:val="28"/>
          <w:szCs w:val="28"/>
        </w:rPr>
      </w:pPr>
    </w:p>
    <w:p w:rsidR="00EE64FA" w:rsidRDefault="00EE64FA" w:rsidP="00DE4CC3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 в  решение  районной  Думы  Малмыжского района  от 30.11.2012 № 10/18  </w:t>
      </w:r>
    </w:p>
    <w:p w:rsidR="00EE64FA" w:rsidRDefault="00EE64FA" w:rsidP="00DE4CC3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EE64FA" w:rsidRDefault="00EE64FA" w:rsidP="00DE4C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 Устава Малмыжского района Кировской области районная Дума Малмыжского района  РЕШИЛА:</w:t>
      </w:r>
    </w:p>
    <w:p w:rsidR="00EE64FA" w:rsidRDefault="00EE64FA" w:rsidP="00DE4CC3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и утвердить  изменение   в  Положении   о муниципальной  службе  в муниципальном образовании Малмыжский  муниципальный район кировской  области, утвержденном  решением районной Думы  Малмыжского   района   от  30.11.2012 № 10/18 «Об  утверждении  Положения  о муниципальной  службе в муниципальном образовании Малмыжский  муниципальный район Кировской  области (с изменениями, внесенными  решением   районной Думы  Малмыжского  района  от 15.02.2013 № 4/20, от 14.02.2014 № 6/27), изложив его в следующей   редакции:</w:t>
      </w:r>
    </w:p>
    <w:p w:rsidR="00EE64FA" w:rsidRPr="00E755DF" w:rsidRDefault="00EE64FA" w:rsidP="00C02C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2CF4">
        <w:rPr>
          <w:sz w:val="28"/>
          <w:szCs w:val="28"/>
        </w:rPr>
        <w:t xml:space="preserve"> В пункте 3.8  раздела 3 «Правовое положение  (статус)   муниципального служащего» </w:t>
      </w:r>
      <w:r>
        <w:rPr>
          <w:sz w:val="28"/>
          <w:szCs w:val="28"/>
        </w:rPr>
        <w:t xml:space="preserve"> </w:t>
      </w:r>
      <w:r w:rsidRPr="00C02CF4">
        <w:rPr>
          <w:sz w:val="28"/>
          <w:szCs w:val="28"/>
        </w:rPr>
        <w:t>слова «</w:t>
      </w:r>
      <w:r w:rsidRPr="00E755DF">
        <w:rPr>
          <w:sz w:val="28"/>
          <w:szCs w:val="28"/>
        </w:rPr>
        <w:t>дети супругов</w:t>
      </w:r>
      <w:r w:rsidRPr="00C02CF4">
        <w:rPr>
          <w:sz w:val="28"/>
          <w:szCs w:val="28"/>
        </w:rPr>
        <w:t>»</w:t>
      </w:r>
      <w:r w:rsidRPr="00E755DF">
        <w:rPr>
          <w:sz w:val="28"/>
          <w:szCs w:val="28"/>
        </w:rPr>
        <w:t xml:space="preserve"> заменить словами </w:t>
      </w:r>
      <w:r w:rsidRPr="00C02CF4">
        <w:rPr>
          <w:sz w:val="28"/>
          <w:szCs w:val="28"/>
        </w:rPr>
        <w:t>«дети супругов и супруги детей»</w:t>
      </w:r>
      <w:r w:rsidRPr="00E755DF">
        <w:rPr>
          <w:sz w:val="28"/>
          <w:szCs w:val="28"/>
        </w:rPr>
        <w:t>.</w:t>
      </w:r>
    </w:p>
    <w:p w:rsidR="00EE64FA" w:rsidRPr="00D02D1E" w:rsidRDefault="00EE64FA" w:rsidP="00DE4C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02D1E">
        <w:rPr>
          <w:sz w:val="28"/>
          <w:szCs w:val="28"/>
        </w:rPr>
        <w:t>. Опубликовать</w:t>
      </w:r>
      <w:r>
        <w:rPr>
          <w:sz w:val="28"/>
          <w:szCs w:val="28"/>
        </w:rPr>
        <w:t xml:space="preserve">  настоящее  решение </w:t>
      </w:r>
      <w:r w:rsidRPr="00D02D1E">
        <w:rPr>
          <w:sz w:val="28"/>
          <w:szCs w:val="28"/>
        </w:rPr>
        <w:t xml:space="preserve"> в Информационном бюллетене органов местного самоуправления </w:t>
      </w:r>
      <w:r>
        <w:rPr>
          <w:sz w:val="28"/>
          <w:szCs w:val="28"/>
        </w:rPr>
        <w:t xml:space="preserve">муниципального образования </w:t>
      </w:r>
      <w:r w:rsidRPr="00D02D1E">
        <w:rPr>
          <w:sz w:val="28"/>
          <w:szCs w:val="28"/>
        </w:rPr>
        <w:t>Малмыжск</w:t>
      </w:r>
      <w:r>
        <w:rPr>
          <w:sz w:val="28"/>
          <w:szCs w:val="28"/>
        </w:rPr>
        <w:t xml:space="preserve">ий  муниципальный </w:t>
      </w:r>
      <w:r w:rsidRPr="00D02D1E">
        <w:rPr>
          <w:sz w:val="28"/>
          <w:szCs w:val="28"/>
        </w:rPr>
        <w:t xml:space="preserve"> район Кировской области.</w:t>
      </w:r>
    </w:p>
    <w:p w:rsidR="00EE64FA" w:rsidRPr="00D02D1E" w:rsidRDefault="00EE64FA" w:rsidP="00DE4C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7437">
        <w:rPr>
          <w:sz w:val="28"/>
          <w:szCs w:val="28"/>
        </w:rPr>
        <w:t>.</w:t>
      </w:r>
      <w:r w:rsidRPr="00D02D1E">
        <w:rPr>
          <w:b/>
          <w:sz w:val="28"/>
          <w:szCs w:val="28"/>
        </w:rPr>
        <w:t xml:space="preserve">  </w:t>
      </w:r>
      <w:r w:rsidRPr="00D02D1E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 после   его  официального  опубликования </w:t>
      </w:r>
      <w:r w:rsidRPr="00D02D1E">
        <w:rPr>
          <w:sz w:val="28"/>
          <w:szCs w:val="28"/>
        </w:rPr>
        <w:t>в соответствии с действующим законодательством.</w:t>
      </w:r>
    </w:p>
    <w:p w:rsidR="00EE64FA" w:rsidRDefault="00EE64FA" w:rsidP="00DE4CC3">
      <w:pPr>
        <w:tabs>
          <w:tab w:val="left" w:pos="7440"/>
        </w:tabs>
        <w:jc w:val="both"/>
        <w:rPr>
          <w:sz w:val="28"/>
          <w:szCs w:val="28"/>
        </w:rPr>
      </w:pPr>
    </w:p>
    <w:p w:rsidR="00EE64FA" w:rsidRDefault="00EE64FA" w:rsidP="00DE4CC3">
      <w:pPr>
        <w:rPr>
          <w:sz w:val="28"/>
          <w:szCs w:val="28"/>
        </w:rPr>
      </w:pPr>
    </w:p>
    <w:p w:rsidR="00EE64FA" w:rsidRDefault="00EE64FA" w:rsidP="00DE4CC3">
      <w:pPr>
        <w:rPr>
          <w:sz w:val="28"/>
          <w:szCs w:val="28"/>
        </w:rPr>
      </w:pPr>
    </w:p>
    <w:p w:rsidR="00EE64FA" w:rsidRDefault="00EE64FA" w:rsidP="00DE4CC3">
      <w:pPr>
        <w:rPr>
          <w:sz w:val="28"/>
          <w:szCs w:val="28"/>
        </w:rPr>
      </w:pPr>
    </w:p>
    <w:p w:rsidR="00EE64FA" w:rsidRDefault="00EE64FA" w:rsidP="00DE4CC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EE64FA" w:rsidRPr="00DC372C" w:rsidRDefault="00EE64FA" w:rsidP="00DE4CC3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 района      Р.Г. Гарафеев                                                                                            </w:t>
      </w:r>
    </w:p>
    <w:p w:rsidR="00EE64FA" w:rsidRDefault="00EE64FA" w:rsidP="00DE4CC3">
      <w:pPr>
        <w:jc w:val="both"/>
        <w:rPr>
          <w:sz w:val="28"/>
          <w:szCs w:val="28"/>
        </w:rPr>
      </w:pPr>
    </w:p>
    <w:p w:rsidR="00EE64FA" w:rsidRDefault="00EE64FA" w:rsidP="00DE4CC3">
      <w:pPr>
        <w:jc w:val="both"/>
        <w:rPr>
          <w:sz w:val="28"/>
          <w:szCs w:val="28"/>
        </w:rPr>
      </w:pPr>
    </w:p>
    <w:p w:rsidR="00EE64FA" w:rsidRDefault="00EE64FA" w:rsidP="00DE4CC3">
      <w:pPr>
        <w:jc w:val="both"/>
        <w:rPr>
          <w:sz w:val="28"/>
          <w:szCs w:val="28"/>
        </w:rPr>
      </w:pPr>
    </w:p>
    <w:p w:rsidR="00EE64FA" w:rsidRDefault="00EE64FA" w:rsidP="00DE4CC3">
      <w:pPr>
        <w:jc w:val="both"/>
        <w:rPr>
          <w:sz w:val="28"/>
          <w:szCs w:val="28"/>
        </w:rPr>
      </w:pPr>
    </w:p>
    <w:p w:rsidR="00EE64FA" w:rsidRDefault="00EE64FA" w:rsidP="00DE4CC3">
      <w:pPr>
        <w:jc w:val="both"/>
        <w:rPr>
          <w:sz w:val="28"/>
          <w:szCs w:val="28"/>
        </w:rPr>
      </w:pPr>
    </w:p>
    <w:p w:rsidR="00EE64FA" w:rsidRDefault="00EE64FA" w:rsidP="00DE4CC3">
      <w:pPr>
        <w:jc w:val="both"/>
        <w:rPr>
          <w:sz w:val="28"/>
          <w:szCs w:val="28"/>
        </w:rPr>
      </w:pPr>
    </w:p>
    <w:p w:rsidR="00EE64FA" w:rsidRDefault="00EE64FA"/>
    <w:sectPr w:rsidR="00EE64FA" w:rsidSect="000C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4FA" w:rsidRDefault="00EE64FA" w:rsidP="00DE4CC3">
      <w:r>
        <w:separator/>
      </w:r>
    </w:p>
  </w:endnote>
  <w:endnote w:type="continuationSeparator" w:id="0">
    <w:p w:rsidR="00EE64FA" w:rsidRDefault="00EE64FA" w:rsidP="00DE4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4FA" w:rsidRDefault="00EE64FA" w:rsidP="00DE4CC3">
      <w:r>
        <w:separator/>
      </w:r>
    </w:p>
  </w:footnote>
  <w:footnote w:type="continuationSeparator" w:id="0">
    <w:p w:rsidR="00EE64FA" w:rsidRDefault="00EE64FA" w:rsidP="00DE4C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CC3"/>
    <w:rsid w:val="00026CFA"/>
    <w:rsid w:val="000377A7"/>
    <w:rsid w:val="00052F08"/>
    <w:rsid w:val="000652CD"/>
    <w:rsid w:val="000A610D"/>
    <w:rsid w:val="000C0F69"/>
    <w:rsid w:val="000C35C6"/>
    <w:rsid w:val="000C79D2"/>
    <w:rsid w:val="000C7CD3"/>
    <w:rsid w:val="000F7C08"/>
    <w:rsid w:val="00101DD8"/>
    <w:rsid w:val="00123AB2"/>
    <w:rsid w:val="0016257C"/>
    <w:rsid w:val="002004AA"/>
    <w:rsid w:val="00224DBF"/>
    <w:rsid w:val="00261413"/>
    <w:rsid w:val="002C7579"/>
    <w:rsid w:val="00304BAF"/>
    <w:rsid w:val="00361C40"/>
    <w:rsid w:val="00374506"/>
    <w:rsid w:val="003775F9"/>
    <w:rsid w:val="00390821"/>
    <w:rsid w:val="00397B99"/>
    <w:rsid w:val="00412489"/>
    <w:rsid w:val="004159D0"/>
    <w:rsid w:val="00420E65"/>
    <w:rsid w:val="0045196D"/>
    <w:rsid w:val="00455474"/>
    <w:rsid w:val="0046233C"/>
    <w:rsid w:val="004962A8"/>
    <w:rsid w:val="004D797D"/>
    <w:rsid w:val="0051781D"/>
    <w:rsid w:val="00541295"/>
    <w:rsid w:val="00583F0B"/>
    <w:rsid w:val="0059730F"/>
    <w:rsid w:val="005A709E"/>
    <w:rsid w:val="005B194A"/>
    <w:rsid w:val="005C620F"/>
    <w:rsid w:val="005E12C6"/>
    <w:rsid w:val="00615E9F"/>
    <w:rsid w:val="006A084D"/>
    <w:rsid w:val="006A08B6"/>
    <w:rsid w:val="006D4B2E"/>
    <w:rsid w:val="006E46BC"/>
    <w:rsid w:val="0071316C"/>
    <w:rsid w:val="00717BFF"/>
    <w:rsid w:val="00724BCC"/>
    <w:rsid w:val="00761D04"/>
    <w:rsid w:val="007C6348"/>
    <w:rsid w:val="007F7BE7"/>
    <w:rsid w:val="00844E4C"/>
    <w:rsid w:val="00862889"/>
    <w:rsid w:val="00890FE6"/>
    <w:rsid w:val="009374B5"/>
    <w:rsid w:val="00967437"/>
    <w:rsid w:val="00970FF3"/>
    <w:rsid w:val="009835DA"/>
    <w:rsid w:val="009A22FE"/>
    <w:rsid w:val="009B4AE7"/>
    <w:rsid w:val="009B6F81"/>
    <w:rsid w:val="009C2D4C"/>
    <w:rsid w:val="00A1408D"/>
    <w:rsid w:val="00A17AF6"/>
    <w:rsid w:val="00A832A4"/>
    <w:rsid w:val="00AD3F78"/>
    <w:rsid w:val="00AD6E4F"/>
    <w:rsid w:val="00B03452"/>
    <w:rsid w:val="00B10F8B"/>
    <w:rsid w:val="00B23C8F"/>
    <w:rsid w:val="00B45816"/>
    <w:rsid w:val="00B521BE"/>
    <w:rsid w:val="00B70951"/>
    <w:rsid w:val="00B959BD"/>
    <w:rsid w:val="00BB5FF8"/>
    <w:rsid w:val="00BF5AFC"/>
    <w:rsid w:val="00C02CF4"/>
    <w:rsid w:val="00C61E55"/>
    <w:rsid w:val="00CA1ABA"/>
    <w:rsid w:val="00D01FD4"/>
    <w:rsid w:val="00D02D1E"/>
    <w:rsid w:val="00D53347"/>
    <w:rsid w:val="00DC372C"/>
    <w:rsid w:val="00DE4CC3"/>
    <w:rsid w:val="00E755DF"/>
    <w:rsid w:val="00EE64FA"/>
    <w:rsid w:val="00F03C9F"/>
    <w:rsid w:val="00F3618F"/>
    <w:rsid w:val="00F94422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CC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E4CC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4CC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E4CC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CC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E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4CC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233</Words>
  <Characters>1331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9</cp:revision>
  <cp:lastPrinted>2014-07-07T07:13:00Z</cp:lastPrinted>
  <dcterms:created xsi:type="dcterms:W3CDTF">2014-06-27T10:30:00Z</dcterms:created>
  <dcterms:modified xsi:type="dcterms:W3CDTF">2014-07-10T09:56:00Z</dcterms:modified>
</cp:coreProperties>
</file>