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496" w:rsidRDefault="00524496" w:rsidP="000F13AD">
      <w:pPr>
        <w:jc w:val="center"/>
        <w:rPr>
          <w:b/>
          <w:sz w:val="28"/>
          <w:szCs w:val="28"/>
        </w:rPr>
      </w:pPr>
      <w:r w:rsidRPr="00944373">
        <w:rPr>
          <w:noProof/>
          <w:color w:val="211D1E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.25pt;height:75pt;visibility:visible">
            <v:imagedata r:id="rId7" o:title=""/>
          </v:shape>
        </w:pict>
      </w:r>
    </w:p>
    <w:p w:rsidR="00524496" w:rsidRDefault="00524496" w:rsidP="000F13AD">
      <w:pPr>
        <w:jc w:val="center"/>
        <w:rPr>
          <w:b/>
          <w:sz w:val="28"/>
          <w:szCs w:val="28"/>
        </w:rPr>
      </w:pPr>
    </w:p>
    <w:p w:rsidR="00524496" w:rsidRDefault="00524496" w:rsidP="000F13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РАЙОННАЯ ДУМА</w:t>
      </w:r>
    </w:p>
    <w:p w:rsidR="00524496" w:rsidRDefault="00524496" w:rsidP="000F13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524496" w:rsidRDefault="00524496" w:rsidP="000F13AD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524496" w:rsidRDefault="00524496" w:rsidP="000F13AD">
      <w:pPr>
        <w:jc w:val="center"/>
        <w:rPr>
          <w:sz w:val="28"/>
          <w:szCs w:val="28"/>
        </w:rPr>
      </w:pPr>
    </w:p>
    <w:p w:rsidR="00524496" w:rsidRDefault="00524496" w:rsidP="000F13A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524496" w:rsidRDefault="00524496" w:rsidP="000F13AD">
      <w:pPr>
        <w:jc w:val="center"/>
      </w:pPr>
    </w:p>
    <w:p w:rsidR="00524496" w:rsidRDefault="00524496" w:rsidP="00BF0C5C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16.03.2015</w:t>
      </w:r>
      <w:r>
        <w:rPr>
          <w:sz w:val="28"/>
          <w:szCs w:val="28"/>
        </w:rPr>
        <w:t xml:space="preserve">                                                                                                       № </w:t>
      </w:r>
      <w:r>
        <w:rPr>
          <w:sz w:val="28"/>
          <w:szCs w:val="28"/>
          <w:u w:val="single"/>
        </w:rPr>
        <w:t>8/37</w:t>
      </w:r>
    </w:p>
    <w:p w:rsidR="00524496" w:rsidRDefault="00524496" w:rsidP="000F13AD">
      <w:pPr>
        <w:jc w:val="center"/>
        <w:rPr>
          <w:sz w:val="28"/>
          <w:szCs w:val="28"/>
        </w:rPr>
      </w:pPr>
      <w:r>
        <w:rPr>
          <w:sz w:val="28"/>
          <w:szCs w:val="28"/>
        </w:rPr>
        <w:t>г. Малмыж</w:t>
      </w:r>
    </w:p>
    <w:p w:rsidR="00524496" w:rsidRDefault="00524496" w:rsidP="000F13AD">
      <w:pPr>
        <w:jc w:val="center"/>
        <w:rPr>
          <w:sz w:val="28"/>
          <w:szCs w:val="28"/>
        </w:rPr>
      </w:pPr>
    </w:p>
    <w:p w:rsidR="00524496" w:rsidRDefault="00524496" w:rsidP="000F13AD">
      <w:pPr>
        <w:jc w:val="center"/>
        <w:rPr>
          <w:sz w:val="28"/>
          <w:szCs w:val="28"/>
        </w:rPr>
      </w:pPr>
    </w:p>
    <w:p w:rsidR="00524496" w:rsidRDefault="00524496" w:rsidP="000F13AD">
      <w:pPr>
        <w:tabs>
          <w:tab w:val="left" w:pos="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 в  решение  районной  Думы  Малмыжского района  от 30.11.2012 № 10/18  </w:t>
      </w:r>
    </w:p>
    <w:p w:rsidR="00524496" w:rsidRDefault="00524496" w:rsidP="000F13AD">
      <w:pPr>
        <w:tabs>
          <w:tab w:val="left" w:pos="720"/>
        </w:tabs>
        <w:jc w:val="center"/>
        <w:rPr>
          <w:b/>
          <w:sz w:val="28"/>
          <w:szCs w:val="28"/>
        </w:rPr>
      </w:pPr>
    </w:p>
    <w:p w:rsidR="00524496" w:rsidRDefault="00524496" w:rsidP="009F67B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21 Устава Малмыжского района Кировской области районная Дума Малмыжского района  РЕШИЛА:</w:t>
      </w:r>
    </w:p>
    <w:p w:rsidR="00524496" w:rsidRDefault="00524496" w:rsidP="009F67BA">
      <w:pPr>
        <w:tabs>
          <w:tab w:val="left" w:pos="74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Внести и утвердить  изменения   в  Положении   о муниципальной службе в муниципальном образовании Малмыжский муниципальный район Кировской области, утвержденном  решением районной Думы  Малмыжского   района   от 30.11.2012 № 10/18 «Об  утверждении  Положения  о муниципальной службе в муниципальном образовании Малмыжский муниципальный район Кировской области» (с изменениями, внесенными решениями районной Думы Малмыжского района от 15.02.2013 № 4/20, от 14.02.2014 № 6/27, от 04.07.2014 № 9/31), согласно приложению.</w:t>
      </w:r>
    </w:p>
    <w:p w:rsidR="00524496" w:rsidRPr="00D02D1E" w:rsidRDefault="00524496" w:rsidP="009F67BA">
      <w:pPr>
        <w:spacing w:line="360" w:lineRule="auto"/>
        <w:ind w:firstLine="720"/>
        <w:jc w:val="both"/>
        <w:rPr>
          <w:sz w:val="28"/>
          <w:szCs w:val="28"/>
        </w:rPr>
      </w:pPr>
      <w:r w:rsidRPr="00967437">
        <w:rPr>
          <w:sz w:val="28"/>
          <w:szCs w:val="28"/>
        </w:rPr>
        <w:t>2.</w:t>
      </w:r>
      <w:r w:rsidRPr="00D02D1E">
        <w:rPr>
          <w:sz w:val="28"/>
          <w:szCs w:val="28"/>
        </w:rPr>
        <w:t xml:space="preserve"> Опубликовать</w:t>
      </w:r>
      <w:r>
        <w:rPr>
          <w:sz w:val="28"/>
          <w:szCs w:val="28"/>
        </w:rPr>
        <w:t xml:space="preserve">  настоящее решение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524496" w:rsidRPr="00D02D1E" w:rsidRDefault="00524496" w:rsidP="009F67B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67437">
        <w:rPr>
          <w:sz w:val="28"/>
          <w:szCs w:val="28"/>
        </w:rPr>
        <w:t>.</w:t>
      </w:r>
      <w:r w:rsidRPr="00D02D1E">
        <w:rPr>
          <w:b/>
          <w:sz w:val="28"/>
          <w:szCs w:val="28"/>
        </w:rPr>
        <w:t xml:space="preserve"> </w:t>
      </w:r>
      <w:r w:rsidRPr="00D02D1E">
        <w:rPr>
          <w:sz w:val="28"/>
          <w:szCs w:val="28"/>
        </w:rPr>
        <w:t xml:space="preserve">Настоящее решение вступает в силу </w:t>
      </w:r>
      <w:r>
        <w:rPr>
          <w:sz w:val="28"/>
          <w:szCs w:val="28"/>
        </w:rPr>
        <w:t xml:space="preserve"> после его официального опубликования в соответствии с действующим законодательством.</w:t>
      </w:r>
    </w:p>
    <w:p w:rsidR="00524496" w:rsidRDefault="00524496" w:rsidP="000F13AD">
      <w:pPr>
        <w:tabs>
          <w:tab w:val="left" w:pos="7440"/>
        </w:tabs>
        <w:jc w:val="both"/>
        <w:rPr>
          <w:sz w:val="28"/>
          <w:szCs w:val="28"/>
        </w:rPr>
      </w:pPr>
    </w:p>
    <w:p w:rsidR="00524496" w:rsidRDefault="00524496" w:rsidP="000F13AD">
      <w:pPr>
        <w:rPr>
          <w:sz w:val="28"/>
          <w:szCs w:val="28"/>
        </w:rPr>
      </w:pPr>
    </w:p>
    <w:p w:rsidR="00524496" w:rsidRDefault="00524496" w:rsidP="000F13A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524496" w:rsidRDefault="00524496" w:rsidP="00065E59">
      <w:pPr>
        <w:rPr>
          <w:sz w:val="28"/>
          <w:szCs w:val="28"/>
        </w:rPr>
      </w:pPr>
      <w:r>
        <w:rPr>
          <w:sz w:val="28"/>
          <w:szCs w:val="28"/>
        </w:rPr>
        <w:t xml:space="preserve">Малмыжского  района    Р.Г. Гарафеев </w:t>
      </w:r>
    </w:p>
    <w:tbl>
      <w:tblPr>
        <w:tblW w:w="0" w:type="auto"/>
        <w:tblInd w:w="5688" w:type="dxa"/>
        <w:tblLook w:val="01E0"/>
      </w:tblPr>
      <w:tblGrid>
        <w:gridCol w:w="3883"/>
      </w:tblGrid>
      <w:tr w:rsidR="00524496" w:rsidRPr="009B4AE7" w:rsidTr="00DA4EFE">
        <w:tc>
          <w:tcPr>
            <w:tcW w:w="3883" w:type="dxa"/>
          </w:tcPr>
          <w:p w:rsidR="00524496" w:rsidRDefault="00524496" w:rsidP="00DA4E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524496" w:rsidRDefault="00524496" w:rsidP="00DA4EFE">
            <w:pPr>
              <w:rPr>
                <w:sz w:val="28"/>
                <w:szCs w:val="28"/>
              </w:rPr>
            </w:pPr>
          </w:p>
          <w:p w:rsidR="00524496" w:rsidRPr="009B4AE7" w:rsidRDefault="00524496" w:rsidP="00DA4EFE">
            <w:pPr>
              <w:rPr>
                <w:sz w:val="28"/>
                <w:szCs w:val="28"/>
              </w:rPr>
            </w:pPr>
            <w:r w:rsidRPr="009B4AE7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Ы</w:t>
            </w:r>
          </w:p>
          <w:p w:rsidR="00524496" w:rsidRPr="009B4AE7" w:rsidRDefault="00524496" w:rsidP="00DA4EFE">
            <w:pPr>
              <w:rPr>
                <w:sz w:val="28"/>
                <w:szCs w:val="28"/>
              </w:rPr>
            </w:pPr>
          </w:p>
          <w:p w:rsidR="00524496" w:rsidRPr="009B4AE7" w:rsidRDefault="00524496" w:rsidP="00DA4EFE">
            <w:pPr>
              <w:rPr>
                <w:sz w:val="28"/>
                <w:szCs w:val="28"/>
              </w:rPr>
            </w:pPr>
            <w:r w:rsidRPr="009B4AE7">
              <w:rPr>
                <w:sz w:val="28"/>
                <w:szCs w:val="28"/>
              </w:rPr>
              <w:t>решением районной Думы</w:t>
            </w:r>
          </w:p>
          <w:p w:rsidR="00524496" w:rsidRDefault="00524496" w:rsidP="00DA4EFE">
            <w:pPr>
              <w:rPr>
                <w:sz w:val="28"/>
                <w:szCs w:val="28"/>
              </w:rPr>
            </w:pPr>
            <w:r w:rsidRPr="009B4AE7">
              <w:rPr>
                <w:sz w:val="28"/>
                <w:szCs w:val="28"/>
              </w:rPr>
              <w:t xml:space="preserve">Малмыжского района </w:t>
            </w:r>
          </w:p>
          <w:p w:rsidR="00524496" w:rsidRPr="00F85002" w:rsidRDefault="00524496" w:rsidP="00DA4EFE">
            <w:pPr>
              <w:rPr>
                <w:sz w:val="28"/>
                <w:szCs w:val="28"/>
                <w:u w:val="single"/>
              </w:rPr>
            </w:pPr>
            <w:r w:rsidRPr="009B4AE7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 xml:space="preserve">16.03.2015 </w:t>
            </w:r>
            <w:r w:rsidRPr="009B4AE7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>8/37</w:t>
            </w:r>
          </w:p>
          <w:p w:rsidR="00524496" w:rsidRPr="009B4AE7" w:rsidRDefault="00524496" w:rsidP="00DA4EFE">
            <w:pPr>
              <w:rPr>
                <w:sz w:val="28"/>
                <w:szCs w:val="28"/>
              </w:rPr>
            </w:pPr>
          </w:p>
          <w:p w:rsidR="00524496" w:rsidRPr="009B4AE7" w:rsidRDefault="00524496" w:rsidP="00DA4EFE">
            <w:pPr>
              <w:rPr>
                <w:sz w:val="28"/>
                <w:szCs w:val="28"/>
              </w:rPr>
            </w:pPr>
          </w:p>
        </w:tc>
      </w:tr>
    </w:tbl>
    <w:p w:rsidR="00524496" w:rsidRDefault="00524496" w:rsidP="000F13AD">
      <w:pPr>
        <w:jc w:val="center"/>
        <w:rPr>
          <w:sz w:val="28"/>
          <w:szCs w:val="28"/>
        </w:rPr>
      </w:pPr>
    </w:p>
    <w:p w:rsidR="00524496" w:rsidRDefault="00524496" w:rsidP="000F13AD">
      <w:pPr>
        <w:jc w:val="center"/>
        <w:rPr>
          <w:sz w:val="28"/>
          <w:szCs w:val="28"/>
        </w:rPr>
      </w:pPr>
      <w:r>
        <w:rPr>
          <w:sz w:val="28"/>
          <w:szCs w:val="28"/>
        </w:rPr>
        <w:t>ИЗМЕНЕНИЯ</w:t>
      </w:r>
    </w:p>
    <w:p w:rsidR="00524496" w:rsidRDefault="00524496" w:rsidP="003D5986">
      <w:pPr>
        <w:jc w:val="center"/>
        <w:rPr>
          <w:sz w:val="28"/>
          <w:szCs w:val="28"/>
        </w:rPr>
      </w:pPr>
      <w:r>
        <w:rPr>
          <w:sz w:val="28"/>
          <w:szCs w:val="28"/>
        </w:rPr>
        <w:t>в Положении о муниципальной службе в муниципальном образовании Малмыжский муниципальный район Кировской области</w:t>
      </w:r>
    </w:p>
    <w:p w:rsidR="00524496" w:rsidRDefault="00524496" w:rsidP="003D5986">
      <w:pPr>
        <w:jc w:val="center"/>
        <w:rPr>
          <w:sz w:val="28"/>
          <w:szCs w:val="28"/>
        </w:rPr>
      </w:pPr>
    </w:p>
    <w:p w:rsidR="00524496" w:rsidRDefault="00524496" w:rsidP="00D01829">
      <w:pPr>
        <w:widowControl w:val="0"/>
        <w:tabs>
          <w:tab w:val="left" w:pos="709"/>
        </w:tabs>
        <w:suppressAutoHyphens/>
        <w:ind w:left="851"/>
        <w:jc w:val="both"/>
        <w:rPr>
          <w:sz w:val="28"/>
          <w:szCs w:val="28"/>
        </w:rPr>
      </w:pPr>
      <w:r w:rsidRPr="00D01829">
        <w:rPr>
          <w:sz w:val="28"/>
          <w:szCs w:val="28"/>
        </w:rPr>
        <w:t>В пункте 3.10 раздела 3 «</w:t>
      </w:r>
      <w:r>
        <w:rPr>
          <w:sz w:val="28"/>
          <w:szCs w:val="28"/>
        </w:rPr>
        <w:t>Правовое положение (статус)</w:t>
      </w:r>
    </w:p>
    <w:p w:rsidR="00524496" w:rsidRPr="00D01829" w:rsidRDefault="00524496" w:rsidP="005F4EA5">
      <w:pPr>
        <w:widowControl w:val="0"/>
        <w:tabs>
          <w:tab w:val="left" w:pos="709"/>
        </w:tabs>
        <w:suppressAutoHyphens/>
        <w:jc w:val="both"/>
        <w:rPr>
          <w:sz w:val="28"/>
          <w:szCs w:val="28"/>
        </w:rPr>
      </w:pPr>
      <w:r w:rsidRPr="00D01829">
        <w:rPr>
          <w:sz w:val="28"/>
          <w:szCs w:val="28"/>
        </w:rPr>
        <w:t>муниципального служащего»:</w:t>
      </w:r>
    </w:p>
    <w:p w:rsidR="00524496" w:rsidRDefault="00524496" w:rsidP="00D01829">
      <w:pPr>
        <w:pStyle w:val="ListParagraph"/>
        <w:widowControl w:val="0"/>
        <w:suppressAutoHyphens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1. Подпункт 1 признать утратившим силу.</w:t>
      </w:r>
    </w:p>
    <w:p w:rsidR="00524496" w:rsidRPr="00D01829" w:rsidRDefault="00524496" w:rsidP="00D01829">
      <w:pPr>
        <w:pStyle w:val="ListParagraph"/>
        <w:widowControl w:val="0"/>
        <w:suppressAutoHyphens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01829">
        <w:rPr>
          <w:sz w:val="28"/>
          <w:szCs w:val="28"/>
        </w:rPr>
        <w:t>Подпункт 3 изложить в новой редакции:</w:t>
      </w:r>
    </w:p>
    <w:p w:rsidR="00524496" w:rsidRDefault="00524496" w:rsidP="000F13AD">
      <w:pPr>
        <w:pStyle w:val="ListParagraph"/>
        <w:widowControl w:val="0"/>
        <w:suppressAutoHyphens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«3) заниматься предпринимательской деятельностью лично или через доверенных лиц, а также участововать в управлении хозяйствующим субъектом (за исключением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 и профсоюза, зарегистрированного в установленном порядке), если иное не предусмотрено федеральными законами или если в порядке, установленном муниципальным правовым актом в соответствии с федеральными законами и законами Кировской области, ему не поручено участвовать в управлении этой организацией;».</w:t>
      </w:r>
    </w:p>
    <w:p w:rsidR="00524496" w:rsidRDefault="00524496" w:rsidP="000F13AD">
      <w:pPr>
        <w:pStyle w:val="ListParagraph"/>
        <w:widowControl w:val="0"/>
        <w:suppressAutoHyphens/>
        <w:ind w:left="0" w:firstLine="708"/>
        <w:jc w:val="both"/>
        <w:rPr>
          <w:sz w:val="28"/>
          <w:szCs w:val="28"/>
        </w:rPr>
      </w:pPr>
    </w:p>
    <w:p w:rsidR="00524496" w:rsidRDefault="00524496" w:rsidP="000F13AD">
      <w:pPr>
        <w:ind w:firstLine="540"/>
        <w:rPr>
          <w:sz w:val="28"/>
          <w:szCs w:val="28"/>
        </w:rPr>
      </w:pPr>
    </w:p>
    <w:p w:rsidR="00524496" w:rsidRDefault="00524496" w:rsidP="000F13AD">
      <w:pPr>
        <w:tabs>
          <w:tab w:val="left" w:pos="3930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tab/>
        <w:t>__________</w:t>
      </w:r>
    </w:p>
    <w:p w:rsidR="00524496" w:rsidRDefault="00524496" w:rsidP="000F13AD">
      <w:pPr>
        <w:jc w:val="both"/>
        <w:rPr>
          <w:sz w:val="28"/>
          <w:szCs w:val="28"/>
        </w:rPr>
      </w:pPr>
    </w:p>
    <w:p w:rsidR="00524496" w:rsidRDefault="00524496" w:rsidP="000F13AD">
      <w:pPr>
        <w:jc w:val="both"/>
        <w:rPr>
          <w:sz w:val="28"/>
          <w:szCs w:val="28"/>
        </w:rPr>
      </w:pPr>
    </w:p>
    <w:p w:rsidR="00524496" w:rsidRDefault="00524496" w:rsidP="000F13AD">
      <w:pPr>
        <w:jc w:val="both"/>
        <w:rPr>
          <w:sz w:val="28"/>
          <w:szCs w:val="28"/>
        </w:rPr>
      </w:pPr>
    </w:p>
    <w:p w:rsidR="00524496" w:rsidRDefault="00524496" w:rsidP="000F13AD">
      <w:pPr>
        <w:jc w:val="both"/>
        <w:rPr>
          <w:sz w:val="28"/>
          <w:szCs w:val="28"/>
        </w:rPr>
      </w:pPr>
    </w:p>
    <w:p w:rsidR="00524496" w:rsidRDefault="00524496" w:rsidP="000F13AD">
      <w:pPr>
        <w:jc w:val="both"/>
        <w:rPr>
          <w:sz w:val="28"/>
          <w:szCs w:val="28"/>
        </w:rPr>
      </w:pPr>
    </w:p>
    <w:p w:rsidR="00524496" w:rsidRDefault="00524496" w:rsidP="000F13AD">
      <w:pPr>
        <w:jc w:val="both"/>
        <w:rPr>
          <w:sz w:val="28"/>
          <w:szCs w:val="28"/>
        </w:rPr>
      </w:pPr>
    </w:p>
    <w:p w:rsidR="00524496" w:rsidRDefault="00524496" w:rsidP="000F13AD">
      <w:pPr>
        <w:jc w:val="both"/>
        <w:rPr>
          <w:sz w:val="28"/>
          <w:szCs w:val="28"/>
        </w:rPr>
      </w:pPr>
    </w:p>
    <w:p w:rsidR="00524496" w:rsidRDefault="00524496" w:rsidP="000F13AD">
      <w:pPr>
        <w:jc w:val="both"/>
        <w:rPr>
          <w:sz w:val="28"/>
          <w:szCs w:val="28"/>
        </w:rPr>
      </w:pPr>
    </w:p>
    <w:p w:rsidR="00524496" w:rsidRDefault="00524496" w:rsidP="000F13AD">
      <w:pPr>
        <w:jc w:val="both"/>
        <w:rPr>
          <w:sz w:val="28"/>
          <w:szCs w:val="28"/>
        </w:rPr>
      </w:pPr>
    </w:p>
    <w:p w:rsidR="00524496" w:rsidRDefault="00524496" w:rsidP="000F13AD">
      <w:pPr>
        <w:jc w:val="both"/>
        <w:rPr>
          <w:sz w:val="28"/>
          <w:szCs w:val="28"/>
        </w:rPr>
      </w:pPr>
    </w:p>
    <w:p w:rsidR="00524496" w:rsidRDefault="00524496" w:rsidP="000F13AD">
      <w:pPr>
        <w:jc w:val="both"/>
        <w:rPr>
          <w:sz w:val="28"/>
          <w:szCs w:val="28"/>
        </w:rPr>
      </w:pPr>
    </w:p>
    <w:p w:rsidR="00524496" w:rsidRDefault="00524496" w:rsidP="000F13AD">
      <w:pPr>
        <w:jc w:val="both"/>
        <w:rPr>
          <w:sz w:val="28"/>
          <w:szCs w:val="28"/>
        </w:rPr>
      </w:pPr>
    </w:p>
    <w:p w:rsidR="00524496" w:rsidRDefault="00524496" w:rsidP="000F13AD">
      <w:pPr>
        <w:jc w:val="both"/>
        <w:rPr>
          <w:sz w:val="28"/>
          <w:szCs w:val="28"/>
        </w:rPr>
      </w:pPr>
    </w:p>
    <w:sectPr w:rsidR="00524496" w:rsidSect="000C7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496" w:rsidRDefault="00524496" w:rsidP="00065E59">
      <w:r>
        <w:separator/>
      </w:r>
    </w:p>
  </w:endnote>
  <w:endnote w:type="continuationSeparator" w:id="0">
    <w:p w:rsidR="00524496" w:rsidRDefault="00524496" w:rsidP="00065E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496" w:rsidRDefault="00524496" w:rsidP="00065E59">
      <w:r>
        <w:separator/>
      </w:r>
    </w:p>
  </w:footnote>
  <w:footnote w:type="continuationSeparator" w:id="0">
    <w:p w:rsidR="00524496" w:rsidRDefault="00524496" w:rsidP="00065E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D518D5"/>
    <w:multiLevelType w:val="multilevel"/>
    <w:tmpl w:val="09F07CBE"/>
    <w:lvl w:ilvl="0">
      <w:start w:val="1"/>
      <w:numFmt w:val="decimal"/>
      <w:lvlText w:val="%1."/>
      <w:lvlJc w:val="left"/>
      <w:pPr>
        <w:ind w:left="154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6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34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70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14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225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13AD"/>
    <w:rsid w:val="000652CD"/>
    <w:rsid w:val="00065E59"/>
    <w:rsid w:val="000A610D"/>
    <w:rsid w:val="000C0F69"/>
    <w:rsid w:val="000C35C6"/>
    <w:rsid w:val="000C79D2"/>
    <w:rsid w:val="000F13AD"/>
    <w:rsid w:val="00101DD8"/>
    <w:rsid w:val="00123AB2"/>
    <w:rsid w:val="0016257C"/>
    <w:rsid w:val="001B70D9"/>
    <w:rsid w:val="001D62CA"/>
    <w:rsid w:val="002004AA"/>
    <w:rsid w:val="00220006"/>
    <w:rsid w:val="00224DBF"/>
    <w:rsid w:val="0025084F"/>
    <w:rsid w:val="00261413"/>
    <w:rsid w:val="00311EFC"/>
    <w:rsid w:val="00361C40"/>
    <w:rsid w:val="00374506"/>
    <w:rsid w:val="003775F9"/>
    <w:rsid w:val="00390821"/>
    <w:rsid w:val="003D5986"/>
    <w:rsid w:val="003F49E3"/>
    <w:rsid w:val="00401E77"/>
    <w:rsid w:val="004159D0"/>
    <w:rsid w:val="00420E65"/>
    <w:rsid w:val="00455474"/>
    <w:rsid w:val="004D5E81"/>
    <w:rsid w:val="00524496"/>
    <w:rsid w:val="00541295"/>
    <w:rsid w:val="00583F0B"/>
    <w:rsid w:val="005A709E"/>
    <w:rsid w:val="005B194A"/>
    <w:rsid w:val="005E12C6"/>
    <w:rsid w:val="005F4EA5"/>
    <w:rsid w:val="00615E9F"/>
    <w:rsid w:val="00717BFF"/>
    <w:rsid w:val="00722B1B"/>
    <w:rsid w:val="00724BCC"/>
    <w:rsid w:val="00761D04"/>
    <w:rsid w:val="007B4C9D"/>
    <w:rsid w:val="007C6348"/>
    <w:rsid w:val="00844E4C"/>
    <w:rsid w:val="00862889"/>
    <w:rsid w:val="00890FE6"/>
    <w:rsid w:val="00894F6D"/>
    <w:rsid w:val="009374B5"/>
    <w:rsid w:val="009434DE"/>
    <w:rsid w:val="00944373"/>
    <w:rsid w:val="00967437"/>
    <w:rsid w:val="00970FF3"/>
    <w:rsid w:val="009835DA"/>
    <w:rsid w:val="009A22FE"/>
    <w:rsid w:val="009B4AE7"/>
    <w:rsid w:val="009C2D4C"/>
    <w:rsid w:val="009E3B6D"/>
    <w:rsid w:val="009F67BA"/>
    <w:rsid w:val="00A4328D"/>
    <w:rsid w:val="00A77A93"/>
    <w:rsid w:val="00AD3F78"/>
    <w:rsid w:val="00B10F8B"/>
    <w:rsid w:val="00B45816"/>
    <w:rsid w:val="00B70951"/>
    <w:rsid w:val="00B959BD"/>
    <w:rsid w:val="00BB5FF8"/>
    <w:rsid w:val="00BB7CC9"/>
    <w:rsid w:val="00BF0C5C"/>
    <w:rsid w:val="00BF5AFC"/>
    <w:rsid w:val="00C14206"/>
    <w:rsid w:val="00C5578C"/>
    <w:rsid w:val="00C61E55"/>
    <w:rsid w:val="00C74CA8"/>
    <w:rsid w:val="00CA1ABA"/>
    <w:rsid w:val="00CB3494"/>
    <w:rsid w:val="00CD3E18"/>
    <w:rsid w:val="00D01829"/>
    <w:rsid w:val="00D02D1E"/>
    <w:rsid w:val="00D14EEB"/>
    <w:rsid w:val="00D168B0"/>
    <w:rsid w:val="00D2121E"/>
    <w:rsid w:val="00D5326C"/>
    <w:rsid w:val="00DA4EFE"/>
    <w:rsid w:val="00E14E40"/>
    <w:rsid w:val="00E470CD"/>
    <w:rsid w:val="00E970DC"/>
    <w:rsid w:val="00ED0D3C"/>
    <w:rsid w:val="00F85002"/>
    <w:rsid w:val="00F94422"/>
    <w:rsid w:val="00FD5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3A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F13A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0F13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F13AD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065E5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65E59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065E5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65E59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03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112</TotalTime>
  <Pages>2</Pages>
  <Words>347</Words>
  <Characters>1981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1</cp:lastModifiedBy>
  <cp:revision>28</cp:revision>
  <cp:lastPrinted>2015-03-04T04:42:00Z</cp:lastPrinted>
  <dcterms:created xsi:type="dcterms:W3CDTF">2015-02-17T04:34:00Z</dcterms:created>
  <dcterms:modified xsi:type="dcterms:W3CDTF">2015-03-17T15:07:00Z</dcterms:modified>
</cp:coreProperties>
</file>