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9A" w:rsidRDefault="00790C9A" w:rsidP="00E4750C">
      <w:pPr>
        <w:jc w:val="center"/>
        <w:rPr>
          <w:b/>
          <w:sz w:val="28"/>
          <w:szCs w:val="28"/>
        </w:rPr>
      </w:pPr>
      <w:r w:rsidRPr="00E46609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6" o:title=""/>
          </v:shape>
        </w:pict>
      </w:r>
    </w:p>
    <w:p w:rsidR="00790C9A" w:rsidRDefault="00790C9A" w:rsidP="00E4750C">
      <w:pPr>
        <w:jc w:val="center"/>
        <w:rPr>
          <w:b/>
          <w:sz w:val="28"/>
          <w:szCs w:val="28"/>
        </w:rPr>
      </w:pPr>
    </w:p>
    <w:p w:rsidR="00790C9A" w:rsidRDefault="00790C9A" w:rsidP="00E47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790C9A" w:rsidRDefault="00790C9A" w:rsidP="00E47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90C9A" w:rsidRDefault="00790C9A" w:rsidP="00E4750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790C9A" w:rsidRDefault="00790C9A" w:rsidP="00E4750C">
      <w:pPr>
        <w:jc w:val="center"/>
        <w:rPr>
          <w:sz w:val="28"/>
          <w:szCs w:val="28"/>
        </w:rPr>
      </w:pPr>
    </w:p>
    <w:p w:rsidR="00790C9A" w:rsidRDefault="00790C9A" w:rsidP="00E475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90C9A" w:rsidRDefault="00790C9A" w:rsidP="00E4750C">
      <w:pPr>
        <w:jc w:val="center"/>
      </w:pPr>
    </w:p>
    <w:p w:rsidR="00790C9A" w:rsidRPr="00E160CE" w:rsidRDefault="00790C9A" w:rsidP="0000050C">
      <w:pPr>
        <w:tabs>
          <w:tab w:val="left" w:pos="7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26.02.2016</w:t>
      </w:r>
      <w: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4/45</w:t>
      </w:r>
    </w:p>
    <w:p w:rsidR="00790C9A" w:rsidRDefault="00790C9A" w:rsidP="00E4750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790C9A" w:rsidRDefault="00790C9A" w:rsidP="00E4750C">
      <w:pPr>
        <w:jc w:val="center"/>
        <w:rPr>
          <w:sz w:val="28"/>
          <w:szCs w:val="28"/>
        </w:rPr>
      </w:pPr>
    </w:p>
    <w:p w:rsidR="00790C9A" w:rsidRDefault="00790C9A" w:rsidP="00E4750C">
      <w:pPr>
        <w:jc w:val="center"/>
        <w:rPr>
          <w:sz w:val="28"/>
          <w:szCs w:val="28"/>
        </w:rPr>
      </w:pPr>
    </w:p>
    <w:p w:rsidR="00790C9A" w:rsidRDefault="00790C9A" w:rsidP="00E4750C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 решение  районной  Думы  Малмыжского района  от 30.11.2012 № 10/18  </w:t>
      </w:r>
    </w:p>
    <w:p w:rsidR="00790C9A" w:rsidRDefault="00790C9A" w:rsidP="00E4750C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790C9A" w:rsidRDefault="00790C9A" w:rsidP="00E475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02.03.2007 № 25-ФЗ «О муниципальной службе  в Российской Федерации», от 25.12.2008 № 273-ФЗ «О противодействии коррупции»,  со статьей 21 Устава Малмыжского района Кировской области, районная Дума Малмыжского района  РЕШИЛА:</w:t>
      </w:r>
    </w:p>
    <w:p w:rsidR="00790C9A" w:rsidRDefault="00790C9A" w:rsidP="00E4750C">
      <w:pPr>
        <w:tabs>
          <w:tab w:val="left" w:pos="7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изменения   в  Положение   о муниципальной службе в муниципальном образовании Малмыжский муниципальный район Кировской области, утвержденное  решением районной Думы  Малмыжского   района   от 30.11.2012 № 10/18 «Об  утверждении  Положения  о муниципальной службе в муниципальном образовании Малмыжский муниципальный район Кировской области» (с изменениями, внесенными решениями районной Думы Малмыжского района от 15.02.2013 № 4/20, от 14.02.2014 № 6/27, от 04.07.2014 № 9/31, от 16.03.2015 № 8/37, от 15.06.2015 № 11/39, от 14.08.2015 № 10/40, 27.11.2015 № 7/43), согласно приложению.</w:t>
      </w:r>
    </w:p>
    <w:p w:rsidR="00790C9A" w:rsidRPr="00D02D1E" w:rsidRDefault="00790C9A" w:rsidP="00E4750C">
      <w:pPr>
        <w:spacing w:line="360" w:lineRule="auto"/>
        <w:ind w:firstLine="720"/>
        <w:jc w:val="both"/>
        <w:rPr>
          <w:sz w:val="28"/>
          <w:szCs w:val="28"/>
        </w:rPr>
      </w:pPr>
      <w:r w:rsidRPr="00967437">
        <w:rPr>
          <w:sz w:val="28"/>
          <w:szCs w:val="28"/>
        </w:rPr>
        <w:t>2.</w:t>
      </w:r>
      <w:r w:rsidRPr="00D02D1E">
        <w:rPr>
          <w:sz w:val="28"/>
          <w:szCs w:val="28"/>
        </w:rPr>
        <w:t xml:space="preserve"> Опубликовать</w:t>
      </w:r>
      <w:r>
        <w:rPr>
          <w:sz w:val="28"/>
          <w:szCs w:val="28"/>
        </w:rPr>
        <w:t xml:space="preserve"> 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790C9A" w:rsidRDefault="00790C9A" w:rsidP="00E4750C">
      <w:pPr>
        <w:spacing w:line="360" w:lineRule="auto"/>
        <w:ind w:firstLine="720"/>
        <w:jc w:val="both"/>
        <w:rPr>
          <w:sz w:val="28"/>
          <w:szCs w:val="28"/>
        </w:rPr>
      </w:pPr>
    </w:p>
    <w:p w:rsidR="00790C9A" w:rsidRDefault="00790C9A" w:rsidP="00E4750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2</w:t>
      </w:r>
    </w:p>
    <w:p w:rsidR="00790C9A" w:rsidRDefault="00790C9A" w:rsidP="00E4750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7437">
        <w:rPr>
          <w:sz w:val="28"/>
          <w:szCs w:val="28"/>
        </w:rPr>
        <w:t>.</w:t>
      </w:r>
      <w:r w:rsidRPr="00D02D1E">
        <w:rPr>
          <w:b/>
          <w:sz w:val="28"/>
          <w:szCs w:val="28"/>
        </w:rPr>
        <w:t xml:space="preserve"> </w:t>
      </w:r>
      <w:r w:rsidRPr="00D02D1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 после его официального опубликования в соответствии с действующим законодательством.</w:t>
      </w:r>
    </w:p>
    <w:p w:rsidR="00790C9A" w:rsidRDefault="00790C9A" w:rsidP="00E4750C">
      <w:pPr>
        <w:spacing w:line="360" w:lineRule="auto"/>
        <w:ind w:firstLine="720"/>
        <w:jc w:val="both"/>
        <w:rPr>
          <w:sz w:val="28"/>
          <w:szCs w:val="28"/>
        </w:rPr>
      </w:pPr>
    </w:p>
    <w:p w:rsidR="00790C9A" w:rsidRPr="00D02D1E" w:rsidRDefault="00790C9A" w:rsidP="00E4750C">
      <w:pPr>
        <w:spacing w:line="360" w:lineRule="auto"/>
        <w:ind w:firstLine="720"/>
        <w:jc w:val="both"/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  <w:r>
        <w:rPr>
          <w:sz w:val="28"/>
          <w:szCs w:val="28"/>
        </w:rPr>
        <w:t>Глава Малмыжского района,</w:t>
      </w:r>
    </w:p>
    <w:p w:rsidR="00790C9A" w:rsidRDefault="00790C9A" w:rsidP="00E4750C">
      <w:pPr>
        <w:rPr>
          <w:sz w:val="28"/>
          <w:szCs w:val="28"/>
        </w:rPr>
      </w:pPr>
      <w:r>
        <w:rPr>
          <w:sz w:val="28"/>
          <w:szCs w:val="28"/>
        </w:rPr>
        <w:t>председатель районной Думы    Р.Г. Гарафеев</w:t>
      </w:r>
    </w:p>
    <w:p w:rsidR="00790C9A" w:rsidRDefault="00790C9A" w:rsidP="00E4750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p w:rsidR="00790C9A" w:rsidRDefault="00790C9A" w:rsidP="00E4750C">
      <w:pPr>
        <w:rPr>
          <w:sz w:val="28"/>
          <w:szCs w:val="28"/>
        </w:rPr>
      </w:pPr>
    </w:p>
    <w:tbl>
      <w:tblPr>
        <w:tblW w:w="0" w:type="auto"/>
        <w:tblInd w:w="5688" w:type="dxa"/>
        <w:tblLook w:val="01E0"/>
      </w:tblPr>
      <w:tblGrid>
        <w:gridCol w:w="3883"/>
      </w:tblGrid>
      <w:tr w:rsidR="00790C9A" w:rsidRPr="009B4AE7" w:rsidTr="006E04E8">
        <w:tc>
          <w:tcPr>
            <w:tcW w:w="3883" w:type="dxa"/>
          </w:tcPr>
          <w:p w:rsidR="00790C9A" w:rsidRDefault="00790C9A" w:rsidP="006E04E8">
            <w:pPr>
              <w:rPr>
                <w:sz w:val="28"/>
                <w:szCs w:val="28"/>
              </w:rPr>
            </w:pPr>
          </w:p>
          <w:p w:rsidR="00790C9A" w:rsidRDefault="00790C9A" w:rsidP="006E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90C9A" w:rsidRDefault="00790C9A" w:rsidP="006E04E8">
            <w:pPr>
              <w:rPr>
                <w:sz w:val="28"/>
                <w:szCs w:val="28"/>
              </w:rPr>
            </w:pPr>
          </w:p>
          <w:p w:rsidR="00790C9A" w:rsidRPr="009B4AE7" w:rsidRDefault="00790C9A" w:rsidP="006E04E8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790C9A" w:rsidRPr="009B4AE7" w:rsidRDefault="00790C9A" w:rsidP="006E04E8">
            <w:pPr>
              <w:rPr>
                <w:sz w:val="28"/>
                <w:szCs w:val="28"/>
              </w:rPr>
            </w:pPr>
          </w:p>
          <w:p w:rsidR="00790C9A" w:rsidRPr="009B4AE7" w:rsidRDefault="00790C9A" w:rsidP="006E04E8">
            <w:pPr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>решением районной Думы</w:t>
            </w:r>
          </w:p>
          <w:p w:rsidR="00790C9A" w:rsidRDefault="00790C9A" w:rsidP="0000050C">
            <w:pPr>
              <w:tabs>
                <w:tab w:val="left" w:pos="7500"/>
              </w:tabs>
              <w:jc w:val="both"/>
              <w:rPr>
                <w:sz w:val="28"/>
                <w:szCs w:val="28"/>
              </w:rPr>
            </w:pPr>
            <w:r w:rsidRPr="009B4AE7">
              <w:rPr>
                <w:sz w:val="28"/>
                <w:szCs w:val="28"/>
              </w:rPr>
              <w:t xml:space="preserve">Малмыжского района </w:t>
            </w:r>
          </w:p>
          <w:p w:rsidR="00790C9A" w:rsidRPr="00E160CE" w:rsidRDefault="00790C9A" w:rsidP="0000050C">
            <w:pPr>
              <w:tabs>
                <w:tab w:val="left" w:pos="7500"/>
              </w:tabs>
              <w:jc w:val="both"/>
              <w:rPr>
                <w:sz w:val="28"/>
                <w:szCs w:val="28"/>
                <w:u w:val="single"/>
              </w:rPr>
            </w:pPr>
            <w:r w:rsidRPr="009B4AE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26.02.2016</w:t>
            </w:r>
            <w:r>
              <w:t xml:space="preserve"> </w:t>
            </w:r>
            <w:r>
              <w:rPr>
                <w:sz w:val="28"/>
                <w:szCs w:val="28"/>
              </w:rPr>
              <w:t>№ 4</w:t>
            </w:r>
            <w:r>
              <w:rPr>
                <w:sz w:val="28"/>
                <w:szCs w:val="28"/>
                <w:u w:val="single"/>
              </w:rPr>
              <w:t>/45</w:t>
            </w:r>
          </w:p>
          <w:p w:rsidR="00790C9A" w:rsidRPr="009B4AE7" w:rsidRDefault="00790C9A" w:rsidP="006E04E8">
            <w:pPr>
              <w:rPr>
                <w:sz w:val="28"/>
                <w:szCs w:val="28"/>
              </w:rPr>
            </w:pPr>
          </w:p>
          <w:p w:rsidR="00790C9A" w:rsidRPr="009B4AE7" w:rsidRDefault="00790C9A" w:rsidP="006E04E8">
            <w:pPr>
              <w:rPr>
                <w:sz w:val="28"/>
                <w:szCs w:val="28"/>
              </w:rPr>
            </w:pPr>
          </w:p>
        </w:tc>
      </w:tr>
    </w:tbl>
    <w:p w:rsidR="00790C9A" w:rsidRDefault="00790C9A" w:rsidP="00E4750C">
      <w:pPr>
        <w:jc w:val="center"/>
        <w:rPr>
          <w:sz w:val="28"/>
          <w:szCs w:val="28"/>
        </w:rPr>
      </w:pPr>
    </w:p>
    <w:p w:rsidR="00790C9A" w:rsidRPr="001D2AD4" w:rsidRDefault="00790C9A" w:rsidP="00E4750C">
      <w:pPr>
        <w:jc w:val="center"/>
        <w:rPr>
          <w:b/>
          <w:sz w:val="28"/>
          <w:szCs w:val="28"/>
        </w:rPr>
      </w:pPr>
      <w:r w:rsidRPr="001D2AD4">
        <w:rPr>
          <w:b/>
          <w:sz w:val="28"/>
          <w:szCs w:val="28"/>
        </w:rPr>
        <w:t>ИЗМЕНЕНИЯ</w:t>
      </w:r>
    </w:p>
    <w:p w:rsidR="00790C9A" w:rsidRPr="001D2AD4" w:rsidRDefault="00790C9A" w:rsidP="00E4750C">
      <w:pPr>
        <w:jc w:val="center"/>
        <w:rPr>
          <w:b/>
          <w:sz w:val="28"/>
          <w:szCs w:val="28"/>
        </w:rPr>
      </w:pPr>
      <w:r w:rsidRPr="001D2AD4">
        <w:rPr>
          <w:b/>
          <w:sz w:val="28"/>
          <w:szCs w:val="28"/>
        </w:rPr>
        <w:t>в Положении о муниципальной службе в муниципальном образовании Малмыжский муниципальный район Кировской области</w:t>
      </w:r>
    </w:p>
    <w:p w:rsidR="00790C9A" w:rsidRDefault="00790C9A" w:rsidP="00E4750C">
      <w:pPr>
        <w:jc w:val="center"/>
        <w:rPr>
          <w:sz w:val="28"/>
          <w:szCs w:val="28"/>
        </w:rPr>
      </w:pPr>
    </w:p>
    <w:p w:rsidR="00790C9A" w:rsidRDefault="00790C9A" w:rsidP="00E4750C">
      <w:pPr>
        <w:jc w:val="center"/>
        <w:rPr>
          <w:sz w:val="28"/>
          <w:szCs w:val="28"/>
        </w:rPr>
      </w:pPr>
    </w:p>
    <w:p w:rsidR="00790C9A" w:rsidRDefault="00790C9A" w:rsidP="0066419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  р</w:t>
      </w:r>
      <w:r w:rsidRPr="007F7BE7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7F7BE7">
        <w:rPr>
          <w:sz w:val="28"/>
          <w:szCs w:val="28"/>
        </w:rPr>
        <w:t xml:space="preserve">  </w:t>
      </w:r>
      <w:r>
        <w:rPr>
          <w:sz w:val="28"/>
          <w:szCs w:val="28"/>
        </w:rPr>
        <w:t>2  «Должности  муниципальной службы, основные квалификационные   требования для  замещения  должностей муниципальной службы и классные  чины муниципальных служащих»:</w:t>
      </w:r>
    </w:p>
    <w:p w:rsidR="00790C9A" w:rsidRPr="002F1823" w:rsidRDefault="00790C9A" w:rsidP="0066419D">
      <w:pPr>
        <w:spacing w:line="360" w:lineRule="auto"/>
        <w:jc w:val="both"/>
        <w:rPr>
          <w:sz w:val="28"/>
          <w:szCs w:val="28"/>
        </w:rPr>
      </w:pPr>
      <w:r w:rsidRPr="002F1823">
        <w:rPr>
          <w:sz w:val="28"/>
          <w:szCs w:val="28"/>
        </w:rPr>
        <w:t xml:space="preserve">          1.1.  В пункте 2.</w:t>
      </w:r>
      <w:r>
        <w:rPr>
          <w:sz w:val="28"/>
          <w:szCs w:val="28"/>
        </w:rPr>
        <w:t>7</w:t>
      </w:r>
      <w:r w:rsidRPr="002F1823">
        <w:rPr>
          <w:sz w:val="28"/>
          <w:szCs w:val="28"/>
        </w:rPr>
        <w:t xml:space="preserve">  слова «</w:t>
      </w:r>
      <w:r>
        <w:rPr>
          <w:sz w:val="28"/>
          <w:szCs w:val="28"/>
        </w:rPr>
        <w:t>(государственной службы)</w:t>
      </w:r>
      <w:r w:rsidRPr="002F1823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</w:t>
      </w:r>
      <w:r w:rsidRPr="002F1823">
        <w:rPr>
          <w:sz w:val="28"/>
          <w:szCs w:val="28"/>
        </w:rPr>
        <w:t>.</w:t>
      </w:r>
    </w:p>
    <w:p w:rsidR="00790C9A" w:rsidRDefault="00790C9A" w:rsidP="0066419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r w:rsidRPr="002F1823">
        <w:rPr>
          <w:sz w:val="28"/>
          <w:szCs w:val="28"/>
          <w:lang w:eastAsia="en-US"/>
        </w:rPr>
        <w:t xml:space="preserve">1.2. </w:t>
      </w:r>
      <w:r>
        <w:rPr>
          <w:sz w:val="28"/>
          <w:szCs w:val="28"/>
          <w:lang w:eastAsia="en-US"/>
        </w:rPr>
        <w:t xml:space="preserve">В подпунктах 1 и 2  </w:t>
      </w:r>
      <w:r w:rsidRPr="002F1823">
        <w:rPr>
          <w:sz w:val="28"/>
          <w:szCs w:val="28"/>
          <w:lang w:eastAsia="en-US"/>
        </w:rPr>
        <w:t>пункта 2.1</w:t>
      </w:r>
      <w:r>
        <w:rPr>
          <w:sz w:val="28"/>
          <w:szCs w:val="28"/>
          <w:lang w:eastAsia="en-US"/>
        </w:rPr>
        <w:t>0</w:t>
      </w:r>
      <w:r w:rsidRPr="002F1823">
        <w:rPr>
          <w:sz w:val="28"/>
          <w:szCs w:val="28"/>
          <w:lang w:eastAsia="en-US"/>
        </w:rPr>
        <w:t xml:space="preserve">  слова </w:t>
      </w:r>
      <w:r w:rsidRPr="002F1823">
        <w:rPr>
          <w:sz w:val="28"/>
          <w:szCs w:val="28"/>
        </w:rPr>
        <w:t>«</w:t>
      </w:r>
      <w:r>
        <w:rPr>
          <w:sz w:val="28"/>
          <w:szCs w:val="28"/>
        </w:rPr>
        <w:t>(государственной службы)</w:t>
      </w:r>
      <w:r w:rsidRPr="002F1823">
        <w:rPr>
          <w:sz w:val="28"/>
          <w:szCs w:val="28"/>
        </w:rPr>
        <w:t>»</w:t>
      </w:r>
      <w:r>
        <w:rPr>
          <w:sz w:val="28"/>
          <w:szCs w:val="28"/>
        </w:rPr>
        <w:t xml:space="preserve"> исключить.</w:t>
      </w:r>
    </w:p>
    <w:p w:rsidR="00790C9A" w:rsidRDefault="00790C9A" w:rsidP="0066419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 Подпункт 5  пункта 3.7 </w:t>
      </w:r>
      <w:r>
        <w:rPr>
          <w:sz w:val="28"/>
          <w:szCs w:val="28"/>
        </w:rPr>
        <w:t xml:space="preserve"> р</w:t>
      </w:r>
      <w:r w:rsidRPr="007F7BE7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7F7BE7">
        <w:rPr>
          <w:sz w:val="28"/>
          <w:szCs w:val="28"/>
        </w:rPr>
        <w:t xml:space="preserve"> </w:t>
      </w:r>
      <w:r>
        <w:rPr>
          <w:sz w:val="28"/>
          <w:szCs w:val="28"/>
        </w:rPr>
        <w:t>3 «Правовое положение (статус) муниципального служащего»</w:t>
      </w:r>
      <w:r w:rsidRPr="00351B5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790C9A" w:rsidRPr="004B72E0" w:rsidRDefault="00790C9A" w:rsidP="0066419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0" w:name="sub_1315"/>
      <w:r>
        <w:rPr>
          <w:sz w:val="28"/>
          <w:szCs w:val="28"/>
        </w:rPr>
        <w:t>«</w:t>
      </w:r>
      <w:r w:rsidRPr="004B72E0">
        <w:rPr>
          <w:color w:val="000000"/>
          <w:sz w:val="28"/>
          <w:szCs w:val="28"/>
        </w:rPr>
        <w:t>5) близкого родства или свойства (родители, супруги, дети, братья, сестры, а также братья, сестры, родители, дети супругов и суп</w:t>
      </w:r>
      <w:r>
        <w:rPr>
          <w:color w:val="000000"/>
          <w:sz w:val="28"/>
          <w:szCs w:val="28"/>
        </w:rPr>
        <w:t xml:space="preserve">руги детей) с главой  муниципального образования, который возглавляет  местную администрацию, если замещение должности муниципальной службы связано с непосредственной  подчиненностью или подконтрольностью  этому должностному лицу, или  </w:t>
      </w:r>
      <w:r w:rsidRPr="004B72E0">
        <w:rPr>
          <w:color w:val="000000"/>
          <w:sz w:val="28"/>
          <w:szCs w:val="28"/>
        </w:rPr>
        <w:t>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 другому;</w:t>
      </w:r>
      <w:r>
        <w:rPr>
          <w:color w:val="000000"/>
          <w:sz w:val="28"/>
          <w:szCs w:val="28"/>
        </w:rPr>
        <w:t>».</w:t>
      </w:r>
    </w:p>
    <w:bookmarkEnd w:id="0"/>
    <w:p w:rsidR="00790C9A" w:rsidRDefault="00790C9A" w:rsidP="0066419D">
      <w:pPr>
        <w:pStyle w:val="Heading1"/>
        <w:spacing w:before="0" w:after="0" w:line="360" w:lineRule="auto"/>
        <w:jc w:val="both"/>
        <w:rPr>
          <w:b w:val="0"/>
          <w:sz w:val="28"/>
          <w:szCs w:val="28"/>
        </w:rPr>
      </w:pPr>
      <w:r w:rsidRPr="00351B5C">
        <w:rPr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351B5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51B5C">
        <w:rPr>
          <w:rFonts w:ascii="Times New Roman" w:hAnsi="Times New Roman"/>
          <w:b w:val="0"/>
          <w:sz w:val="28"/>
          <w:szCs w:val="28"/>
        </w:rPr>
        <w:t xml:space="preserve">3.   В  разделе  </w:t>
      </w:r>
      <w:r>
        <w:rPr>
          <w:rFonts w:ascii="Times New Roman" w:hAnsi="Times New Roman"/>
          <w:b w:val="0"/>
          <w:sz w:val="28"/>
          <w:szCs w:val="28"/>
        </w:rPr>
        <w:t>8</w:t>
      </w:r>
      <w:r>
        <w:rPr>
          <w:sz w:val="28"/>
          <w:szCs w:val="28"/>
        </w:rPr>
        <w:t xml:space="preserve">  </w:t>
      </w:r>
      <w:r w:rsidRPr="00D01829">
        <w:rPr>
          <w:sz w:val="28"/>
          <w:szCs w:val="28"/>
        </w:rPr>
        <w:t xml:space="preserve"> «</w:t>
      </w:r>
      <w:bookmarkStart w:id="1" w:name="sub_600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8. </w:t>
      </w:r>
      <w:r w:rsidRPr="004B72E0">
        <w:rPr>
          <w:rFonts w:ascii="Times New Roman" w:hAnsi="Times New Roman"/>
          <w:b w:val="0"/>
          <w:color w:val="000000"/>
          <w:sz w:val="28"/>
          <w:szCs w:val="28"/>
        </w:rPr>
        <w:t xml:space="preserve">Общие принципы оплаты труда муниципального служащего.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4B72E0">
        <w:rPr>
          <w:rFonts w:ascii="Times New Roman" w:hAnsi="Times New Roman"/>
          <w:b w:val="0"/>
          <w:color w:val="000000"/>
          <w:sz w:val="28"/>
          <w:szCs w:val="28"/>
        </w:rPr>
        <w:t xml:space="preserve">Гарантии, предоставляемые муниципальному служащему. Стаж муниципальной </w:t>
      </w:r>
      <w:r w:rsidRPr="00351B5C">
        <w:rPr>
          <w:rFonts w:ascii="Times New Roman" w:hAnsi="Times New Roman"/>
          <w:b w:val="0"/>
          <w:color w:val="000000"/>
          <w:sz w:val="28"/>
          <w:szCs w:val="28"/>
        </w:rPr>
        <w:t>службы</w:t>
      </w:r>
      <w:bookmarkEnd w:id="1"/>
      <w:r w:rsidRPr="00351B5C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:</w:t>
      </w:r>
    </w:p>
    <w:p w:rsidR="00790C9A" w:rsidRDefault="00790C9A" w:rsidP="0066419D">
      <w:pPr>
        <w:widowControl w:val="0"/>
        <w:tabs>
          <w:tab w:val="left" w:pos="709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2</w:t>
      </w:r>
    </w:p>
    <w:p w:rsidR="00790C9A" w:rsidRDefault="00790C9A" w:rsidP="0066419D">
      <w:pPr>
        <w:widowControl w:val="0"/>
        <w:tabs>
          <w:tab w:val="left" w:pos="709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П</w:t>
      </w:r>
      <w:r w:rsidRPr="00D01829">
        <w:rPr>
          <w:sz w:val="28"/>
          <w:szCs w:val="28"/>
        </w:rPr>
        <w:t xml:space="preserve">ункт </w:t>
      </w:r>
      <w:r>
        <w:rPr>
          <w:sz w:val="28"/>
          <w:szCs w:val="28"/>
        </w:rPr>
        <w:t>8.5  изложить в следующей редакции:</w:t>
      </w:r>
    </w:p>
    <w:p w:rsidR="00790C9A" w:rsidRPr="004B72E0" w:rsidRDefault="00790C9A" w:rsidP="0066419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2" w:name="sub_2321"/>
      <w:r>
        <w:rPr>
          <w:color w:val="000000"/>
          <w:sz w:val="28"/>
          <w:szCs w:val="28"/>
        </w:rPr>
        <w:t xml:space="preserve">  «8.5</w:t>
      </w:r>
      <w:r w:rsidRPr="004B72E0">
        <w:rPr>
          <w:color w:val="000000"/>
          <w:sz w:val="28"/>
          <w:szCs w:val="28"/>
        </w:rPr>
        <w:t>. Муниципальным служащим, нуждающимся в улучшении жилищных условий,</w:t>
      </w:r>
      <w:r w:rsidRPr="006641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4B72E0">
        <w:rPr>
          <w:color w:val="000000"/>
          <w:sz w:val="28"/>
          <w:szCs w:val="28"/>
        </w:rPr>
        <w:t xml:space="preserve">ставом </w:t>
      </w:r>
      <w:r>
        <w:rPr>
          <w:color w:val="000000"/>
          <w:sz w:val="28"/>
          <w:szCs w:val="28"/>
        </w:rPr>
        <w:t xml:space="preserve"> Малмыжского района</w:t>
      </w:r>
      <w:r w:rsidRPr="004B72E0">
        <w:rPr>
          <w:color w:val="000000"/>
          <w:sz w:val="28"/>
          <w:szCs w:val="28"/>
        </w:rPr>
        <w:t xml:space="preserve"> 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</w:t>
      </w:r>
      <w:r>
        <w:rPr>
          <w:color w:val="000000"/>
          <w:sz w:val="28"/>
          <w:szCs w:val="28"/>
        </w:rPr>
        <w:t xml:space="preserve">и на условиях, устанавливаемых  решением </w:t>
      </w:r>
      <w:r>
        <w:rPr>
          <w:sz w:val="28"/>
          <w:szCs w:val="28"/>
        </w:rPr>
        <w:t xml:space="preserve"> районной Думы  Малмыжского   района».</w:t>
      </w:r>
    </w:p>
    <w:bookmarkEnd w:id="2"/>
    <w:p w:rsidR="00790C9A" w:rsidRDefault="00790C9A" w:rsidP="004E2FFF">
      <w:pPr>
        <w:widowControl w:val="0"/>
        <w:tabs>
          <w:tab w:val="left" w:pos="709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П</w:t>
      </w:r>
      <w:r w:rsidRPr="00D01829">
        <w:rPr>
          <w:sz w:val="28"/>
          <w:szCs w:val="28"/>
        </w:rPr>
        <w:t xml:space="preserve">ункт </w:t>
      </w:r>
      <w:r>
        <w:rPr>
          <w:sz w:val="28"/>
          <w:szCs w:val="28"/>
        </w:rPr>
        <w:t>8.10  изложить в следующей редакции:</w:t>
      </w:r>
    </w:p>
    <w:p w:rsidR="00790C9A" w:rsidRPr="004B72E0" w:rsidRDefault="00790C9A" w:rsidP="004E2F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3" w:name="sub_251"/>
      <w:r>
        <w:rPr>
          <w:color w:val="000000"/>
          <w:sz w:val="28"/>
          <w:szCs w:val="28"/>
        </w:rPr>
        <w:t xml:space="preserve">  «8.10</w:t>
      </w:r>
      <w:r w:rsidRPr="004B72E0">
        <w:rPr>
          <w:color w:val="000000"/>
          <w:sz w:val="28"/>
          <w:szCs w:val="28"/>
        </w:rPr>
        <w:t xml:space="preserve">. В стаж (общую продолжительность) муниципальной службы включаются периоды </w:t>
      </w:r>
      <w:r>
        <w:rPr>
          <w:color w:val="000000"/>
          <w:sz w:val="28"/>
          <w:szCs w:val="28"/>
        </w:rPr>
        <w:t>замещения</w:t>
      </w:r>
      <w:r w:rsidRPr="004B72E0">
        <w:rPr>
          <w:color w:val="000000"/>
          <w:sz w:val="28"/>
          <w:szCs w:val="28"/>
        </w:rPr>
        <w:t>:</w:t>
      </w:r>
    </w:p>
    <w:p w:rsidR="00790C9A" w:rsidRPr="004B72E0" w:rsidRDefault="00790C9A" w:rsidP="004E2F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4" w:name="sub_2511"/>
      <w:bookmarkEnd w:id="3"/>
      <w:r w:rsidRPr="004B72E0">
        <w:rPr>
          <w:color w:val="000000"/>
          <w:sz w:val="28"/>
          <w:szCs w:val="28"/>
        </w:rPr>
        <w:t>1) должност</w:t>
      </w:r>
      <w:r>
        <w:rPr>
          <w:color w:val="000000"/>
          <w:sz w:val="28"/>
          <w:szCs w:val="28"/>
        </w:rPr>
        <w:t>ей муниципальной службы</w:t>
      </w:r>
      <w:r w:rsidRPr="004B72E0">
        <w:rPr>
          <w:color w:val="000000"/>
          <w:sz w:val="28"/>
          <w:szCs w:val="28"/>
        </w:rPr>
        <w:t>;</w:t>
      </w:r>
    </w:p>
    <w:p w:rsidR="00790C9A" w:rsidRPr="004B72E0" w:rsidRDefault="00790C9A" w:rsidP="004E2F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5" w:name="sub_2512"/>
      <w:bookmarkEnd w:id="4"/>
      <w:r w:rsidRPr="004B72E0">
        <w:rPr>
          <w:color w:val="000000"/>
          <w:sz w:val="28"/>
          <w:szCs w:val="28"/>
        </w:rPr>
        <w:t>2) муниципальных должност</w:t>
      </w:r>
      <w:r>
        <w:rPr>
          <w:color w:val="000000"/>
          <w:sz w:val="28"/>
          <w:szCs w:val="28"/>
        </w:rPr>
        <w:t>ей</w:t>
      </w:r>
      <w:r w:rsidRPr="004B72E0">
        <w:rPr>
          <w:color w:val="000000"/>
          <w:sz w:val="28"/>
          <w:szCs w:val="28"/>
        </w:rPr>
        <w:t>;</w:t>
      </w:r>
    </w:p>
    <w:p w:rsidR="00790C9A" w:rsidRPr="004B72E0" w:rsidRDefault="00790C9A" w:rsidP="004E2F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6" w:name="sub_2513"/>
      <w:bookmarkEnd w:id="5"/>
      <w:r w:rsidRPr="004B72E0">
        <w:rPr>
          <w:color w:val="000000"/>
          <w:sz w:val="28"/>
          <w:szCs w:val="28"/>
        </w:rPr>
        <w:t>3) государственных должност</w:t>
      </w:r>
      <w:r>
        <w:rPr>
          <w:color w:val="000000"/>
          <w:sz w:val="28"/>
          <w:szCs w:val="28"/>
        </w:rPr>
        <w:t>ей</w:t>
      </w:r>
      <w:r w:rsidRPr="004B72E0">
        <w:rPr>
          <w:color w:val="000000"/>
          <w:sz w:val="28"/>
          <w:szCs w:val="28"/>
        </w:rPr>
        <w:t xml:space="preserve"> Российской Федерации и государственных должност</w:t>
      </w:r>
      <w:r>
        <w:rPr>
          <w:color w:val="000000"/>
          <w:sz w:val="28"/>
          <w:szCs w:val="28"/>
        </w:rPr>
        <w:t>ей</w:t>
      </w:r>
      <w:r w:rsidRPr="004B72E0">
        <w:rPr>
          <w:color w:val="000000"/>
          <w:sz w:val="28"/>
          <w:szCs w:val="28"/>
        </w:rPr>
        <w:t xml:space="preserve"> субъектов Российской Федерации;</w:t>
      </w:r>
    </w:p>
    <w:p w:rsidR="00790C9A" w:rsidRPr="004B72E0" w:rsidRDefault="00790C9A" w:rsidP="004E2FF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7" w:name="sub_2514"/>
      <w:bookmarkEnd w:id="6"/>
      <w:r w:rsidRPr="004B72E0">
        <w:rPr>
          <w:color w:val="000000"/>
          <w:sz w:val="28"/>
          <w:szCs w:val="28"/>
        </w:rPr>
        <w:t>4) должност</w:t>
      </w:r>
      <w:r>
        <w:rPr>
          <w:color w:val="000000"/>
          <w:sz w:val="28"/>
          <w:szCs w:val="28"/>
        </w:rPr>
        <w:t>ей</w:t>
      </w:r>
      <w:r w:rsidRPr="004B72E0">
        <w:rPr>
          <w:color w:val="000000"/>
          <w:sz w:val="28"/>
          <w:szCs w:val="28"/>
        </w:rPr>
        <w:t xml:space="preserve"> государственной гражданской службы, воинских должност</w:t>
      </w:r>
      <w:r>
        <w:rPr>
          <w:color w:val="000000"/>
          <w:sz w:val="28"/>
          <w:szCs w:val="28"/>
        </w:rPr>
        <w:t>ей</w:t>
      </w:r>
      <w:r w:rsidRPr="004B72E0">
        <w:rPr>
          <w:color w:val="000000"/>
          <w:sz w:val="28"/>
          <w:szCs w:val="28"/>
        </w:rPr>
        <w:t xml:space="preserve"> и должност</w:t>
      </w:r>
      <w:r>
        <w:rPr>
          <w:color w:val="000000"/>
          <w:sz w:val="28"/>
          <w:szCs w:val="28"/>
        </w:rPr>
        <w:t>ей  федеральной  госу</w:t>
      </w:r>
      <w:r w:rsidRPr="004B72E0">
        <w:rPr>
          <w:color w:val="000000"/>
          <w:sz w:val="28"/>
          <w:szCs w:val="28"/>
        </w:rPr>
        <w:t>дарственной службы</w:t>
      </w:r>
      <w:r>
        <w:rPr>
          <w:color w:val="000000"/>
          <w:sz w:val="28"/>
          <w:szCs w:val="28"/>
        </w:rPr>
        <w:t xml:space="preserve">  иных видов</w:t>
      </w:r>
      <w:r w:rsidRPr="004B72E0">
        <w:rPr>
          <w:color w:val="000000"/>
          <w:sz w:val="28"/>
          <w:szCs w:val="28"/>
        </w:rPr>
        <w:t>;</w:t>
      </w:r>
    </w:p>
    <w:p w:rsidR="00790C9A" w:rsidRPr="00290A6E" w:rsidRDefault="00790C9A" w:rsidP="00290A6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bookmarkStart w:id="8" w:name="sub_2515"/>
      <w:bookmarkEnd w:id="7"/>
      <w:r w:rsidRPr="00290A6E">
        <w:rPr>
          <w:color w:val="000000"/>
          <w:sz w:val="28"/>
          <w:szCs w:val="28"/>
        </w:rPr>
        <w:t>5) иных должностей в соответствии с  федеральными законами».</w:t>
      </w:r>
    </w:p>
    <w:bookmarkEnd w:id="8"/>
    <w:p w:rsidR="00790C9A" w:rsidRPr="00290A6E" w:rsidRDefault="00790C9A" w:rsidP="00290A6E">
      <w:pPr>
        <w:widowControl w:val="0"/>
        <w:tabs>
          <w:tab w:val="left" w:pos="709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290A6E">
        <w:rPr>
          <w:sz w:val="28"/>
          <w:szCs w:val="28"/>
        </w:rPr>
        <w:t>3.3. Пункт 8.11 изложить в следующей редакции:</w:t>
      </w:r>
    </w:p>
    <w:p w:rsidR="00790C9A" w:rsidRPr="00CA42B7" w:rsidRDefault="00790C9A" w:rsidP="00C545BD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bookmarkStart w:id="9" w:name="sub_252"/>
      <w:r>
        <w:rPr>
          <w:color w:val="000000"/>
          <w:sz w:val="28"/>
          <w:szCs w:val="28"/>
        </w:rPr>
        <w:t xml:space="preserve">  «</w:t>
      </w:r>
      <w:r w:rsidRPr="00290A6E">
        <w:rPr>
          <w:color w:val="000000"/>
          <w:sz w:val="28"/>
          <w:szCs w:val="28"/>
        </w:rPr>
        <w:t xml:space="preserve">8.11. </w:t>
      </w:r>
      <w:r w:rsidRPr="00CA42B7">
        <w:rPr>
          <w:color w:val="000000"/>
          <w:sz w:val="28"/>
          <w:szCs w:val="28"/>
        </w:rPr>
        <w:t xml:space="preserve">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им других гарантий, предусмотренных федеральными </w:t>
      </w:r>
      <w:r>
        <w:rPr>
          <w:color w:val="000000"/>
          <w:sz w:val="28"/>
          <w:szCs w:val="28"/>
        </w:rPr>
        <w:t>и областными</w:t>
      </w:r>
      <w:r w:rsidRPr="00CA42B7">
        <w:rPr>
          <w:color w:val="000000"/>
          <w:sz w:val="28"/>
          <w:szCs w:val="28"/>
        </w:rPr>
        <w:t xml:space="preserve"> законами</w:t>
      </w:r>
      <w:r>
        <w:rPr>
          <w:color w:val="000000"/>
          <w:sz w:val="28"/>
          <w:szCs w:val="28"/>
        </w:rPr>
        <w:t>,</w:t>
      </w:r>
      <w:r w:rsidRPr="00CA42B7">
        <w:rPr>
          <w:color w:val="000000"/>
          <w:sz w:val="28"/>
          <w:szCs w:val="28"/>
        </w:rPr>
        <w:t xml:space="preserve">  и </w:t>
      </w:r>
      <w:r>
        <w:rPr>
          <w:color w:val="000000"/>
          <w:sz w:val="28"/>
          <w:szCs w:val="28"/>
        </w:rPr>
        <w:t>Уставом</w:t>
      </w:r>
      <w:r w:rsidRPr="00CA42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Малмыжского  района</w:t>
      </w:r>
      <w:r w:rsidRPr="00CA42B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CA42B7">
        <w:rPr>
          <w:color w:val="000000"/>
          <w:sz w:val="28"/>
          <w:szCs w:val="28"/>
        </w:rPr>
        <w:t xml:space="preserve">помимо периодов замещения должностей, указанных в </w:t>
      </w:r>
      <w:r>
        <w:rPr>
          <w:color w:val="000000"/>
          <w:sz w:val="28"/>
          <w:szCs w:val="28"/>
        </w:rPr>
        <w:t>пункте 8.10 Положения</w:t>
      </w:r>
      <w:r w:rsidRPr="00CA42B7">
        <w:rPr>
          <w:color w:val="000000"/>
          <w:sz w:val="28"/>
          <w:szCs w:val="28"/>
        </w:rPr>
        <w:t xml:space="preserve">, включаются (засчитываются) также периоды замещения должностей, включаемые (засчитываемые) </w:t>
      </w:r>
      <w:r>
        <w:rPr>
          <w:color w:val="000000"/>
          <w:sz w:val="28"/>
          <w:szCs w:val="28"/>
        </w:rPr>
        <w:t xml:space="preserve">  </w:t>
      </w:r>
      <w:r w:rsidRPr="00CA42B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 </w:t>
      </w:r>
      <w:r w:rsidRPr="00CA42B7">
        <w:rPr>
          <w:color w:val="000000"/>
          <w:sz w:val="28"/>
          <w:szCs w:val="28"/>
        </w:rPr>
        <w:t xml:space="preserve"> стаж </w:t>
      </w:r>
      <w:r>
        <w:rPr>
          <w:color w:val="000000"/>
          <w:sz w:val="28"/>
          <w:szCs w:val="28"/>
        </w:rPr>
        <w:t xml:space="preserve">  </w:t>
      </w:r>
      <w:r w:rsidRPr="00CA42B7">
        <w:rPr>
          <w:color w:val="000000"/>
          <w:sz w:val="28"/>
          <w:szCs w:val="28"/>
        </w:rPr>
        <w:t>государственной</w:t>
      </w:r>
      <w:r>
        <w:rPr>
          <w:color w:val="000000"/>
          <w:sz w:val="28"/>
          <w:szCs w:val="28"/>
        </w:rPr>
        <w:t xml:space="preserve">  </w:t>
      </w:r>
      <w:r w:rsidRPr="00CA42B7">
        <w:rPr>
          <w:color w:val="000000"/>
          <w:sz w:val="28"/>
          <w:szCs w:val="28"/>
        </w:rPr>
        <w:t xml:space="preserve"> гражданской </w:t>
      </w:r>
      <w:r>
        <w:rPr>
          <w:color w:val="000000"/>
          <w:sz w:val="28"/>
          <w:szCs w:val="28"/>
        </w:rPr>
        <w:t xml:space="preserve">  </w:t>
      </w:r>
      <w:r w:rsidRPr="00CA42B7">
        <w:rPr>
          <w:color w:val="000000"/>
          <w:sz w:val="28"/>
          <w:szCs w:val="28"/>
        </w:rPr>
        <w:t xml:space="preserve">службы </w:t>
      </w:r>
      <w:r>
        <w:rPr>
          <w:color w:val="000000"/>
          <w:sz w:val="28"/>
          <w:szCs w:val="28"/>
        </w:rPr>
        <w:t xml:space="preserve">   </w:t>
      </w:r>
      <w:r w:rsidRPr="00CA42B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 </w:t>
      </w:r>
      <w:r w:rsidRPr="00CA42B7">
        <w:rPr>
          <w:color w:val="000000"/>
          <w:sz w:val="28"/>
          <w:szCs w:val="28"/>
        </w:rPr>
        <w:t xml:space="preserve">соответствии с </w:t>
      </w:r>
      <w:hyperlink r:id="rId7" w:history="1">
        <w:r w:rsidRPr="00CA42B7">
          <w:rPr>
            <w:color w:val="000000"/>
            <w:sz w:val="28"/>
            <w:szCs w:val="28"/>
          </w:rPr>
          <w:t>частью 2 статьи 54</w:t>
        </w:r>
      </w:hyperlink>
      <w:r w:rsidRPr="00CA42B7">
        <w:rPr>
          <w:color w:val="000000"/>
          <w:sz w:val="28"/>
          <w:szCs w:val="28"/>
        </w:rPr>
        <w:t xml:space="preserve"> Федерального закона от 27</w:t>
      </w:r>
      <w:r>
        <w:rPr>
          <w:color w:val="000000"/>
          <w:sz w:val="28"/>
          <w:szCs w:val="28"/>
        </w:rPr>
        <w:t>.07.</w:t>
      </w:r>
      <w:r w:rsidRPr="00CA42B7">
        <w:rPr>
          <w:color w:val="000000"/>
          <w:sz w:val="28"/>
          <w:szCs w:val="28"/>
        </w:rPr>
        <w:t xml:space="preserve">2004 </w:t>
      </w:r>
      <w:r>
        <w:rPr>
          <w:color w:val="000000"/>
          <w:sz w:val="28"/>
          <w:szCs w:val="28"/>
        </w:rPr>
        <w:t>№</w:t>
      </w:r>
      <w:r w:rsidRPr="00CA42B7">
        <w:rPr>
          <w:color w:val="000000"/>
          <w:sz w:val="28"/>
          <w:szCs w:val="28"/>
        </w:rPr>
        <w:t xml:space="preserve"> 79-ФЗ </w:t>
      </w:r>
      <w:r>
        <w:rPr>
          <w:color w:val="000000"/>
          <w:sz w:val="28"/>
          <w:szCs w:val="28"/>
        </w:rPr>
        <w:t xml:space="preserve"> </w:t>
      </w:r>
      <w:r w:rsidRPr="00CA42B7">
        <w:rPr>
          <w:color w:val="000000"/>
          <w:sz w:val="28"/>
          <w:szCs w:val="28"/>
        </w:rPr>
        <w:t>«О государственной гражданской службе Российской Федерации».</w:t>
      </w:r>
    </w:p>
    <w:bookmarkEnd w:id="9"/>
    <w:p w:rsidR="00790C9A" w:rsidRDefault="00790C9A" w:rsidP="00290A6E">
      <w:pPr>
        <w:widowControl w:val="0"/>
        <w:tabs>
          <w:tab w:val="left" w:pos="709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3</w:t>
      </w:r>
    </w:p>
    <w:p w:rsidR="00790C9A" w:rsidRPr="00290A6E" w:rsidRDefault="00790C9A" w:rsidP="00290A6E">
      <w:pPr>
        <w:widowControl w:val="0"/>
        <w:tabs>
          <w:tab w:val="left" w:pos="709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290A6E">
        <w:rPr>
          <w:sz w:val="28"/>
          <w:szCs w:val="28"/>
        </w:rPr>
        <w:t>3.4. Пункт 8.12 изложить в следующей редакции:</w:t>
      </w:r>
    </w:p>
    <w:p w:rsidR="00790C9A" w:rsidRPr="00290A6E" w:rsidRDefault="00790C9A" w:rsidP="00362538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bookmarkStart w:id="10" w:name="sub_253"/>
      <w:r>
        <w:rPr>
          <w:color w:val="000000"/>
          <w:sz w:val="28"/>
          <w:szCs w:val="28"/>
        </w:rPr>
        <w:t xml:space="preserve">  «</w:t>
      </w:r>
      <w:r w:rsidRPr="00290A6E">
        <w:rPr>
          <w:color w:val="000000"/>
          <w:sz w:val="28"/>
          <w:szCs w:val="28"/>
        </w:rPr>
        <w:t xml:space="preserve">8.12. </w:t>
      </w:r>
      <w:r w:rsidRPr="00CA42B7">
        <w:rPr>
          <w:color w:val="000000"/>
          <w:sz w:val="28"/>
          <w:szCs w:val="28"/>
        </w:rPr>
        <w:t xml:space="preserve">В стаж муниципальной службы для назначения пенсии за выслугу лет муниципальным служащим включаются (засчитываются) помимо периодов замещения должностей, указанных в </w:t>
      </w:r>
      <w:r>
        <w:rPr>
          <w:color w:val="000000"/>
          <w:sz w:val="28"/>
          <w:szCs w:val="28"/>
        </w:rPr>
        <w:t>пункте 8.10</w:t>
      </w:r>
      <w:r w:rsidRPr="00C545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Положения</w:t>
      </w:r>
      <w:r w:rsidRPr="00CA42B7">
        <w:rPr>
          <w:color w:val="000000"/>
          <w:sz w:val="28"/>
          <w:szCs w:val="28"/>
        </w:rPr>
        <w:t>, иные периоды в соответствии с нормативными правовыми актами Кировской области и муниципальными правовыми актами.</w:t>
      </w:r>
      <w:r>
        <w:rPr>
          <w:color w:val="000000"/>
          <w:sz w:val="28"/>
          <w:szCs w:val="28"/>
        </w:rPr>
        <w:t xml:space="preserve"> </w:t>
      </w:r>
      <w:r w:rsidRPr="00CA42B7">
        <w:rPr>
          <w:color w:val="000000"/>
          <w:sz w:val="28"/>
          <w:szCs w:val="28"/>
        </w:rPr>
        <w:t>Порядок исчисления стажа муниципальной службы устанавливается законом Кировской области.</w:t>
      </w:r>
      <w:r>
        <w:rPr>
          <w:color w:val="000000"/>
          <w:sz w:val="28"/>
          <w:szCs w:val="28"/>
        </w:rPr>
        <w:t>»</w:t>
      </w:r>
      <w:r w:rsidRPr="00290A6E">
        <w:rPr>
          <w:color w:val="000000"/>
          <w:sz w:val="28"/>
          <w:szCs w:val="28"/>
        </w:rPr>
        <w:t>.</w:t>
      </w:r>
    </w:p>
    <w:bookmarkEnd w:id="10"/>
    <w:p w:rsidR="00790C9A" w:rsidRPr="004E2FFF" w:rsidRDefault="00790C9A" w:rsidP="004E2FFF">
      <w:pPr>
        <w:pStyle w:val="Heading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4</w:t>
      </w:r>
      <w:r w:rsidRPr="0066419D">
        <w:rPr>
          <w:rFonts w:ascii="Times New Roman" w:hAnsi="Times New Roman"/>
          <w:b w:val="0"/>
          <w:sz w:val="28"/>
          <w:szCs w:val="28"/>
        </w:rPr>
        <w:t>. В</w:t>
      </w:r>
      <w:r>
        <w:rPr>
          <w:rFonts w:ascii="Times New Roman" w:hAnsi="Times New Roman"/>
          <w:b w:val="0"/>
          <w:sz w:val="28"/>
          <w:szCs w:val="28"/>
        </w:rPr>
        <w:t xml:space="preserve"> пункте 12.3 </w:t>
      </w:r>
      <w:r w:rsidRPr="0066419D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66419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12</w:t>
      </w:r>
      <w:r w:rsidRPr="0066419D">
        <w:rPr>
          <w:rFonts w:ascii="Times New Roman" w:hAnsi="Times New Roman"/>
          <w:b w:val="0"/>
          <w:sz w:val="28"/>
          <w:szCs w:val="28"/>
        </w:rPr>
        <w:t xml:space="preserve"> «</w:t>
      </w:r>
      <w:bookmarkStart w:id="11" w:name="sub_900"/>
      <w:r w:rsidRPr="0066419D">
        <w:rPr>
          <w:rFonts w:ascii="Times New Roman" w:hAnsi="Times New Roman"/>
          <w:b w:val="0"/>
          <w:color w:val="000000"/>
          <w:sz w:val="28"/>
          <w:szCs w:val="28"/>
        </w:rPr>
        <w:t>12. Финансирование</w:t>
      </w:r>
      <w:r w:rsidRPr="004B72E0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муниципальной службы </w:t>
      </w:r>
      <w:r w:rsidRPr="004B72E0">
        <w:rPr>
          <w:rFonts w:ascii="Times New Roman" w:hAnsi="Times New Roman"/>
          <w:b w:val="0"/>
          <w:color w:val="000000"/>
          <w:sz w:val="28"/>
          <w:szCs w:val="28"/>
        </w:rPr>
        <w:t>и программы развития муниципальной служб</w:t>
      </w:r>
      <w:r w:rsidRPr="0066419D">
        <w:rPr>
          <w:rFonts w:ascii="Times New Roman" w:hAnsi="Times New Roman"/>
          <w:b w:val="0"/>
          <w:color w:val="000000"/>
          <w:sz w:val="28"/>
          <w:szCs w:val="28"/>
        </w:rPr>
        <w:t>ы</w:t>
      </w:r>
      <w:bookmarkEnd w:id="11"/>
      <w:r w:rsidRPr="0066419D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Pr="004E2FFF">
        <w:rPr>
          <w:rFonts w:ascii="Times New Roman" w:hAnsi="Times New Roman"/>
          <w:b w:val="0"/>
          <w:sz w:val="28"/>
          <w:szCs w:val="28"/>
        </w:rPr>
        <w:t>слово «целевой» исключить.</w:t>
      </w:r>
    </w:p>
    <w:p w:rsidR="00790C9A" w:rsidRDefault="00790C9A" w:rsidP="00A2146A">
      <w:pPr>
        <w:tabs>
          <w:tab w:val="left" w:pos="3930"/>
        </w:tabs>
        <w:ind w:firstLine="540"/>
      </w:pPr>
      <w:r>
        <w:rPr>
          <w:sz w:val="28"/>
          <w:szCs w:val="28"/>
        </w:rPr>
        <w:tab/>
      </w:r>
      <w:bookmarkStart w:id="12" w:name="_GoBack"/>
      <w:bookmarkEnd w:id="12"/>
      <w:r>
        <w:rPr>
          <w:sz w:val="28"/>
          <w:szCs w:val="28"/>
        </w:rPr>
        <w:t>_______</w:t>
      </w:r>
    </w:p>
    <w:sectPr w:rsidR="00790C9A" w:rsidSect="000C79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C9A" w:rsidRDefault="00790C9A" w:rsidP="00C64045">
      <w:r>
        <w:separator/>
      </w:r>
    </w:p>
  </w:endnote>
  <w:endnote w:type="continuationSeparator" w:id="0">
    <w:p w:rsidR="00790C9A" w:rsidRDefault="00790C9A" w:rsidP="00C64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C9A" w:rsidRDefault="00790C9A" w:rsidP="00C64045">
      <w:r>
        <w:separator/>
      </w:r>
    </w:p>
  </w:footnote>
  <w:footnote w:type="continuationSeparator" w:id="0">
    <w:p w:rsidR="00790C9A" w:rsidRDefault="00790C9A" w:rsidP="00C640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9A" w:rsidRDefault="00790C9A" w:rsidP="00C6404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50C"/>
    <w:rsid w:val="0000050C"/>
    <w:rsid w:val="00007FEF"/>
    <w:rsid w:val="00011A1C"/>
    <w:rsid w:val="0004109C"/>
    <w:rsid w:val="000652CD"/>
    <w:rsid w:val="00065E59"/>
    <w:rsid w:val="000A610D"/>
    <w:rsid w:val="000B78EB"/>
    <w:rsid w:val="000C0F69"/>
    <w:rsid w:val="000C35C6"/>
    <w:rsid w:val="000C79D2"/>
    <w:rsid w:val="00101DD8"/>
    <w:rsid w:val="00123AB2"/>
    <w:rsid w:val="0016257C"/>
    <w:rsid w:val="00170FC2"/>
    <w:rsid w:val="001B70D9"/>
    <w:rsid w:val="001D2AD4"/>
    <w:rsid w:val="002004AA"/>
    <w:rsid w:val="00224DBF"/>
    <w:rsid w:val="00261413"/>
    <w:rsid w:val="00290A6E"/>
    <w:rsid w:val="002E1B46"/>
    <w:rsid w:val="002F1823"/>
    <w:rsid w:val="00351B5C"/>
    <w:rsid w:val="00361C40"/>
    <w:rsid w:val="00362538"/>
    <w:rsid w:val="00374506"/>
    <w:rsid w:val="003775F9"/>
    <w:rsid w:val="00390821"/>
    <w:rsid w:val="003925A4"/>
    <w:rsid w:val="003E2D71"/>
    <w:rsid w:val="004159D0"/>
    <w:rsid w:val="00420E65"/>
    <w:rsid w:val="00455474"/>
    <w:rsid w:val="004B72E0"/>
    <w:rsid w:val="004E2FFF"/>
    <w:rsid w:val="00540662"/>
    <w:rsid w:val="00541295"/>
    <w:rsid w:val="00581174"/>
    <w:rsid w:val="00583F0B"/>
    <w:rsid w:val="005A709E"/>
    <w:rsid w:val="005B194A"/>
    <w:rsid w:val="005E12C6"/>
    <w:rsid w:val="006117F7"/>
    <w:rsid w:val="00615E9F"/>
    <w:rsid w:val="006429EA"/>
    <w:rsid w:val="0066419D"/>
    <w:rsid w:val="006E04E8"/>
    <w:rsid w:val="00711EBA"/>
    <w:rsid w:val="00717BFF"/>
    <w:rsid w:val="00724BCC"/>
    <w:rsid w:val="00761D04"/>
    <w:rsid w:val="00790C9A"/>
    <w:rsid w:val="00793EB5"/>
    <w:rsid w:val="007A0C93"/>
    <w:rsid w:val="007A2895"/>
    <w:rsid w:val="007C6348"/>
    <w:rsid w:val="007F7BE7"/>
    <w:rsid w:val="00821C86"/>
    <w:rsid w:val="00844E4C"/>
    <w:rsid w:val="00862889"/>
    <w:rsid w:val="00890FE6"/>
    <w:rsid w:val="008A0433"/>
    <w:rsid w:val="008A1B6E"/>
    <w:rsid w:val="009374B5"/>
    <w:rsid w:val="00951AD7"/>
    <w:rsid w:val="00967437"/>
    <w:rsid w:val="00970FF3"/>
    <w:rsid w:val="009835DA"/>
    <w:rsid w:val="009A22FE"/>
    <w:rsid w:val="009B4AE7"/>
    <w:rsid w:val="009C0A70"/>
    <w:rsid w:val="009C2D4C"/>
    <w:rsid w:val="00A12C02"/>
    <w:rsid w:val="00A13B49"/>
    <w:rsid w:val="00A2146A"/>
    <w:rsid w:val="00A51991"/>
    <w:rsid w:val="00AB089D"/>
    <w:rsid w:val="00AD3F78"/>
    <w:rsid w:val="00AE4272"/>
    <w:rsid w:val="00B10F8B"/>
    <w:rsid w:val="00B45816"/>
    <w:rsid w:val="00B46309"/>
    <w:rsid w:val="00B70951"/>
    <w:rsid w:val="00B959BD"/>
    <w:rsid w:val="00BB5FF8"/>
    <w:rsid w:val="00BB70C0"/>
    <w:rsid w:val="00BD7D8B"/>
    <w:rsid w:val="00BF5AFC"/>
    <w:rsid w:val="00C545BD"/>
    <w:rsid w:val="00C61E55"/>
    <w:rsid w:val="00C64045"/>
    <w:rsid w:val="00CA1ABA"/>
    <w:rsid w:val="00CA42B7"/>
    <w:rsid w:val="00CD6101"/>
    <w:rsid w:val="00D00717"/>
    <w:rsid w:val="00D01829"/>
    <w:rsid w:val="00D02D1E"/>
    <w:rsid w:val="00D44C4F"/>
    <w:rsid w:val="00D70C94"/>
    <w:rsid w:val="00E160CE"/>
    <w:rsid w:val="00E46609"/>
    <w:rsid w:val="00E4750C"/>
    <w:rsid w:val="00E71182"/>
    <w:rsid w:val="00EE7A42"/>
    <w:rsid w:val="00F8718F"/>
    <w:rsid w:val="00F94422"/>
    <w:rsid w:val="00F94CBA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0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1B5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1B5C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ListParagraph">
    <w:name w:val="List Paragraph"/>
    <w:basedOn w:val="Normal"/>
    <w:uiPriority w:val="99"/>
    <w:qFormat/>
    <w:rsid w:val="00E47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47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50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C640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404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640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404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4E2FFF"/>
    <w:rPr>
      <w:rFonts w:cs="Times New Roman"/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6F60CCECCE72B5BE4561BCD337489D7AE0242BAF8A87F680D953814E1B4D7EC52FB2CBC2AEB9B94sAN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5</Pages>
  <Words>816</Words>
  <Characters>4654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7</cp:revision>
  <cp:lastPrinted>2016-03-01T13:29:00Z</cp:lastPrinted>
  <dcterms:created xsi:type="dcterms:W3CDTF">2016-02-17T04:07:00Z</dcterms:created>
  <dcterms:modified xsi:type="dcterms:W3CDTF">2016-03-01T13:30:00Z</dcterms:modified>
</cp:coreProperties>
</file>