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BBB" w:rsidRPr="00BA1E46" w:rsidRDefault="00AC2BBB">
      <w:pPr>
        <w:widowControl w:val="0"/>
        <w:autoSpaceDE w:val="0"/>
        <w:autoSpaceDN w:val="0"/>
        <w:adjustRightInd w:val="0"/>
        <w:spacing w:after="0" w:line="240" w:lineRule="auto"/>
        <w:jc w:val="right"/>
        <w:outlineLvl w:val="1"/>
        <w:rPr>
          <w:rFonts w:ascii="Times New Roman" w:hAnsi="Times New Roman"/>
          <w:sz w:val="24"/>
          <w:szCs w:val="24"/>
        </w:rPr>
      </w:pPr>
      <w:r w:rsidRPr="00BA1E46">
        <w:rPr>
          <w:rFonts w:ascii="Times New Roman" w:hAnsi="Times New Roman"/>
          <w:sz w:val="24"/>
          <w:szCs w:val="24"/>
        </w:rPr>
        <w:t>Приложение N 4</w:t>
      </w:r>
    </w:p>
    <w:p w:rsidR="00AC2BBB" w:rsidRPr="00BA1E46" w:rsidRDefault="00AC2BBB">
      <w:pPr>
        <w:widowControl w:val="0"/>
        <w:autoSpaceDE w:val="0"/>
        <w:autoSpaceDN w:val="0"/>
        <w:adjustRightInd w:val="0"/>
        <w:spacing w:after="0" w:line="240" w:lineRule="auto"/>
        <w:jc w:val="right"/>
        <w:rPr>
          <w:rFonts w:ascii="Times New Roman" w:hAnsi="Times New Roman"/>
          <w:sz w:val="24"/>
          <w:szCs w:val="24"/>
        </w:rPr>
      </w:pPr>
      <w:r w:rsidRPr="00BA1E46">
        <w:rPr>
          <w:rFonts w:ascii="Times New Roman" w:hAnsi="Times New Roman"/>
          <w:sz w:val="24"/>
          <w:szCs w:val="24"/>
        </w:rPr>
        <w:t>к федеральной целевой программе</w:t>
      </w:r>
    </w:p>
    <w:p w:rsidR="00AC2BBB" w:rsidRPr="00BA1E46" w:rsidRDefault="00AC2BBB">
      <w:pPr>
        <w:widowControl w:val="0"/>
        <w:autoSpaceDE w:val="0"/>
        <w:autoSpaceDN w:val="0"/>
        <w:adjustRightInd w:val="0"/>
        <w:spacing w:after="0" w:line="240" w:lineRule="auto"/>
        <w:jc w:val="right"/>
        <w:rPr>
          <w:rFonts w:ascii="Times New Roman" w:hAnsi="Times New Roman"/>
          <w:sz w:val="24"/>
          <w:szCs w:val="24"/>
        </w:rPr>
      </w:pPr>
      <w:r w:rsidRPr="00BA1E46">
        <w:rPr>
          <w:rFonts w:ascii="Times New Roman" w:hAnsi="Times New Roman"/>
          <w:sz w:val="24"/>
          <w:szCs w:val="24"/>
        </w:rPr>
        <w:t>"Устойчивое развитие сельских</w:t>
      </w:r>
    </w:p>
    <w:p w:rsidR="00AC2BBB" w:rsidRPr="00BA1E46" w:rsidRDefault="00AC2BBB">
      <w:pPr>
        <w:widowControl w:val="0"/>
        <w:autoSpaceDE w:val="0"/>
        <w:autoSpaceDN w:val="0"/>
        <w:adjustRightInd w:val="0"/>
        <w:spacing w:after="0" w:line="240" w:lineRule="auto"/>
        <w:jc w:val="right"/>
        <w:rPr>
          <w:rFonts w:ascii="Times New Roman" w:hAnsi="Times New Roman"/>
          <w:sz w:val="24"/>
          <w:szCs w:val="24"/>
        </w:rPr>
      </w:pPr>
      <w:r w:rsidRPr="00BA1E46">
        <w:rPr>
          <w:rFonts w:ascii="Times New Roman" w:hAnsi="Times New Roman"/>
          <w:sz w:val="24"/>
          <w:szCs w:val="24"/>
        </w:rPr>
        <w:t>территорий на 2014 - 2017 годы</w:t>
      </w:r>
    </w:p>
    <w:p w:rsidR="00AC2BBB" w:rsidRPr="00BA1E46" w:rsidRDefault="00AC2BBB">
      <w:pPr>
        <w:widowControl w:val="0"/>
        <w:autoSpaceDE w:val="0"/>
        <w:autoSpaceDN w:val="0"/>
        <w:adjustRightInd w:val="0"/>
        <w:spacing w:after="0" w:line="240" w:lineRule="auto"/>
        <w:jc w:val="right"/>
        <w:rPr>
          <w:rFonts w:ascii="Times New Roman" w:hAnsi="Times New Roman"/>
          <w:sz w:val="24"/>
          <w:szCs w:val="24"/>
        </w:rPr>
      </w:pPr>
      <w:r w:rsidRPr="00BA1E46">
        <w:rPr>
          <w:rFonts w:ascii="Times New Roman" w:hAnsi="Times New Roman"/>
          <w:sz w:val="24"/>
          <w:szCs w:val="24"/>
        </w:rPr>
        <w:t>и на период до 2020 года"</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bookmarkStart w:id="0" w:name="Par884"/>
      <w:bookmarkEnd w:id="0"/>
      <w:r w:rsidRPr="00BA1E46">
        <w:rPr>
          <w:rFonts w:ascii="Times New Roman" w:hAnsi="Times New Roman"/>
          <w:sz w:val="24"/>
          <w:szCs w:val="24"/>
        </w:rPr>
        <w:t>ТИПОВОЕ ПОЛОЖЕНИЕ</w:t>
      </w: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r w:rsidRPr="00BA1E46">
        <w:rPr>
          <w:rFonts w:ascii="Times New Roman" w:hAnsi="Times New Roman"/>
          <w:sz w:val="24"/>
          <w:szCs w:val="24"/>
        </w:rPr>
        <w:t>О ПРЕДОСТАВЛЕНИИ СОЦИАЛЬНЫХ ВЫПЛАТ НА СТРОИТЕЛЬСТВО</w:t>
      </w: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r w:rsidRPr="00BA1E46">
        <w:rPr>
          <w:rFonts w:ascii="Times New Roman" w:hAnsi="Times New Roman"/>
          <w:sz w:val="24"/>
          <w:szCs w:val="24"/>
        </w:rPr>
        <w:t>(ПРИОБРЕТЕНИЕ) ЖИЛЬЯ ГРАЖДАНАМ РОССИЙСКОЙ ФЕДЕРАЦИИ,</w:t>
      </w: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r w:rsidRPr="00BA1E46">
        <w:rPr>
          <w:rFonts w:ascii="Times New Roman" w:hAnsi="Times New Roman"/>
          <w:sz w:val="24"/>
          <w:szCs w:val="24"/>
        </w:rPr>
        <w:t>ПРОЖИВАЮЩИМ В СЕЛЬСКОЙ МЕСТНОСТИ, В ТОМ ЧИСЛЕ МОЛОДЫМ</w:t>
      </w: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r w:rsidRPr="00BA1E46">
        <w:rPr>
          <w:rFonts w:ascii="Times New Roman" w:hAnsi="Times New Roman"/>
          <w:sz w:val="24"/>
          <w:szCs w:val="24"/>
        </w:rPr>
        <w:t>СЕМЬЯМ И МОЛОДЫМ СПЕЦИАЛИСТАМ</w:t>
      </w: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outlineLvl w:val="2"/>
        <w:rPr>
          <w:rFonts w:ascii="Times New Roman" w:hAnsi="Times New Roman"/>
          <w:sz w:val="24"/>
          <w:szCs w:val="24"/>
        </w:rPr>
      </w:pPr>
      <w:bookmarkStart w:id="1" w:name="Par890"/>
      <w:bookmarkEnd w:id="1"/>
      <w:r w:rsidRPr="00BA1E46">
        <w:rPr>
          <w:rFonts w:ascii="Times New Roman" w:hAnsi="Times New Roman"/>
          <w:sz w:val="24"/>
          <w:szCs w:val="24"/>
        </w:rPr>
        <w:t>I. Общие положения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1. Настоящее Типовое положение устанавливает порядок предоставления социальных выплат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(далее соответственно - социальные выплаты, граждане, молодые семьи, молодые специалисты).</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2. Социальные выплаты гражданам, молодым семьям и молодым специалистам предоставляются за счет средств федерального бюджета, бюджета субъекта Российской Федерации и (или) местных бюджетов.</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3. Социальные выплаты не предоставляются гражданам, молодым семьям и молодым специалистам, а также членам их семей, ранее реализовавшим право на улучшение жилищных условий в сельской местности с использованием средств социальных выплат.</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4. Первоочередное предоставление социальных выплат осуществляется гражданам, молодым семьям и молодым специалистам, включенным в списки граждан, изъявивших желание улучшить жилищные условия с использованием социальных выплат в рамках федеральной целевой </w:t>
      </w:r>
      <w:hyperlink r:id="rId4" w:history="1">
        <w:r w:rsidRPr="00BA1E46">
          <w:rPr>
            <w:rFonts w:ascii="Times New Roman" w:hAnsi="Times New Roman"/>
            <w:color w:val="0000FF"/>
            <w:sz w:val="24"/>
            <w:szCs w:val="24"/>
          </w:rPr>
          <w:t>программы</w:t>
        </w:r>
      </w:hyperlink>
      <w:r w:rsidRPr="00BA1E46">
        <w:rPr>
          <w:rFonts w:ascii="Times New Roman" w:hAnsi="Times New Roman"/>
          <w:sz w:val="24"/>
          <w:szCs w:val="24"/>
        </w:rPr>
        <w:t xml:space="preserve"> "Социальное развитие села до 2013 года", утвержденной постановлением Правительства Российской Федерации от 3 декабря </w:t>
      </w:r>
      <w:smartTag w:uri="urn:schemas-microsoft-com:office:smarttags" w:element="metricconverter">
        <w:smartTagPr>
          <w:attr w:name="ProductID" w:val="2002 г"/>
        </w:smartTagPr>
        <w:r w:rsidRPr="00BA1E46">
          <w:rPr>
            <w:rFonts w:ascii="Times New Roman" w:hAnsi="Times New Roman"/>
            <w:sz w:val="24"/>
            <w:szCs w:val="24"/>
          </w:rPr>
          <w:t>2002 г</w:t>
        </w:r>
      </w:smartTag>
      <w:r w:rsidRPr="00BA1E46">
        <w:rPr>
          <w:rFonts w:ascii="Times New Roman" w:hAnsi="Times New Roman"/>
          <w:sz w:val="24"/>
          <w:szCs w:val="24"/>
        </w:rPr>
        <w:t>. N 858, при соблюдении условий, установленных настоящим Типовым положением.</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outlineLvl w:val="2"/>
        <w:rPr>
          <w:rFonts w:ascii="Times New Roman" w:hAnsi="Times New Roman"/>
          <w:sz w:val="24"/>
          <w:szCs w:val="24"/>
        </w:rPr>
      </w:pPr>
      <w:bookmarkStart w:id="2" w:name="Par897"/>
      <w:bookmarkEnd w:id="2"/>
      <w:r w:rsidRPr="00BA1E46">
        <w:rPr>
          <w:rFonts w:ascii="Times New Roman" w:hAnsi="Times New Roman"/>
          <w:sz w:val="24"/>
          <w:szCs w:val="24"/>
        </w:rPr>
        <w:t>II. Порядок предоставления социальных выплат гражданам</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3" w:name="Par899"/>
      <w:bookmarkEnd w:id="3"/>
      <w:r w:rsidRPr="00BA1E46">
        <w:rPr>
          <w:rFonts w:ascii="Times New Roman" w:hAnsi="Times New Roman"/>
          <w:sz w:val="24"/>
          <w:szCs w:val="24"/>
        </w:rPr>
        <w:t>5. Право на получение социальной выплаты гражданин имеет при соблюдении в совокупности следующих условий:</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а) постоянное проживание и осуществление трудовой деятельности (основное место работы) в сельской местности;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4" w:name="Par901"/>
      <w:bookmarkEnd w:id="4"/>
      <w:r w:rsidRPr="00BA1E46">
        <w:rPr>
          <w:rFonts w:ascii="Times New Roman" w:hAnsi="Times New Roman"/>
          <w:sz w:val="24"/>
          <w:szCs w:val="24"/>
        </w:rPr>
        <w:t xml:space="preserve">б) наличие собственных и (или) заемных средств в размере не менее 30 процентов расчетной стоимости строительства (приобретения) жилья, определяемой в соответствии с </w:t>
      </w:r>
      <w:hyperlink w:anchor="Par922" w:history="1">
        <w:r w:rsidRPr="00BA1E46">
          <w:rPr>
            <w:rFonts w:ascii="Times New Roman" w:hAnsi="Times New Roman"/>
            <w:color w:val="0000FF"/>
            <w:sz w:val="24"/>
            <w:szCs w:val="24"/>
          </w:rPr>
          <w:t>пунктом 12</w:t>
        </w:r>
      </w:hyperlink>
      <w:r w:rsidRPr="00BA1E46">
        <w:rPr>
          <w:rFonts w:ascii="Times New Roman" w:hAnsi="Times New Roman"/>
          <w:sz w:val="24"/>
          <w:szCs w:val="24"/>
        </w:rPr>
        <w:t xml:space="preserve"> настоящего Типового положения, а также средств, необходимых для строительства (приобретения) жилья в случае, предусмотренном </w:t>
      </w:r>
      <w:hyperlink w:anchor="Par929" w:history="1">
        <w:r w:rsidRPr="00BA1E46">
          <w:rPr>
            <w:rFonts w:ascii="Times New Roman" w:hAnsi="Times New Roman"/>
            <w:color w:val="0000FF"/>
            <w:sz w:val="24"/>
            <w:szCs w:val="24"/>
          </w:rPr>
          <w:t>пунктом 16</w:t>
        </w:r>
      </w:hyperlink>
      <w:r w:rsidRPr="00BA1E46">
        <w:rPr>
          <w:rFonts w:ascii="Times New Roman" w:hAnsi="Times New Roman"/>
          <w:sz w:val="24"/>
          <w:szCs w:val="24"/>
        </w:rPr>
        <w:t xml:space="preserve"> настоящего Типового положения. Доля собственных и (или) заемных средств в процентах от расчетной стоимости строительства (приобретения) жилья, в том числе отдельно по гражданам и молодым семьям (молодым специалистам), определяется субъектом Российской Федерации. В случае если указанная доля установлена в размере менее 30 процентов расчетной стоимости строительства (приобретения) жилья, разница компенсируется за счет средств регионального (местного) бюджета субъекта Российской Федерации (муниципального образования). При отсутствии (недостаточности) собственных и (или) заемных средств гражданином могут быть использованы средства (часть средств) материнского (семейного) капитала в порядке, установленном </w:t>
      </w:r>
      <w:hyperlink r:id="rId5" w:history="1">
        <w:r w:rsidRPr="00BA1E46">
          <w:rPr>
            <w:rFonts w:ascii="Times New Roman" w:hAnsi="Times New Roman"/>
            <w:color w:val="0000FF"/>
            <w:sz w:val="24"/>
            <w:szCs w:val="24"/>
          </w:rPr>
          <w:t>постановлением</w:t>
        </w:r>
      </w:hyperlink>
      <w:r w:rsidRPr="00BA1E46">
        <w:rPr>
          <w:rFonts w:ascii="Times New Roman" w:hAnsi="Times New Roman"/>
          <w:sz w:val="24"/>
          <w:szCs w:val="24"/>
        </w:rPr>
        <w:t xml:space="preserve"> Правительства Российской Федерации от 12 декабря </w:t>
      </w:r>
      <w:smartTag w:uri="urn:schemas-microsoft-com:office:smarttags" w:element="metricconverter">
        <w:smartTagPr>
          <w:attr w:name="ProductID" w:val="2007 г"/>
        </w:smartTagPr>
        <w:r w:rsidRPr="00BA1E46">
          <w:rPr>
            <w:rFonts w:ascii="Times New Roman" w:hAnsi="Times New Roman"/>
            <w:sz w:val="24"/>
            <w:szCs w:val="24"/>
          </w:rPr>
          <w:t>2007 г</w:t>
        </w:r>
      </w:smartTag>
      <w:r w:rsidRPr="00BA1E46">
        <w:rPr>
          <w:rFonts w:ascii="Times New Roman" w:hAnsi="Times New Roman"/>
          <w:sz w:val="24"/>
          <w:szCs w:val="24"/>
        </w:rPr>
        <w:t>. N 862 "О Правилах направления средств (части средств) материнского (семейного) капитала на улучшение жилищных условий";</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5" w:name="Par902"/>
      <w:bookmarkEnd w:id="5"/>
      <w:r w:rsidRPr="00BA1E46">
        <w:rPr>
          <w:rFonts w:ascii="Times New Roman" w:hAnsi="Times New Roman"/>
          <w:sz w:val="24"/>
          <w:szCs w:val="24"/>
        </w:rPr>
        <w:t xml:space="preserve">в) признание нуждающимся в улучшении жилищных условий. Признание граждан нуждающимися в улучшении жилищных условий осуществляется органами местного самоуправления по месту их постоянного жительства по основаниям, установленным </w:t>
      </w:r>
      <w:hyperlink r:id="rId6" w:history="1">
        <w:r w:rsidRPr="00BA1E46">
          <w:rPr>
            <w:rFonts w:ascii="Times New Roman" w:hAnsi="Times New Roman"/>
            <w:color w:val="0000FF"/>
            <w:sz w:val="24"/>
            <w:szCs w:val="24"/>
          </w:rPr>
          <w:t>статьей 51</w:t>
        </w:r>
      </w:hyperlink>
      <w:r w:rsidRPr="00BA1E46">
        <w:rPr>
          <w:rFonts w:ascii="Times New Roman" w:hAnsi="Times New Roman"/>
          <w:sz w:val="24"/>
          <w:szCs w:val="24"/>
        </w:rPr>
        <w:t xml:space="preserve">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6" w:name="Par903"/>
      <w:bookmarkEnd w:id="6"/>
      <w:r w:rsidRPr="00BA1E46">
        <w:rPr>
          <w:rFonts w:ascii="Times New Roman" w:hAnsi="Times New Roman"/>
          <w:sz w:val="24"/>
          <w:szCs w:val="24"/>
        </w:rPr>
        <w:t>6. Предоставление гражданам социальных выплат осуществляется согласно следующей очередности: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7" w:name="Par904"/>
      <w:bookmarkEnd w:id="7"/>
      <w:r w:rsidRPr="00BA1E46">
        <w:rPr>
          <w:rFonts w:ascii="Times New Roman" w:hAnsi="Times New Roman"/>
          <w:sz w:val="24"/>
          <w:szCs w:val="24"/>
        </w:rPr>
        <w:t>а) гражданам, работающим по трудовым договорам или осуществляющим индивидуальную предпринимательскую деятельность в агропромышленном комплексе в сельской местности, изъявившим желание улучшить жилищные условия путем строительства жилого дома или участия в долевом строительстве жилых домов (квартир);</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б) гражданам, работающим по трудовым договорам или осуществляющим индивидуальную предпринимательскую деятельность в агропромышленном комплексе в сельской местности, изъявившим желание улучшить жилищные условия путем приобретения жилых помещений;</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в) гражданам, работающим по трудовым договорам или осуществляющим индивидуальную предпринимательскую деятельность в социальной сфере в сельской местности, изъявившим желание улучшить жилищные условия путем строительства жилого дома или участия в долевом строительстве жилых домов (квартир);</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8" w:name="Par907"/>
      <w:bookmarkEnd w:id="8"/>
      <w:r w:rsidRPr="00BA1E46">
        <w:rPr>
          <w:rFonts w:ascii="Times New Roman" w:hAnsi="Times New Roman"/>
          <w:sz w:val="24"/>
          <w:szCs w:val="24"/>
        </w:rPr>
        <w:t>г) гражданам, работающим по трудовым договорам или осуществляющим индивидуальную предпринимательскую деятельность в социальной сфере в сельской местности, изъявившим желание улучшить жилищные условия путем приобретения жилых помещений;</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д) гражданам, осуществляющим трудовую деятельность в сельской местности (за исключением граждан, указанных в </w:t>
      </w:r>
      <w:hyperlink w:anchor="Par904" w:history="1">
        <w:r w:rsidRPr="00BA1E46">
          <w:rPr>
            <w:rFonts w:ascii="Times New Roman" w:hAnsi="Times New Roman"/>
            <w:color w:val="0000FF"/>
            <w:sz w:val="24"/>
            <w:szCs w:val="24"/>
          </w:rPr>
          <w:t>подпунктах "а"</w:t>
        </w:r>
      </w:hyperlink>
      <w:r w:rsidRPr="00BA1E46">
        <w:rPr>
          <w:rFonts w:ascii="Times New Roman" w:hAnsi="Times New Roman"/>
          <w:sz w:val="24"/>
          <w:szCs w:val="24"/>
        </w:rPr>
        <w:t xml:space="preserve"> - </w:t>
      </w:r>
      <w:hyperlink w:anchor="Par907" w:history="1">
        <w:r w:rsidRPr="00BA1E46">
          <w:rPr>
            <w:rFonts w:ascii="Times New Roman" w:hAnsi="Times New Roman"/>
            <w:color w:val="0000FF"/>
            <w:sz w:val="24"/>
            <w:szCs w:val="24"/>
          </w:rPr>
          <w:t>"г"</w:t>
        </w:r>
      </w:hyperlink>
      <w:r w:rsidRPr="00BA1E46">
        <w:rPr>
          <w:rFonts w:ascii="Times New Roman" w:hAnsi="Times New Roman"/>
          <w:sz w:val="24"/>
          <w:szCs w:val="24"/>
        </w:rPr>
        <w:t xml:space="preserve"> настоящего пункта), изъявившим желание улучшить жилищные условия путем строительства жилого дома или участия в долевом строительстве жилых домов (квартир);</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е) гражданам, осуществляющим трудовую деятельность в сельской местности (за исключением граждан, указанных в </w:t>
      </w:r>
      <w:hyperlink w:anchor="Par904" w:history="1">
        <w:r w:rsidRPr="00BA1E46">
          <w:rPr>
            <w:rFonts w:ascii="Times New Roman" w:hAnsi="Times New Roman"/>
            <w:color w:val="0000FF"/>
            <w:sz w:val="24"/>
            <w:szCs w:val="24"/>
          </w:rPr>
          <w:t>подпунктах "а"</w:t>
        </w:r>
      </w:hyperlink>
      <w:r w:rsidRPr="00BA1E46">
        <w:rPr>
          <w:rFonts w:ascii="Times New Roman" w:hAnsi="Times New Roman"/>
          <w:sz w:val="24"/>
          <w:szCs w:val="24"/>
        </w:rPr>
        <w:t xml:space="preserve"> - </w:t>
      </w:r>
      <w:hyperlink w:anchor="Par907" w:history="1">
        <w:r w:rsidRPr="00BA1E46">
          <w:rPr>
            <w:rFonts w:ascii="Times New Roman" w:hAnsi="Times New Roman"/>
            <w:color w:val="0000FF"/>
            <w:sz w:val="24"/>
            <w:szCs w:val="24"/>
          </w:rPr>
          <w:t>"г"</w:t>
        </w:r>
      </w:hyperlink>
      <w:r w:rsidRPr="00BA1E46">
        <w:rPr>
          <w:rFonts w:ascii="Times New Roman" w:hAnsi="Times New Roman"/>
          <w:sz w:val="24"/>
          <w:szCs w:val="24"/>
        </w:rPr>
        <w:t xml:space="preserve"> настоящего пункта), изъявившим желание улучшить жилищные условия путем приобретения жилых помещений.</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7. В каждой из указанных в </w:t>
      </w:r>
      <w:hyperlink w:anchor="Par903" w:history="1">
        <w:r w:rsidRPr="00BA1E46">
          <w:rPr>
            <w:rFonts w:ascii="Times New Roman" w:hAnsi="Times New Roman"/>
            <w:color w:val="0000FF"/>
            <w:sz w:val="24"/>
            <w:szCs w:val="24"/>
          </w:rPr>
          <w:t>пункте 6</w:t>
        </w:r>
      </w:hyperlink>
      <w:r w:rsidRPr="00BA1E46">
        <w:rPr>
          <w:rFonts w:ascii="Times New Roman" w:hAnsi="Times New Roman"/>
          <w:sz w:val="24"/>
          <w:szCs w:val="24"/>
        </w:rPr>
        <w:t xml:space="preserve"> настоящего Типового положения групп граждан очередность определяется в хронологической последовательности по дате подачи ими заявления в соответствии с </w:t>
      </w:r>
      <w:hyperlink w:anchor="Par930" w:history="1">
        <w:r w:rsidRPr="00BA1E46">
          <w:rPr>
            <w:rFonts w:ascii="Times New Roman" w:hAnsi="Times New Roman"/>
            <w:color w:val="0000FF"/>
            <w:sz w:val="24"/>
            <w:szCs w:val="24"/>
          </w:rPr>
          <w:t>пунктом 17</w:t>
        </w:r>
      </w:hyperlink>
      <w:r w:rsidRPr="00BA1E46">
        <w:rPr>
          <w:rFonts w:ascii="Times New Roman" w:hAnsi="Times New Roman"/>
          <w:sz w:val="24"/>
          <w:szCs w:val="24"/>
        </w:rPr>
        <w:t xml:space="preserve"> настоящего Типового положения с учетом первоочередного предоставления социальных выплат гражданам, имеющим трех и более детей.</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8. К членам семьи гражданина применительно к настоящему Типовому положению относятся постоянно проживающие совместно с ним его супруга (супруг), а также дети и родители. Другие родственники и нетрудоспособные иждивенцы признаются членами семьи гражданина, если они вселены им в жилое помещение по месту его жительства в качестве членов его семьи и ведут с ним общее хозяйство. В исключительных случаях иные лица могут быть признаны членами семьи этого гражданина в судебном порядке.</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9" w:name="Par912"/>
      <w:bookmarkEnd w:id="9"/>
      <w:r w:rsidRPr="00BA1E46">
        <w:rPr>
          <w:rFonts w:ascii="Times New Roman" w:hAnsi="Times New Roman"/>
          <w:sz w:val="24"/>
          <w:szCs w:val="24"/>
        </w:rPr>
        <w:t>9. Гражданин, которому предоставляется социальная выплата (далее - получатель социальной выплаты), вправе ее использовать:</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а) на приобретение жилого помещения в сельской местности, находящегося в эксплуатации не более 5 лет с момента его ввода;</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б) на строительство жилого дома (создание объекта индивидуального жилищного строительства или пристроенного жилого помещения к имеющемуся жилому дому в сельской местности, в том числе на завершение ранее начатого строительства жилого дома);</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в) на участие в долевом строительстве жилых домов (квартир) в сельской местности.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10. В случае привлечения гражданином для строительства (приобретения) жилья в качестве источника софинансирования жилищного кредита (займа), в том числе ипотечного, социальная выплата может быть направлена на уплату первоначального взноса, а также на погашение основного долга и уплату процентов по кредиту (займу) при условии признания гражданина на дату заключения соответствующего кредитного договора (договора займа) имеющим право на получение социальной выплаты в соответствии с </w:t>
      </w:r>
      <w:hyperlink w:anchor="Par899" w:history="1">
        <w:r w:rsidRPr="00BA1E46">
          <w:rPr>
            <w:rFonts w:ascii="Times New Roman" w:hAnsi="Times New Roman"/>
            <w:color w:val="0000FF"/>
            <w:sz w:val="24"/>
            <w:szCs w:val="24"/>
          </w:rPr>
          <w:t>пунктом 5</w:t>
        </w:r>
      </w:hyperlink>
      <w:r w:rsidRPr="00BA1E46">
        <w:rPr>
          <w:rFonts w:ascii="Times New Roman" w:hAnsi="Times New Roman"/>
          <w:sz w:val="24"/>
          <w:szCs w:val="24"/>
        </w:rPr>
        <w:t xml:space="preserve"> настоящего Типового положения и включения его в список граждан, изъявивших желание улучшить жилищные условия с использованием социальных выплат, формируемый органом местного самоуправления.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Использование социальной выплаты на уплату иных процентов, штрафов, комиссий и пеней за просрочку исполнения обязательств по указанным кредитам (займам) не допускается.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В случае использования социальной выплаты на погашение основной суммы долга и уплату процентов по кредиту (займу) на строительство (приобретение) жилья размер социальной выплаты ограничивается суммой остатка основного долга и остатка задолженности по выплате процентов за пользование кредитом (займом).</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Предоставление социальной выплаты на погашение основного долга и уплату процентов по кредиту (займу) на строительство (приобретение) жилья осуществляется на основании справки кредитной организации (заимодавца), предоставившей гражданину кредит (заем), об остатке суммы основного долга и остатке задолженности по выплате процентов за пользование кредитом (займом).</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10" w:name="Par922"/>
      <w:bookmarkEnd w:id="10"/>
      <w:r w:rsidRPr="00BA1E46">
        <w:rPr>
          <w:rFonts w:ascii="Times New Roman" w:hAnsi="Times New Roman"/>
          <w:sz w:val="24"/>
          <w:szCs w:val="24"/>
        </w:rPr>
        <w:t>12. Расчетная стоимость строительства (приобретения) жилья, используемая для расчета размера социальной выплаты, определяется исходя из размера общей площади жилого помещения, установленного для семей разной численности (33 кв. метра - для одиноко проживающих граждан, 42 кв. метра - на семью из 2 человек и по 18 кв. метров на каждого члена семьи при численности семьи, составляющей 3 и более человек), и стоимости 1 кв. метра общей площади жилья в сельской местности на территории субъекта Российской Федерации, утвержденной органом исполнительной власти на очередной финансовый год исходя из фактической стоимости строительства (приобретения) жилья в рамках Программы за предыдущий год с учетом инфляции, но не превышающей средней рыночной стоимости 1 кв. метра общей площади жилья по субъекту Российской Федерации, определяемой Министерством регионального развития Российской Федерации на I квартал очередного финансового года.</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13. В случае предоставления социальной выплаты на завершение ранее начатого строительства жилого дома размер социальной выплаты ограничивается остатком сметной стоимости строительства жилого дома.</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При этом стоимость не завершенного строительством жилого дома, определенная органом исполнительной власти, учитывается в качестве собственных средств гражданина в софинансировании строительства жилого дома в соответствии с </w:t>
      </w:r>
      <w:hyperlink w:anchor="Par901" w:history="1">
        <w:r w:rsidRPr="00BA1E46">
          <w:rPr>
            <w:rFonts w:ascii="Times New Roman" w:hAnsi="Times New Roman"/>
            <w:color w:val="0000FF"/>
            <w:sz w:val="24"/>
            <w:szCs w:val="24"/>
          </w:rPr>
          <w:t>подпунктом "б" пункта 5</w:t>
        </w:r>
      </w:hyperlink>
      <w:r w:rsidRPr="00BA1E46">
        <w:rPr>
          <w:rFonts w:ascii="Times New Roman" w:hAnsi="Times New Roman"/>
          <w:sz w:val="24"/>
          <w:szCs w:val="24"/>
        </w:rPr>
        <w:t xml:space="preserve"> настоящего Типового положения.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11" w:name="Par925"/>
      <w:bookmarkEnd w:id="11"/>
      <w:r w:rsidRPr="00BA1E46">
        <w:rPr>
          <w:rFonts w:ascii="Times New Roman" w:hAnsi="Times New Roman"/>
          <w:sz w:val="24"/>
          <w:szCs w:val="24"/>
        </w:rPr>
        <w:t>14. В случае если фактическая стоимость 1 кв. метра общей площади построенного (приобретенного) жилья меньше стоимости 1 кв. метра общей площади жилья, определенной органом исполнительной власти, размер социальной выплаты подлежит пересчету исходя из фактической стоимости 1 кв. метра общей площади жилья, за исключением случая, когда общая площадь построенного (приобретенного) жилья превышает общую площадь жилого помещения, используемую для расчета размера социальной выплаты.</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В случае если общая площадь строящегося (приобретаемого) жилья меньше размера, установленного для семей разной численности, но больше учетной нормы площади жилого помещения, установленной органом местного самоуправления, размер социальной выплаты определяется исходя из фактической площади жилья.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Орган исполнительной власти вправе устанавливать стоимость 1 кв. метра общей площади жилья дифференцированно по муниципальным районам, сельским поселениям, сельским населенным пунктам и рабочим поселкам, а также по строительству и приобретению жилья.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12" w:name="Par928"/>
      <w:bookmarkEnd w:id="12"/>
      <w:r w:rsidRPr="00BA1E46">
        <w:rPr>
          <w:rFonts w:ascii="Times New Roman" w:hAnsi="Times New Roman"/>
          <w:sz w:val="24"/>
          <w:szCs w:val="24"/>
        </w:rPr>
        <w:t xml:space="preserve">15. Определение размера социальной выплаты производится органом исполнительной власти в соответствии с </w:t>
      </w:r>
      <w:hyperlink w:anchor="Par922" w:history="1">
        <w:r w:rsidRPr="00BA1E46">
          <w:rPr>
            <w:rFonts w:ascii="Times New Roman" w:hAnsi="Times New Roman"/>
            <w:color w:val="0000FF"/>
            <w:sz w:val="24"/>
            <w:szCs w:val="24"/>
          </w:rPr>
          <w:t>пунктами 12</w:t>
        </w:r>
      </w:hyperlink>
      <w:r w:rsidRPr="00BA1E46">
        <w:rPr>
          <w:rFonts w:ascii="Times New Roman" w:hAnsi="Times New Roman"/>
          <w:sz w:val="24"/>
          <w:szCs w:val="24"/>
        </w:rPr>
        <w:t xml:space="preserve"> - </w:t>
      </w:r>
      <w:hyperlink w:anchor="Par925" w:history="1">
        <w:r w:rsidRPr="00BA1E46">
          <w:rPr>
            <w:rFonts w:ascii="Times New Roman" w:hAnsi="Times New Roman"/>
            <w:color w:val="0000FF"/>
            <w:sz w:val="24"/>
            <w:szCs w:val="24"/>
          </w:rPr>
          <w:t>14</w:t>
        </w:r>
      </w:hyperlink>
      <w:r w:rsidRPr="00BA1E46">
        <w:rPr>
          <w:rFonts w:ascii="Times New Roman" w:hAnsi="Times New Roman"/>
          <w:sz w:val="24"/>
          <w:szCs w:val="24"/>
        </w:rPr>
        <w:t xml:space="preserve"> настоящего Типового положения.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13" w:name="Par929"/>
      <w:bookmarkEnd w:id="13"/>
      <w:r w:rsidRPr="00BA1E46">
        <w:rPr>
          <w:rFonts w:ascii="Times New Roman" w:hAnsi="Times New Roman"/>
          <w:sz w:val="24"/>
          <w:szCs w:val="24"/>
        </w:rPr>
        <w:t xml:space="preserve">16. Получатель социальной выплаты вправе осуществить строительство (приобретение) жилья сверх установленного </w:t>
      </w:r>
      <w:hyperlink w:anchor="Par922" w:history="1">
        <w:r w:rsidRPr="00BA1E46">
          <w:rPr>
            <w:rFonts w:ascii="Times New Roman" w:hAnsi="Times New Roman"/>
            <w:color w:val="0000FF"/>
            <w:sz w:val="24"/>
            <w:szCs w:val="24"/>
          </w:rPr>
          <w:t>пунктом 12</w:t>
        </w:r>
      </w:hyperlink>
      <w:r w:rsidRPr="00BA1E46">
        <w:rPr>
          <w:rFonts w:ascii="Times New Roman" w:hAnsi="Times New Roman"/>
          <w:sz w:val="24"/>
          <w:szCs w:val="24"/>
        </w:rPr>
        <w:t xml:space="preserve"> настоящего Типового положения размера общей площади жилого помещения при условии оплаты им за счет собственных и (или) заемных средств стоимости строительства (приобретения) части жилья, превышающей указанный размер.</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14" w:name="Par930"/>
      <w:bookmarkEnd w:id="14"/>
      <w:r w:rsidRPr="00BA1E46">
        <w:rPr>
          <w:rFonts w:ascii="Times New Roman" w:hAnsi="Times New Roman"/>
          <w:sz w:val="24"/>
          <w:szCs w:val="24"/>
        </w:rPr>
        <w:t xml:space="preserve">17. Гражданин, имеющий право на получение социальной выплаты, представляет в орган местного самоуправления по месту постоянного жительства заявление по форме согласно </w:t>
      </w:r>
      <w:hyperlink w:anchor="Par1205" w:history="1">
        <w:r w:rsidRPr="00BA1E46">
          <w:rPr>
            <w:rFonts w:ascii="Times New Roman" w:hAnsi="Times New Roman"/>
            <w:color w:val="0000FF"/>
            <w:sz w:val="24"/>
            <w:szCs w:val="24"/>
          </w:rPr>
          <w:t>приложению N 6</w:t>
        </w:r>
      </w:hyperlink>
      <w:r w:rsidRPr="00BA1E46">
        <w:rPr>
          <w:rFonts w:ascii="Times New Roman" w:hAnsi="Times New Roman"/>
          <w:sz w:val="24"/>
          <w:szCs w:val="24"/>
        </w:rPr>
        <w:t xml:space="preserve"> к Программе с приложением:</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а) копий документов, удостоверяющих личность заявителя и членов его семьи;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б) копий документов, подтверждающих родственные отношения между лицами, указанными в заявлении в качестве членов семьи;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в) копий документов, подтверждающих наличие у заявителя и (или) членов его семьи собственных и (или) заемных средств в размере, установленном </w:t>
      </w:r>
      <w:hyperlink w:anchor="Par901" w:history="1">
        <w:r w:rsidRPr="00BA1E46">
          <w:rPr>
            <w:rFonts w:ascii="Times New Roman" w:hAnsi="Times New Roman"/>
            <w:color w:val="0000FF"/>
            <w:sz w:val="24"/>
            <w:szCs w:val="24"/>
          </w:rPr>
          <w:t>подпунктом "б" пункта 5</w:t>
        </w:r>
      </w:hyperlink>
      <w:r w:rsidRPr="00BA1E46">
        <w:rPr>
          <w:rFonts w:ascii="Times New Roman" w:hAnsi="Times New Roman"/>
          <w:sz w:val="24"/>
          <w:szCs w:val="24"/>
        </w:rPr>
        <w:t xml:space="preserve"> настоящего Типового положения, а также при необходимости право заявителя (лица, состоящего в зарегистрированном браке с заявителем) на получение материнского (семейного) капитала. Перечень таких документов, сроки и порядок их представления определяются органом исполнительной власти;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г) документа, подтверждающего признание гражданина нуждающимся в улучшении жилищных условий;</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д) копии трудовой книжки (для работающих по трудовым договорам) или документа, содержащего сведения о государственной регистрации физического лица в качестве индивидуального предпринимателя;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е) иных документов, предусматривающих разрешительные документы на строительство жилья, а также документы, подтверждающие стоимость жилья, планируемого к строительству (приобретению). Перечень таких документов, сроки и порядок их представления определяется органом исполнительной власти.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18. Копии документов, указанных в </w:t>
      </w:r>
      <w:hyperlink w:anchor="Par930" w:history="1">
        <w:r w:rsidRPr="00BA1E46">
          <w:rPr>
            <w:rFonts w:ascii="Times New Roman" w:hAnsi="Times New Roman"/>
            <w:color w:val="0000FF"/>
            <w:sz w:val="24"/>
            <w:szCs w:val="24"/>
          </w:rPr>
          <w:t>пункте 17</w:t>
        </w:r>
      </w:hyperlink>
      <w:r w:rsidRPr="00BA1E46">
        <w:rPr>
          <w:rFonts w:ascii="Times New Roman" w:hAnsi="Times New Roman"/>
          <w:sz w:val="24"/>
          <w:szCs w:val="24"/>
        </w:rPr>
        <w:t xml:space="preserve"> настоящего Типового положения, представляются вместе с оригиналами для удостоверения их идентичности (о чем делается отметка лицом, осуществляющим прием документов) либо заверенные в установленном порядке.</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15" w:name="Par938"/>
      <w:bookmarkEnd w:id="15"/>
      <w:r w:rsidRPr="00BA1E46">
        <w:rPr>
          <w:rFonts w:ascii="Times New Roman" w:hAnsi="Times New Roman"/>
          <w:sz w:val="24"/>
          <w:szCs w:val="24"/>
        </w:rPr>
        <w:t xml:space="preserve">19. Органы местного самоуправления проверяют правильность оформления документов, представленных гражданином, указанным в </w:t>
      </w:r>
      <w:hyperlink w:anchor="Par930" w:history="1">
        <w:r w:rsidRPr="00BA1E46">
          <w:rPr>
            <w:rFonts w:ascii="Times New Roman" w:hAnsi="Times New Roman"/>
            <w:color w:val="0000FF"/>
            <w:sz w:val="24"/>
            <w:szCs w:val="24"/>
          </w:rPr>
          <w:t>пункте 17</w:t>
        </w:r>
      </w:hyperlink>
      <w:r w:rsidRPr="00BA1E46">
        <w:rPr>
          <w:rFonts w:ascii="Times New Roman" w:hAnsi="Times New Roman"/>
          <w:sz w:val="24"/>
          <w:szCs w:val="24"/>
        </w:rPr>
        <w:t xml:space="preserve"> настоящего Типового положения, и достоверность содержащихся в них сведений, формируют списки граждан, изъявивших желание улучшить жилищные условия с использованием социальных выплат, и направляют их с приложением сведений о привлечении средств местных бюджетов для этих целей в органы исполнительной власти. При выявлении недостоверной информации, содержащейся в этих документах, органы местного самоуправления возвращают их заявителю с указанием причин возврата.</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20. Органы исполнительной власти на основании представленных органами местного самоуправления списков и документов формируют и с учетом объема субсидий, предусмотренных на мероприятия, указанные в </w:t>
      </w:r>
      <w:hyperlink w:anchor="Par764" w:history="1">
        <w:r w:rsidRPr="00BA1E46">
          <w:rPr>
            <w:rFonts w:ascii="Times New Roman" w:hAnsi="Times New Roman"/>
            <w:color w:val="0000FF"/>
            <w:sz w:val="24"/>
            <w:szCs w:val="24"/>
          </w:rPr>
          <w:t>пункте 2</w:t>
        </w:r>
      </w:hyperlink>
      <w:r w:rsidRPr="00BA1E46">
        <w:rPr>
          <w:rFonts w:ascii="Times New Roman" w:hAnsi="Times New Roman"/>
          <w:sz w:val="24"/>
          <w:szCs w:val="24"/>
        </w:rPr>
        <w:t xml:space="preserve"> Правил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в сельской местности, в том числе молодых семей и молодых специалистов, предусмотренных приложением N 3 к Программе, утверждают сводные списки по форме, утверждаемой Министерством сельского хозяйства Российской Федерации, а также уведомляют органы местного самоуправления о принятом решении для доведения до сведения граждан информации о включении их в указанные списки.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Порядок формирования и утверждения списков участников мероприятий и порядок выдачи свидетельств устанавливаются нормативными правовыми актами субъектов Российской Федерации.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16" w:name="Par941"/>
      <w:bookmarkEnd w:id="16"/>
      <w:r w:rsidRPr="00BA1E46">
        <w:rPr>
          <w:rFonts w:ascii="Times New Roman" w:hAnsi="Times New Roman"/>
          <w:sz w:val="24"/>
          <w:szCs w:val="24"/>
        </w:rPr>
        <w:t>21. Орган исполнительной власти заключает с кредитными организациями соглашения о порядке обслуживания социальных выплат, в которых предусматриваются основания для заключения с получателями социальных выплат договора банковского счета, условия зачисления социальных выплат на банковские счета и их списания, а также ежеквартальное представление информации о количестве открытых и закрытых банковских счетов по обслуживанию социальных выплат.</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22. Орган исполнительной власти обязан уведомить получателя социальной выплаты о поступлении денежных средств.</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23. Получатель социальной выплаты в срок, установленный органом исполнительной власти, представляет свидетельство в кредитную организацию для заключения договора банковского счета и открытия банковского счета, предназначенного для зачисления социальной выплаты.</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24. Орган исполнительной власти в срок, указанный в соглашении о порядке обслуживания социальных выплат, перечисляет указанные в </w:t>
      </w:r>
      <w:hyperlink w:anchor="Par928" w:history="1">
        <w:r w:rsidRPr="00BA1E46">
          <w:rPr>
            <w:rFonts w:ascii="Times New Roman" w:hAnsi="Times New Roman"/>
            <w:color w:val="0000FF"/>
            <w:sz w:val="24"/>
            <w:szCs w:val="24"/>
          </w:rPr>
          <w:t>пункте 15</w:t>
        </w:r>
      </w:hyperlink>
      <w:r w:rsidRPr="00BA1E46">
        <w:rPr>
          <w:rFonts w:ascii="Times New Roman" w:hAnsi="Times New Roman"/>
          <w:sz w:val="24"/>
          <w:szCs w:val="24"/>
        </w:rPr>
        <w:t xml:space="preserve"> настоящего Типового положения средства на банковские счета получателей социальных выплат.</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17" w:name="Par945"/>
      <w:bookmarkEnd w:id="17"/>
      <w:r w:rsidRPr="00BA1E46">
        <w:rPr>
          <w:rFonts w:ascii="Times New Roman" w:hAnsi="Times New Roman"/>
          <w:sz w:val="24"/>
          <w:szCs w:val="24"/>
        </w:rPr>
        <w:t>25. Перечисление социальных выплат с банковских счетов получателей социальных выплат производится кредитной организацией:</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а) продавцу, указанному в договоре купли-продажи, на основании которого осуществлена государственная регистрация права собственности на приобретаемое жилое помещение;</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б) исполнителю (подрядчику), указанному в договоре подряда на строительство жилого дома для получателя социальной выплаты;</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в) застройщику, указанному в договоре участия в долевом строительстве жилых домов (квартир), в котором получатель социальной выплаты является участником долевого строительства, оформленном в соответствии с требованиями Федерального </w:t>
      </w:r>
      <w:hyperlink r:id="rId7" w:history="1">
        <w:r w:rsidRPr="00BA1E46">
          <w:rPr>
            <w:rFonts w:ascii="Times New Roman" w:hAnsi="Times New Roman"/>
            <w:color w:val="0000FF"/>
            <w:sz w:val="24"/>
            <w:szCs w:val="24"/>
          </w:rPr>
          <w:t>закона</w:t>
        </w:r>
      </w:hyperlink>
      <w:r w:rsidRPr="00BA1E46">
        <w:rPr>
          <w:rFonts w:ascii="Times New Roman" w:hAnsi="Times New Roman"/>
          <w:sz w:val="24"/>
          <w:szCs w:val="24"/>
        </w:rPr>
        <w:t xml:space="preserve">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г) продавцу, указанному в договоре купли-продажи материалов, оборудования для строительства жилого дома собственными силами получателя социальной выплаты;</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д) кредитной организации или юридическому лицу, указанным в кредитном договоре (договоре займа) о предоставлении гражданину кредита (займа) на строительство (приобретение) жилья, в том числе ипотечного.</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26. Указанные в </w:t>
      </w:r>
      <w:hyperlink w:anchor="Par945" w:history="1">
        <w:r w:rsidRPr="00BA1E46">
          <w:rPr>
            <w:rFonts w:ascii="Times New Roman" w:hAnsi="Times New Roman"/>
            <w:color w:val="0000FF"/>
            <w:sz w:val="24"/>
            <w:szCs w:val="24"/>
          </w:rPr>
          <w:t>пункте 25</w:t>
        </w:r>
      </w:hyperlink>
      <w:r w:rsidRPr="00BA1E46">
        <w:rPr>
          <w:rFonts w:ascii="Times New Roman" w:hAnsi="Times New Roman"/>
          <w:sz w:val="24"/>
          <w:szCs w:val="24"/>
        </w:rPr>
        <w:t xml:space="preserve"> настоящего Типового положения договоры до представления их в кредитную организацию проходят проверку в органе исполнительной власти на предмет соответствия сведений, указанных в них, сведениям, содержащимся в свидетельствах.</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27. После перечисления социальной выплаты с банковского счета получателя социальной выплаты лицам, указанным в </w:t>
      </w:r>
      <w:hyperlink w:anchor="Par945" w:history="1">
        <w:r w:rsidRPr="00BA1E46">
          <w:rPr>
            <w:rFonts w:ascii="Times New Roman" w:hAnsi="Times New Roman"/>
            <w:color w:val="0000FF"/>
            <w:sz w:val="24"/>
            <w:szCs w:val="24"/>
          </w:rPr>
          <w:t>пункте 25</w:t>
        </w:r>
      </w:hyperlink>
      <w:r w:rsidRPr="00BA1E46">
        <w:rPr>
          <w:rFonts w:ascii="Times New Roman" w:hAnsi="Times New Roman"/>
          <w:sz w:val="24"/>
          <w:szCs w:val="24"/>
        </w:rPr>
        <w:t xml:space="preserve"> настоящего Типового положения, кредитная организация направляет в орган исполнительной власти, выдавший свидетельство, подлинник свидетельства с отметкой о произведенной оплате.</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Свидетельство подлежит хранению в течение 5 лет.</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18" w:name="Par954"/>
      <w:bookmarkEnd w:id="18"/>
      <w:r w:rsidRPr="00BA1E46">
        <w:rPr>
          <w:rFonts w:ascii="Times New Roman" w:hAnsi="Times New Roman"/>
          <w:sz w:val="24"/>
          <w:szCs w:val="24"/>
        </w:rPr>
        <w:t>28. Приобретенное или построенное получателем социальной выплаты жилое помещение должно быть:</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а) пригодным для постоянного проживания;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б) оборудованным централизованными или автономными системами жизнеобеспечения (водо-, электро- и теплоснабжения);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в) не меньше размера, равного учетной норме площади жилого помещения в расчете на 1 члена семьи, установленной органом местного самоуправления.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29. Жилое помещение оформляется в общую собственность всех членов семьи, указанных в свидетельстве, в срок, установленный органом исполнительной власти.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В случае использования для софинансирования строительства (приобретения) жилья ипотечного жилищного кредита (займа) допускается оформление построенного (приобретенного) жилого помещения в собственность одного из супругов или обоих супругов. При этом лицо (лица), на чье имя оформлено право собственности на жилое помещение, представляет в орган исполнительной власти (орган местного самоуправления) заверенное в установленном порядке обязательство переоформить после снятия обременения построенное (приобретенное) жилое помещение в общую собственность всех членов семьи, указанных в свидетельстве, в срок, установленный органом исполнительной власти.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В случае использования для софинансирования строительства (приобретения) жилья средств (части средств) материнского (семейного) капитала оформление построенного (приобретенного) жилого помещения в собственность осуществляется в порядке, установленном </w:t>
      </w:r>
      <w:hyperlink r:id="rId8" w:history="1">
        <w:r w:rsidRPr="00BA1E46">
          <w:rPr>
            <w:rFonts w:ascii="Times New Roman" w:hAnsi="Times New Roman"/>
            <w:color w:val="0000FF"/>
            <w:sz w:val="24"/>
            <w:szCs w:val="24"/>
          </w:rPr>
          <w:t>постановлением</w:t>
        </w:r>
      </w:hyperlink>
      <w:r w:rsidRPr="00BA1E46">
        <w:rPr>
          <w:rFonts w:ascii="Times New Roman" w:hAnsi="Times New Roman"/>
          <w:sz w:val="24"/>
          <w:szCs w:val="24"/>
        </w:rPr>
        <w:t xml:space="preserve"> Правительства Российской Федерации от 12 декабря 2007 г. N 862 "О Правилах направления средств (части средств) материнского (семейного) капитала на улучшение жилищных условий".</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Орган исполнительной власти вправе истребовать в судебном порядке от получателя социальной выплаты средства в размере предоставленной социальной выплаты в случае несоблюдения срока, установленного для оформления жилого помещения в собственность.</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30. Орган исполнительной власти ведет реестры выданных свидетельств по форме, утверждаемой Министерством сельского хозяйства Российской Федерации.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19" w:name="Par963"/>
      <w:bookmarkEnd w:id="19"/>
      <w:r w:rsidRPr="00BA1E46">
        <w:rPr>
          <w:rFonts w:ascii="Times New Roman" w:hAnsi="Times New Roman"/>
          <w:sz w:val="24"/>
          <w:szCs w:val="24"/>
        </w:rPr>
        <w:t>31. Органы местного самоуправления вправе на основании соглашений, заключенных с органами исполнительной власти, осуществлять выполнение следующих функций:</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а) вручение получателям социальных выплат свидетельств, оформленных в установленном порядке органами исполнительной власти;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б) разъяснение населению, в том числе с использованием средств массовой информации, условий и порядка получения и использования социальных выплат;</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в) заключение с кредитными организациями соглашений, предусмотренных </w:t>
      </w:r>
      <w:hyperlink w:anchor="Par941" w:history="1">
        <w:r w:rsidRPr="00BA1E46">
          <w:rPr>
            <w:rFonts w:ascii="Times New Roman" w:hAnsi="Times New Roman"/>
            <w:color w:val="0000FF"/>
            <w:sz w:val="24"/>
            <w:szCs w:val="24"/>
          </w:rPr>
          <w:t>пунктом 21</w:t>
        </w:r>
      </w:hyperlink>
      <w:r w:rsidRPr="00BA1E46">
        <w:rPr>
          <w:rFonts w:ascii="Times New Roman" w:hAnsi="Times New Roman"/>
          <w:sz w:val="24"/>
          <w:szCs w:val="24"/>
        </w:rPr>
        <w:t xml:space="preserve"> настоящего Типового положения, и представление в территориальный орган Федерального казначейства платежных поручений на перечисление социальных выплат на банковские счета получателей социальных выплат в срок, определенный в указанном соглашении, - в случае перечисления субсидий в бюджет соответствующего муниципального образования;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г) проверка указанных в </w:t>
      </w:r>
      <w:hyperlink w:anchor="Par945" w:history="1">
        <w:r w:rsidRPr="00BA1E46">
          <w:rPr>
            <w:rFonts w:ascii="Times New Roman" w:hAnsi="Times New Roman"/>
            <w:color w:val="0000FF"/>
            <w:sz w:val="24"/>
            <w:szCs w:val="24"/>
          </w:rPr>
          <w:t>пункте 25</w:t>
        </w:r>
      </w:hyperlink>
      <w:r w:rsidRPr="00BA1E46">
        <w:rPr>
          <w:rFonts w:ascii="Times New Roman" w:hAnsi="Times New Roman"/>
          <w:sz w:val="24"/>
          <w:szCs w:val="24"/>
        </w:rPr>
        <w:t xml:space="preserve"> настоящего Типового положения договоров до их представления в кредитную организацию на предмет соответствия сведений, указанных в них, сведениям, содержащимся в свидетельствах;</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д) ведение реестров выданных свидетельств;</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е) уведомление получателей социальных выплат о поступлении денежных средств на их банковские счета - в случае перечисления субсидий в бюджет соответствующего муниципального образования.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outlineLvl w:val="2"/>
        <w:rPr>
          <w:rFonts w:ascii="Times New Roman" w:hAnsi="Times New Roman"/>
          <w:sz w:val="24"/>
          <w:szCs w:val="24"/>
        </w:rPr>
      </w:pPr>
      <w:bookmarkStart w:id="20" w:name="Par971"/>
      <w:bookmarkEnd w:id="20"/>
    </w:p>
    <w:p w:rsidR="00AC2BBB" w:rsidRPr="00BA1E46" w:rsidRDefault="00AC2BBB">
      <w:pPr>
        <w:widowControl w:val="0"/>
        <w:autoSpaceDE w:val="0"/>
        <w:autoSpaceDN w:val="0"/>
        <w:adjustRightInd w:val="0"/>
        <w:spacing w:after="0" w:line="240" w:lineRule="auto"/>
        <w:jc w:val="center"/>
        <w:outlineLvl w:val="2"/>
        <w:rPr>
          <w:rFonts w:ascii="Times New Roman" w:hAnsi="Times New Roman"/>
          <w:sz w:val="24"/>
          <w:szCs w:val="24"/>
        </w:rPr>
      </w:pPr>
    </w:p>
    <w:p w:rsidR="00AC2BBB" w:rsidRDefault="00AC2BBB">
      <w:pPr>
        <w:widowControl w:val="0"/>
        <w:autoSpaceDE w:val="0"/>
        <w:autoSpaceDN w:val="0"/>
        <w:adjustRightInd w:val="0"/>
        <w:spacing w:after="0" w:line="240" w:lineRule="auto"/>
        <w:jc w:val="center"/>
        <w:outlineLvl w:val="2"/>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outlineLvl w:val="2"/>
        <w:rPr>
          <w:rFonts w:ascii="Times New Roman" w:hAnsi="Times New Roman"/>
          <w:sz w:val="24"/>
          <w:szCs w:val="24"/>
        </w:rPr>
      </w:pPr>
      <w:r w:rsidRPr="00BA1E46">
        <w:rPr>
          <w:rFonts w:ascii="Times New Roman" w:hAnsi="Times New Roman"/>
          <w:sz w:val="24"/>
          <w:szCs w:val="24"/>
        </w:rPr>
        <w:t>III. Порядок предоставления социальных выплат молодым</w:t>
      </w: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r w:rsidRPr="00BA1E46">
        <w:rPr>
          <w:rFonts w:ascii="Times New Roman" w:hAnsi="Times New Roman"/>
          <w:sz w:val="24"/>
          <w:szCs w:val="24"/>
        </w:rPr>
        <w:t>семьям и молодым специалистам</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21" w:name="Par974"/>
      <w:bookmarkEnd w:id="21"/>
      <w:r w:rsidRPr="00BA1E46">
        <w:rPr>
          <w:rFonts w:ascii="Times New Roman" w:hAnsi="Times New Roman"/>
          <w:sz w:val="24"/>
          <w:szCs w:val="24"/>
        </w:rPr>
        <w:t>32. Право на получение социальных выплат на условиях, предусмотренных настоящим разделом, имеют:</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а) молодая семья, под которой понимаются состоящие в зарегистрированном браке лица в возрасте на дату подачи заявления в соответствии с </w:t>
      </w:r>
      <w:hyperlink w:anchor="Par1005" w:history="1">
        <w:r w:rsidRPr="00BA1E46">
          <w:rPr>
            <w:rFonts w:ascii="Times New Roman" w:hAnsi="Times New Roman"/>
            <w:color w:val="0000FF"/>
            <w:sz w:val="24"/>
            <w:szCs w:val="24"/>
          </w:rPr>
          <w:t>пунктом 38</w:t>
        </w:r>
      </w:hyperlink>
      <w:r w:rsidRPr="00BA1E46">
        <w:rPr>
          <w:rFonts w:ascii="Times New Roman" w:hAnsi="Times New Roman"/>
          <w:sz w:val="24"/>
          <w:szCs w:val="24"/>
        </w:rPr>
        <w:t xml:space="preserve"> настоящего Типового положения (далее - дата подачи заявления) не старше 35 лет, или неполная семья, которая состоит из одного родителя, чей возраст на дату подачи заявления не превышает 35 лет, и одного или более детей, в том числе усыновленных, в случае если соблюдаются в совокупности следующие условия: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работа хотя бы одного из членов молодой семьи по трудовому договору или осуществление индивидуальной предпринимательской деятельности в агропромышленном комплексе или социальной сфере (основное место работы) в сельской местности;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постоянное проживание в сельской местности, в которой хотя бы один из членов молодой семьи работает или осуществляет индивидуальную предпринимательскую деятельность в агропромышленном комплексе или социальной сфере;</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признание молодой семьи нуждающейся в улучшении жилищных условий в соответствии с </w:t>
      </w:r>
      <w:hyperlink w:anchor="Par902" w:history="1">
        <w:r w:rsidRPr="00BA1E46">
          <w:rPr>
            <w:rFonts w:ascii="Times New Roman" w:hAnsi="Times New Roman"/>
            <w:color w:val="0000FF"/>
            <w:sz w:val="24"/>
            <w:szCs w:val="24"/>
          </w:rPr>
          <w:t>подпунктом "в" пункта 5</w:t>
        </w:r>
      </w:hyperlink>
      <w:r w:rsidRPr="00BA1E46">
        <w:rPr>
          <w:rFonts w:ascii="Times New Roman" w:hAnsi="Times New Roman"/>
          <w:sz w:val="24"/>
          <w:szCs w:val="24"/>
        </w:rPr>
        <w:t xml:space="preserve"> настоящего Типового положения;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наличие у молодой семьи собственных и (или) заемных средств в соответствии с </w:t>
      </w:r>
      <w:hyperlink w:anchor="Par901" w:history="1">
        <w:r w:rsidRPr="00BA1E46">
          <w:rPr>
            <w:rFonts w:ascii="Times New Roman" w:hAnsi="Times New Roman"/>
            <w:color w:val="0000FF"/>
            <w:sz w:val="24"/>
            <w:szCs w:val="24"/>
          </w:rPr>
          <w:t>подпунктом "б" пункта 5</w:t>
        </w:r>
      </w:hyperlink>
      <w:r w:rsidRPr="00BA1E46">
        <w:rPr>
          <w:rFonts w:ascii="Times New Roman" w:hAnsi="Times New Roman"/>
          <w:sz w:val="24"/>
          <w:szCs w:val="24"/>
        </w:rPr>
        <w:t xml:space="preserve"> настоящего Типового положения;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б) молодой специалист, под которым понимается одиноко проживающее или состоящее в браке лицо в возрасте на дату подачи заявления не старше 35 лет, имеющее законченное высшее (среднее, начальное) профессиональное образование, в случае если соблюдаются в совокупности следующие условия: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работа по трудовому договору или осуществление индивидуальной предпринимательской деятельности в агропромышленном комплексе или социальной сфере (основное место работы) в сельской местности;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постоянное проживание в сельской местности, в которой молодой специалист работает или осуществляет индивидуальную предпринимательскую деятельность в агропромышленном комплексе или социальной сфере;</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признание молодого специалиста нуждающимся в улучшении жилищных условий в соответствии с </w:t>
      </w:r>
      <w:hyperlink w:anchor="Par902" w:history="1">
        <w:r w:rsidRPr="00BA1E46">
          <w:rPr>
            <w:rFonts w:ascii="Times New Roman" w:hAnsi="Times New Roman"/>
            <w:color w:val="0000FF"/>
            <w:sz w:val="24"/>
            <w:szCs w:val="24"/>
          </w:rPr>
          <w:t>подпунктом "в" пункта 5</w:t>
        </w:r>
      </w:hyperlink>
      <w:r w:rsidRPr="00BA1E46">
        <w:rPr>
          <w:rFonts w:ascii="Times New Roman" w:hAnsi="Times New Roman"/>
          <w:sz w:val="24"/>
          <w:szCs w:val="24"/>
        </w:rPr>
        <w:t xml:space="preserve"> настоящего Типового положения;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наличие у молодого специалиста собственных и (или) заемных средств в соответствии с </w:t>
      </w:r>
      <w:hyperlink w:anchor="Par901" w:history="1">
        <w:r w:rsidRPr="00BA1E46">
          <w:rPr>
            <w:rFonts w:ascii="Times New Roman" w:hAnsi="Times New Roman"/>
            <w:color w:val="0000FF"/>
            <w:sz w:val="24"/>
            <w:szCs w:val="24"/>
          </w:rPr>
          <w:t>подпунктом "б" пункта 5</w:t>
        </w:r>
      </w:hyperlink>
      <w:r w:rsidRPr="00BA1E46">
        <w:rPr>
          <w:rFonts w:ascii="Times New Roman" w:hAnsi="Times New Roman"/>
          <w:sz w:val="24"/>
          <w:szCs w:val="24"/>
        </w:rPr>
        <w:t xml:space="preserve"> настоящего Типового положения.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22" w:name="Par985"/>
      <w:bookmarkEnd w:id="22"/>
      <w:r w:rsidRPr="00BA1E46">
        <w:rPr>
          <w:rFonts w:ascii="Times New Roman" w:hAnsi="Times New Roman"/>
          <w:sz w:val="24"/>
          <w:szCs w:val="24"/>
        </w:rPr>
        <w:t>33. Право на получение социальной выплаты имеют также молодые семьи и молодые специалисты, изъявившие желание постоянно проживать и работать по трудовому договору или осуществлять индивидуальную предпринимательскую деятельность в агропромышленном комплексе или социальной сфере (основное место работы) в сельской местности.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34. Под молодыми семьями и молодыми специалистами, указанными в </w:t>
      </w:r>
      <w:hyperlink w:anchor="Par985" w:history="1">
        <w:r w:rsidRPr="00BA1E46">
          <w:rPr>
            <w:rFonts w:ascii="Times New Roman" w:hAnsi="Times New Roman"/>
            <w:color w:val="0000FF"/>
            <w:sz w:val="24"/>
            <w:szCs w:val="24"/>
          </w:rPr>
          <w:t>пункте 33</w:t>
        </w:r>
      </w:hyperlink>
      <w:r w:rsidRPr="00BA1E46">
        <w:rPr>
          <w:rFonts w:ascii="Times New Roman" w:hAnsi="Times New Roman"/>
          <w:sz w:val="24"/>
          <w:szCs w:val="24"/>
        </w:rPr>
        <w:t xml:space="preserve"> настоящего Типового положения, понимаются: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23" w:name="Par987"/>
      <w:bookmarkEnd w:id="23"/>
      <w:r w:rsidRPr="00BA1E46">
        <w:rPr>
          <w:rFonts w:ascii="Times New Roman" w:hAnsi="Times New Roman"/>
          <w:sz w:val="24"/>
          <w:szCs w:val="24"/>
        </w:rPr>
        <w:t>а) молодые семьи и молодые специалисты, соответствующие в совокупности следующим условиям:</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переехали в сельскую местность в границах соответствующего муниципального района (городского округа), в которой один из членов молодой семьи или молодой специалист работает или осуществляет индивидуальную предпринимательскую деятельность в агропромышленном комплексе или социальной сфере, из других муниципальных образований;</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проживают на территории указанного муниципального района (городского округа) на условиях найма, аренды, безвозмездного пользования, либо иных основаниях, предусмотренных законодательством Российской Федерации;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зарегистрированы по месту пребывания в соответствии с законодательством Российской Федерации;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24" w:name="Par991"/>
      <w:bookmarkEnd w:id="24"/>
      <w:r w:rsidRPr="00BA1E46">
        <w:rPr>
          <w:rFonts w:ascii="Times New Roman" w:hAnsi="Times New Roman"/>
          <w:sz w:val="24"/>
          <w:szCs w:val="24"/>
        </w:rPr>
        <w:t>б) учащиеся последнего курса образовательного учреждения высшего (среднего, начального) профессионального образования, заключившие соглашения с работодателем (органом местного самоуправления) о трудоустройстве в сельской местности, в которой изъявили желание постоянно проживать и работать по трудовому договору (осуществлять индивидуальную предпринимательскую деятельность) в агропромышленном комплексе или социальной сфере по окончании этого образовательного учреждения.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35. В настоящем Типовом положении: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а) под агропромышленным комплексом понимаются сельскохозяйственные товаропроизводители, признанные таковыми в соответствии со </w:t>
      </w:r>
      <w:hyperlink r:id="rId9" w:history="1">
        <w:r w:rsidRPr="00BA1E46">
          <w:rPr>
            <w:rFonts w:ascii="Times New Roman" w:hAnsi="Times New Roman"/>
            <w:color w:val="0000FF"/>
            <w:sz w:val="24"/>
            <w:szCs w:val="24"/>
          </w:rPr>
          <w:t>статьей 3</w:t>
        </w:r>
      </w:hyperlink>
      <w:r w:rsidRPr="00BA1E46">
        <w:rPr>
          <w:rFonts w:ascii="Times New Roman" w:hAnsi="Times New Roman"/>
          <w:sz w:val="24"/>
          <w:szCs w:val="24"/>
        </w:rPr>
        <w:t xml:space="preserve"> Федерального закона "О развитии сельского хозяйства";</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б) под социальной сферой понимаются организации независимо от их организационно-правовой формы (индивидуальные предприниматели), выполняющие работы или оказывающие услуги в сельской местности в области здравоохранения, в том числе ветеринарной деятельности в сфере агропромышленного комплекса, образования, социального обслуживания, культуры, физической культуры и спорта.</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25" w:name="Par995"/>
      <w:bookmarkEnd w:id="25"/>
      <w:r w:rsidRPr="00BA1E46">
        <w:rPr>
          <w:rFonts w:ascii="Times New Roman" w:hAnsi="Times New Roman"/>
          <w:sz w:val="24"/>
          <w:szCs w:val="24"/>
        </w:rPr>
        <w:t>36. Предоставление молодым семьям и молодым специалистам социальных выплат осуществляется согласно следующей очередности: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а) молодым семьям и молодым специалистам, указанным в </w:t>
      </w:r>
      <w:hyperlink w:anchor="Par991" w:history="1">
        <w:r w:rsidRPr="00BA1E46">
          <w:rPr>
            <w:rFonts w:ascii="Times New Roman" w:hAnsi="Times New Roman"/>
            <w:color w:val="0000FF"/>
            <w:sz w:val="24"/>
            <w:szCs w:val="24"/>
          </w:rPr>
          <w:t>подпункте "б" пункта 34</w:t>
        </w:r>
      </w:hyperlink>
      <w:r w:rsidRPr="00BA1E46">
        <w:rPr>
          <w:rFonts w:ascii="Times New Roman" w:hAnsi="Times New Roman"/>
          <w:sz w:val="24"/>
          <w:szCs w:val="24"/>
        </w:rPr>
        <w:t xml:space="preserve"> настоящего Типового положения, изъявившим желание работать по трудовому договору или осуществлять индивидуальную предпринимательскую деятельность в агропромышленном комплексе и улучшить жилищные условия путем строительства жилого дома или участия в долевом строительстве жилых домов (квартир);</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б) молодым семьям и молодым специалистам, указанным в </w:t>
      </w:r>
      <w:hyperlink w:anchor="Par991" w:history="1">
        <w:r w:rsidRPr="00BA1E46">
          <w:rPr>
            <w:rFonts w:ascii="Times New Roman" w:hAnsi="Times New Roman"/>
            <w:color w:val="0000FF"/>
            <w:sz w:val="24"/>
            <w:szCs w:val="24"/>
          </w:rPr>
          <w:t>подпункте "б" пункта 34</w:t>
        </w:r>
      </w:hyperlink>
      <w:r w:rsidRPr="00BA1E46">
        <w:rPr>
          <w:rFonts w:ascii="Times New Roman" w:hAnsi="Times New Roman"/>
          <w:sz w:val="24"/>
          <w:szCs w:val="24"/>
        </w:rPr>
        <w:t xml:space="preserve"> настоящего Типового положения, изъявившим желание работать по трудовому договору или осуществлять индивидуальную предпринимательскую деятельность в агропромышленном комплексе и улучшить жилищные условия путем приобретения жилых помещений;</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в) молодым семьям и молодым специалистам, указанным в </w:t>
      </w:r>
      <w:hyperlink w:anchor="Par987" w:history="1">
        <w:r w:rsidRPr="00BA1E46">
          <w:rPr>
            <w:rFonts w:ascii="Times New Roman" w:hAnsi="Times New Roman"/>
            <w:color w:val="0000FF"/>
            <w:sz w:val="24"/>
            <w:szCs w:val="24"/>
          </w:rPr>
          <w:t>подпункте "а" пункта 34</w:t>
        </w:r>
      </w:hyperlink>
      <w:r w:rsidRPr="00BA1E46">
        <w:rPr>
          <w:rFonts w:ascii="Times New Roman" w:hAnsi="Times New Roman"/>
          <w:sz w:val="24"/>
          <w:szCs w:val="24"/>
        </w:rPr>
        <w:t xml:space="preserve"> настоящего Типового положения, работающим по трудовым договорам или осуществляющим индивидуальную предпринимательскую деятельность в агропромышленном комплексе, изъявившим желание улучшить жилищные условия путем строительства жилого дома или участия в долевом строительстве жилых домов (квартир);</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г) молодым семьям и молодым специалистам, указанным в </w:t>
      </w:r>
      <w:hyperlink w:anchor="Par987" w:history="1">
        <w:r w:rsidRPr="00BA1E46">
          <w:rPr>
            <w:rFonts w:ascii="Times New Roman" w:hAnsi="Times New Roman"/>
            <w:color w:val="0000FF"/>
            <w:sz w:val="24"/>
            <w:szCs w:val="24"/>
          </w:rPr>
          <w:t>подпункте "а" пункта 34</w:t>
        </w:r>
      </w:hyperlink>
      <w:r w:rsidRPr="00BA1E46">
        <w:rPr>
          <w:rFonts w:ascii="Times New Roman" w:hAnsi="Times New Roman"/>
          <w:sz w:val="24"/>
          <w:szCs w:val="24"/>
        </w:rPr>
        <w:t xml:space="preserve"> настоящего Типового положения, работающим по трудовым договорам или осуществляющим индивидуальную предпринимательскую деятельность в агропромышленном комплексе, изъявившим желание улучшить жилищные условия путем приобретения жилых помещений;</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д) молодым семьям и молодым специалистам, указанным в </w:t>
      </w:r>
      <w:hyperlink w:anchor="Par974" w:history="1">
        <w:r w:rsidRPr="00BA1E46">
          <w:rPr>
            <w:rFonts w:ascii="Times New Roman" w:hAnsi="Times New Roman"/>
            <w:color w:val="0000FF"/>
            <w:sz w:val="24"/>
            <w:szCs w:val="24"/>
          </w:rPr>
          <w:t>пункте 32</w:t>
        </w:r>
      </w:hyperlink>
      <w:r w:rsidRPr="00BA1E46">
        <w:rPr>
          <w:rFonts w:ascii="Times New Roman" w:hAnsi="Times New Roman"/>
          <w:sz w:val="24"/>
          <w:szCs w:val="24"/>
        </w:rPr>
        <w:t xml:space="preserve"> настоящего Типового положения, работающим по трудовым договорам или осуществляющим индивидуальную предпринимательскую деятельность в агропромышленном комплексе, изъявившим желание улучшить жилищные условия путем строительства жилого дома или участия в долевом строительстве жилых домов (квартир);</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е) молодым семьям и молодым специалистам, указанным в </w:t>
      </w:r>
      <w:hyperlink w:anchor="Par974" w:history="1">
        <w:r w:rsidRPr="00BA1E46">
          <w:rPr>
            <w:rFonts w:ascii="Times New Roman" w:hAnsi="Times New Roman"/>
            <w:color w:val="0000FF"/>
            <w:sz w:val="24"/>
            <w:szCs w:val="24"/>
          </w:rPr>
          <w:t>пункте 32</w:t>
        </w:r>
      </w:hyperlink>
      <w:r w:rsidRPr="00BA1E46">
        <w:rPr>
          <w:rFonts w:ascii="Times New Roman" w:hAnsi="Times New Roman"/>
          <w:sz w:val="24"/>
          <w:szCs w:val="24"/>
        </w:rPr>
        <w:t xml:space="preserve"> настоящего Типового положения, работающим по трудовым договорам или осуществляющим индивидуальную предпринимательскую деятельность в агропромышленном комплексе, изъявившим желание улучшить жилищные условия путем приобретения жилых помещений;</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ж) молодым семьям и молодым специалистам, указанным в </w:t>
      </w:r>
      <w:hyperlink w:anchor="Par974" w:history="1">
        <w:r w:rsidRPr="00BA1E46">
          <w:rPr>
            <w:rFonts w:ascii="Times New Roman" w:hAnsi="Times New Roman"/>
            <w:color w:val="0000FF"/>
            <w:sz w:val="24"/>
            <w:szCs w:val="24"/>
          </w:rPr>
          <w:t>пунктах 32</w:t>
        </w:r>
      </w:hyperlink>
      <w:r w:rsidRPr="00BA1E46">
        <w:rPr>
          <w:rFonts w:ascii="Times New Roman" w:hAnsi="Times New Roman"/>
          <w:sz w:val="24"/>
          <w:szCs w:val="24"/>
        </w:rPr>
        <w:t xml:space="preserve"> и </w:t>
      </w:r>
      <w:hyperlink w:anchor="Par985" w:history="1">
        <w:r w:rsidRPr="00BA1E46">
          <w:rPr>
            <w:rFonts w:ascii="Times New Roman" w:hAnsi="Times New Roman"/>
            <w:color w:val="0000FF"/>
            <w:sz w:val="24"/>
            <w:szCs w:val="24"/>
          </w:rPr>
          <w:t>33</w:t>
        </w:r>
      </w:hyperlink>
      <w:r w:rsidRPr="00BA1E46">
        <w:rPr>
          <w:rFonts w:ascii="Times New Roman" w:hAnsi="Times New Roman"/>
          <w:sz w:val="24"/>
          <w:szCs w:val="24"/>
        </w:rPr>
        <w:t xml:space="preserve"> настоящего Типового положения, работающим (изъявившим желание работать) по трудовым договорам или осуществляющим (изъявившим желание осуществлять) индивидуальную предпринимательскую деятельность в социальной сфере, изъявившим желание улучшить жилищные условия путем строительства жилого дома или участия в долевом строительстве жилых домов (квартир);</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з) молодым семьям и молодым специалистам, указанным в </w:t>
      </w:r>
      <w:hyperlink w:anchor="Par974" w:history="1">
        <w:r w:rsidRPr="00BA1E46">
          <w:rPr>
            <w:rFonts w:ascii="Times New Roman" w:hAnsi="Times New Roman"/>
            <w:color w:val="0000FF"/>
            <w:sz w:val="24"/>
            <w:szCs w:val="24"/>
          </w:rPr>
          <w:t>пунктах 32</w:t>
        </w:r>
      </w:hyperlink>
      <w:r w:rsidRPr="00BA1E46">
        <w:rPr>
          <w:rFonts w:ascii="Times New Roman" w:hAnsi="Times New Roman"/>
          <w:sz w:val="24"/>
          <w:szCs w:val="24"/>
        </w:rPr>
        <w:t xml:space="preserve"> и </w:t>
      </w:r>
      <w:hyperlink w:anchor="Par985" w:history="1">
        <w:r w:rsidRPr="00BA1E46">
          <w:rPr>
            <w:rFonts w:ascii="Times New Roman" w:hAnsi="Times New Roman"/>
            <w:color w:val="0000FF"/>
            <w:sz w:val="24"/>
            <w:szCs w:val="24"/>
          </w:rPr>
          <w:t>33</w:t>
        </w:r>
      </w:hyperlink>
      <w:r w:rsidRPr="00BA1E46">
        <w:rPr>
          <w:rFonts w:ascii="Times New Roman" w:hAnsi="Times New Roman"/>
          <w:sz w:val="24"/>
          <w:szCs w:val="24"/>
        </w:rPr>
        <w:t xml:space="preserve"> настоящего Типового положения, работающим (изъявившим желание работать) по трудовым договорам или осуществляющим (изъявившим желание осуществлять) индивидуальную предпринимательскую деятельность в социальной сфере, изъявившим желание улучшить жилищные условия путем приобретения жилых помещений.</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37. В каждой из указанных в </w:t>
      </w:r>
      <w:hyperlink w:anchor="Par995" w:history="1">
        <w:r w:rsidRPr="00BA1E46">
          <w:rPr>
            <w:rFonts w:ascii="Times New Roman" w:hAnsi="Times New Roman"/>
            <w:color w:val="0000FF"/>
            <w:sz w:val="24"/>
            <w:szCs w:val="24"/>
          </w:rPr>
          <w:t>пункте 36</w:t>
        </w:r>
      </w:hyperlink>
      <w:r w:rsidRPr="00BA1E46">
        <w:rPr>
          <w:rFonts w:ascii="Times New Roman" w:hAnsi="Times New Roman"/>
          <w:sz w:val="24"/>
          <w:szCs w:val="24"/>
        </w:rPr>
        <w:t xml:space="preserve"> настоящего Типового положения групп очередность определяется в хронологической последовательности по дате подачи заявления в соответствии с </w:t>
      </w:r>
      <w:hyperlink w:anchor="Par1005" w:history="1">
        <w:r w:rsidRPr="00BA1E46">
          <w:rPr>
            <w:rFonts w:ascii="Times New Roman" w:hAnsi="Times New Roman"/>
            <w:color w:val="0000FF"/>
            <w:sz w:val="24"/>
            <w:szCs w:val="24"/>
          </w:rPr>
          <w:t>пунктом 38</w:t>
        </w:r>
      </w:hyperlink>
      <w:r w:rsidRPr="00BA1E46">
        <w:rPr>
          <w:rFonts w:ascii="Times New Roman" w:hAnsi="Times New Roman"/>
          <w:sz w:val="24"/>
          <w:szCs w:val="24"/>
        </w:rPr>
        <w:t xml:space="preserve"> настоящего Типового положения с учетом первоочередного предоставления социальных выплат молодым семьям и молодым специалистам, имеющим трех и более детей.</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26" w:name="Par1005"/>
      <w:bookmarkEnd w:id="26"/>
      <w:r w:rsidRPr="00BA1E46">
        <w:rPr>
          <w:rFonts w:ascii="Times New Roman" w:hAnsi="Times New Roman"/>
          <w:sz w:val="24"/>
          <w:szCs w:val="24"/>
        </w:rPr>
        <w:t xml:space="preserve">38. Молодые семьи и молодые специалисты представляют в органы местного самоуправления заявления по форме согласно </w:t>
      </w:r>
      <w:hyperlink w:anchor="Par1205" w:history="1">
        <w:r w:rsidRPr="00BA1E46">
          <w:rPr>
            <w:rFonts w:ascii="Times New Roman" w:hAnsi="Times New Roman"/>
            <w:color w:val="0000FF"/>
            <w:sz w:val="24"/>
            <w:szCs w:val="24"/>
          </w:rPr>
          <w:t>приложению N 6</w:t>
        </w:r>
      </w:hyperlink>
      <w:r w:rsidRPr="00BA1E46">
        <w:rPr>
          <w:rFonts w:ascii="Times New Roman" w:hAnsi="Times New Roman"/>
          <w:sz w:val="24"/>
          <w:szCs w:val="24"/>
        </w:rPr>
        <w:t xml:space="preserve"> к Программе с приложением:</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27" w:name="Par1006"/>
      <w:bookmarkEnd w:id="27"/>
      <w:r w:rsidRPr="00BA1E46">
        <w:rPr>
          <w:rFonts w:ascii="Times New Roman" w:hAnsi="Times New Roman"/>
          <w:sz w:val="24"/>
          <w:szCs w:val="24"/>
        </w:rPr>
        <w:t>а) копий документов, удостоверяющих личность заявителя и членов его семьи;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б) копии документа об образовании молодого специалиста либо справки из образовательного учреждения о его обучении на последнем курсе этого образовательного учреждения;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в) копии свидетельства о браке (для лиц, состоящих в браке);</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г) копий свидетельств о рождении или об усыновлении ребенка (детей);</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д) копии трудового договора с работодателем (для работающих по трудовым договорам) или документа, содержащего сведения о государственной регистрации физического лица в качестве индивидуального предпринимателя;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е) копии соглашения с работодателем (органом местного самоуправления) о трудоустройстве в сельской местности по окончании образовательного учреждения (для учащихся последних курсов образовательных учреждений);</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28" w:name="Par1012"/>
      <w:bookmarkEnd w:id="28"/>
      <w:r w:rsidRPr="00BA1E46">
        <w:rPr>
          <w:rFonts w:ascii="Times New Roman" w:hAnsi="Times New Roman"/>
          <w:sz w:val="24"/>
          <w:szCs w:val="24"/>
        </w:rPr>
        <w:t xml:space="preserve">ж) документов, подтверждающих признание заявителя нуждающимся в улучшении жилищных условий (для лиц, постоянно проживающих в сельской местности), или копий документов, подтверждающих соответствие условиям, установленным </w:t>
      </w:r>
      <w:hyperlink w:anchor="Par987" w:history="1">
        <w:r w:rsidRPr="00BA1E46">
          <w:rPr>
            <w:rFonts w:ascii="Times New Roman" w:hAnsi="Times New Roman"/>
            <w:color w:val="0000FF"/>
            <w:sz w:val="24"/>
            <w:szCs w:val="24"/>
          </w:rPr>
          <w:t>подпунктом "а" пункта 34</w:t>
        </w:r>
      </w:hyperlink>
      <w:r w:rsidRPr="00BA1E46">
        <w:rPr>
          <w:rFonts w:ascii="Times New Roman" w:hAnsi="Times New Roman"/>
          <w:sz w:val="24"/>
          <w:szCs w:val="24"/>
        </w:rPr>
        <w:t xml:space="preserve"> настоящего Типового положения (для лиц, изъявивших желание постоянно проживать в сельской местности);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з) копий документов, подтверждающих наличие у заявителя собственных и (или) заемных средств в соответствии с </w:t>
      </w:r>
      <w:hyperlink w:anchor="Par901" w:history="1">
        <w:r w:rsidRPr="00BA1E46">
          <w:rPr>
            <w:rFonts w:ascii="Times New Roman" w:hAnsi="Times New Roman"/>
            <w:color w:val="0000FF"/>
            <w:sz w:val="24"/>
            <w:szCs w:val="24"/>
          </w:rPr>
          <w:t>подпунктом "б" пункта 5</w:t>
        </w:r>
      </w:hyperlink>
      <w:r w:rsidRPr="00BA1E46">
        <w:rPr>
          <w:rFonts w:ascii="Times New Roman" w:hAnsi="Times New Roman"/>
          <w:sz w:val="24"/>
          <w:szCs w:val="24"/>
        </w:rPr>
        <w:t xml:space="preserve"> настоящего Типового положения. Перечень таких документов, сроки и порядок их представления определяются органом исполнительной власти;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и) иных документов, предусматривающих разрешительные документы на строительство жилья, а также документы, подтверждающие стоимость жилья, планируемого к строительству (приобретению). Перечень таких документов, сроки и порядок их представления определяются органом исполнительной власти.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39. Копии документов согласно </w:t>
      </w:r>
      <w:hyperlink w:anchor="Par1005" w:history="1">
        <w:r w:rsidRPr="00BA1E46">
          <w:rPr>
            <w:rFonts w:ascii="Times New Roman" w:hAnsi="Times New Roman"/>
            <w:color w:val="0000FF"/>
            <w:sz w:val="24"/>
            <w:szCs w:val="24"/>
          </w:rPr>
          <w:t>пункту 38</w:t>
        </w:r>
      </w:hyperlink>
      <w:r w:rsidRPr="00BA1E46">
        <w:rPr>
          <w:rFonts w:ascii="Times New Roman" w:hAnsi="Times New Roman"/>
          <w:sz w:val="24"/>
          <w:szCs w:val="24"/>
        </w:rPr>
        <w:t xml:space="preserve"> настоящего Типового положения представляются вместе с оригиналами для удостоверения их идентичности (о чем делается отметка лицом, осуществляющим прием документов) либо заверенные в установленном </w:t>
      </w:r>
      <w:hyperlink r:id="rId10" w:history="1">
        <w:r w:rsidRPr="00BA1E46">
          <w:rPr>
            <w:rFonts w:ascii="Times New Roman" w:hAnsi="Times New Roman"/>
            <w:color w:val="0000FF"/>
            <w:sz w:val="24"/>
            <w:szCs w:val="24"/>
          </w:rPr>
          <w:t>законодательством</w:t>
        </w:r>
      </w:hyperlink>
      <w:r w:rsidRPr="00BA1E46">
        <w:rPr>
          <w:rFonts w:ascii="Times New Roman" w:hAnsi="Times New Roman"/>
          <w:sz w:val="24"/>
          <w:szCs w:val="24"/>
        </w:rPr>
        <w:t xml:space="preserve"> Российской Федерации порядке.</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40. Предоставление социальных выплат молодым семьям и молодым специалистам и их использование осуществляются в порядке, предусмотренном </w:t>
      </w:r>
      <w:hyperlink w:anchor="Par912" w:history="1">
        <w:r w:rsidRPr="00BA1E46">
          <w:rPr>
            <w:rFonts w:ascii="Times New Roman" w:hAnsi="Times New Roman"/>
            <w:color w:val="0000FF"/>
            <w:sz w:val="24"/>
            <w:szCs w:val="24"/>
          </w:rPr>
          <w:t>пунктами 9</w:t>
        </w:r>
      </w:hyperlink>
      <w:r w:rsidRPr="00BA1E46">
        <w:rPr>
          <w:rFonts w:ascii="Times New Roman" w:hAnsi="Times New Roman"/>
          <w:sz w:val="24"/>
          <w:szCs w:val="24"/>
        </w:rPr>
        <w:t xml:space="preserve"> - </w:t>
      </w:r>
      <w:hyperlink w:anchor="Par929" w:history="1">
        <w:r w:rsidRPr="00BA1E46">
          <w:rPr>
            <w:rFonts w:ascii="Times New Roman" w:hAnsi="Times New Roman"/>
            <w:color w:val="0000FF"/>
            <w:sz w:val="24"/>
            <w:szCs w:val="24"/>
          </w:rPr>
          <w:t>16</w:t>
        </w:r>
      </w:hyperlink>
      <w:r w:rsidRPr="00BA1E46">
        <w:rPr>
          <w:rFonts w:ascii="Times New Roman" w:hAnsi="Times New Roman"/>
          <w:sz w:val="24"/>
          <w:szCs w:val="24"/>
        </w:rPr>
        <w:t xml:space="preserve"> и </w:t>
      </w:r>
      <w:hyperlink w:anchor="Par938" w:history="1">
        <w:r w:rsidRPr="00BA1E46">
          <w:rPr>
            <w:rFonts w:ascii="Times New Roman" w:hAnsi="Times New Roman"/>
            <w:color w:val="0000FF"/>
            <w:sz w:val="24"/>
            <w:szCs w:val="24"/>
          </w:rPr>
          <w:t>19</w:t>
        </w:r>
      </w:hyperlink>
      <w:r w:rsidRPr="00BA1E46">
        <w:rPr>
          <w:rFonts w:ascii="Times New Roman" w:hAnsi="Times New Roman"/>
          <w:sz w:val="24"/>
          <w:szCs w:val="24"/>
        </w:rPr>
        <w:t xml:space="preserve"> - </w:t>
      </w:r>
      <w:hyperlink w:anchor="Par963" w:history="1">
        <w:r w:rsidRPr="00BA1E46">
          <w:rPr>
            <w:rFonts w:ascii="Times New Roman" w:hAnsi="Times New Roman"/>
            <w:color w:val="0000FF"/>
            <w:sz w:val="24"/>
            <w:szCs w:val="24"/>
          </w:rPr>
          <w:t>31</w:t>
        </w:r>
      </w:hyperlink>
      <w:r w:rsidRPr="00BA1E46">
        <w:rPr>
          <w:rFonts w:ascii="Times New Roman" w:hAnsi="Times New Roman"/>
          <w:sz w:val="24"/>
          <w:szCs w:val="24"/>
        </w:rPr>
        <w:t xml:space="preserve"> настоящего Типового положения.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29" w:name="Par1017"/>
      <w:bookmarkEnd w:id="29"/>
      <w:r w:rsidRPr="00BA1E46">
        <w:rPr>
          <w:rFonts w:ascii="Times New Roman" w:hAnsi="Times New Roman"/>
          <w:sz w:val="24"/>
          <w:szCs w:val="24"/>
        </w:rPr>
        <w:t>41. В случае предоставления молодой семье (молодому специалисту) социальной выплаты орган исполнительной власти (орган местного самоуправления - в случае перечисления субсидий в бюджет соответствующего муниципального образования), член молодой семьи (молодой специалист) и работодатель заключают трехсторонний договор об обеспечении жильем молодой семьи (молодого специалиста) с использованием на эти цели социальной выплаты.</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В случае если получателем социальной выплаты является индивидуальный предприниматель, в том числе глава крестьянского (фермерского) хозяйства, заключается либо трехсторонний договор (с участием органа местного самоуправления) либо двусторонний договор (в случае перечисления субсидий в бюджет соответствующего муниципального образования).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Существенными условиями такого договора являются: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bookmarkStart w:id="30" w:name="Par1020"/>
      <w:bookmarkEnd w:id="30"/>
      <w:r w:rsidRPr="00BA1E46">
        <w:rPr>
          <w:rFonts w:ascii="Times New Roman" w:hAnsi="Times New Roman"/>
          <w:sz w:val="24"/>
          <w:szCs w:val="24"/>
        </w:rPr>
        <w:t>а) обязательство члена молодой семьи (молодого специалиста) работать у работодателя по трудовому договору (осуществлять индивидуальную предпринимательскую деятельность в муниципальном образовании) не менее 5 лет со дня получения социальной выплаты;</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б) право органа исполнительной власти (органа местного самоуправления) истребовать в судебном порядке от члена молодой семьи (молодого специалиста) средства в размере предоставленной социальной выплаты в случае невыполнения членом молодой семьи (молодым специалистом) обязательства, предусмотренного в </w:t>
      </w:r>
      <w:hyperlink w:anchor="Par1020" w:history="1">
        <w:r w:rsidRPr="00BA1E46">
          <w:rPr>
            <w:rFonts w:ascii="Times New Roman" w:hAnsi="Times New Roman"/>
            <w:color w:val="0000FF"/>
            <w:sz w:val="24"/>
            <w:szCs w:val="24"/>
          </w:rPr>
          <w:t>подпункте "а"</w:t>
        </w:r>
      </w:hyperlink>
      <w:r w:rsidRPr="00BA1E46">
        <w:rPr>
          <w:rFonts w:ascii="Times New Roman" w:hAnsi="Times New Roman"/>
          <w:sz w:val="24"/>
          <w:szCs w:val="24"/>
        </w:rPr>
        <w:t xml:space="preserve"> настоящего пункта.</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42. Одним из условий договора, указанного в </w:t>
      </w:r>
      <w:hyperlink w:anchor="Par1017" w:history="1">
        <w:r w:rsidRPr="00BA1E46">
          <w:rPr>
            <w:rFonts w:ascii="Times New Roman" w:hAnsi="Times New Roman"/>
            <w:color w:val="0000FF"/>
            <w:sz w:val="24"/>
            <w:szCs w:val="24"/>
          </w:rPr>
          <w:t>пункте 41</w:t>
        </w:r>
      </w:hyperlink>
      <w:r w:rsidRPr="00BA1E46">
        <w:rPr>
          <w:rFonts w:ascii="Times New Roman" w:hAnsi="Times New Roman"/>
          <w:sz w:val="24"/>
          <w:szCs w:val="24"/>
        </w:rPr>
        <w:t xml:space="preserve"> настоящего Типового положения, может быть обязательство органа местного самоуправления или работодателя предоставить молодой семье (молодому специалисту) временное жилье на период строительства жилого дома при использовании социальной выплаты на указанные цели.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43. В случае досрочного расторжения трудового договора (прекращения индивидуальной предпринимательской деятельности) право члена молодой семьи (молодого специалиста) на социальную выплату сохраняется, если член молодой семьи (молодой специалист) в срок, не превышающий 6 месяцев, заключил трудовой договор с другим работодателем или организовал иную индивидуальную предпринимательскую деятельность в агропромышленном комплексе или социальной сфере (основное место работы) в сельской местности.</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При этом период трудовой деятельности у прежнего работодателя (период ведения прежней индивидуальной предпринимательской деятельности) учитывается при исполнении членом молодой семьи (молодым специалистом) обязательства, предусмотренного договором, указанным в </w:t>
      </w:r>
      <w:hyperlink w:anchor="Par1017" w:history="1">
        <w:r w:rsidRPr="00BA1E46">
          <w:rPr>
            <w:rFonts w:ascii="Times New Roman" w:hAnsi="Times New Roman"/>
            <w:color w:val="0000FF"/>
            <w:sz w:val="24"/>
            <w:szCs w:val="24"/>
          </w:rPr>
          <w:t>пункте 41</w:t>
        </w:r>
      </w:hyperlink>
      <w:r w:rsidRPr="00BA1E46">
        <w:rPr>
          <w:rFonts w:ascii="Times New Roman" w:hAnsi="Times New Roman"/>
          <w:sz w:val="24"/>
          <w:szCs w:val="24"/>
        </w:rPr>
        <w:t xml:space="preserve"> настоящего Типового положения.</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При несоблюдении указанных условий орган исполнительной власти (орган местного самоуправления) сохраняет право истребовать в судебном порядке от члена молодой семьи (молодого специалиста) средства в размере предоставленной социальной выплаты, что должно быть отражено в указанном договоре.</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 xml:space="preserve">44. В случае представления документов в соответствии с </w:t>
      </w:r>
      <w:hyperlink w:anchor="Par1005" w:history="1">
        <w:r w:rsidRPr="00BA1E46">
          <w:rPr>
            <w:rFonts w:ascii="Times New Roman" w:hAnsi="Times New Roman"/>
            <w:color w:val="0000FF"/>
            <w:sz w:val="24"/>
            <w:szCs w:val="24"/>
          </w:rPr>
          <w:t>пунктом 38</w:t>
        </w:r>
      </w:hyperlink>
      <w:r w:rsidRPr="00BA1E46">
        <w:rPr>
          <w:rFonts w:ascii="Times New Roman" w:hAnsi="Times New Roman"/>
          <w:sz w:val="24"/>
          <w:szCs w:val="24"/>
        </w:rPr>
        <w:t xml:space="preserve"> настоящего Типового положения работодатель вправе предоставить члену молодой семьи (молодому специалисту), с которым он заключил трудовой договор, заем на строительство (приобретение) жилья в размере части стоимости строительства (приобретения) жилья, не обеспеченной финансированием за счет средств социальной выплаты и собственных средств в полном объеме. Существенным условием договора займа является согласие члена (членов) молодой семьи (молодого специалиста) работать у работодателя по трудовому договору до полного погашения заемных обязательств, но не менее 5 лет со дня заключения договора займа, и передать в ипотеку работодателю-заимодавцу построенное (приобретенное) с использованием заемных средств жилье до погашения молодой семьей (молодым специалистом) обязательств по договору займа.</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r w:rsidRPr="00BA1E46">
        <w:rPr>
          <w:rFonts w:ascii="Times New Roman" w:hAnsi="Times New Roman"/>
          <w:sz w:val="24"/>
          <w:szCs w:val="24"/>
        </w:rPr>
        <w:t>45. При рождении (усыновлении) у молодой семьи (молодого специалиста) 1 и более детей субъекты Российской Федерации и (или) муниципальные образования вправе осуществлять дополнительное, сверх предусмотренного объема социальной выплаты, выделение средств на погашение основной суммы долга и уплату процентов по кредитам (займам), в том числе ипотечным, на строительство (приобретение) жилья за счет средств бюджета субъекта Российской Федерации и (или) местного бюджета в порядке и на условиях, определяемых нормативными правовыми актами субъектов Российской Федерации и (или) муниципальных образований.</w:t>
      </w: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p>
    <w:p w:rsidR="00AC2BBB" w:rsidRPr="00BA1E46" w:rsidRDefault="00AC2BBB">
      <w:pPr>
        <w:widowControl w:val="0"/>
        <w:autoSpaceDE w:val="0"/>
        <w:autoSpaceDN w:val="0"/>
        <w:adjustRightInd w:val="0"/>
        <w:spacing w:after="0" w:line="240" w:lineRule="auto"/>
        <w:ind w:firstLine="540"/>
        <w:jc w:val="both"/>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Pr="00BA1E46"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Default="00AC2BBB">
      <w:pPr>
        <w:widowControl w:val="0"/>
        <w:autoSpaceDE w:val="0"/>
        <w:autoSpaceDN w:val="0"/>
        <w:adjustRightInd w:val="0"/>
        <w:spacing w:after="0" w:line="240" w:lineRule="auto"/>
        <w:jc w:val="center"/>
        <w:rPr>
          <w:rFonts w:ascii="Times New Roman" w:hAnsi="Times New Roman"/>
          <w:sz w:val="24"/>
          <w:szCs w:val="24"/>
        </w:rPr>
      </w:pPr>
    </w:p>
    <w:p w:rsidR="00AC2BBB" w:rsidRDefault="00AC2BBB">
      <w:pPr>
        <w:widowControl w:val="0"/>
        <w:autoSpaceDE w:val="0"/>
        <w:autoSpaceDN w:val="0"/>
        <w:adjustRightInd w:val="0"/>
        <w:spacing w:after="0" w:line="240" w:lineRule="auto"/>
        <w:jc w:val="right"/>
        <w:outlineLvl w:val="1"/>
        <w:rPr>
          <w:rFonts w:cs="Calibri"/>
        </w:rPr>
      </w:pPr>
      <w:bookmarkStart w:id="31" w:name="Par1190"/>
      <w:bookmarkEnd w:id="31"/>
      <w:r>
        <w:rPr>
          <w:rFonts w:cs="Calibri"/>
        </w:rPr>
        <w:t>Приложение N 6</w:t>
      </w:r>
    </w:p>
    <w:p w:rsidR="00AC2BBB" w:rsidRDefault="00AC2BBB">
      <w:pPr>
        <w:widowControl w:val="0"/>
        <w:autoSpaceDE w:val="0"/>
        <w:autoSpaceDN w:val="0"/>
        <w:adjustRightInd w:val="0"/>
        <w:spacing w:after="0" w:line="240" w:lineRule="auto"/>
        <w:jc w:val="right"/>
        <w:rPr>
          <w:rFonts w:cs="Calibri"/>
        </w:rPr>
      </w:pPr>
      <w:r>
        <w:rPr>
          <w:rFonts w:cs="Calibri"/>
        </w:rPr>
        <w:t>к федеральной целевой программе</w:t>
      </w:r>
    </w:p>
    <w:p w:rsidR="00AC2BBB" w:rsidRDefault="00AC2BBB">
      <w:pPr>
        <w:widowControl w:val="0"/>
        <w:autoSpaceDE w:val="0"/>
        <w:autoSpaceDN w:val="0"/>
        <w:adjustRightInd w:val="0"/>
        <w:spacing w:after="0" w:line="240" w:lineRule="auto"/>
        <w:jc w:val="right"/>
        <w:rPr>
          <w:rFonts w:cs="Calibri"/>
        </w:rPr>
      </w:pPr>
      <w:r>
        <w:rPr>
          <w:rFonts w:cs="Calibri"/>
        </w:rPr>
        <w:t>"Устойчивое развитие сельских</w:t>
      </w:r>
    </w:p>
    <w:p w:rsidR="00AC2BBB" w:rsidRDefault="00AC2BBB">
      <w:pPr>
        <w:widowControl w:val="0"/>
        <w:autoSpaceDE w:val="0"/>
        <w:autoSpaceDN w:val="0"/>
        <w:adjustRightInd w:val="0"/>
        <w:spacing w:after="0" w:line="240" w:lineRule="auto"/>
        <w:jc w:val="right"/>
        <w:rPr>
          <w:rFonts w:cs="Calibri"/>
        </w:rPr>
      </w:pPr>
      <w:r>
        <w:rPr>
          <w:rFonts w:cs="Calibri"/>
        </w:rPr>
        <w:t>территорий на 2014 - 2017 годы</w:t>
      </w:r>
    </w:p>
    <w:p w:rsidR="00AC2BBB" w:rsidRDefault="00AC2BBB">
      <w:pPr>
        <w:widowControl w:val="0"/>
        <w:autoSpaceDE w:val="0"/>
        <w:autoSpaceDN w:val="0"/>
        <w:adjustRightInd w:val="0"/>
        <w:spacing w:after="0" w:line="240" w:lineRule="auto"/>
        <w:jc w:val="right"/>
        <w:rPr>
          <w:rFonts w:cs="Calibri"/>
        </w:rPr>
      </w:pPr>
      <w:r>
        <w:rPr>
          <w:rFonts w:cs="Calibri"/>
        </w:rPr>
        <w:t>и на период до 2020 года"</w:t>
      </w:r>
    </w:p>
    <w:p w:rsidR="00AC2BBB" w:rsidRDefault="00AC2BBB">
      <w:pPr>
        <w:widowControl w:val="0"/>
        <w:autoSpaceDE w:val="0"/>
        <w:autoSpaceDN w:val="0"/>
        <w:adjustRightInd w:val="0"/>
        <w:spacing w:after="0" w:line="240" w:lineRule="auto"/>
        <w:ind w:firstLine="540"/>
        <w:jc w:val="both"/>
        <w:rPr>
          <w:rFonts w:cs="Calibri"/>
        </w:rPr>
      </w:pPr>
    </w:p>
    <w:p w:rsidR="00AC2BBB" w:rsidRDefault="00AC2BBB">
      <w:pPr>
        <w:pStyle w:val="ConsPlusNonformat"/>
      </w:pPr>
      <w:r>
        <w:t xml:space="preserve">                                         __________________________________</w:t>
      </w:r>
    </w:p>
    <w:p w:rsidR="00AC2BBB" w:rsidRDefault="00AC2BBB">
      <w:pPr>
        <w:pStyle w:val="ConsPlusNonformat"/>
      </w:pPr>
      <w:r>
        <w:t xml:space="preserve">                                                (наименование органа</w:t>
      </w:r>
    </w:p>
    <w:p w:rsidR="00AC2BBB" w:rsidRDefault="00AC2BBB">
      <w:pPr>
        <w:pStyle w:val="ConsPlusNonformat"/>
      </w:pPr>
      <w:r>
        <w:t xml:space="preserve">                                               местного самоуправления)</w:t>
      </w:r>
    </w:p>
    <w:p w:rsidR="00AC2BBB" w:rsidRDefault="00AC2BBB">
      <w:pPr>
        <w:pStyle w:val="ConsPlusNonformat"/>
      </w:pPr>
      <w:r>
        <w:t xml:space="preserve">                                         от гражданина(ки) ________________</w:t>
      </w:r>
    </w:p>
    <w:p w:rsidR="00AC2BBB" w:rsidRDefault="00AC2BBB">
      <w:pPr>
        <w:pStyle w:val="ConsPlusNonformat"/>
      </w:pPr>
      <w:r>
        <w:t xml:space="preserve">                                                               (ф.и.о.)</w:t>
      </w:r>
    </w:p>
    <w:p w:rsidR="00AC2BBB" w:rsidRDefault="00AC2BBB">
      <w:pPr>
        <w:pStyle w:val="ConsPlusNonformat"/>
      </w:pPr>
      <w:r>
        <w:t xml:space="preserve">                                         _________________________________,</w:t>
      </w:r>
    </w:p>
    <w:p w:rsidR="00AC2BBB" w:rsidRDefault="00AC2BBB">
      <w:pPr>
        <w:pStyle w:val="ConsPlusNonformat"/>
      </w:pPr>
      <w:r>
        <w:t xml:space="preserve">                                         проживающего(ей) по адресу: ______</w:t>
      </w:r>
    </w:p>
    <w:p w:rsidR="00AC2BBB" w:rsidRDefault="00AC2BBB">
      <w:pPr>
        <w:pStyle w:val="ConsPlusNonformat"/>
      </w:pPr>
      <w:r>
        <w:t xml:space="preserve">                                         __________________________________</w:t>
      </w:r>
    </w:p>
    <w:p w:rsidR="00AC2BBB" w:rsidRDefault="00AC2BBB">
      <w:pPr>
        <w:pStyle w:val="ConsPlusNonformat"/>
      </w:pPr>
    </w:p>
    <w:p w:rsidR="00AC2BBB" w:rsidRDefault="00AC2BBB">
      <w:pPr>
        <w:pStyle w:val="ConsPlusNonformat"/>
      </w:pPr>
      <w:bookmarkStart w:id="32" w:name="Par1205"/>
      <w:bookmarkEnd w:id="32"/>
      <w:r>
        <w:t xml:space="preserve">                                 ЗАЯВЛЕНИЕ</w:t>
      </w:r>
    </w:p>
    <w:p w:rsidR="00AC2BBB" w:rsidRDefault="00AC2BBB">
      <w:pPr>
        <w:pStyle w:val="ConsPlusNonformat"/>
      </w:pPr>
    </w:p>
    <w:p w:rsidR="00AC2BBB" w:rsidRDefault="00AC2BBB">
      <w:pPr>
        <w:pStyle w:val="ConsPlusNonformat"/>
      </w:pPr>
      <w:r>
        <w:t xml:space="preserve">    Прошу включить меня, _________________________________________________,</w:t>
      </w:r>
    </w:p>
    <w:p w:rsidR="00AC2BBB" w:rsidRDefault="00AC2BBB">
      <w:pPr>
        <w:pStyle w:val="ConsPlusNonformat"/>
      </w:pPr>
      <w:r>
        <w:t xml:space="preserve">                                               (ф.и.о.)</w:t>
      </w:r>
    </w:p>
    <w:p w:rsidR="00AC2BBB" w:rsidRDefault="00AC2BBB">
      <w:pPr>
        <w:pStyle w:val="ConsPlusNonformat"/>
      </w:pPr>
      <w:r>
        <w:t>паспорт ________________, выданный ________________________________________</w:t>
      </w:r>
    </w:p>
    <w:p w:rsidR="00AC2BBB" w:rsidRDefault="00AC2BBB">
      <w:pPr>
        <w:pStyle w:val="ConsPlusNonformat"/>
      </w:pPr>
      <w:r>
        <w:t xml:space="preserve">         (серия, номер)                         (кем, когда)</w:t>
      </w:r>
    </w:p>
    <w:p w:rsidR="00AC2BBB" w:rsidRDefault="00AC2BBB">
      <w:pPr>
        <w:pStyle w:val="ConsPlusNonformat"/>
      </w:pPr>
      <w:r>
        <w:t>__________________________________________________ "__" __________ ____ г.,</w:t>
      </w:r>
    </w:p>
    <w:p w:rsidR="00AC2BBB" w:rsidRDefault="00AC2BBB">
      <w:pPr>
        <w:pStyle w:val="ConsPlusNonformat"/>
      </w:pPr>
      <w:r>
        <w:t>в  состав  участников  мероприятий  по  улучшению жилищных условий граждан,</w:t>
      </w:r>
    </w:p>
    <w:p w:rsidR="00AC2BBB" w:rsidRDefault="00AC2BBB">
      <w:pPr>
        <w:pStyle w:val="ConsPlusNonformat"/>
      </w:pPr>
      <w:r>
        <w:t>проживающих  в  сельской  местности,  в  том  числе молодых семей и молодых</w:t>
      </w:r>
    </w:p>
    <w:p w:rsidR="00AC2BBB" w:rsidRDefault="00AC2BBB">
      <w:pPr>
        <w:pStyle w:val="ConsPlusNonformat"/>
      </w:pPr>
      <w:r>
        <w:t>специалистов,  в  рамках федеральной целевой программы "Устойчивое развитие</w:t>
      </w:r>
    </w:p>
    <w:p w:rsidR="00AC2BBB" w:rsidRDefault="00AC2BBB">
      <w:pPr>
        <w:pStyle w:val="ConsPlusNonformat"/>
      </w:pPr>
      <w:r>
        <w:t>сельских  территорий  на  2014  -  2017  годы  и на период до 2020 года" по</w:t>
      </w:r>
    </w:p>
    <w:p w:rsidR="00AC2BBB" w:rsidRDefault="00AC2BBB">
      <w:pPr>
        <w:pStyle w:val="ConsPlusNonformat"/>
      </w:pPr>
      <w:r>
        <w:t>категории "_______________________________________________________________"</w:t>
      </w:r>
    </w:p>
    <w:p w:rsidR="00AC2BBB" w:rsidRDefault="00AC2BBB">
      <w:pPr>
        <w:pStyle w:val="ConsPlusNonformat"/>
      </w:pPr>
      <w:r>
        <w:t xml:space="preserve">           (гражданин, молодая семья, молодой специалист - нужное указать)</w:t>
      </w:r>
    </w:p>
    <w:p w:rsidR="00AC2BBB" w:rsidRDefault="00AC2BBB">
      <w:pPr>
        <w:pStyle w:val="ConsPlusNonformat"/>
      </w:pPr>
      <w:r>
        <w:t xml:space="preserve">    Жилищные условия планирую улучшить путем ______________________________</w:t>
      </w:r>
    </w:p>
    <w:p w:rsidR="00AC2BBB" w:rsidRDefault="00AC2BBB">
      <w:pPr>
        <w:pStyle w:val="ConsPlusNonformat"/>
      </w:pPr>
      <w:r>
        <w:t>___________________________________________________________________________</w:t>
      </w:r>
    </w:p>
    <w:p w:rsidR="00AC2BBB" w:rsidRDefault="00AC2BBB">
      <w:pPr>
        <w:pStyle w:val="ConsPlusNonformat"/>
      </w:pPr>
      <w:r>
        <w:t xml:space="preserve">    (строительство жилого дома, приобретение жилого помещения, участие</w:t>
      </w:r>
    </w:p>
    <w:p w:rsidR="00AC2BBB" w:rsidRDefault="00AC2BBB">
      <w:pPr>
        <w:pStyle w:val="ConsPlusNonformat"/>
      </w:pPr>
      <w:r>
        <w:t xml:space="preserve">      в долевом строительстве жилых домов (квартир) - нужное указать)</w:t>
      </w:r>
    </w:p>
    <w:p w:rsidR="00AC2BBB" w:rsidRDefault="00AC2BBB">
      <w:pPr>
        <w:pStyle w:val="ConsPlusNonformat"/>
      </w:pPr>
      <w:r>
        <w:t>в ________________________________________________________________________.</w:t>
      </w:r>
    </w:p>
    <w:p w:rsidR="00AC2BBB" w:rsidRDefault="00AC2BBB">
      <w:pPr>
        <w:pStyle w:val="ConsPlusNonformat"/>
      </w:pPr>
      <w:r>
        <w:t xml:space="preserve">    (наименование муниципального образования, в котором гражданин желает</w:t>
      </w:r>
    </w:p>
    <w:p w:rsidR="00AC2BBB" w:rsidRDefault="00AC2BBB">
      <w:pPr>
        <w:pStyle w:val="ConsPlusNonformat"/>
      </w:pPr>
      <w:r>
        <w:t xml:space="preserve">                    приобрести (построить) жилое помещение)</w:t>
      </w:r>
    </w:p>
    <w:p w:rsidR="00AC2BBB" w:rsidRDefault="00AC2BBB">
      <w:pPr>
        <w:pStyle w:val="ConsPlusNonformat"/>
      </w:pPr>
    </w:p>
    <w:p w:rsidR="00AC2BBB" w:rsidRDefault="00AC2BBB">
      <w:pPr>
        <w:pStyle w:val="ConsPlusNonformat"/>
      </w:pPr>
      <w:r>
        <w:t>Состав семьи:</w:t>
      </w:r>
    </w:p>
    <w:p w:rsidR="00AC2BBB" w:rsidRDefault="00AC2BBB">
      <w:pPr>
        <w:pStyle w:val="ConsPlusNonformat"/>
      </w:pPr>
      <w:r>
        <w:t>жена (муж) ___________________________________________ ____________________</w:t>
      </w:r>
    </w:p>
    <w:p w:rsidR="00AC2BBB" w:rsidRDefault="00AC2BBB">
      <w:pPr>
        <w:pStyle w:val="ConsPlusNonformat"/>
      </w:pPr>
      <w:r>
        <w:t xml:space="preserve">                            (ф.и.о.)                      (дата рождения)</w:t>
      </w:r>
    </w:p>
    <w:p w:rsidR="00AC2BBB" w:rsidRDefault="00AC2BBB">
      <w:pPr>
        <w:pStyle w:val="ConsPlusNonformat"/>
      </w:pPr>
      <w:r>
        <w:t>проживает по адресу: _____________________________________________________;</w:t>
      </w:r>
    </w:p>
    <w:p w:rsidR="00AC2BBB" w:rsidRDefault="00AC2BBB">
      <w:pPr>
        <w:pStyle w:val="ConsPlusNonformat"/>
      </w:pPr>
      <w:r>
        <w:t>дети:</w:t>
      </w:r>
    </w:p>
    <w:p w:rsidR="00AC2BBB" w:rsidRDefault="00AC2BBB">
      <w:pPr>
        <w:pStyle w:val="ConsPlusNonformat"/>
      </w:pPr>
      <w:r>
        <w:t>______________________________________________________ ____________________</w:t>
      </w:r>
    </w:p>
    <w:p w:rsidR="00AC2BBB" w:rsidRDefault="00AC2BBB">
      <w:pPr>
        <w:pStyle w:val="ConsPlusNonformat"/>
      </w:pPr>
      <w:r>
        <w:t xml:space="preserve">                         (ф.и.о.)                         (дата рождения)</w:t>
      </w:r>
    </w:p>
    <w:p w:rsidR="00AC2BBB" w:rsidRDefault="00AC2BBB">
      <w:pPr>
        <w:pStyle w:val="ConsPlusNonformat"/>
      </w:pPr>
      <w:r>
        <w:t>проживает по адресу: _____________________________________________________;</w:t>
      </w:r>
    </w:p>
    <w:p w:rsidR="00AC2BBB" w:rsidRDefault="00AC2BBB">
      <w:pPr>
        <w:pStyle w:val="ConsPlusNonformat"/>
      </w:pPr>
      <w:r>
        <w:t>______________________________________________________ ____________________</w:t>
      </w:r>
    </w:p>
    <w:p w:rsidR="00AC2BBB" w:rsidRDefault="00AC2BBB">
      <w:pPr>
        <w:pStyle w:val="ConsPlusNonformat"/>
      </w:pPr>
      <w:r>
        <w:t xml:space="preserve">                         (ф.и.о.)                         (дата рождения)</w:t>
      </w:r>
    </w:p>
    <w:p w:rsidR="00AC2BBB" w:rsidRDefault="00AC2BBB">
      <w:pPr>
        <w:pStyle w:val="ConsPlusNonformat"/>
      </w:pPr>
      <w:r>
        <w:t>проживает по адресу: _____________________________________________________.</w:t>
      </w:r>
    </w:p>
    <w:p w:rsidR="00AC2BBB" w:rsidRDefault="00AC2BBB">
      <w:pPr>
        <w:pStyle w:val="ConsPlusNonformat"/>
      </w:pPr>
    </w:p>
    <w:p w:rsidR="00AC2BBB" w:rsidRDefault="00AC2BBB">
      <w:pPr>
        <w:pStyle w:val="ConsPlusNonformat"/>
      </w:pPr>
      <w:r>
        <w:t>Кроме того, со мной постоянно проживают в качестве членов семьи:</w:t>
      </w:r>
    </w:p>
    <w:p w:rsidR="00AC2BBB" w:rsidRDefault="00AC2BBB">
      <w:pPr>
        <w:pStyle w:val="ConsPlusNonformat"/>
      </w:pPr>
      <w:r>
        <w:t>______________________________________________________ ___________________;</w:t>
      </w:r>
    </w:p>
    <w:p w:rsidR="00AC2BBB" w:rsidRDefault="00AC2BBB">
      <w:pPr>
        <w:pStyle w:val="ConsPlusNonformat"/>
      </w:pPr>
      <w:r>
        <w:t xml:space="preserve">             (ф.и.о., степень родства)                    (дата рождения)</w:t>
      </w:r>
    </w:p>
    <w:p w:rsidR="00AC2BBB" w:rsidRDefault="00AC2BBB">
      <w:pPr>
        <w:pStyle w:val="ConsPlusNonformat"/>
      </w:pPr>
      <w:r>
        <w:t>______________________________________________________ ___________________.</w:t>
      </w:r>
    </w:p>
    <w:p w:rsidR="00AC2BBB" w:rsidRDefault="00AC2BBB">
      <w:pPr>
        <w:pStyle w:val="ConsPlusNonformat"/>
      </w:pPr>
      <w:r>
        <w:t xml:space="preserve">             (ф.и.о., степень родства)                    (дата рождения)</w:t>
      </w:r>
    </w:p>
    <w:p w:rsidR="00AC2BBB" w:rsidRDefault="00AC2BBB">
      <w:pPr>
        <w:pStyle w:val="ConsPlusNonformat"/>
      </w:pPr>
    </w:p>
    <w:p w:rsidR="00AC2BBB" w:rsidRDefault="00AC2BBB">
      <w:pPr>
        <w:pStyle w:val="ConsPlusNonformat"/>
      </w:pPr>
      <w:r>
        <w:t xml:space="preserve">    С  условиями  участия  в  мероприятиях  по  улучшению  жилищных условий</w:t>
      </w:r>
    </w:p>
    <w:p w:rsidR="00AC2BBB" w:rsidRDefault="00AC2BBB">
      <w:pPr>
        <w:pStyle w:val="ConsPlusNonformat"/>
      </w:pPr>
      <w:r>
        <w:t>граждан,  проживающих  в  сельской  местности,  в том числе молодых семей и</w:t>
      </w:r>
    </w:p>
    <w:p w:rsidR="00AC2BBB" w:rsidRDefault="00AC2BBB">
      <w:pPr>
        <w:pStyle w:val="ConsPlusNonformat"/>
      </w:pPr>
      <w:r>
        <w:t>молодых  специалистов,  в  рамках федеральной целевой программы "Устойчивое</w:t>
      </w:r>
    </w:p>
    <w:p w:rsidR="00AC2BBB" w:rsidRDefault="00AC2BBB">
      <w:pPr>
        <w:pStyle w:val="ConsPlusNonformat"/>
      </w:pPr>
      <w:r>
        <w:t>развитие  сельских территорий на 2014 - 2017 годы и на период до 2020 года"</w:t>
      </w:r>
    </w:p>
    <w:p w:rsidR="00AC2BBB" w:rsidRDefault="00AC2BBB">
      <w:pPr>
        <w:pStyle w:val="ConsPlusNonformat"/>
      </w:pPr>
      <w:r>
        <w:t>ознакомлен и обязуюсь их выполнять.</w:t>
      </w:r>
    </w:p>
    <w:p w:rsidR="00AC2BBB" w:rsidRDefault="00AC2BBB">
      <w:pPr>
        <w:pStyle w:val="ConsPlusNonformat"/>
      </w:pPr>
    </w:p>
    <w:p w:rsidR="00AC2BBB" w:rsidRDefault="00AC2BBB">
      <w:pPr>
        <w:pStyle w:val="ConsPlusNonformat"/>
      </w:pPr>
      <w:r>
        <w:t>__________________________ ____________________________ ___________________</w:t>
      </w:r>
    </w:p>
    <w:p w:rsidR="00AC2BBB" w:rsidRDefault="00AC2BBB">
      <w:pPr>
        <w:pStyle w:val="ConsPlusNonformat"/>
      </w:pPr>
      <w:r>
        <w:t xml:space="preserve">     (ф.и.о. заявителя)         (подпись заявителя)            (дата)</w:t>
      </w:r>
    </w:p>
    <w:p w:rsidR="00AC2BBB" w:rsidRDefault="00AC2BBB">
      <w:pPr>
        <w:pStyle w:val="ConsPlusNonformat"/>
      </w:pPr>
    </w:p>
    <w:p w:rsidR="00AC2BBB" w:rsidRDefault="00AC2BBB">
      <w:pPr>
        <w:pStyle w:val="ConsPlusNonformat"/>
      </w:pPr>
      <w:r>
        <w:t>Совершеннолетние члены семьи:</w:t>
      </w:r>
    </w:p>
    <w:p w:rsidR="00AC2BBB" w:rsidRDefault="00AC2BBB">
      <w:pPr>
        <w:pStyle w:val="ConsPlusNonformat"/>
      </w:pPr>
      <w:r>
        <w:t>1) ____________________________________________________ __________________;</w:t>
      </w:r>
    </w:p>
    <w:p w:rsidR="00AC2BBB" w:rsidRDefault="00AC2BBB">
      <w:pPr>
        <w:pStyle w:val="ConsPlusNonformat"/>
      </w:pPr>
      <w:r>
        <w:t xml:space="preserve">                    (ф.и.о., подпись)                          (дата)</w:t>
      </w:r>
    </w:p>
    <w:p w:rsidR="00AC2BBB" w:rsidRDefault="00AC2BBB">
      <w:pPr>
        <w:pStyle w:val="ConsPlusNonformat"/>
      </w:pPr>
      <w:r>
        <w:t>2) ____________________________________________________ __________________;</w:t>
      </w:r>
    </w:p>
    <w:p w:rsidR="00AC2BBB" w:rsidRDefault="00AC2BBB">
      <w:pPr>
        <w:pStyle w:val="ConsPlusNonformat"/>
      </w:pPr>
      <w:r>
        <w:t xml:space="preserve">                    (ф.и.о., подпись)                          (дата)</w:t>
      </w:r>
    </w:p>
    <w:p w:rsidR="00AC2BBB" w:rsidRDefault="00AC2BBB">
      <w:pPr>
        <w:pStyle w:val="ConsPlusNonformat"/>
      </w:pPr>
      <w:r>
        <w:t>3) ____________________________________________________ __________________;</w:t>
      </w:r>
    </w:p>
    <w:p w:rsidR="00AC2BBB" w:rsidRDefault="00AC2BBB">
      <w:pPr>
        <w:pStyle w:val="ConsPlusNonformat"/>
      </w:pPr>
      <w:r>
        <w:t xml:space="preserve">                    (ф.и.о., подпись)                          (дата)</w:t>
      </w:r>
    </w:p>
    <w:p w:rsidR="00AC2BBB" w:rsidRDefault="00AC2BBB">
      <w:pPr>
        <w:pStyle w:val="ConsPlusNonformat"/>
      </w:pPr>
      <w:r>
        <w:t>4) ____________________________________________________ __________________.</w:t>
      </w:r>
    </w:p>
    <w:p w:rsidR="00AC2BBB" w:rsidRDefault="00AC2BBB">
      <w:pPr>
        <w:pStyle w:val="ConsPlusNonformat"/>
      </w:pPr>
      <w:r>
        <w:t xml:space="preserve">                    (ф.и.о., подпись)                          (дата)</w:t>
      </w:r>
    </w:p>
    <w:p w:rsidR="00AC2BBB" w:rsidRDefault="00AC2BBB">
      <w:pPr>
        <w:pStyle w:val="ConsPlusNonformat"/>
      </w:pPr>
    </w:p>
    <w:p w:rsidR="00AC2BBB" w:rsidRDefault="00AC2BBB">
      <w:pPr>
        <w:pStyle w:val="ConsPlusNonformat"/>
      </w:pPr>
      <w:r>
        <w:t>К заявлению прилагаются следующие документы:</w:t>
      </w:r>
    </w:p>
    <w:p w:rsidR="00AC2BBB" w:rsidRDefault="00AC2BBB">
      <w:pPr>
        <w:pStyle w:val="ConsPlusNonformat"/>
      </w:pPr>
      <w:r>
        <w:t>1) _______________________________________________________________________;</w:t>
      </w:r>
    </w:p>
    <w:p w:rsidR="00AC2BBB" w:rsidRDefault="00AC2BBB">
      <w:pPr>
        <w:pStyle w:val="ConsPlusNonformat"/>
      </w:pPr>
      <w:r>
        <w:t xml:space="preserve">                  (наименование документа и его реквизиты)</w:t>
      </w:r>
    </w:p>
    <w:p w:rsidR="00AC2BBB" w:rsidRDefault="00AC2BBB">
      <w:pPr>
        <w:pStyle w:val="ConsPlusNonformat"/>
      </w:pPr>
      <w:r>
        <w:t>2) _______________________________________________________________________;</w:t>
      </w:r>
    </w:p>
    <w:p w:rsidR="00AC2BBB" w:rsidRDefault="00AC2BBB">
      <w:pPr>
        <w:pStyle w:val="ConsPlusNonformat"/>
      </w:pPr>
      <w:r>
        <w:t xml:space="preserve">                  (наименование документа и его реквизиты)</w:t>
      </w:r>
    </w:p>
    <w:p w:rsidR="00AC2BBB" w:rsidRDefault="00AC2BBB">
      <w:pPr>
        <w:pStyle w:val="ConsPlusNonformat"/>
      </w:pPr>
      <w:r>
        <w:t>3) _______________________________________________________________________;</w:t>
      </w:r>
    </w:p>
    <w:p w:rsidR="00AC2BBB" w:rsidRDefault="00AC2BBB">
      <w:pPr>
        <w:pStyle w:val="ConsPlusNonformat"/>
      </w:pPr>
      <w:r>
        <w:t xml:space="preserve">                  (наименование документа и его реквизиты)</w:t>
      </w:r>
    </w:p>
    <w:p w:rsidR="00AC2BBB" w:rsidRDefault="00AC2BBB">
      <w:pPr>
        <w:pStyle w:val="ConsPlusNonformat"/>
      </w:pPr>
      <w:r>
        <w:t>4) _______________________________________________________________________;</w:t>
      </w:r>
    </w:p>
    <w:p w:rsidR="00AC2BBB" w:rsidRDefault="00AC2BBB">
      <w:pPr>
        <w:pStyle w:val="ConsPlusNonformat"/>
      </w:pPr>
      <w:r>
        <w:t xml:space="preserve">                  (наименование документа и его реквизиты)</w:t>
      </w:r>
    </w:p>
    <w:p w:rsidR="00AC2BBB" w:rsidRDefault="00AC2BBB">
      <w:pPr>
        <w:pStyle w:val="ConsPlusNonformat"/>
      </w:pPr>
      <w:r>
        <w:t>5) _______________________________________________________________________.</w:t>
      </w:r>
    </w:p>
    <w:p w:rsidR="00AC2BBB" w:rsidRDefault="00AC2BBB">
      <w:pPr>
        <w:pStyle w:val="ConsPlusNonformat"/>
      </w:pPr>
      <w:r>
        <w:t xml:space="preserve">                  (наименование документа и его реквизиты)</w:t>
      </w:r>
    </w:p>
    <w:p w:rsidR="00AC2BBB" w:rsidRDefault="00AC2BBB">
      <w:pPr>
        <w:widowControl w:val="0"/>
        <w:autoSpaceDE w:val="0"/>
        <w:autoSpaceDN w:val="0"/>
        <w:adjustRightInd w:val="0"/>
        <w:spacing w:after="0" w:line="240" w:lineRule="auto"/>
        <w:jc w:val="center"/>
        <w:rPr>
          <w:rFonts w:cs="Calibri"/>
        </w:rPr>
      </w:pPr>
    </w:p>
    <w:p w:rsidR="00AC2BBB" w:rsidRDefault="00AC2BBB">
      <w:pPr>
        <w:widowControl w:val="0"/>
        <w:autoSpaceDE w:val="0"/>
        <w:autoSpaceDN w:val="0"/>
        <w:adjustRightInd w:val="0"/>
        <w:spacing w:after="0" w:line="240" w:lineRule="auto"/>
        <w:jc w:val="center"/>
        <w:rPr>
          <w:rFonts w:cs="Calibri"/>
        </w:rPr>
      </w:pPr>
    </w:p>
    <w:p w:rsidR="00AC2BBB" w:rsidRDefault="00AC2BBB">
      <w:pPr>
        <w:widowControl w:val="0"/>
        <w:autoSpaceDE w:val="0"/>
        <w:autoSpaceDN w:val="0"/>
        <w:adjustRightInd w:val="0"/>
        <w:spacing w:after="0" w:line="240" w:lineRule="auto"/>
        <w:jc w:val="center"/>
        <w:rPr>
          <w:rFonts w:cs="Calibri"/>
        </w:rPr>
      </w:pPr>
    </w:p>
    <w:p w:rsidR="00AC2BBB" w:rsidRDefault="00AC2BBB">
      <w:pPr>
        <w:widowControl w:val="0"/>
        <w:autoSpaceDE w:val="0"/>
        <w:autoSpaceDN w:val="0"/>
        <w:adjustRightInd w:val="0"/>
        <w:spacing w:after="0" w:line="240" w:lineRule="auto"/>
        <w:jc w:val="center"/>
        <w:rPr>
          <w:rFonts w:cs="Calibri"/>
        </w:rPr>
      </w:pPr>
    </w:p>
    <w:p w:rsidR="00AC2BBB" w:rsidRDefault="00AC2BBB">
      <w:pPr>
        <w:widowControl w:val="0"/>
        <w:autoSpaceDE w:val="0"/>
        <w:autoSpaceDN w:val="0"/>
        <w:adjustRightInd w:val="0"/>
        <w:spacing w:after="0" w:line="240" w:lineRule="auto"/>
        <w:jc w:val="center"/>
        <w:rPr>
          <w:rFonts w:cs="Calibri"/>
        </w:rPr>
      </w:pPr>
    </w:p>
    <w:p w:rsidR="00AC2BBB" w:rsidRDefault="00AC2BBB">
      <w:pPr>
        <w:widowControl w:val="0"/>
        <w:autoSpaceDE w:val="0"/>
        <w:autoSpaceDN w:val="0"/>
        <w:adjustRightInd w:val="0"/>
        <w:spacing w:after="0" w:line="240" w:lineRule="auto"/>
        <w:jc w:val="center"/>
        <w:rPr>
          <w:rFonts w:cs="Calibri"/>
        </w:rPr>
      </w:pPr>
    </w:p>
    <w:p w:rsidR="00AC2BBB" w:rsidRDefault="00AC2BBB">
      <w:pPr>
        <w:widowControl w:val="0"/>
        <w:autoSpaceDE w:val="0"/>
        <w:autoSpaceDN w:val="0"/>
        <w:adjustRightInd w:val="0"/>
        <w:spacing w:after="0" w:line="240" w:lineRule="auto"/>
        <w:jc w:val="center"/>
        <w:rPr>
          <w:rFonts w:cs="Calibri"/>
        </w:rPr>
      </w:pPr>
    </w:p>
    <w:p w:rsidR="00AC2BBB" w:rsidRDefault="00AC2BBB">
      <w:pPr>
        <w:widowControl w:val="0"/>
        <w:autoSpaceDE w:val="0"/>
        <w:autoSpaceDN w:val="0"/>
        <w:adjustRightInd w:val="0"/>
        <w:spacing w:after="0" w:line="240" w:lineRule="auto"/>
        <w:jc w:val="center"/>
        <w:rPr>
          <w:rFonts w:cs="Calibri"/>
        </w:rPr>
      </w:pPr>
    </w:p>
    <w:p w:rsidR="00AC2BBB" w:rsidRDefault="00AC2BBB">
      <w:pPr>
        <w:widowControl w:val="0"/>
        <w:autoSpaceDE w:val="0"/>
        <w:autoSpaceDN w:val="0"/>
        <w:adjustRightInd w:val="0"/>
        <w:spacing w:after="0" w:line="240" w:lineRule="auto"/>
        <w:jc w:val="center"/>
        <w:rPr>
          <w:rFonts w:cs="Calibri"/>
        </w:rPr>
      </w:pPr>
    </w:p>
    <w:p w:rsidR="00AC2BBB" w:rsidRDefault="00AC2BBB">
      <w:pPr>
        <w:widowControl w:val="0"/>
        <w:autoSpaceDE w:val="0"/>
        <w:autoSpaceDN w:val="0"/>
        <w:adjustRightInd w:val="0"/>
        <w:spacing w:after="0" w:line="240" w:lineRule="auto"/>
        <w:jc w:val="center"/>
        <w:rPr>
          <w:rFonts w:cs="Calibri"/>
        </w:rPr>
      </w:pPr>
    </w:p>
    <w:p w:rsidR="00AC2BBB" w:rsidRDefault="00AC2BBB">
      <w:pPr>
        <w:widowControl w:val="0"/>
        <w:autoSpaceDE w:val="0"/>
        <w:autoSpaceDN w:val="0"/>
        <w:adjustRightInd w:val="0"/>
        <w:spacing w:after="0" w:line="240" w:lineRule="auto"/>
        <w:jc w:val="center"/>
        <w:rPr>
          <w:rFonts w:cs="Calibri"/>
        </w:rPr>
      </w:pPr>
    </w:p>
    <w:p w:rsidR="00AC2BBB" w:rsidRDefault="00AC2BBB">
      <w:pPr>
        <w:widowControl w:val="0"/>
        <w:autoSpaceDE w:val="0"/>
        <w:autoSpaceDN w:val="0"/>
        <w:adjustRightInd w:val="0"/>
        <w:spacing w:after="0" w:line="240" w:lineRule="auto"/>
        <w:jc w:val="center"/>
        <w:rPr>
          <w:rFonts w:cs="Calibri"/>
        </w:rPr>
      </w:pPr>
    </w:p>
    <w:p w:rsidR="00AC2BBB" w:rsidRDefault="00AC2BBB">
      <w:pPr>
        <w:widowControl w:val="0"/>
        <w:autoSpaceDE w:val="0"/>
        <w:autoSpaceDN w:val="0"/>
        <w:adjustRightInd w:val="0"/>
        <w:spacing w:after="0" w:line="240" w:lineRule="auto"/>
        <w:jc w:val="center"/>
        <w:rPr>
          <w:rFonts w:cs="Calibri"/>
        </w:rPr>
      </w:pPr>
    </w:p>
    <w:p w:rsidR="00AC2BBB" w:rsidRDefault="00AC2BBB">
      <w:pPr>
        <w:widowControl w:val="0"/>
        <w:autoSpaceDE w:val="0"/>
        <w:autoSpaceDN w:val="0"/>
        <w:adjustRightInd w:val="0"/>
        <w:spacing w:after="0" w:line="240" w:lineRule="auto"/>
        <w:jc w:val="center"/>
        <w:rPr>
          <w:rFonts w:cs="Calibri"/>
        </w:rPr>
      </w:pPr>
    </w:p>
    <w:p w:rsidR="00AC2BBB" w:rsidRDefault="00AC2BBB">
      <w:pPr>
        <w:widowControl w:val="0"/>
        <w:autoSpaceDE w:val="0"/>
        <w:autoSpaceDN w:val="0"/>
        <w:adjustRightInd w:val="0"/>
        <w:spacing w:after="0" w:line="240" w:lineRule="auto"/>
        <w:jc w:val="center"/>
        <w:rPr>
          <w:rFonts w:cs="Calibri"/>
        </w:rPr>
      </w:pPr>
    </w:p>
    <w:p w:rsidR="00AC2BBB" w:rsidRDefault="00AC2BBB">
      <w:pPr>
        <w:widowControl w:val="0"/>
        <w:autoSpaceDE w:val="0"/>
        <w:autoSpaceDN w:val="0"/>
        <w:adjustRightInd w:val="0"/>
        <w:spacing w:after="0" w:line="240" w:lineRule="auto"/>
        <w:jc w:val="center"/>
        <w:rPr>
          <w:rFonts w:cs="Calibri"/>
        </w:rPr>
      </w:pPr>
    </w:p>
    <w:p w:rsidR="00AC2BBB" w:rsidRDefault="00AC2BBB">
      <w:pPr>
        <w:widowControl w:val="0"/>
        <w:autoSpaceDE w:val="0"/>
        <w:autoSpaceDN w:val="0"/>
        <w:adjustRightInd w:val="0"/>
        <w:spacing w:after="0" w:line="240" w:lineRule="auto"/>
        <w:jc w:val="center"/>
        <w:rPr>
          <w:rFonts w:cs="Calibri"/>
        </w:rPr>
      </w:pPr>
    </w:p>
    <w:p w:rsidR="00AC2BBB" w:rsidRDefault="00AC2BBB">
      <w:pPr>
        <w:widowControl w:val="0"/>
        <w:autoSpaceDE w:val="0"/>
        <w:autoSpaceDN w:val="0"/>
        <w:adjustRightInd w:val="0"/>
        <w:spacing w:after="0" w:line="240" w:lineRule="auto"/>
        <w:jc w:val="right"/>
        <w:outlineLvl w:val="1"/>
        <w:rPr>
          <w:rFonts w:cs="Calibri"/>
        </w:rPr>
      </w:pPr>
      <w:bookmarkStart w:id="33" w:name="Par1279"/>
      <w:bookmarkEnd w:id="33"/>
    </w:p>
    <w:p w:rsidR="00AC2BBB" w:rsidRDefault="00AC2BBB">
      <w:pPr>
        <w:widowControl w:val="0"/>
        <w:autoSpaceDE w:val="0"/>
        <w:autoSpaceDN w:val="0"/>
        <w:adjustRightInd w:val="0"/>
        <w:spacing w:after="0" w:line="240" w:lineRule="auto"/>
        <w:jc w:val="right"/>
        <w:outlineLvl w:val="1"/>
        <w:rPr>
          <w:rFonts w:cs="Calibri"/>
        </w:rPr>
      </w:pPr>
    </w:p>
    <w:p w:rsidR="00AC2BBB" w:rsidRDefault="00AC2BBB">
      <w:pPr>
        <w:widowControl w:val="0"/>
        <w:autoSpaceDE w:val="0"/>
        <w:autoSpaceDN w:val="0"/>
        <w:adjustRightInd w:val="0"/>
        <w:spacing w:after="0" w:line="240" w:lineRule="auto"/>
        <w:jc w:val="right"/>
        <w:outlineLvl w:val="1"/>
        <w:rPr>
          <w:rFonts w:cs="Calibri"/>
        </w:rPr>
      </w:pPr>
    </w:p>
    <w:p w:rsidR="00AC2BBB" w:rsidRDefault="00AC2BBB">
      <w:pPr>
        <w:widowControl w:val="0"/>
        <w:autoSpaceDE w:val="0"/>
        <w:autoSpaceDN w:val="0"/>
        <w:adjustRightInd w:val="0"/>
        <w:spacing w:after="0" w:line="240" w:lineRule="auto"/>
        <w:jc w:val="right"/>
        <w:outlineLvl w:val="1"/>
        <w:rPr>
          <w:rFonts w:cs="Calibri"/>
        </w:rPr>
      </w:pPr>
    </w:p>
    <w:p w:rsidR="00AC2BBB" w:rsidRDefault="00AC2BBB">
      <w:pPr>
        <w:widowControl w:val="0"/>
        <w:autoSpaceDE w:val="0"/>
        <w:autoSpaceDN w:val="0"/>
        <w:adjustRightInd w:val="0"/>
        <w:spacing w:after="0" w:line="240" w:lineRule="auto"/>
        <w:jc w:val="right"/>
        <w:outlineLvl w:val="1"/>
        <w:rPr>
          <w:rFonts w:cs="Calibri"/>
        </w:rPr>
      </w:pPr>
    </w:p>
    <w:p w:rsidR="00AC2BBB" w:rsidRDefault="00AC2BBB">
      <w:pPr>
        <w:widowControl w:val="0"/>
        <w:autoSpaceDE w:val="0"/>
        <w:autoSpaceDN w:val="0"/>
        <w:adjustRightInd w:val="0"/>
        <w:spacing w:after="0" w:line="240" w:lineRule="auto"/>
        <w:jc w:val="right"/>
        <w:outlineLvl w:val="1"/>
        <w:rPr>
          <w:rFonts w:cs="Calibri"/>
        </w:rPr>
      </w:pPr>
    </w:p>
    <w:p w:rsidR="00AC2BBB" w:rsidRDefault="00AC2BBB">
      <w:pPr>
        <w:widowControl w:val="0"/>
        <w:autoSpaceDE w:val="0"/>
        <w:autoSpaceDN w:val="0"/>
        <w:adjustRightInd w:val="0"/>
        <w:spacing w:after="0" w:line="240" w:lineRule="auto"/>
        <w:jc w:val="right"/>
        <w:outlineLvl w:val="1"/>
        <w:rPr>
          <w:rFonts w:cs="Calibri"/>
        </w:rPr>
      </w:pPr>
    </w:p>
    <w:p w:rsidR="00AC2BBB" w:rsidRDefault="00AC2BBB">
      <w:pPr>
        <w:widowControl w:val="0"/>
        <w:autoSpaceDE w:val="0"/>
        <w:autoSpaceDN w:val="0"/>
        <w:adjustRightInd w:val="0"/>
        <w:spacing w:after="0" w:line="240" w:lineRule="auto"/>
        <w:jc w:val="right"/>
        <w:outlineLvl w:val="1"/>
        <w:rPr>
          <w:rFonts w:cs="Calibri"/>
        </w:rPr>
      </w:pPr>
    </w:p>
    <w:p w:rsidR="00AC2BBB" w:rsidRDefault="00AC2BBB">
      <w:pPr>
        <w:widowControl w:val="0"/>
        <w:autoSpaceDE w:val="0"/>
        <w:autoSpaceDN w:val="0"/>
        <w:adjustRightInd w:val="0"/>
        <w:spacing w:after="0" w:line="240" w:lineRule="auto"/>
        <w:jc w:val="right"/>
        <w:outlineLvl w:val="1"/>
        <w:rPr>
          <w:rFonts w:cs="Calibri"/>
        </w:rPr>
      </w:pPr>
    </w:p>
    <w:p w:rsidR="00AC2BBB" w:rsidRDefault="00AC2BBB">
      <w:pPr>
        <w:widowControl w:val="0"/>
        <w:autoSpaceDE w:val="0"/>
        <w:autoSpaceDN w:val="0"/>
        <w:adjustRightInd w:val="0"/>
        <w:spacing w:after="0" w:line="240" w:lineRule="auto"/>
        <w:jc w:val="right"/>
        <w:outlineLvl w:val="1"/>
        <w:rPr>
          <w:rFonts w:cs="Calibri"/>
        </w:rPr>
      </w:pPr>
    </w:p>
    <w:p w:rsidR="00AC2BBB" w:rsidRDefault="00AC2BBB">
      <w:pPr>
        <w:widowControl w:val="0"/>
        <w:autoSpaceDE w:val="0"/>
        <w:autoSpaceDN w:val="0"/>
        <w:adjustRightInd w:val="0"/>
        <w:spacing w:after="0" w:line="240" w:lineRule="auto"/>
        <w:jc w:val="right"/>
        <w:outlineLvl w:val="1"/>
        <w:rPr>
          <w:rFonts w:cs="Calibri"/>
        </w:rPr>
      </w:pPr>
    </w:p>
    <w:p w:rsidR="00AC2BBB" w:rsidRDefault="00AC2BBB">
      <w:pPr>
        <w:widowControl w:val="0"/>
        <w:autoSpaceDE w:val="0"/>
        <w:autoSpaceDN w:val="0"/>
        <w:adjustRightInd w:val="0"/>
        <w:spacing w:after="0" w:line="240" w:lineRule="auto"/>
        <w:jc w:val="right"/>
        <w:outlineLvl w:val="1"/>
        <w:rPr>
          <w:rFonts w:cs="Calibri"/>
        </w:rPr>
      </w:pPr>
    </w:p>
    <w:p w:rsidR="00AC2BBB" w:rsidRDefault="00AC2BBB">
      <w:pPr>
        <w:widowControl w:val="0"/>
        <w:autoSpaceDE w:val="0"/>
        <w:autoSpaceDN w:val="0"/>
        <w:adjustRightInd w:val="0"/>
        <w:spacing w:after="0" w:line="240" w:lineRule="auto"/>
        <w:jc w:val="right"/>
        <w:outlineLvl w:val="1"/>
        <w:rPr>
          <w:rFonts w:cs="Calibri"/>
        </w:rPr>
      </w:pPr>
    </w:p>
    <w:p w:rsidR="00AC2BBB" w:rsidRDefault="00AC2BBB">
      <w:pPr>
        <w:widowControl w:val="0"/>
        <w:autoSpaceDE w:val="0"/>
        <w:autoSpaceDN w:val="0"/>
        <w:adjustRightInd w:val="0"/>
        <w:spacing w:after="0" w:line="240" w:lineRule="auto"/>
        <w:jc w:val="right"/>
        <w:outlineLvl w:val="1"/>
        <w:rPr>
          <w:rFonts w:cs="Calibri"/>
        </w:rPr>
      </w:pPr>
    </w:p>
    <w:p w:rsidR="00AC2BBB" w:rsidRDefault="00AC2BBB">
      <w:pPr>
        <w:widowControl w:val="0"/>
        <w:autoSpaceDE w:val="0"/>
        <w:autoSpaceDN w:val="0"/>
        <w:adjustRightInd w:val="0"/>
        <w:spacing w:after="0" w:line="240" w:lineRule="auto"/>
        <w:jc w:val="right"/>
        <w:outlineLvl w:val="1"/>
        <w:rPr>
          <w:rFonts w:cs="Calibri"/>
        </w:rPr>
      </w:pPr>
    </w:p>
    <w:p w:rsidR="00AC2BBB" w:rsidRDefault="00AC2BBB">
      <w:pPr>
        <w:widowControl w:val="0"/>
        <w:autoSpaceDE w:val="0"/>
        <w:autoSpaceDN w:val="0"/>
        <w:adjustRightInd w:val="0"/>
        <w:spacing w:after="0" w:line="240" w:lineRule="auto"/>
        <w:jc w:val="right"/>
        <w:outlineLvl w:val="1"/>
        <w:rPr>
          <w:rFonts w:cs="Calibri"/>
        </w:rPr>
      </w:pPr>
    </w:p>
    <w:p w:rsidR="00AC2BBB" w:rsidRDefault="00AC2BBB">
      <w:pPr>
        <w:widowControl w:val="0"/>
        <w:autoSpaceDE w:val="0"/>
        <w:autoSpaceDN w:val="0"/>
        <w:adjustRightInd w:val="0"/>
        <w:spacing w:after="0" w:line="240" w:lineRule="auto"/>
        <w:jc w:val="right"/>
        <w:outlineLvl w:val="1"/>
        <w:rPr>
          <w:rFonts w:cs="Calibri"/>
        </w:rPr>
      </w:pPr>
    </w:p>
    <w:p w:rsidR="00AC2BBB" w:rsidRDefault="00AC2BBB">
      <w:pPr>
        <w:widowControl w:val="0"/>
        <w:autoSpaceDE w:val="0"/>
        <w:autoSpaceDN w:val="0"/>
        <w:adjustRightInd w:val="0"/>
        <w:spacing w:after="0" w:line="240" w:lineRule="auto"/>
        <w:jc w:val="right"/>
        <w:outlineLvl w:val="1"/>
        <w:rPr>
          <w:rFonts w:cs="Calibri"/>
        </w:rPr>
      </w:pPr>
    </w:p>
    <w:p w:rsidR="00AC2BBB" w:rsidRDefault="00AC2BBB">
      <w:pPr>
        <w:widowControl w:val="0"/>
        <w:autoSpaceDE w:val="0"/>
        <w:autoSpaceDN w:val="0"/>
        <w:adjustRightInd w:val="0"/>
        <w:spacing w:after="0" w:line="240" w:lineRule="auto"/>
        <w:jc w:val="right"/>
        <w:outlineLvl w:val="1"/>
        <w:rPr>
          <w:rFonts w:cs="Calibri"/>
        </w:rPr>
      </w:pPr>
    </w:p>
    <w:p w:rsidR="00AC2BBB" w:rsidRDefault="00AC2BBB">
      <w:pPr>
        <w:widowControl w:val="0"/>
        <w:autoSpaceDE w:val="0"/>
        <w:autoSpaceDN w:val="0"/>
        <w:adjustRightInd w:val="0"/>
        <w:spacing w:after="0" w:line="240" w:lineRule="auto"/>
        <w:jc w:val="right"/>
        <w:outlineLvl w:val="1"/>
        <w:rPr>
          <w:rFonts w:cs="Calibri"/>
        </w:rPr>
      </w:pPr>
      <w:r>
        <w:rPr>
          <w:rFonts w:cs="Calibri"/>
        </w:rPr>
        <w:t>Приложение N 7</w:t>
      </w:r>
    </w:p>
    <w:p w:rsidR="00AC2BBB" w:rsidRDefault="00AC2BBB">
      <w:pPr>
        <w:widowControl w:val="0"/>
        <w:autoSpaceDE w:val="0"/>
        <w:autoSpaceDN w:val="0"/>
        <w:adjustRightInd w:val="0"/>
        <w:spacing w:after="0" w:line="240" w:lineRule="auto"/>
        <w:jc w:val="right"/>
        <w:rPr>
          <w:rFonts w:cs="Calibri"/>
        </w:rPr>
      </w:pPr>
      <w:r>
        <w:rPr>
          <w:rFonts w:cs="Calibri"/>
        </w:rPr>
        <w:t>к федеральной целевой программе</w:t>
      </w:r>
    </w:p>
    <w:p w:rsidR="00AC2BBB" w:rsidRDefault="00AC2BBB">
      <w:pPr>
        <w:widowControl w:val="0"/>
        <w:autoSpaceDE w:val="0"/>
        <w:autoSpaceDN w:val="0"/>
        <w:adjustRightInd w:val="0"/>
        <w:spacing w:after="0" w:line="240" w:lineRule="auto"/>
        <w:jc w:val="right"/>
        <w:rPr>
          <w:rFonts w:cs="Calibri"/>
        </w:rPr>
      </w:pPr>
      <w:r>
        <w:rPr>
          <w:rFonts w:cs="Calibri"/>
        </w:rPr>
        <w:t>"Устойчивое развитие сельских</w:t>
      </w:r>
    </w:p>
    <w:p w:rsidR="00AC2BBB" w:rsidRDefault="00AC2BBB">
      <w:pPr>
        <w:widowControl w:val="0"/>
        <w:autoSpaceDE w:val="0"/>
        <w:autoSpaceDN w:val="0"/>
        <w:adjustRightInd w:val="0"/>
        <w:spacing w:after="0" w:line="240" w:lineRule="auto"/>
        <w:jc w:val="right"/>
        <w:rPr>
          <w:rFonts w:cs="Calibri"/>
        </w:rPr>
      </w:pPr>
      <w:r>
        <w:rPr>
          <w:rFonts w:cs="Calibri"/>
        </w:rPr>
        <w:t>территорий на 2014 - 2017 годы</w:t>
      </w:r>
    </w:p>
    <w:p w:rsidR="00AC2BBB" w:rsidRDefault="00AC2BBB">
      <w:pPr>
        <w:widowControl w:val="0"/>
        <w:autoSpaceDE w:val="0"/>
        <w:autoSpaceDN w:val="0"/>
        <w:adjustRightInd w:val="0"/>
        <w:spacing w:after="0" w:line="240" w:lineRule="auto"/>
        <w:jc w:val="right"/>
        <w:rPr>
          <w:rFonts w:cs="Calibri"/>
        </w:rPr>
      </w:pPr>
      <w:r>
        <w:rPr>
          <w:rFonts w:cs="Calibri"/>
        </w:rPr>
        <w:t>и на период до 2020 года"</w:t>
      </w:r>
    </w:p>
    <w:p w:rsidR="00AC2BBB" w:rsidRDefault="00AC2BBB">
      <w:pPr>
        <w:widowControl w:val="0"/>
        <w:autoSpaceDE w:val="0"/>
        <w:autoSpaceDN w:val="0"/>
        <w:adjustRightInd w:val="0"/>
        <w:spacing w:after="0" w:line="240" w:lineRule="auto"/>
        <w:jc w:val="center"/>
        <w:rPr>
          <w:rFonts w:cs="Calibri"/>
        </w:rPr>
      </w:pPr>
    </w:p>
    <w:p w:rsidR="00AC2BBB" w:rsidRDefault="00AC2BBB">
      <w:pPr>
        <w:widowControl w:val="0"/>
        <w:autoSpaceDE w:val="0"/>
        <w:autoSpaceDN w:val="0"/>
        <w:adjustRightInd w:val="0"/>
        <w:spacing w:after="0" w:line="240" w:lineRule="auto"/>
        <w:jc w:val="center"/>
        <w:rPr>
          <w:rFonts w:cs="Calibri"/>
        </w:rPr>
      </w:pPr>
      <w:bookmarkStart w:id="34" w:name="Par1285"/>
      <w:bookmarkEnd w:id="34"/>
      <w:r>
        <w:rPr>
          <w:rFonts w:cs="Calibri"/>
        </w:rPr>
        <w:t>ПОЛОЖЕНИЕ</w:t>
      </w:r>
    </w:p>
    <w:p w:rsidR="00AC2BBB" w:rsidRDefault="00AC2BBB">
      <w:pPr>
        <w:widowControl w:val="0"/>
        <w:autoSpaceDE w:val="0"/>
        <w:autoSpaceDN w:val="0"/>
        <w:adjustRightInd w:val="0"/>
        <w:spacing w:after="0" w:line="240" w:lineRule="auto"/>
        <w:jc w:val="center"/>
        <w:rPr>
          <w:rFonts w:cs="Calibri"/>
        </w:rPr>
      </w:pPr>
      <w:r>
        <w:rPr>
          <w:rFonts w:cs="Calibri"/>
        </w:rPr>
        <w:t>О ПРЕДОСТАВЛЕНИИ СУБСИДИЙ НА СОФИНАНСИРОВАНИЕ РАСХОДНЫХ</w:t>
      </w:r>
    </w:p>
    <w:p w:rsidR="00AC2BBB" w:rsidRDefault="00AC2BBB">
      <w:pPr>
        <w:widowControl w:val="0"/>
        <w:autoSpaceDE w:val="0"/>
        <w:autoSpaceDN w:val="0"/>
        <w:adjustRightInd w:val="0"/>
        <w:spacing w:after="0" w:line="240" w:lineRule="auto"/>
        <w:jc w:val="center"/>
        <w:rPr>
          <w:rFonts w:cs="Calibri"/>
        </w:rPr>
      </w:pPr>
      <w:r>
        <w:rPr>
          <w:rFonts w:cs="Calibri"/>
        </w:rPr>
        <w:t>ОБЯЗАТЕЛЬСТВ МУНИЦИПАЛЬНЫХ ОБРАЗОВАНИЙ ПО СТРОИТЕЛЬСТВУ</w:t>
      </w:r>
    </w:p>
    <w:p w:rsidR="00AC2BBB" w:rsidRDefault="00AC2BBB">
      <w:pPr>
        <w:widowControl w:val="0"/>
        <w:autoSpaceDE w:val="0"/>
        <w:autoSpaceDN w:val="0"/>
        <w:adjustRightInd w:val="0"/>
        <w:spacing w:after="0" w:line="240" w:lineRule="auto"/>
        <w:jc w:val="center"/>
        <w:rPr>
          <w:rFonts w:cs="Calibri"/>
        </w:rPr>
      </w:pPr>
      <w:r>
        <w:rPr>
          <w:rFonts w:cs="Calibri"/>
        </w:rPr>
        <w:t>(ПРИОБРЕТЕНИЮ) ЖИЛЬЯ, ПРЕДОСТАВЛЯЕМОГО МОЛОДЫМ СЕМЬЯМ</w:t>
      </w:r>
    </w:p>
    <w:p w:rsidR="00AC2BBB" w:rsidRDefault="00AC2BBB">
      <w:pPr>
        <w:widowControl w:val="0"/>
        <w:autoSpaceDE w:val="0"/>
        <w:autoSpaceDN w:val="0"/>
        <w:adjustRightInd w:val="0"/>
        <w:spacing w:after="0" w:line="240" w:lineRule="auto"/>
        <w:jc w:val="center"/>
        <w:rPr>
          <w:rFonts w:cs="Calibri"/>
        </w:rPr>
      </w:pPr>
      <w:r>
        <w:rPr>
          <w:rFonts w:cs="Calibri"/>
        </w:rPr>
        <w:t>И МОЛОДЫМ СПЕЦИАЛИСТАМ ПО ДОГОВОРУ НАЙМА ЖИЛОГО ПОМЕЩЕНИЯ</w:t>
      </w:r>
    </w:p>
    <w:p w:rsidR="00AC2BBB" w:rsidRDefault="00AC2BBB">
      <w:pPr>
        <w:widowControl w:val="0"/>
        <w:autoSpaceDE w:val="0"/>
        <w:autoSpaceDN w:val="0"/>
        <w:adjustRightInd w:val="0"/>
        <w:spacing w:after="0" w:line="240" w:lineRule="auto"/>
        <w:jc w:val="center"/>
        <w:rPr>
          <w:rFonts w:cs="Calibri"/>
        </w:rPr>
      </w:pPr>
    </w:p>
    <w:p w:rsidR="00AC2BBB" w:rsidRDefault="00AC2BBB">
      <w:pPr>
        <w:widowControl w:val="0"/>
        <w:autoSpaceDE w:val="0"/>
        <w:autoSpaceDN w:val="0"/>
        <w:adjustRightInd w:val="0"/>
        <w:spacing w:after="0" w:line="240" w:lineRule="auto"/>
        <w:ind w:firstLine="540"/>
        <w:jc w:val="both"/>
        <w:rPr>
          <w:rFonts w:cs="Calibri"/>
        </w:rPr>
      </w:pPr>
      <w:r>
        <w:rPr>
          <w:rFonts w:cs="Calibri"/>
        </w:rPr>
        <w:t>1. Настоящее Положение устанавливает порядок предоставления субсидий на софинансирование расходных обязательств муниципальных образований по строительству (приобретению) жилья, предоставляемого молодым семьям и молодым специалистам по договору найма жилого помещения.</w:t>
      </w:r>
    </w:p>
    <w:p w:rsidR="00AC2BBB" w:rsidRDefault="00AC2BBB">
      <w:pPr>
        <w:widowControl w:val="0"/>
        <w:autoSpaceDE w:val="0"/>
        <w:autoSpaceDN w:val="0"/>
        <w:adjustRightInd w:val="0"/>
        <w:spacing w:after="0" w:line="240" w:lineRule="auto"/>
        <w:ind w:firstLine="540"/>
        <w:jc w:val="both"/>
        <w:rPr>
          <w:rFonts w:cs="Calibri"/>
        </w:rPr>
      </w:pPr>
      <w:r>
        <w:rPr>
          <w:rFonts w:cs="Calibri"/>
        </w:rPr>
        <w:t xml:space="preserve">2. Молодые семьи и молодые специалисты, которые являются получателями социальных выплат при соблюдении условий и требований, установленных в </w:t>
      </w:r>
      <w:hyperlink w:anchor="Par971" w:history="1">
        <w:r>
          <w:rPr>
            <w:rFonts w:cs="Calibri"/>
            <w:color w:val="0000FF"/>
          </w:rPr>
          <w:t>разделе III</w:t>
        </w:r>
      </w:hyperlink>
      <w:r>
        <w:rPr>
          <w:rFonts w:cs="Calibri"/>
        </w:rPr>
        <w:t xml:space="preserve"> Типового положения о предоставлении социальных выплат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 предусмотренного приложением N 4 к федеральной целевой программе "Устойчивое развитие сельских территорий на 2014 - 2017 годы и на период до 2020 года", утвержденной постановлением Правительства Российской Федерации от 15 июля 2013 г. N 598 (далее соответственно - Типовое положение, Программа), но не имеют собственных (заемных) средств в размере, установленном в соответствии с </w:t>
      </w:r>
      <w:hyperlink w:anchor="Par974" w:history="1">
        <w:r>
          <w:rPr>
            <w:rFonts w:cs="Calibri"/>
            <w:color w:val="0000FF"/>
          </w:rPr>
          <w:t>пунктом 32</w:t>
        </w:r>
      </w:hyperlink>
      <w:r>
        <w:rPr>
          <w:rFonts w:cs="Calibri"/>
        </w:rPr>
        <w:t xml:space="preserve"> Типового положения (далее соответственно - молодые семьи, молодые специалисты), имеют право на обеспечение жильем по договорам найма путем предоставления субсидий на софинансирование расходных обязательств муниципальных образований на строительство (приобретение) жилья с привлечением средств работодателей (далее - субсидии).</w:t>
      </w:r>
    </w:p>
    <w:p w:rsidR="00AC2BBB" w:rsidRDefault="00AC2BBB">
      <w:pPr>
        <w:widowControl w:val="0"/>
        <w:autoSpaceDE w:val="0"/>
        <w:autoSpaceDN w:val="0"/>
        <w:adjustRightInd w:val="0"/>
        <w:spacing w:after="0" w:line="240" w:lineRule="auto"/>
        <w:ind w:firstLine="540"/>
        <w:jc w:val="both"/>
        <w:rPr>
          <w:rFonts w:cs="Calibri"/>
        </w:rPr>
      </w:pPr>
      <w:r>
        <w:rPr>
          <w:rFonts w:cs="Calibri"/>
        </w:rPr>
        <w:t>3. Органы местного самоуправления и работодатели разъясняют молодым семьям и молодым специалистам условия и порядок обеспечения их жильем в соответствии с настоящим Положением.</w:t>
      </w:r>
    </w:p>
    <w:p w:rsidR="00AC2BBB" w:rsidRDefault="00AC2BBB">
      <w:pPr>
        <w:widowControl w:val="0"/>
        <w:autoSpaceDE w:val="0"/>
        <w:autoSpaceDN w:val="0"/>
        <w:adjustRightInd w:val="0"/>
        <w:spacing w:after="0" w:line="240" w:lineRule="auto"/>
        <w:ind w:firstLine="540"/>
        <w:jc w:val="both"/>
        <w:rPr>
          <w:rFonts w:cs="Calibri"/>
        </w:rPr>
      </w:pPr>
      <w:bookmarkStart w:id="35" w:name="Par1294"/>
      <w:bookmarkEnd w:id="35"/>
      <w:r>
        <w:rPr>
          <w:rFonts w:cs="Calibri"/>
        </w:rPr>
        <w:t xml:space="preserve">4. Молодые семьи и молодые специалисты представляют в органы местного самоуправления заявление по форме согласно </w:t>
      </w:r>
      <w:hyperlink w:anchor="Par1205" w:history="1">
        <w:r>
          <w:rPr>
            <w:rFonts w:cs="Calibri"/>
            <w:color w:val="0000FF"/>
          </w:rPr>
          <w:t>приложению N 6</w:t>
        </w:r>
      </w:hyperlink>
      <w:r>
        <w:rPr>
          <w:rFonts w:cs="Calibri"/>
        </w:rPr>
        <w:t xml:space="preserve"> к Программе, документы согласно </w:t>
      </w:r>
      <w:hyperlink w:anchor="Par1006" w:history="1">
        <w:r>
          <w:rPr>
            <w:rFonts w:cs="Calibri"/>
            <w:color w:val="0000FF"/>
          </w:rPr>
          <w:t>подпунктам "а"</w:t>
        </w:r>
      </w:hyperlink>
      <w:r>
        <w:rPr>
          <w:rFonts w:cs="Calibri"/>
        </w:rPr>
        <w:t xml:space="preserve"> - </w:t>
      </w:r>
      <w:hyperlink w:anchor="Par1012" w:history="1">
        <w:r>
          <w:rPr>
            <w:rFonts w:cs="Calibri"/>
            <w:color w:val="0000FF"/>
          </w:rPr>
          <w:t>"ж" пункта 38</w:t>
        </w:r>
      </w:hyperlink>
      <w:r>
        <w:rPr>
          <w:rFonts w:cs="Calibri"/>
        </w:rPr>
        <w:t xml:space="preserve"> Типового положения и документ, подтверждающий участие работодателя в софинансировании строительства (приобретения) жилья для этого заявителя.</w:t>
      </w:r>
    </w:p>
    <w:p w:rsidR="00AC2BBB" w:rsidRDefault="00AC2BBB">
      <w:pPr>
        <w:widowControl w:val="0"/>
        <w:autoSpaceDE w:val="0"/>
        <w:autoSpaceDN w:val="0"/>
        <w:adjustRightInd w:val="0"/>
        <w:spacing w:after="0" w:line="240" w:lineRule="auto"/>
        <w:ind w:firstLine="540"/>
        <w:jc w:val="both"/>
        <w:rPr>
          <w:rFonts w:cs="Calibri"/>
        </w:rPr>
      </w:pPr>
      <w:r>
        <w:rPr>
          <w:rFonts w:cs="Calibri"/>
        </w:rPr>
        <w:t>В случае направления субсидии на завершение ранее начатого строительства жилого дома размер субсидии ограничивается остатком сметной стоимости строительства жилого дома.</w:t>
      </w:r>
    </w:p>
    <w:p w:rsidR="00AC2BBB" w:rsidRDefault="00AC2BBB">
      <w:pPr>
        <w:widowControl w:val="0"/>
        <w:autoSpaceDE w:val="0"/>
        <w:autoSpaceDN w:val="0"/>
        <w:adjustRightInd w:val="0"/>
        <w:spacing w:after="0" w:line="240" w:lineRule="auto"/>
        <w:ind w:firstLine="540"/>
        <w:jc w:val="both"/>
        <w:rPr>
          <w:rFonts w:cs="Calibri"/>
        </w:rPr>
      </w:pPr>
      <w:r>
        <w:rPr>
          <w:rFonts w:cs="Calibri"/>
        </w:rPr>
        <w:t>При этом стоимость объекта незавершенного строительства, определенная в порядке, установленном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орган исполнительной власти), учитывается в качестве средств работодателя (муниципального образования) в софинансировании строительства жилого дома.</w:t>
      </w:r>
    </w:p>
    <w:p w:rsidR="00AC2BBB" w:rsidRDefault="00AC2BBB">
      <w:pPr>
        <w:widowControl w:val="0"/>
        <w:autoSpaceDE w:val="0"/>
        <w:autoSpaceDN w:val="0"/>
        <w:adjustRightInd w:val="0"/>
        <w:spacing w:after="0" w:line="240" w:lineRule="auto"/>
        <w:ind w:firstLine="540"/>
        <w:jc w:val="both"/>
        <w:rPr>
          <w:rFonts w:cs="Calibri"/>
        </w:rPr>
      </w:pPr>
      <w:r>
        <w:rPr>
          <w:rFonts w:cs="Calibri"/>
        </w:rPr>
        <w:t xml:space="preserve">5. Копии документов, указанных в </w:t>
      </w:r>
      <w:hyperlink w:anchor="Par1294" w:history="1">
        <w:r>
          <w:rPr>
            <w:rFonts w:cs="Calibri"/>
            <w:color w:val="0000FF"/>
          </w:rPr>
          <w:t>пункте 4</w:t>
        </w:r>
      </w:hyperlink>
      <w:r>
        <w:rPr>
          <w:rFonts w:cs="Calibri"/>
        </w:rPr>
        <w:t xml:space="preserve"> настоящего Положения, представляются вместе с оригиналами для удостоверения их идентичности (о чем делается отметка лицом, осуществляющим прием документов) либо заверенные в установленном порядке.</w:t>
      </w:r>
    </w:p>
    <w:p w:rsidR="00AC2BBB" w:rsidRDefault="00AC2BBB">
      <w:pPr>
        <w:widowControl w:val="0"/>
        <w:autoSpaceDE w:val="0"/>
        <w:autoSpaceDN w:val="0"/>
        <w:adjustRightInd w:val="0"/>
        <w:spacing w:after="0" w:line="240" w:lineRule="auto"/>
        <w:ind w:firstLine="540"/>
        <w:jc w:val="both"/>
        <w:rPr>
          <w:rFonts w:cs="Calibri"/>
        </w:rPr>
      </w:pPr>
      <w:bookmarkStart w:id="36" w:name="Par1298"/>
      <w:bookmarkEnd w:id="36"/>
      <w:r>
        <w:rPr>
          <w:rFonts w:cs="Calibri"/>
        </w:rPr>
        <w:t>6. Органы местного самоуправления проверяют правильность оформления представленных молодыми семьями и молодыми специалистами документов, а также достоверность содержащихся в них сведений, формируют списки молодых семей и молодых специалистов, подлежащих обеспечению жильем по договору найма жилого помещения, и направляют их в органы исполнительной власти с приложением сведений о размерах средств местных бюджетов и привлеченных средств работодателей на указанные цели.</w:t>
      </w:r>
    </w:p>
    <w:p w:rsidR="00AC2BBB" w:rsidRDefault="00AC2BBB">
      <w:pPr>
        <w:widowControl w:val="0"/>
        <w:autoSpaceDE w:val="0"/>
        <w:autoSpaceDN w:val="0"/>
        <w:adjustRightInd w:val="0"/>
        <w:spacing w:after="0" w:line="240" w:lineRule="auto"/>
        <w:ind w:firstLine="540"/>
        <w:jc w:val="both"/>
        <w:rPr>
          <w:rFonts w:cs="Calibri"/>
        </w:rPr>
      </w:pPr>
      <w:r>
        <w:rPr>
          <w:rFonts w:cs="Calibri"/>
        </w:rPr>
        <w:t>При выявлении недостоверной информации, содержащейся в указанных документах, органы местного самоуправления возвращают их заявителю с указанием причин возврата.</w:t>
      </w:r>
    </w:p>
    <w:p w:rsidR="00AC2BBB" w:rsidRDefault="00AC2BBB">
      <w:pPr>
        <w:widowControl w:val="0"/>
        <w:autoSpaceDE w:val="0"/>
        <w:autoSpaceDN w:val="0"/>
        <w:adjustRightInd w:val="0"/>
        <w:spacing w:after="0" w:line="240" w:lineRule="auto"/>
        <w:ind w:firstLine="540"/>
        <w:jc w:val="both"/>
        <w:rPr>
          <w:rFonts w:cs="Calibri"/>
        </w:rPr>
      </w:pPr>
      <w:r>
        <w:rPr>
          <w:rFonts w:cs="Calibri"/>
        </w:rPr>
        <w:t xml:space="preserve">7. Органы исполнительной власти на основании указанных в </w:t>
      </w:r>
      <w:hyperlink w:anchor="Par1298" w:history="1">
        <w:r>
          <w:rPr>
            <w:rFonts w:cs="Calibri"/>
            <w:color w:val="0000FF"/>
          </w:rPr>
          <w:t>пункте 6</w:t>
        </w:r>
      </w:hyperlink>
      <w:r>
        <w:rPr>
          <w:rFonts w:cs="Calibri"/>
        </w:rPr>
        <w:t xml:space="preserve"> настоящего Положения списков и документов формируют и утверждают с учетом объема субсидий, предусмотренных на мероприятия, указанные в </w:t>
      </w:r>
      <w:hyperlink w:anchor="Par764" w:history="1">
        <w:r>
          <w:rPr>
            <w:rFonts w:cs="Calibri"/>
            <w:color w:val="0000FF"/>
          </w:rPr>
          <w:t>пункте 2</w:t>
        </w:r>
      </w:hyperlink>
      <w:r>
        <w:rPr>
          <w:rFonts w:cs="Calibri"/>
        </w:rPr>
        <w:t xml:space="preserve"> Правил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в сельской местности, в том числе молодых семей и молодых специалистов, предусмотренных приложением N 3 к Программе, сводные списки молодых семей и молодых специалистов - получателей жилья по договору найма жилого помещения в рамках реализации Программы по форме, утверждаемой Министерством сельского хозяйства Российской Федерации, а также уведомляют органы местного самоуправления о принятом решении для доведения до молодых семей и молодых специалистов информации о включении их в указанные списки.</w:t>
      </w:r>
    </w:p>
    <w:p w:rsidR="00AC2BBB" w:rsidRDefault="00AC2BBB">
      <w:pPr>
        <w:widowControl w:val="0"/>
        <w:autoSpaceDE w:val="0"/>
        <w:autoSpaceDN w:val="0"/>
        <w:adjustRightInd w:val="0"/>
        <w:spacing w:after="0" w:line="240" w:lineRule="auto"/>
        <w:ind w:firstLine="540"/>
        <w:jc w:val="both"/>
        <w:rPr>
          <w:rFonts w:cs="Calibri"/>
        </w:rPr>
      </w:pPr>
      <w:r>
        <w:rPr>
          <w:rFonts w:cs="Calibri"/>
        </w:rPr>
        <w:t xml:space="preserve">8. Расчет размера субсидий на софинансирование расходных обязательств муниципальных образований по строительству (приобретению) жилья, предоставляемого молодым семьям и молодым специалистам по договору найма жилого помещения, производится исходя из расчетной стоимости строительства (приобретения) жилья, определяемой в соответствии с </w:t>
      </w:r>
      <w:hyperlink w:anchor="Par922" w:history="1">
        <w:r>
          <w:rPr>
            <w:rFonts w:cs="Calibri"/>
            <w:color w:val="0000FF"/>
          </w:rPr>
          <w:t>пунктами 12</w:t>
        </w:r>
      </w:hyperlink>
      <w:r>
        <w:rPr>
          <w:rFonts w:cs="Calibri"/>
        </w:rPr>
        <w:t xml:space="preserve"> и </w:t>
      </w:r>
      <w:hyperlink w:anchor="Par925" w:history="1">
        <w:r>
          <w:rPr>
            <w:rFonts w:cs="Calibri"/>
            <w:color w:val="0000FF"/>
          </w:rPr>
          <w:t>14</w:t>
        </w:r>
      </w:hyperlink>
      <w:r>
        <w:rPr>
          <w:rFonts w:cs="Calibri"/>
        </w:rPr>
        <w:t xml:space="preserve"> Типового положения и </w:t>
      </w:r>
      <w:hyperlink w:anchor="Par1294" w:history="1">
        <w:r>
          <w:rPr>
            <w:rFonts w:cs="Calibri"/>
            <w:color w:val="0000FF"/>
          </w:rPr>
          <w:t>пунктом 4</w:t>
        </w:r>
      </w:hyperlink>
      <w:r>
        <w:rPr>
          <w:rFonts w:cs="Calibri"/>
        </w:rPr>
        <w:t xml:space="preserve"> настоящего Положения.</w:t>
      </w:r>
    </w:p>
    <w:p w:rsidR="00AC2BBB" w:rsidRDefault="00AC2BBB">
      <w:pPr>
        <w:widowControl w:val="0"/>
        <w:autoSpaceDE w:val="0"/>
        <w:autoSpaceDN w:val="0"/>
        <w:adjustRightInd w:val="0"/>
        <w:spacing w:after="0" w:line="240" w:lineRule="auto"/>
        <w:ind w:firstLine="540"/>
        <w:jc w:val="both"/>
        <w:rPr>
          <w:rFonts w:cs="Calibri"/>
        </w:rPr>
      </w:pPr>
      <w:r>
        <w:rPr>
          <w:rFonts w:cs="Calibri"/>
        </w:rPr>
        <w:t>9. В целях обеспечения молодой семьи или молодого специалиста жильем в соответствии с условиями договора найма жилого помещения орган местного самоуправления или орган местного самоуправления совместно с работодателем заключает договор купли-продажи жилого помещения, находящегося в эксплуатации не более 5 лет с момента его ввода, договор подряда на строительство жилого дома либо договор участия в долевом строительстве жилых домов (квартир) в сельской местности.</w:t>
      </w:r>
    </w:p>
    <w:p w:rsidR="00AC2BBB" w:rsidRDefault="00AC2BBB">
      <w:pPr>
        <w:widowControl w:val="0"/>
        <w:autoSpaceDE w:val="0"/>
        <w:autoSpaceDN w:val="0"/>
        <w:adjustRightInd w:val="0"/>
        <w:spacing w:after="0" w:line="240" w:lineRule="auto"/>
        <w:ind w:firstLine="540"/>
        <w:jc w:val="both"/>
        <w:rPr>
          <w:rFonts w:cs="Calibri"/>
        </w:rPr>
      </w:pPr>
      <w:r>
        <w:rPr>
          <w:rFonts w:cs="Calibri"/>
        </w:rPr>
        <w:t xml:space="preserve">При этом приобретенное (построенное) жилое помещение должно соответствовать требованиям, установленным </w:t>
      </w:r>
      <w:hyperlink w:anchor="Par954" w:history="1">
        <w:r>
          <w:rPr>
            <w:rFonts w:cs="Calibri"/>
            <w:color w:val="0000FF"/>
          </w:rPr>
          <w:t>пунктом 28</w:t>
        </w:r>
      </w:hyperlink>
      <w:r>
        <w:rPr>
          <w:rFonts w:cs="Calibri"/>
        </w:rPr>
        <w:t xml:space="preserve"> Типового положения.</w:t>
      </w:r>
    </w:p>
    <w:p w:rsidR="00AC2BBB" w:rsidRDefault="00AC2BBB">
      <w:pPr>
        <w:widowControl w:val="0"/>
        <w:autoSpaceDE w:val="0"/>
        <w:autoSpaceDN w:val="0"/>
        <w:adjustRightInd w:val="0"/>
        <w:spacing w:after="0" w:line="240" w:lineRule="auto"/>
        <w:ind w:firstLine="540"/>
        <w:jc w:val="both"/>
        <w:rPr>
          <w:rFonts w:cs="Calibri"/>
        </w:rPr>
      </w:pPr>
      <w:bookmarkStart w:id="37" w:name="Par1304"/>
      <w:bookmarkEnd w:id="37"/>
      <w:r>
        <w:rPr>
          <w:rFonts w:cs="Calibri"/>
        </w:rPr>
        <w:t>10. В отношении жилого помещения, приобретенного (построенного) органом местного самоуправления или органом местного самоуправления совместно с работодателем, оформляется свидетельство о праве муниципальной или общей собственности соответственно. В случае если в отношении приобретенного (построенного) жилого помещения зарегистрировано право общей собственности муниципального образования и работодателя, они заключают соглашение о порядке владения, пользования и распоряжения жилым помещением, в котором оговариваются целевое назначение использования помещения (для обеспечения жильем молодых семей и молодых специалистов) и полномочия собственников по заключению с молодой семьей и молодым специалистом договора найма этого помещения, а также по изменению и расторжению такого договора.</w:t>
      </w:r>
    </w:p>
    <w:p w:rsidR="00AC2BBB" w:rsidRDefault="00AC2BBB">
      <w:pPr>
        <w:widowControl w:val="0"/>
        <w:autoSpaceDE w:val="0"/>
        <w:autoSpaceDN w:val="0"/>
        <w:adjustRightInd w:val="0"/>
        <w:spacing w:after="0" w:line="240" w:lineRule="auto"/>
        <w:ind w:firstLine="540"/>
        <w:jc w:val="both"/>
        <w:rPr>
          <w:rFonts w:cs="Calibri"/>
        </w:rPr>
      </w:pPr>
      <w:r>
        <w:rPr>
          <w:rFonts w:cs="Calibri"/>
        </w:rPr>
        <w:t xml:space="preserve">11. Жилые помещения, приобретенные (построенные) в соответствии с </w:t>
      </w:r>
      <w:hyperlink w:anchor="Par1304" w:history="1">
        <w:r>
          <w:rPr>
            <w:rFonts w:cs="Calibri"/>
            <w:color w:val="0000FF"/>
          </w:rPr>
          <w:t>пунктом 10</w:t>
        </w:r>
      </w:hyperlink>
      <w:r>
        <w:rPr>
          <w:rFonts w:cs="Calibri"/>
        </w:rPr>
        <w:t xml:space="preserve"> настоящего Положения, относятся к жилищному фонду коммерческого использования и предоставляются молодым семьям и молодым специалистам в возмездное владение и пользование по договору найма жилого помещения в соответствии с Гражданским </w:t>
      </w:r>
      <w:hyperlink r:id="rId11" w:history="1">
        <w:r>
          <w:rPr>
            <w:rFonts w:cs="Calibri"/>
            <w:color w:val="0000FF"/>
          </w:rPr>
          <w:t>кодексом</w:t>
        </w:r>
      </w:hyperlink>
      <w:r>
        <w:rPr>
          <w:rFonts w:cs="Calibri"/>
        </w:rPr>
        <w:t xml:space="preserve"> Российской Федерации. В указанном договоре предусматривается право молодой семьи (молодого специалиста) по истечении 5 лет работы по трудовому договору с соответствующим работодателем приобрести указанное жилое помещение в свою собственность по цене, не превышающей 10 процентов расчетной стоимости строительства (покупки) жилья (далее - выкупная цена жилья). Уплата средств в размере выкупной цены жилья может производиться по усмотрению нанимателей жилого помещения ежемесячно или ежеквартально равными долями в течение указанных 5 лет без права досрочного внесения платежей.</w:t>
      </w:r>
    </w:p>
    <w:p w:rsidR="00AC2BBB" w:rsidRDefault="00AC2BBB">
      <w:pPr>
        <w:widowControl w:val="0"/>
        <w:autoSpaceDE w:val="0"/>
        <w:autoSpaceDN w:val="0"/>
        <w:adjustRightInd w:val="0"/>
        <w:spacing w:after="0" w:line="240" w:lineRule="auto"/>
        <w:ind w:firstLine="540"/>
        <w:jc w:val="both"/>
        <w:rPr>
          <w:rFonts w:cs="Calibri"/>
        </w:rPr>
      </w:pPr>
      <w:r>
        <w:rPr>
          <w:rFonts w:cs="Calibri"/>
        </w:rPr>
        <w:t>В случае если жилое помещение находится в общей собственности муниципального образования и работодателя, в договоре найма жилого помещения определяется кому и в каких размерах вносятся платежи.</w:t>
      </w:r>
    </w:p>
    <w:p w:rsidR="00AC2BBB" w:rsidRDefault="00AC2BBB">
      <w:pPr>
        <w:widowControl w:val="0"/>
        <w:autoSpaceDE w:val="0"/>
        <w:autoSpaceDN w:val="0"/>
        <w:adjustRightInd w:val="0"/>
        <w:spacing w:after="0" w:line="240" w:lineRule="auto"/>
        <w:ind w:firstLine="540"/>
        <w:jc w:val="both"/>
        <w:rPr>
          <w:rFonts w:cs="Calibri"/>
        </w:rPr>
      </w:pPr>
      <w:r>
        <w:rPr>
          <w:rFonts w:cs="Calibri"/>
        </w:rPr>
        <w:t>В случае рождения (усыновления) 1 и более детей субъекты Российской Федерации вправе оплатить за счет средств бюджета субъекта Российской Федерации часть выкупной цены жилья в порядке и на условиях, определяемых органом государственной власти субъекта Российской Федерации.</w:t>
      </w:r>
    </w:p>
    <w:p w:rsidR="00AC2BBB" w:rsidRDefault="00AC2BBB">
      <w:pPr>
        <w:widowControl w:val="0"/>
        <w:autoSpaceDE w:val="0"/>
        <w:autoSpaceDN w:val="0"/>
        <w:adjustRightInd w:val="0"/>
        <w:spacing w:after="0" w:line="240" w:lineRule="auto"/>
        <w:ind w:firstLine="540"/>
        <w:jc w:val="both"/>
        <w:rPr>
          <w:rFonts w:cs="Calibri"/>
        </w:rPr>
      </w:pPr>
      <w:r>
        <w:rPr>
          <w:rFonts w:cs="Calibri"/>
        </w:rPr>
        <w:t>12. Существенным условием договора найма жилого помещения является условие о работе нанимателя жилого помещения по трудовому договору или осуществление индивидуальной предпринимательской деятельности в течение не менее 5 лет в агропромышленном комплексе или социальной сфере в сельской местности, в которой предоставляется жилое помещение.</w:t>
      </w:r>
    </w:p>
    <w:p w:rsidR="00AC2BBB" w:rsidRDefault="00AC2BBB">
      <w:pPr>
        <w:widowControl w:val="0"/>
        <w:autoSpaceDE w:val="0"/>
        <w:autoSpaceDN w:val="0"/>
        <w:adjustRightInd w:val="0"/>
        <w:spacing w:after="0" w:line="240" w:lineRule="auto"/>
        <w:ind w:firstLine="540"/>
        <w:jc w:val="both"/>
        <w:rPr>
          <w:rFonts w:cs="Calibri"/>
        </w:rPr>
      </w:pPr>
      <w:r>
        <w:rPr>
          <w:rFonts w:cs="Calibri"/>
        </w:rPr>
        <w:t>Досрочное расторжение трудового договора (прекращение индивидуальной предпринимательской деятельности) по неуважительным причинам до истечения установленного срока является основанием для расторжения в судебном порядке договора найма жилого помещения.</w:t>
      </w:r>
    </w:p>
    <w:p w:rsidR="00AC2BBB" w:rsidRDefault="00AC2BBB">
      <w:pPr>
        <w:widowControl w:val="0"/>
        <w:autoSpaceDE w:val="0"/>
        <w:autoSpaceDN w:val="0"/>
        <w:adjustRightInd w:val="0"/>
        <w:spacing w:after="0" w:line="240" w:lineRule="auto"/>
        <w:ind w:firstLine="540"/>
        <w:jc w:val="both"/>
        <w:rPr>
          <w:rFonts w:cs="Calibri"/>
        </w:rPr>
      </w:pPr>
      <w:r>
        <w:rPr>
          <w:rFonts w:cs="Calibri"/>
        </w:rPr>
        <w:t>В случае расторжения договора найма жилого помещения по указанным причинам собственник (собственники) жилого помещения возвращает нанимателю жилого помещения средства, внесенные им в счет уплаты средств в размере выкупной цены жилья.</w:t>
      </w:r>
    </w:p>
    <w:p w:rsidR="00AC2BBB" w:rsidRDefault="00AC2BBB">
      <w:pPr>
        <w:widowControl w:val="0"/>
        <w:autoSpaceDE w:val="0"/>
        <w:autoSpaceDN w:val="0"/>
        <w:adjustRightInd w:val="0"/>
        <w:spacing w:after="0" w:line="240" w:lineRule="auto"/>
        <w:ind w:firstLine="540"/>
        <w:jc w:val="both"/>
        <w:rPr>
          <w:rFonts w:cs="Calibri"/>
        </w:rPr>
      </w:pPr>
      <w:r>
        <w:rPr>
          <w:rFonts w:cs="Calibri"/>
        </w:rPr>
        <w:t>13. В случае если право собственности на долю работодателя в общей собственности на жилое помещение переходит к другим лицам, молодой специалист (член (члены) молодой семьи), который заключил с прежним работодателем трудовой договор, должен в срок, не превышающий 6 месяцев, обратиться в письменной форме к новому собственнику жилого помещения с просьбой о заключении с ним трудового договора либо в органы местного самоуправления по месту нахождения жилого помещения, предоставленного ему по договору найма, с просьбой о содействии в трудоустройстве в этой сельской местности.</w:t>
      </w:r>
    </w:p>
    <w:p w:rsidR="00AC2BBB" w:rsidRDefault="00AC2BBB">
      <w:pPr>
        <w:widowControl w:val="0"/>
        <w:autoSpaceDE w:val="0"/>
        <w:autoSpaceDN w:val="0"/>
        <w:adjustRightInd w:val="0"/>
        <w:spacing w:after="0" w:line="240" w:lineRule="auto"/>
        <w:ind w:firstLine="540"/>
        <w:jc w:val="both"/>
        <w:rPr>
          <w:rFonts w:cs="Calibri"/>
        </w:rPr>
      </w:pPr>
      <w:r>
        <w:rPr>
          <w:rFonts w:cs="Calibri"/>
        </w:rPr>
        <w:t>В случае отказа нового собственника жилого помещения в заключении трудового договора или органов местного самоуправления в оказании содействия в трудоустройстве молодой специалист (член (члены) молодой семьи) вправе трудоустроиться в агропромышленном комплексе или социальной сфере (основное место работы) в сельской местности в пределах этого субъекта Российской Федерации.</w:t>
      </w:r>
    </w:p>
    <w:p w:rsidR="00AC2BBB" w:rsidRDefault="00AC2BBB">
      <w:pPr>
        <w:widowControl w:val="0"/>
        <w:autoSpaceDE w:val="0"/>
        <w:autoSpaceDN w:val="0"/>
        <w:adjustRightInd w:val="0"/>
        <w:spacing w:after="0" w:line="240" w:lineRule="auto"/>
        <w:ind w:firstLine="540"/>
        <w:jc w:val="both"/>
        <w:rPr>
          <w:rFonts w:cs="Calibri"/>
        </w:rPr>
      </w:pPr>
      <w:r>
        <w:rPr>
          <w:rFonts w:cs="Calibri"/>
        </w:rPr>
        <w:t>В случае если молодой специалист (член (члены) молодой семьи) в установленный срок не трудоустроился на указанных условиях, такое обстоятельство является основанием для обращения в суд с иском о расторжении договора найма жилого помещения.</w:t>
      </w:r>
    </w:p>
    <w:p w:rsidR="00AC2BBB" w:rsidRDefault="00AC2BBB">
      <w:pPr>
        <w:widowControl w:val="0"/>
        <w:autoSpaceDE w:val="0"/>
        <w:autoSpaceDN w:val="0"/>
        <w:adjustRightInd w:val="0"/>
        <w:spacing w:after="0" w:line="240" w:lineRule="auto"/>
        <w:ind w:firstLine="540"/>
        <w:jc w:val="both"/>
        <w:rPr>
          <w:rFonts w:cs="Calibri"/>
        </w:rPr>
      </w:pPr>
      <w:r>
        <w:rPr>
          <w:rFonts w:cs="Calibri"/>
        </w:rPr>
        <w:t>Возврат средств, внесенных нанимателем жилого помещения в счет уплаты средств в размере выкупной цены жилья, осуществляется в порядке, установленном гражданским законодательством Российской Федерации и (или) договором найма жилого помещения.</w:t>
      </w:r>
    </w:p>
    <w:p w:rsidR="00AC2BBB" w:rsidRDefault="00AC2BBB">
      <w:pPr>
        <w:widowControl w:val="0"/>
        <w:autoSpaceDE w:val="0"/>
        <w:autoSpaceDN w:val="0"/>
        <w:adjustRightInd w:val="0"/>
        <w:spacing w:after="0" w:line="240" w:lineRule="auto"/>
        <w:ind w:firstLine="540"/>
        <w:jc w:val="both"/>
        <w:rPr>
          <w:rFonts w:cs="Calibri"/>
        </w:rPr>
      </w:pPr>
    </w:p>
    <w:p w:rsidR="00AC2BBB" w:rsidRDefault="00AC2BBB">
      <w:pPr>
        <w:widowControl w:val="0"/>
        <w:autoSpaceDE w:val="0"/>
        <w:autoSpaceDN w:val="0"/>
        <w:adjustRightInd w:val="0"/>
        <w:spacing w:after="0" w:line="240" w:lineRule="auto"/>
        <w:ind w:firstLine="540"/>
        <w:jc w:val="both"/>
        <w:rPr>
          <w:rFonts w:cs="Calibri"/>
        </w:rPr>
      </w:pPr>
    </w:p>
    <w:p w:rsidR="00AC2BBB" w:rsidRDefault="00AC2BBB">
      <w:pPr>
        <w:widowControl w:val="0"/>
        <w:autoSpaceDE w:val="0"/>
        <w:autoSpaceDN w:val="0"/>
        <w:adjustRightInd w:val="0"/>
        <w:spacing w:after="0" w:line="240" w:lineRule="auto"/>
        <w:jc w:val="center"/>
        <w:rPr>
          <w:rFonts w:cs="Calibri"/>
        </w:rPr>
      </w:pPr>
    </w:p>
    <w:p w:rsidR="00AC2BBB" w:rsidRDefault="00AC2BBB">
      <w:pPr>
        <w:widowControl w:val="0"/>
        <w:autoSpaceDE w:val="0"/>
        <w:autoSpaceDN w:val="0"/>
        <w:adjustRightInd w:val="0"/>
        <w:spacing w:after="0" w:line="240" w:lineRule="auto"/>
        <w:jc w:val="center"/>
        <w:rPr>
          <w:rFonts w:cs="Calibri"/>
        </w:rPr>
      </w:pPr>
    </w:p>
    <w:p w:rsidR="00AC2BBB" w:rsidRDefault="00AC2BBB">
      <w:pPr>
        <w:widowControl w:val="0"/>
        <w:autoSpaceDE w:val="0"/>
        <w:autoSpaceDN w:val="0"/>
        <w:adjustRightInd w:val="0"/>
        <w:spacing w:after="0" w:line="240" w:lineRule="auto"/>
        <w:jc w:val="right"/>
        <w:rPr>
          <w:rFonts w:cs="Calibri"/>
        </w:rPr>
      </w:pPr>
    </w:p>
    <w:p w:rsidR="00AC2BBB" w:rsidRDefault="00AC2BBB">
      <w:pPr>
        <w:widowControl w:val="0"/>
        <w:autoSpaceDE w:val="0"/>
        <w:autoSpaceDN w:val="0"/>
        <w:adjustRightInd w:val="0"/>
        <w:spacing w:after="0" w:line="240" w:lineRule="auto"/>
        <w:jc w:val="right"/>
        <w:rPr>
          <w:rFonts w:cs="Calibri"/>
        </w:rPr>
      </w:pPr>
    </w:p>
    <w:p w:rsidR="00AC2BBB" w:rsidRDefault="00AC2BBB">
      <w:pPr>
        <w:widowControl w:val="0"/>
        <w:autoSpaceDE w:val="0"/>
        <w:autoSpaceDN w:val="0"/>
        <w:adjustRightInd w:val="0"/>
        <w:spacing w:after="0" w:line="240" w:lineRule="auto"/>
        <w:jc w:val="right"/>
        <w:rPr>
          <w:rFonts w:cs="Calibri"/>
        </w:rPr>
      </w:pPr>
    </w:p>
    <w:p w:rsidR="00AC2BBB" w:rsidRDefault="00AC2BBB">
      <w:pPr>
        <w:widowControl w:val="0"/>
        <w:autoSpaceDE w:val="0"/>
        <w:autoSpaceDN w:val="0"/>
        <w:adjustRightInd w:val="0"/>
        <w:spacing w:after="0" w:line="240" w:lineRule="auto"/>
        <w:jc w:val="right"/>
        <w:rPr>
          <w:rFonts w:cs="Calibri"/>
        </w:rPr>
      </w:pPr>
    </w:p>
    <w:p w:rsidR="00AC2BBB" w:rsidRDefault="00AC2BBB">
      <w:pPr>
        <w:widowControl w:val="0"/>
        <w:autoSpaceDE w:val="0"/>
        <w:autoSpaceDN w:val="0"/>
        <w:adjustRightInd w:val="0"/>
        <w:spacing w:after="0" w:line="240" w:lineRule="auto"/>
        <w:jc w:val="right"/>
        <w:rPr>
          <w:rFonts w:cs="Calibri"/>
        </w:rPr>
      </w:pPr>
    </w:p>
    <w:p w:rsidR="00AC2BBB" w:rsidRDefault="00AC2BBB">
      <w:pPr>
        <w:widowControl w:val="0"/>
        <w:autoSpaceDE w:val="0"/>
        <w:autoSpaceDN w:val="0"/>
        <w:adjustRightInd w:val="0"/>
        <w:spacing w:after="0" w:line="240" w:lineRule="auto"/>
        <w:jc w:val="right"/>
        <w:rPr>
          <w:rFonts w:cs="Calibri"/>
        </w:rPr>
      </w:pPr>
    </w:p>
    <w:p w:rsidR="00AC2BBB" w:rsidRDefault="00AC2BBB">
      <w:pPr>
        <w:widowControl w:val="0"/>
        <w:autoSpaceDE w:val="0"/>
        <w:autoSpaceDN w:val="0"/>
        <w:adjustRightInd w:val="0"/>
        <w:spacing w:after="0" w:line="240" w:lineRule="auto"/>
        <w:jc w:val="right"/>
        <w:rPr>
          <w:rFonts w:cs="Calibri"/>
        </w:rPr>
      </w:pPr>
    </w:p>
    <w:p w:rsidR="00AC2BBB" w:rsidRDefault="00AC2BBB">
      <w:pPr>
        <w:widowControl w:val="0"/>
        <w:autoSpaceDE w:val="0"/>
        <w:autoSpaceDN w:val="0"/>
        <w:adjustRightInd w:val="0"/>
        <w:spacing w:after="0" w:line="240" w:lineRule="auto"/>
        <w:jc w:val="right"/>
        <w:rPr>
          <w:rFonts w:cs="Calibri"/>
        </w:rPr>
      </w:pPr>
    </w:p>
    <w:p w:rsidR="00AC2BBB" w:rsidRDefault="00AC2BBB">
      <w:pPr>
        <w:widowControl w:val="0"/>
        <w:autoSpaceDE w:val="0"/>
        <w:autoSpaceDN w:val="0"/>
        <w:adjustRightInd w:val="0"/>
        <w:spacing w:after="0" w:line="240" w:lineRule="auto"/>
        <w:jc w:val="right"/>
        <w:rPr>
          <w:rFonts w:cs="Calibri"/>
        </w:rPr>
      </w:pPr>
    </w:p>
    <w:p w:rsidR="00AC2BBB" w:rsidRDefault="00AC2BBB">
      <w:pPr>
        <w:widowControl w:val="0"/>
        <w:autoSpaceDE w:val="0"/>
        <w:autoSpaceDN w:val="0"/>
        <w:adjustRightInd w:val="0"/>
        <w:spacing w:after="0" w:line="240" w:lineRule="auto"/>
        <w:jc w:val="right"/>
        <w:rPr>
          <w:rFonts w:cs="Calibri"/>
        </w:rPr>
      </w:pPr>
    </w:p>
    <w:p w:rsidR="00AC2BBB" w:rsidRDefault="00AC2BBB">
      <w:pPr>
        <w:widowControl w:val="0"/>
        <w:autoSpaceDE w:val="0"/>
        <w:autoSpaceDN w:val="0"/>
        <w:adjustRightInd w:val="0"/>
        <w:spacing w:after="0" w:line="240" w:lineRule="auto"/>
        <w:jc w:val="right"/>
        <w:rPr>
          <w:rFonts w:cs="Calibri"/>
        </w:rPr>
      </w:pPr>
    </w:p>
    <w:p w:rsidR="00AC2BBB" w:rsidRDefault="00AC2BBB">
      <w:pPr>
        <w:widowControl w:val="0"/>
        <w:autoSpaceDE w:val="0"/>
        <w:autoSpaceDN w:val="0"/>
        <w:adjustRightInd w:val="0"/>
        <w:spacing w:after="0" w:line="240" w:lineRule="auto"/>
        <w:jc w:val="right"/>
        <w:rPr>
          <w:rFonts w:cs="Calibri"/>
        </w:rPr>
      </w:pPr>
    </w:p>
    <w:p w:rsidR="00AC2BBB" w:rsidRDefault="00AC2BBB">
      <w:pPr>
        <w:widowControl w:val="0"/>
        <w:autoSpaceDE w:val="0"/>
        <w:autoSpaceDN w:val="0"/>
        <w:adjustRightInd w:val="0"/>
        <w:spacing w:after="0" w:line="240" w:lineRule="auto"/>
        <w:jc w:val="right"/>
        <w:rPr>
          <w:rFonts w:cs="Calibri"/>
        </w:rPr>
      </w:pPr>
    </w:p>
    <w:p w:rsidR="00AC2BBB" w:rsidRDefault="00AC2BBB">
      <w:pPr>
        <w:widowControl w:val="0"/>
        <w:autoSpaceDE w:val="0"/>
        <w:autoSpaceDN w:val="0"/>
        <w:adjustRightInd w:val="0"/>
        <w:spacing w:after="0" w:line="240" w:lineRule="auto"/>
        <w:jc w:val="right"/>
        <w:rPr>
          <w:rFonts w:cs="Calibri"/>
        </w:rPr>
      </w:pPr>
    </w:p>
    <w:p w:rsidR="00AC2BBB" w:rsidRDefault="00AC2BBB">
      <w:pPr>
        <w:widowControl w:val="0"/>
        <w:autoSpaceDE w:val="0"/>
        <w:autoSpaceDN w:val="0"/>
        <w:adjustRightInd w:val="0"/>
        <w:spacing w:after="0" w:line="240" w:lineRule="auto"/>
        <w:jc w:val="right"/>
        <w:rPr>
          <w:rFonts w:cs="Calibri"/>
        </w:rPr>
      </w:pPr>
    </w:p>
    <w:p w:rsidR="00AC2BBB" w:rsidRDefault="00AC2BBB">
      <w:pPr>
        <w:widowControl w:val="0"/>
        <w:autoSpaceDE w:val="0"/>
        <w:autoSpaceDN w:val="0"/>
        <w:adjustRightInd w:val="0"/>
        <w:spacing w:after="0" w:line="240" w:lineRule="auto"/>
        <w:jc w:val="right"/>
        <w:rPr>
          <w:rFonts w:cs="Calibri"/>
        </w:rPr>
      </w:pPr>
    </w:p>
    <w:p w:rsidR="00AC2BBB" w:rsidRDefault="00AC2BBB">
      <w:pPr>
        <w:widowControl w:val="0"/>
        <w:autoSpaceDE w:val="0"/>
        <w:autoSpaceDN w:val="0"/>
        <w:adjustRightInd w:val="0"/>
        <w:spacing w:after="0" w:line="240" w:lineRule="auto"/>
        <w:jc w:val="right"/>
        <w:rPr>
          <w:rFonts w:cs="Calibri"/>
        </w:rPr>
      </w:pPr>
    </w:p>
    <w:p w:rsidR="00AC2BBB" w:rsidRDefault="00AC2BBB">
      <w:pPr>
        <w:widowControl w:val="0"/>
        <w:autoSpaceDE w:val="0"/>
        <w:autoSpaceDN w:val="0"/>
        <w:adjustRightInd w:val="0"/>
        <w:spacing w:after="0" w:line="240" w:lineRule="auto"/>
        <w:jc w:val="right"/>
        <w:rPr>
          <w:rFonts w:cs="Calibri"/>
        </w:rPr>
      </w:pPr>
    </w:p>
    <w:p w:rsidR="00AC2BBB" w:rsidRDefault="00AC2BBB">
      <w:pPr>
        <w:widowControl w:val="0"/>
        <w:autoSpaceDE w:val="0"/>
        <w:autoSpaceDN w:val="0"/>
        <w:adjustRightInd w:val="0"/>
        <w:spacing w:after="0" w:line="240" w:lineRule="auto"/>
        <w:jc w:val="right"/>
        <w:rPr>
          <w:rFonts w:cs="Calibri"/>
        </w:rPr>
      </w:pPr>
    </w:p>
    <w:p w:rsidR="00AC2BBB" w:rsidRDefault="00AC2BBB">
      <w:pPr>
        <w:widowControl w:val="0"/>
        <w:autoSpaceDE w:val="0"/>
        <w:autoSpaceDN w:val="0"/>
        <w:adjustRightInd w:val="0"/>
        <w:spacing w:after="0" w:line="240" w:lineRule="auto"/>
        <w:jc w:val="right"/>
        <w:rPr>
          <w:rFonts w:cs="Calibri"/>
        </w:rPr>
      </w:pPr>
    </w:p>
    <w:p w:rsidR="00AC2BBB" w:rsidRPr="00845E3D" w:rsidRDefault="00AC2BBB" w:rsidP="00845E3D">
      <w:pPr>
        <w:tabs>
          <w:tab w:val="left" w:pos="5103"/>
          <w:tab w:val="left" w:pos="5670"/>
        </w:tabs>
        <w:spacing w:after="0" w:line="280" w:lineRule="exact"/>
        <w:ind w:firstLine="5670"/>
        <w:rPr>
          <w:rFonts w:ascii="Times New Roman" w:hAnsi="Times New Roman"/>
          <w:sz w:val="24"/>
          <w:szCs w:val="24"/>
        </w:rPr>
      </w:pPr>
      <w:r w:rsidRPr="00845E3D">
        <w:rPr>
          <w:rFonts w:ascii="Times New Roman" w:hAnsi="Times New Roman"/>
          <w:sz w:val="24"/>
          <w:szCs w:val="24"/>
        </w:rPr>
        <w:t>Приложение № 2</w:t>
      </w:r>
    </w:p>
    <w:p w:rsidR="00AC2BBB" w:rsidRPr="00845E3D" w:rsidRDefault="00AC2BBB" w:rsidP="00845E3D">
      <w:pPr>
        <w:tabs>
          <w:tab w:val="left" w:pos="5103"/>
          <w:tab w:val="left" w:pos="5670"/>
        </w:tabs>
        <w:spacing w:after="0" w:line="280" w:lineRule="exact"/>
        <w:ind w:firstLine="5670"/>
        <w:rPr>
          <w:rFonts w:ascii="Times New Roman" w:hAnsi="Times New Roman"/>
          <w:sz w:val="24"/>
          <w:szCs w:val="24"/>
        </w:rPr>
      </w:pPr>
      <w:r w:rsidRPr="00845E3D">
        <w:rPr>
          <w:rFonts w:ascii="Times New Roman" w:hAnsi="Times New Roman"/>
          <w:sz w:val="24"/>
          <w:szCs w:val="24"/>
        </w:rPr>
        <w:t>УТВЕ</w:t>
      </w:r>
      <w:r w:rsidRPr="00845E3D">
        <w:rPr>
          <w:rFonts w:ascii="Times New Roman" w:hAnsi="Times New Roman"/>
          <w:sz w:val="24"/>
          <w:szCs w:val="24"/>
        </w:rPr>
        <w:t>Р</w:t>
      </w:r>
      <w:r w:rsidRPr="00845E3D">
        <w:rPr>
          <w:rFonts w:ascii="Times New Roman" w:hAnsi="Times New Roman"/>
          <w:sz w:val="24"/>
          <w:szCs w:val="24"/>
        </w:rPr>
        <w:t>ЖДЕН</w:t>
      </w:r>
    </w:p>
    <w:p w:rsidR="00AC2BBB" w:rsidRPr="00845E3D" w:rsidRDefault="00AC2BBB" w:rsidP="00845E3D">
      <w:pPr>
        <w:tabs>
          <w:tab w:val="left" w:pos="5103"/>
          <w:tab w:val="left" w:pos="5670"/>
        </w:tabs>
        <w:spacing w:after="0" w:line="280" w:lineRule="exact"/>
        <w:ind w:left="5670"/>
        <w:rPr>
          <w:rFonts w:ascii="Times New Roman" w:hAnsi="Times New Roman"/>
          <w:sz w:val="24"/>
          <w:szCs w:val="24"/>
        </w:rPr>
      </w:pPr>
    </w:p>
    <w:p w:rsidR="00AC2BBB" w:rsidRPr="00845E3D" w:rsidRDefault="00AC2BBB" w:rsidP="00845E3D">
      <w:pPr>
        <w:tabs>
          <w:tab w:val="left" w:pos="5103"/>
          <w:tab w:val="left" w:pos="5670"/>
        </w:tabs>
        <w:spacing w:after="0" w:line="280" w:lineRule="exact"/>
        <w:ind w:left="5670"/>
        <w:rPr>
          <w:rFonts w:ascii="Times New Roman" w:hAnsi="Times New Roman"/>
          <w:sz w:val="24"/>
          <w:szCs w:val="24"/>
        </w:rPr>
      </w:pPr>
      <w:r w:rsidRPr="00845E3D">
        <w:rPr>
          <w:rFonts w:ascii="Times New Roman" w:hAnsi="Times New Roman"/>
          <w:sz w:val="24"/>
          <w:szCs w:val="24"/>
        </w:rPr>
        <w:t>распоряжением департамента сельского хозяйства и продовол</w:t>
      </w:r>
      <w:r w:rsidRPr="00845E3D">
        <w:rPr>
          <w:rFonts w:ascii="Times New Roman" w:hAnsi="Times New Roman"/>
          <w:sz w:val="24"/>
          <w:szCs w:val="24"/>
        </w:rPr>
        <w:t>ь</w:t>
      </w:r>
      <w:r w:rsidRPr="00845E3D">
        <w:rPr>
          <w:rFonts w:ascii="Times New Roman" w:hAnsi="Times New Roman"/>
          <w:sz w:val="24"/>
          <w:szCs w:val="24"/>
        </w:rPr>
        <w:t>ствия Кировской области</w:t>
      </w:r>
    </w:p>
    <w:p w:rsidR="00AC2BBB" w:rsidRPr="00845E3D" w:rsidRDefault="00AC2BBB" w:rsidP="00845E3D">
      <w:pPr>
        <w:tabs>
          <w:tab w:val="left" w:pos="5103"/>
          <w:tab w:val="left" w:pos="5670"/>
        </w:tabs>
        <w:spacing w:after="0" w:line="280" w:lineRule="exact"/>
        <w:ind w:left="5670"/>
        <w:rPr>
          <w:rFonts w:ascii="Times New Roman" w:hAnsi="Times New Roman"/>
          <w:sz w:val="24"/>
          <w:szCs w:val="24"/>
        </w:rPr>
      </w:pPr>
      <w:r w:rsidRPr="00845E3D">
        <w:rPr>
          <w:rFonts w:ascii="Times New Roman" w:hAnsi="Times New Roman"/>
          <w:sz w:val="24"/>
          <w:szCs w:val="24"/>
        </w:rPr>
        <w:t>от 23.06.2014№ 47</w:t>
      </w:r>
    </w:p>
    <w:p w:rsidR="00AC2BBB" w:rsidRPr="00845E3D" w:rsidRDefault="00AC2BBB" w:rsidP="00845E3D">
      <w:pPr>
        <w:spacing w:after="0" w:line="280" w:lineRule="exact"/>
        <w:ind w:left="709" w:right="708"/>
        <w:jc w:val="center"/>
        <w:rPr>
          <w:rFonts w:ascii="Times New Roman" w:hAnsi="Times New Roman"/>
          <w:b/>
          <w:sz w:val="24"/>
          <w:szCs w:val="24"/>
        </w:rPr>
      </w:pPr>
      <w:r w:rsidRPr="00845E3D">
        <w:rPr>
          <w:rFonts w:ascii="Times New Roman" w:hAnsi="Times New Roman"/>
          <w:b/>
          <w:sz w:val="24"/>
          <w:szCs w:val="24"/>
        </w:rPr>
        <w:t>ПОРЯДОК</w:t>
      </w:r>
    </w:p>
    <w:p w:rsidR="00AC2BBB" w:rsidRPr="00845E3D" w:rsidRDefault="00AC2BBB" w:rsidP="00845E3D">
      <w:pPr>
        <w:spacing w:after="0" w:line="280" w:lineRule="exact"/>
        <w:ind w:left="709" w:right="708"/>
        <w:jc w:val="center"/>
        <w:rPr>
          <w:rFonts w:ascii="Times New Roman" w:hAnsi="Times New Roman"/>
          <w:b/>
          <w:sz w:val="24"/>
          <w:szCs w:val="24"/>
        </w:rPr>
      </w:pPr>
      <w:r w:rsidRPr="00845E3D">
        <w:rPr>
          <w:rFonts w:ascii="Times New Roman" w:hAnsi="Times New Roman"/>
          <w:b/>
          <w:sz w:val="24"/>
          <w:szCs w:val="24"/>
        </w:rPr>
        <w:t xml:space="preserve">документального подтверждения наличия у гражданина и (или) членов его семьи собственных (в том числе заемных) средств </w:t>
      </w:r>
    </w:p>
    <w:p w:rsidR="00AC2BBB" w:rsidRPr="00845E3D" w:rsidRDefault="00AC2BBB" w:rsidP="00845E3D">
      <w:pPr>
        <w:spacing w:after="0" w:line="280" w:lineRule="exact"/>
        <w:ind w:left="709" w:right="708"/>
        <w:jc w:val="center"/>
        <w:rPr>
          <w:rFonts w:ascii="Times New Roman" w:hAnsi="Times New Roman"/>
          <w:b/>
          <w:sz w:val="24"/>
          <w:szCs w:val="24"/>
        </w:rPr>
      </w:pPr>
      <w:r w:rsidRPr="00845E3D">
        <w:rPr>
          <w:rFonts w:ascii="Times New Roman" w:hAnsi="Times New Roman"/>
          <w:b/>
          <w:sz w:val="24"/>
          <w:szCs w:val="24"/>
        </w:rPr>
        <w:t xml:space="preserve">в размере части стоимости строительства (приобретения) жилья, не обеспеченной за счет средств социальной выплаты </w:t>
      </w:r>
    </w:p>
    <w:p w:rsidR="00AC2BBB" w:rsidRPr="00845E3D" w:rsidRDefault="00AC2BBB" w:rsidP="00845E3D">
      <w:pPr>
        <w:spacing w:after="0" w:line="280" w:lineRule="exact"/>
        <w:ind w:left="709" w:right="708"/>
        <w:jc w:val="center"/>
        <w:rPr>
          <w:rFonts w:ascii="Times New Roman" w:hAnsi="Times New Roman"/>
          <w:b/>
          <w:sz w:val="24"/>
          <w:szCs w:val="24"/>
        </w:rPr>
      </w:pPr>
      <w:r w:rsidRPr="00845E3D">
        <w:rPr>
          <w:rFonts w:ascii="Times New Roman" w:hAnsi="Times New Roman"/>
          <w:b/>
          <w:sz w:val="24"/>
          <w:szCs w:val="24"/>
        </w:rPr>
        <w:t>на строительство (приобретение) жилья в сельской мес</w:t>
      </w:r>
      <w:r w:rsidRPr="00845E3D">
        <w:rPr>
          <w:rFonts w:ascii="Times New Roman" w:hAnsi="Times New Roman"/>
          <w:b/>
          <w:sz w:val="24"/>
          <w:szCs w:val="24"/>
        </w:rPr>
        <w:t>т</w:t>
      </w:r>
      <w:r w:rsidRPr="00845E3D">
        <w:rPr>
          <w:rFonts w:ascii="Times New Roman" w:hAnsi="Times New Roman"/>
          <w:b/>
          <w:sz w:val="24"/>
          <w:szCs w:val="24"/>
        </w:rPr>
        <w:t>ности</w:t>
      </w:r>
    </w:p>
    <w:p w:rsidR="00AC2BBB" w:rsidRPr="00845E3D" w:rsidRDefault="00AC2BBB" w:rsidP="00845E3D">
      <w:pPr>
        <w:spacing w:after="0" w:line="360" w:lineRule="auto"/>
        <w:jc w:val="center"/>
        <w:rPr>
          <w:rFonts w:ascii="Times New Roman" w:hAnsi="Times New Roman"/>
          <w:sz w:val="24"/>
          <w:szCs w:val="24"/>
        </w:rPr>
      </w:pPr>
    </w:p>
    <w:p w:rsidR="00AC2BBB" w:rsidRPr="00845E3D" w:rsidRDefault="00AC2BBB" w:rsidP="00845E3D">
      <w:pPr>
        <w:autoSpaceDE w:val="0"/>
        <w:autoSpaceDN w:val="0"/>
        <w:adjustRightInd w:val="0"/>
        <w:spacing w:after="0" w:line="360" w:lineRule="auto"/>
        <w:ind w:firstLine="709"/>
        <w:jc w:val="both"/>
        <w:rPr>
          <w:rFonts w:ascii="Times New Roman" w:hAnsi="Times New Roman"/>
          <w:sz w:val="24"/>
          <w:szCs w:val="24"/>
        </w:rPr>
      </w:pPr>
      <w:r w:rsidRPr="00845E3D">
        <w:rPr>
          <w:rFonts w:ascii="Times New Roman" w:hAnsi="Times New Roman"/>
          <w:sz w:val="24"/>
          <w:szCs w:val="24"/>
        </w:rPr>
        <w:t>1. В соответствии с настоящим Порядком, на основании подпункта «в» пункта 17 и подпункта «з» пункта 38 Типового положения о предоставлении с</w:t>
      </w:r>
      <w:r w:rsidRPr="00845E3D">
        <w:rPr>
          <w:rFonts w:ascii="Times New Roman" w:hAnsi="Times New Roman"/>
          <w:sz w:val="24"/>
          <w:szCs w:val="24"/>
        </w:rPr>
        <w:t>о</w:t>
      </w:r>
      <w:r w:rsidRPr="00845E3D">
        <w:rPr>
          <w:rFonts w:ascii="Times New Roman" w:hAnsi="Times New Roman"/>
          <w:sz w:val="24"/>
          <w:szCs w:val="24"/>
        </w:rPr>
        <w:t>циальных выплат на строительство (приобретение) жилья гражданам Российской Федер</w:t>
      </w:r>
      <w:r w:rsidRPr="00845E3D">
        <w:rPr>
          <w:rFonts w:ascii="Times New Roman" w:hAnsi="Times New Roman"/>
          <w:sz w:val="24"/>
          <w:szCs w:val="24"/>
        </w:rPr>
        <w:t>а</w:t>
      </w:r>
      <w:r w:rsidRPr="00845E3D">
        <w:rPr>
          <w:rFonts w:ascii="Times New Roman" w:hAnsi="Times New Roman"/>
          <w:sz w:val="24"/>
          <w:szCs w:val="24"/>
        </w:rPr>
        <w:t>ции, проживающим в сельской местности, в том числе молодым семьям и молодым специалистам</w:t>
      </w:r>
      <w:r w:rsidRPr="00845E3D">
        <w:rPr>
          <w:rFonts w:ascii="Times New Roman" w:hAnsi="Times New Roman"/>
          <w:bCs/>
          <w:sz w:val="24"/>
          <w:szCs w:val="24"/>
        </w:rPr>
        <w:t>, утвержденным постановлением Правительства Росси</w:t>
      </w:r>
      <w:r w:rsidRPr="00845E3D">
        <w:rPr>
          <w:rFonts w:ascii="Times New Roman" w:hAnsi="Times New Roman"/>
          <w:bCs/>
          <w:sz w:val="24"/>
          <w:szCs w:val="24"/>
        </w:rPr>
        <w:t>й</w:t>
      </w:r>
      <w:r w:rsidRPr="00845E3D">
        <w:rPr>
          <w:rFonts w:ascii="Times New Roman" w:hAnsi="Times New Roman"/>
          <w:bCs/>
          <w:sz w:val="24"/>
          <w:szCs w:val="24"/>
        </w:rPr>
        <w:t>ской Федерации от 15.07.2013 № 598 «О федеральной целевой программе «У</w:t>
      </w:r>
      <w:r w:rsidRPr="00845E3D">
        <w:rPr>
          <w:rFonts w:ascii="Times New Roman" w:hAnsi="Times New Roman"/>
          <w:bCs/>
          <w:sz w:val="24"/>
          <w:szCs w:val="24"/>
        </w:rPr>
        <w:t>с</w:t>
      </w:r>
      <w:r w:rsidRPr="00845E3D">
        <w:rPr>
          <w:rFonts w:ascii="Times New Roman" w:hAnsi="Times New Roman"/>
          <w:bCs/>
          <w:sz w:val="24"/>
          <w:szCs w:val="24"/>
        </w:rPr>
        <w:t>тойч</w:t>
      </w:r>
      <w:r w:rsidRPr="00845E3D">
        <w:rPr>
          <w:rFonts w:ascii="Times New Roman" w:hAnsi="Times New Roman"/>
          <w:bCs/>
          <w:sz w:val="24"/>
          <w:szCs w:val="24"/>
        </w:rPr>
        <w:t>и</w:t>
      </w:r>
      <w:r w:rsidRPr="00845E3D">
        <w:rPr>
          <w:rFonts w:ascii="Times New Roman" w:hAnsi="Times New Roman"/>
          <w:bCs/>
          <w:sz w:val="24"/>
          <w:szCs w:val="24"/>
        </w:rPr>
        <w:t>вое развитие сельских территорий на 2014–2017 годы и на период до 2020 гола» (далее – Типовое положение)</w:t>
      </w:r>
      <w:r w:rsidRPr="00845E3D">
        <w:rPr>
          <w:rFonts w:ascii="Times New Roman" w:hAnsi="Times New Roman"/>
          <w:sz w:val="24"/>
          <w:szCs w:val="24"/>
        </w:rPr>
        <w:t xml:space="preserve"> производится документальное подтвержд</w:t>
      </w:r>
      <w:r w:rsidRPr="00845E3D">
        <w:rPr>
          <w:rFonts w:ascii="Times New Roman" w:hAnsi="Times New Roman"/>
          <w:sz w:val="24"/>
          <w:szCs w:val="24"/>
        </w:rPr>
        <w:t>е</w:t>
      </w:r>
      <w:r w:rsidRPr="00845E3D">
        <w:rPr>
          <w:rFonts w:ascii="Times New Roman" w:hAnsi="Times New Roman"/>
          <w:sz w:val="24"/>
          <w:szCs w:val="24"/>
        </w:rPr>
        <w:t>ние наличия у гражданина и (или) членов его семьи собственных (в том числе заёмных) средств в размере части стоимости строительства (приобретения) ж</w:t>
      </w:r>
      <w:r w:rsidRPr="00845E3D">
        <w:rPr>
          <w:rFonts w:ascii="Times New Roman" w:hAnsi="Times New Roman"/>
          <w:sz w:val="24"/>
          <w:szCs w:val="24"/>
        </w:rPr>
        <w:t>и</w:t>
      </w:r>
      <w:r w:rsidRPr="00845E3D">
        <w:rPr>
          <w:rFonts w:ascii="Times New Roman" w:hAnsi="Times New Roman"/>
          <w:sz w:val="24"/>
          <w:szCs w:val="24"/>
        </w:rPr>
        <w:t>лья, не обеспеченной за счет средств социальной выплаты на строительство (приобретение) жилья в сельской местности, а также права на получение мат</w:t>
      </w:r>
      <w:r w:rsidRPr="00845E3D">
        <w:rPr>
          <w:rFonts w:ascii="Times New Roman" w:hAnsi="Times New Roman"/>
          <w:sz w:val="24"/>
          <w:szCs w:val="24"/>
        </w:rPr>
        <w:t>е</w:t>
      </w:r>
      <w:r w:rsidRPr="00845E3D">
        <w:rPr>
          <w:rFonts w:ascii="Times New Roman" w:hAnsi="Times New Roman"/>
          <w:sz w:val="24"/>
          <w:szCs w:val="24"/>
        </w:rPr>
        <w:t>ринского (семейного) к</w:t>
      </w:r>
      <w:r w:rsidRPr="00845E3D">
        <w:rPr>
          <w:rFonts w:ascii="Times New Roman" w:hAnsi="Times New Roman"/>
          <w:sz w:val="24"/>
          <w:szCs w:val="24"/>
        </w:rPr>
        <w:t>а</w:t>
      </w:r>
      <w:r w:rsidRPr="00845E3D">
        <w:rPr>
          <w:rFonts w:ascii="Times New Roman" w:hAnsi="Times New Roman"/>
          <w:sz w:val="24"/>
          <w:szCs w:val="24"/>
        </w:rPr>
        <w:t>питала.</w:t>
      </w:r>
    </w:p>
    <w:p w:rsidR="00AC2BBB" w:rsidRPr="00845E3D" w:rsidRDefault="00AC2BBB" w:rsidP="00845E3D">
      <w:pPr>
        <w:autoSpaceDE w:val="0"/>
        <w:autoSpaceDN w:val="0"/>
        <w:adjustRightInd w:val="0"/>
        <w:spacing w:after="0" w:line="360" w:lineRule="auto"/>
        <w:ind w:firstLine="709"/>
        <w:jc w:val="both"/>
        <w:rPr>
          <w:rFonts w:ascii="Times New Roman" w:hAnsi="Times New Roman"/>
          <w:sz w:val="24"/>
          <w:szCs w:val="24"/>
        </w:rPr>
      </w:pPr>
      <w:r w:rsidRPr="00845E3D">
        <w:rPr>
          <w:rFonts w:ascii="Times New Roman" w:hAnsi="Times New Roman"/>
          <w:sz w:val="24"/>
          <w:szCs w:val="24"/>
        </w:rPr>
        <w:t>2. Граждане, молодые семьи и молодые специалисты, изъявившие жел</w:t>
      </w:r>
      <w:r w:rsidRPr="00845E3D">
        <w:rPr>
          <w:rFonts w:ascii="Times New Roman" w:hAnsi="Times New Roman"/>
          <w:sz w:val="24"/>
          <w:szCs w:val="24"/>
        </w:rPr>
        <w:t>а</w:t>
      </w:r>
      <w:r w:rsidRPr="00845E3D">
        <w:rPr>
          <w:rFonts w:ascii="Times New Roman" w:hAnsi="Times New Roman"/>
          <w:sz w:val="24"/>
          <w:szCs w:val="24"/>
        </w:rPr>
        <w:t>ние улучшить жилищные условия с использованием средств социальной выплаты (далее – заявители), представляют документы, подтверждающие наличие у за</w:t>
      </w:r>
      <w:r w:rsidRPr="00845E3D">
        <w:rPr>
          <w:rFonts w:ascii="Times New Roman" w:hAnsi="Times New Roman"/>
          <w:sz w:val="24"/>
          <w:szCs w:val="24"/>
        </w:rPr>
        <w:t>я</w:t>
      </w:r>
      <w:r w:rsidRPr="00845E3D">
        <w:rPr>
          <w:rFonts w:ascii="Times New Roman" w:hAnsi="Times New Roman"/>
          <w:sz w:val="24"/>
          <w:szCs w:val="24"/>
        </w:rPr>
        <w:t>вителя и (или) членов его семьи собственных и (или) заемных средств в ра</w:t>
      </w:r>
      <w:r w:rsidRPr="00845E3D">
        <w:rPr>
          <w:rFonts w:ascii="Times New Roman" w:hAnsi="Times New Roman"/>
          <w:sz w:val="24"/>
          <w:szCs w:val="24"/>
        </w:rPr>
        <w:t>з</w:t>
      </w:r>
      <w:r w:rsidRPr="00845E3D">
        <w:rPr>
          <w:rFonts w:ascii="Times New Roman" w:hAnsi="Times New Roman"/>
          <w:sz w:val="24"/>
          <w:szCs w:val="24"/>
        </w:rPr>
        <w:t xml:space="preserve">мере, установленном </w:t>
      </w:r>
      <w:hyperlink r:id="rId12" w:history="1">
        <w:r w:rsidRPr="00845E3D">
          <w:rPr>
            <w:rFonts w:ascii="Times New Roman" w:hAnsi="Times New Roman"/>
            <w:sz w:val="24"/>
            <w:szCs w:val="24"/>
          </w:rPr>
          <w:t>подпунктом «б» пункта 5</w:t>
        </w:r>
      </w:hyperlink>
      <w:r w:rsidRPr="00845E3D">
        <w:rPr>
          <w:rFonts w:ascii="Times New Roman" w:hAnsi="Times New Roman"/>
          <w:sz w:val="24"/>
          <w:szCs w:val="24"/>
        </w:rPr>
        <w:t xml:space="preserve"> и подпунктом «а» пункта 32 Т</w:t>
      </w:r>
      <w:r w:rsidRPr="00845E3D">
        <w:rPr>
          <w:rFonts w:ascii="Times New Roman" w:hAnsi="Times New Roman"/>
          <w:sz w:val="24"/>
          <w:szCs w:val="24"/>
        </w:rPr>
        <w:t>и</w:t>
      </w:r>
      <w:r w:rsidRPr="00845E3D">
        <w:rPr>
          <w:rFonts w:ascii="Times New Roman" w:hAnsi="Times New Roman"/>
          <w:sz w:val="24"/>
          <w:szCs w:val="24"/>
        </w:rPr>
        <w:t>пового положения, а также при необходимости право заявителя (лица, состоящего в з</w:t>
      </w:r>
      <w:r w:rsidRPr="00845E3D">
        <w:rPr>
          <w:rFonts w:ascii="Times New Roman" w:hAnsi="Times New Roman"/>
          <w:sz w:val="24"/>
          <w:szCs w:val="24"/>
        </w:rPr>
        <w:t>а</w:t>
      </w:r>
      <w:r w:rsidRPr="00845E3D">
        <w:rPr>
          <w:rFonts w:ascii="Times New Roman" w:hAnsi="Times New Roman"/>
          <w:sz w:val="24"/>
          <w:szCs w:val="24"/>
        </w:rPr>
        <w:t>регистрированном браке с заявителем) на получение материнского (с</w:t>
      </w:r>
      <w:r w:rsidRPr="00845E3D">
        <w:rPr>
          <w:rFonts w:ascii="Times New Roman" w:hAnsi="Times New Roman"/>
          <w:sz w:val="24"/>
          <w:szCs w:val="24"/>
        </w:rPr>
        <w:t>е</w:t>
      </w:r>
      <w:r w:rsidRPr="00845E3D">
        <w:rPr>
          <w:rFonts w:ascii="Times New Roman" w:hAnsi="Times New Roman"/>
          <w:sz w:val="24"/>
          <w:szCs w:val="24"/>
        </w:rPr>
        <w:t>мейного) капитала, одновременно с подачей заявления на участие в мероприятиях по улучшению жилищных условий граждан, проживающих в сельской местности, в том числе молодых семей и молодых специалистов, в рамках федеральной цел</w:t>
      </w:r>
      <w:r w:rsidRPr="00845E3D">
        <w:rPr>
          <w:rFonts w:ascii="Times New Roman" w:hAnsi="Times New Roman"/>
          <w:sz w:val="24"/>
          <w:szCs w:val="24"/>
        </w:rPr>
        <w:t>е</w:t>
      </w:r>
      <w:r w:rsidRPr="00845E3D">
        <w:rPr>
          <w:rFonts w:ascii="Times New Roman" w:hAnsi="Times New Roman"/>
          <w:sz w:val="24"/>
          <w:szCs w:val="24"/>
        </w:rPr>
        <w:t>вой пр</w:t>
      </w:r>
      <w:r w:rsidRPr="00845E3D">
        <w:rPr>
          <w:rFonts w:ascii="Times New Roman" w:hAnsi="Times New Roman"/>
          <w:sz w:val="24"/>
          <w:szCs w:val="24"/>
        </w:rPr>
        <w:t>о</w:t>
      </w:r>
      <w:r w:rsidRPr="00845E3D">
        <w:rPr>
          <w:rFonts w:ascii="Times New Roman" w:hAnsi="Times New Roman"/>
          <w:sz w:val="24"/>
          <w:szCs w:val="24"/>
        </w:rPr>
        <w:t>граммы «Устойчивое развитие сельских территорий на 2014 – 2017 годы и на период до 2020 года» (далее – заявление), в орган местного самоуправл</w:t>
      </w:r>
      <w:r w:rsidRPr="00845E3D">
        <w:rPr>
          <w:rFonts w:ascii="Times New Roman" w:hAnsi="Times New Roman"/>
          <w:sz w:val="24"/>
          <w:szCs w:val="24"/>
        </w:rPr>
        <w:t>е</w:t>
      </w:r>
      <w:r w:rsidRPr="00845E3D">
        <w:rPr>
          <w:rFonts w:ascii="Times New Roman" w:hAnsi="Times New Roman"/>
          <w:sz w:val="24"/>
          <w:szCs w:val="24"/>
        </w:rPr>
        <w:t>ния муниципального района, на территории которого постоянно проживает, зарег</w:t>
      </w:r>
      <w:r w:rsidRPr="00845E3D">
        <w:rPr>
          <w:rFonts w:ascii="Times New Roman" w:hAnsi="Times New Roman"/>
          <w:sz w:val="24"/>
          <w:szCs w:val="24"/>
        </w:rPr>
        <w:t>и</w:t>
      </w:r>
      <w:r w:rsidRPr="00845E3D">
        <w:rPr>
          <w:rFonts w:ascii="Times New Roman" w:hAnsi="Times New Roman"/>
          <w:sz w:val="24"/>
          <w:szCs w:val="24"/>
        </w:rPr>
        <w:t>стрирован по месту пребывания в соответствии с законодательством Ро</w:t>
      </w:r>
      <w:r w:rsidRPr="00845E3D">
        <w:rPr>
          <w:rFonts w:ascii="Times New Roman" w:hAnsi="Times New Roman"/>
          <w:sz w:val="24"/>
          <w:szCs w:val="24"/>
        </w:rPr>
        <w:t>с</w:t>
      </w:r>
      <w:r w:rsidRPr="00845E3D">
        <w:rPr>
          <w:rFonts w:ascii="Times New Roman" w:hAnsi="Times New Roman"/>
          <w:sz w:val="24"/>
          <w:szCs w:val="24"/>
        </w:rPr>
        <w:t>сийской Федерации либо куда желает переехать заявитель (далее – орган местного сам</w:t>
      </w:r>
      <w:r w:rsidRPr="00845E3D">
        <w:rPr>
          <w:rFonts w:ascii="Times New Roman" w:hAnsi="Times New Roman"/>
          <w:sz w:val="24"/>
          <w:szCs w:val="24"/>
        </w:rPr>
        <w:t>о</w:t>
      </w:r>
      <w:r w:rsidRPr="00845E3D">
        <w:rPr>
          <w:rFonts w:ascii="Times New Roman" w:hAnsi="Times New Roman"/>
          <w:sz w:val="24"/>
          <w:szCs w:val="24"/>
        </w:rPr>
        <w:t>управл</w:t>
      </w:r>
      <w:r w:rsidRPr="00845E3D">
        <w:rPr>
          <w:rFonts w:ascii="Times New Roman" w:hAnsi="Times New Roman"/>
          <w:sz w:val="24"/>
          <w:szCs w:val="24"/>
        </w:rPr>
        <w:t>е</w:t>
      </w:r>
      <w:r w:rsidRPr="00845E3D">
        <w:rPr>
          <w:rFonts w:ascii="Times New Roman" w:hAnsi="Times New Roman"/>
          <w:sz w:val="24"/>
          <w:szCs w:val="24"/>
        </w:rPr>
        <w:t>ния).</w:t>
      </w:r>
    </w:p>
    <w:p w:rsidR="00AC2BBB" w:rsidRPr="00845E3D" w:rsidRDefault="00AC2BBB" w:rsidP="00845E3D">
      <w:pPr>
        <w:autoSpaceDE w:val="0"/>
        <w:autoSpaceDN w:val="0"/>
        <w:adjustRightInd w:val="0"/>
        <w:spacing w:after="0" w:line="360" w:lineRule="auto"/>
        <w:ind w:firstLine="709"/>
        <w:jc w:val="both"/>
        <w:rPr>
          <w:rFonts w:ascii="Times New Roman" w:hAnsi="Times New Roman"/>
          <w:sz w:val="24"/>
          <w:szCs w:val="24"/>
        </w:rPr>
      </w:pPr>
      <w:r w:rsidRPr="00845E3D">
        <w:rPr>
          <w:rFonts w:ascii="Times New Roman" w:hAnsi="Times New Roman"/>
          <w:sz w:val="24"/>
          <w:szCs w:val="24"/>
        </w:rPr>
        <w:t>3. Заявителем в указанных целях представляются следующие документы:</w:t>
      </w:r>
    </w:p>
    <w:p w:rsidR="00AC2BBB" w:rsidRPr="00845E3D" w:rsidRDefault="00AC2BBB" w:rsidP="00845E3D">
      <w:pPr>
        <w:autoSpaceDE w:val="0"/>
        <w:autoSpaceDN w:val="0"/>
        <w:adjustRightInd w:val="0"/>
        <w:spacing w:after="0" w:line="360" w:lineRule="auto"/>
        <w:ind w:firstLine="709"/>
        <w:jc w:val="both"/>
        <w:rPr>
          <w:rFonts w:ascii="Times New Roman" w:hAnsi="Times New Roman"/>
          <w:sz w:val="24"/>
          <w:szCs w:val="24"/>
        </w:rPr>
      </w:pPr>
      <w:r w:rsidRPr="00845E3D">
        <w:rPr>
          <w:rFonts w:ascii="Times New Roman" w:hAnsi="Times New Roman"/>
          <w:sz w:val="24"/>
          <w:szCs w:val="24"/>
        </w:rPr>
        <w:t>3.1. Копия сберегательной книжки заявителя и (или) членов его семьи или справка кредитной организации об остатках денежных средств на счете заявит</w:t>
      </w:r>
      <w:r w:rsidRPr="00845E3D">
        <w:rPr>
          <w:rFonts w:ascii="Times New Roman" w:hAnsi="Times New Roman"/>
          <w:sz w:val="24"/>
          <w:szCs w:val="24"/>
        </w:rPr>
        <w:t>е</w:t>
      </w:r>
      <w:r w:rsidRPr="00845E3D">
        <w:rPr>
          <w:rFonts w:ascii="Times New Roman" w:hAnsi="Times New Roman"/>
          <w:sz w:val="24"/>
          <w:szCs w:val="24"/>
        </w:rPr>
        <w:t>ля и (или) членов его семьи, по состоянию не ранее чем за десять дней до д</w:t>
      </w:r>
      <w:r w:rsidRPr="00845E3D">
        <w:rPr>
          <w:rFonts w:ascii="Times New Roman" w:hAnsi="Times New Roman"/>
          <w:sz w:val="24"/>
          <w:szCs w:val="24"/>
        </w:rPr>
        <w:t>а</w:t>
      </w:r>
      <w:r w:rsidRPr="00845E3D">
        <w:rPr>
          <w:rFonts w:ascii="Times New Roman" w:hAnsi="Times New Roman"/>
          <w:sz w:val="24"/>
          <w:szCs w:val="24"/>
        </w:rPr>
        <w:t>ты подачи заявления.</w:t>
      </w:r>
    </w:p>
    <w:p w:rsidR="00AC2BBB" w:rsidRPr="00845E3D" w:rsidRDefault="00AC2BBB" w:rsidP="00845E3D">
      <w:pPr>
        <w:autoSpaceDE w:val="0"/>
        <w:autoSpaceDN w:val="0"/>
        <w:adjustRightInd w:val="0"/>
        <w:spacing w:after="0" w:line="360" w:lineRule="auto"/>
        <w:ind w:firstLine="709"/>
        <w:jc w:val="both"/>
        <w:rPr>
          <w:rFonts w:ascii="Times New Roman" w:hAnsi="Times New Roman"/>
          <w:sz w:val="24"/>
          <w:szCs w:val="24"/>
        </w:rPr>
      </w:pPr>
      <w:r w:rsidRPr="00845E3D">
        <w:rPr>
          <w:rFonts w:ascii="Times New Roman" w:hAnsi="Times New Roman"/>
          <w:sz w:val="24"/>
          <w:szCs w:val="24"/>
        </w:rPr>
        <w:t>3.2. Решение кредитной организации о готовности предоставить кредит на строительство или приобретение жилья, полученное не ранее одного месяца до даты п</w:t>
      </w:r>
      <w:r w:rsidRPr="00845E3D">
        <w:rPr>
          <w:rFonts w:ascii="Times New Roman" w:hAnsi="Times New Roman"/>
          <w:sz w:val="24"/>
          <w:szCs w:val="24"/>
        </w:rPr>
        <w:t>о</w:t>
      </w:r>
      <w:r w:rsidRPr="00845E3D">
        <w:rPr>
          <w:rFonts w:ascii="Times New Roman" w:hAnsi="Times New Roman"/>
          <w:sz w:val="24"/>
          <w:szCs w:val="24"/>
        </w:rPr>
        <w:t>дачи заявления.</w:t>
      </w:r>
    </w:p>
    <w:p w:rsidR="00AC2BBB" w:rsidRPr="00845E3D" w:rsidRDefault="00AC2BBB" w:rsidP="00845E3D">
      <w:pPr>
        <w:autoSpaceDE w:val="0"/>
        <w:autoSpaceDN w:val="0"/>
        <w:adjustRightInd w:val="0"/>
        <w:spacing w:after="0" w:line="360" w:lineRule="auto"/>
        <w:ind w:firstLine="709"/>
        <w:jc w:val="both"/>
        <w:rPr>
          <w:rFonts w:ascii="Times New Roman" w:hAnsi="Times New Roman"/>
          <w:sz w:val="24"/>
          <w:szCs w:val="24"/>
        </w:rPr>
      </w:pPr>
      <w:r w:rsidRPr="00845E3D">
        <w:rPr>
          <w:rFonts w:ascii="Times New Roman" w:hAnsi="Times New Roman"/>
          <w:sz w:val="24"/>
          <w:szCs w:val="24"/>
        </w:rPr>
        <w:t>3.3. Копия договора займа с юридическим лицом о предоставлении дене</w:t>
      </w:r>
      <w:r w:rsidRPr="00845E3D">
        <w:rPr>
          <w:rFonts w:ascii="Times New Roman" w:hAnsi="Times New Roman"/>
          <w:sz w:val="24"/>
          <w:szCs w:val="24"/>
        </w:rPr>
        <w:t>ж</w:t>
      </w:r>
      <w:r w:rsidRPr="00845E3D">
        <w:rPr>
          <w:rFonts w:ascii="Times New Roman" w:hAnsi="Times New Roman"/>
          <w:sz w:val="24"/>
          <w:szCs w:val="24"/>
        </w:rPr>
        <w:t>ных средств.</w:t>
      </w:r>
    </w:p>
    <w:p w:rsidR="00AC2BBB" w:rsidRPr="00845E3D" w:rsidRDefault="00AC2BBB" w:rsidP="00845E3D">
      <w:pPr>
        <w:autoSpaceDE w:val="0"/>
        <w:autoSpaceDN w:val="0"/>
        <w:adjustRightInd w:val="0"/>
        <w:spacing w:after="0" w:line="360" w:lineRule="auto"/>
        <w:ind w:firstLine="709"/>
        <w:jc w:val="both"/>
        <w:rPr>
          <w:rFonts w:ascii="Times New Roman" w:hAnsi="Times New Roman"/>
          <w:sz w:val="24"/>
          <w:szCs w:val="24"/>
        </w:rPr>
      </w:pPr>
      <w:r w:rsidRPr="00845E3D">
        <w:rPr>
          <w:rFonts w:ascii="Times New Roman" w:hAnsi="Times New Roman"/>
          <w:sz w:val="24"/>
          <w:szCs w:val="24"/>
        </w:rPr>
        <w:t>3.4. Копии документов, подтверждающих оплату и получение материалов и оборудования для строительства индивидуального жилого дома (согласно сметному расчёту стоимости строительства жилого дома) – в случае строител</w:t>
      </w:r>
      <w:r w:rsidRPr="00845E3D">
        <w:rPr>
          <w:rFonts w:ascii="Times New Roman" w:hAnsi="Times New Roman"/>
          <w:sz w:val="24"/>
          <w:szCs w:val="24"/>
        </w:rPr>
        <w:t>ь</w:t>
      </w:r>
      <w:r w:rsidRPr="00845E3D">
        <w:rPr>
          <w:rFonts w:ascii="Times New Roman" w:hAnsi="Times New Roman"/>
          <w:sz w:val="24"/>
          <w:szCs w:val="24"/>
        </w:rPr>
        <w:t>ства силами заявителя (хозяйственным способом).</w:t>
      </w:r>
    </w:p>
    <w:p w:rsidR="00AC2BBB" w:rsidRPr="00845E3D" w:rsidRDefault="00AC2BBB" w:rsidP="00845E3D">
      <w:pPr>
        <w:autoSpaceDE w:val="0"/>
        <w:autoSpaceDN w:val="0"/>
        <w:adjustRightInd w:val="0"/>
        <w:spacing w:after="0" w:line="360" w:lineRule="auto"/>
        <w:ind w:firstLine="709"/>
        <w:jc w:val="both"/>
        <w:rPr>
          <w:rFonts w:ascii="Times New Roman" w:hAnsi="Times New Roman"/>
          <w:sz w:val="24"/>
          <w:szCs w:val="24"/>
        </w:rPr>
      </w:pPr>
      <w:r w:rsidRPr="00845E3D">
        <w:rPr>
          <w:rFonts w:ascii="Times New Roman" w:hAnsi="Times New Roman"/>
          <w:sz w:val="24"/>
          <w:szCs w:val="24"/>
        </w:rPr>
        <w:t>3.5. В случае завершения ранее начатого строительства – также:</w:t>
      </w:r>
    </w:p>
    <w:p w:rsidR="00AC2BBB" w:rsidRPr="00845E3D" w:rsidRDefault="00AC2BBB" w:rsidP="00845E3D">
      <w:pPr>
        <w:autoSpaceDE w:val="0"/>
        <w:autoSpaceDN w:val="0"/>
        <w:adjustRightInd w:val="0"/>
        <w:spacing w:after="0" w:line="360" w:lineRule="auto"/>
        <w:ind w:firstLine="709"/>
        <w:jc w:val="both"/>
        <w:rPr>
          <w:rFonts w:ascii="Times New Roman" w:hAnsi="Times New Roman"/>
          <w:sz w:val="24"/>
          <w:szCs w:val="24"/>
        </w:rPr>
      </w:pPr>
      <w:r w:rsidRPr="00845E3D">
        <w:rPr>
          <w:rFonts w:ascii="Times New Roman" w:hAnsi="Times New Roman"/>
          <w:sz w:val="24"/>
          <w:szCs w:val="24"/>
        </w:rPr>
        <w:t>3.5.1. Копии первичной учетной документации о выполненных работах, составленной по унифицированным формам КС–2 «Акт о приемке выполненных работ» и КС–3 «Справка о стоимости выполненных работ и затрат», утвержде</w:t>
      </w:r>
      <w:r w:rsidRPr="00845E3D">
        <w:rPr>
          <w:rFonts w:ascii="Times New Roman" w:hAnsi="Times New Roman"/>
          <w:sz w:val="24"/>
          <w:szCs w:val="24"/>
        </w:rPr>
        <w:t>н</w:t>
      </w:r>
      <w:r w:rsidRPr="00845E3D">
        <w:rPr>
          <w:rFonts w:ascii="Times New Roman" w:hAnsi="Times New Roman"/>
          <w:sz w:val="24"/>
          <w:szCs w:val="24"/>
        </w:rPr>
        <w:t>ным постановлением Государственного комитета Российской Федерации по ст</w:t>
      </w:r>
      <w:r w:rsidRPr="00845E3D">
        <w:rPr>
          <w:rFonts w:ascii="Times New Roman" w:hAnsi="Times New Roman"/>
          <w:sz w:val="24"/>
          <w:szCs w:val="24"/>
        </w:rPr>
        <w:t>а</w:t>
      </w:r>
      <w:r w:rsidRPr="00845E3D">
        <w:rPr>
          <w:rFonts w:ascii="Times New Roman" w:hAnsi="Times New Roman"/>
          <w:sz w:val="24"/>
          <w:szCs w:val="24"/>
        </w:rPr>
        <w:t>тистике от 11.11.1999 № 100.</w:t>
      </w:r>
    </w:p>
    <w:p w:rsidR="00AC2BBB" w:rsidRPr="00845E3D" w:rsidRDefault="00AC2BBB" w:rsidP="00845E3D">
      <w:pPr>
        <w:autoSpaceDE w:val="0"/>
        <w:autoSpaceDN w:val="0"/>
        <w:adjustRightInd w:val="0"/>
        <w:spacing w:after="0" w:line="360" w:lineRule="auto"/>
        <w:ind w:firstLine="709"/>
        <w:jc w:val="both"/>
        <w:rPr>
          <w:rFonts w:ascii="Times New Roman" w:hAnsi="Times New Roman"/>
          <w:sz w:val="24"/>
          <w:szCs w:val="24"/>
        </w:rPr>
      </w:pPr>
      <w:r w:rsidRPr="00845E3D">
        <w:rPr>
          <w:rFonts w:ascii="Times New Roman" w:hAnsi="Times New Roman"/>
          <w:sz w:val="24"/>
          <w:szCs w:val="24"/>
        </w:rPr>
        <w:t>3.5.2. Копии платежных документов, подтверждающих оплату выполне</w:t>
      </w:r>
      <w:r w:rsidRPr="00845E3D">
        <w:rPr>
          <w:rFonts w:ascii="Times New Roman" w:hAnsi="Times New Roman"/>
          <w:sz w:val="24"/>
          <w:szCs w:val="24"/>
        </w:rPr>
        <w:t>н</w:t>
      </w:r>
      <w:r w:rsidRPr="00845E3D">
        <w:rPr>
          <w:rFonts w:ascii="Times New Roman" w:hAnsi="Times New Roman"/>
          <w:sz w:val="24"/>
          <w:szCs w:val="24"/>
        </w:rPr>
        <w:t>ных работ (в том числе внесение аванса).</w:t>
      </w:r>
    </w:p>
    <w:p w:rsidR="00AC2BBB" w:rsidRPr="00845E3D" w:rsidRDefault="00AC2BBB" w:rsidP="00845E3D">
      <w:pPr>
        <w:autoSpaceDE w:val="0"/>
        <w:autoSpaceDN w:val="0"/>
        <w:adjustRightInd w:val="0"/>
        <w:spacing w:after="0" w:line="360" w:lineRule="auto"/>
        <w:ind w:firstLine="709"/>
        <w:jc w:val="both"/>
        <w:rPr>
          <w:rFonts w:ascii="Times New Roman" w:hAnsi="Times New Roman"/>
          <w:sz w:val="24"/>
          <w:szCs w:val="24"/>
        </w:rPr>
      </w:pPr>
      <w:r w:rsidRPr="00845E3D">
        <w:rPr>
          <w:rFonts w:ascii="Times New Roman" w:hAnsi="Times New Roman"/>
          <w:sz w:val="24"/>
          <w:szCs w:val="24"/>
        </w:rPr>
        <w:t>3.6. В случае произведённой частичной оплаты приобретаемого жилого помещения заявителем – копия расписки о получении продавцом от заявителя денежных средств в счет оплаты продаваемого жилого п</w:t>
      </w:r>
      <w:r w:rsidRPr="00845E3D">
        <w:rPr>
          <w:rFonts w:ascii="Times New Roman" w:hAnsi="Times New Roman"/>
          <w:sz w:val="24"/>
          <w:szCs w:val="24"/>
        </w:rPr>
        <w:t>о</w:t>
      </w:r>
      <w:r w:rsidRPr="00845E3D">
        <w:rPr>
          <w:rFonts w:ascii="Times New Roman" w:hAnsi="Times New Roman"/>
          <w:sz w:val="24"/>
          <w:szCs w:val="24"/>
        </w:rPr>
        <w:t>мещения.</w:t>
      </w:r>
    </w:p>
    <w:p w:rsidR="00AC2BBB" w:rsidRPr="00845E3D" w:rsidRDefault="00AC2BBB" w:rsidP="00845E3D">
      <w:pPr>
        <w:autoSpaceDE w:val="0"/>
        <w:autoSpaceDN w:val="0"/>
        <w:adjustRightInd w:val="0"/>
        <w:spacing w:after="0" w:line="360" w:lineRule="auto"/>
        <w:ind w:firstLine="709"/>
        <w:jc w:val="both"/>
        <w:rPr>
          <w:rFonts w:ascii="Times New Roman" w:hAnsi="Times New Roman"/>
          <w:sz w:val="24"/>
          <w:szCs w:val="24"/>
        </w:rPr>
      </w:pPr>
      <w:r w:rsidRPr="00845E3D">
        <w:rPr>
          <w:rFonts w:ascii="Times New Roman" w:hAnsi="Times New Roman"/>
          <w:sz w:val="24"/>
          <w:szCs w:val="24"/>
        </w:rPr>
        <w:t xml:space="preserve">3.7. В целях подтверждения права заявителя (лица, состоящего в </w:t>
      </w:r>
      <w:r w:rsidRPr="00845E3D">
        <w:rPr>
          <w:rFonts w:ascii="Times New Roman" w:hAnsi="Times New Roman"/>
          <w:spacing w:val="-4"/>
          <w:sz w:val="24"/>
          <w:szCs w:val="24"/>
        </w:rPr>
        <w:t>зарегис</w:t>
      </w:r>
      <w:r w:rsidRPr="00845E3D">
        <w:rPr>
          <w:rFonts w:ascii="Times New Roman" w:hAnsi="Times New Roman"/>
          <w:spacing w:val="-4"/>
          <w:sz w:val="24"/>
          <w:szCs w:val="24"/>
        </w:rPr>
        <w:t>т</w:t>
      </w:r>
      <w:r w:rsidRPr="00845E3D">
        <w:rPr>
          <w:rFonts w:ascii="Times New Roman" w:hAnsi="Times New Roman"/>
          <w:spacing w:val="-4"/>
          <w:sz w:val="24"/>
          <w:szCs w:val="24"/>
        </w:rPr>
        <w:t>рированном браке с заявителем) на получение материнского (семейного) капит</w:t>
      </w:r>
      <w:r w:rsidRPr="00845E3D">
        <w:rPr>
          <w:rFonts w:ascii="Times New Roman" w:hAnsi="Times New Roman"/>
          <w:spacing w:val="-4"/>
          <w:sz w:val="24"/>
          <w:szCs w:val="24"/>
        </w:rPr>
        <w:t>а</w:t>
      </w:r>
      <w:r w:rsidRPr="00845E3D">
        <w:rPr>
          <w:rFonts w:ascii="Times New Roman" w:hAnsi="Times New Roman"/>
          <w:spacing w:val="-4"/>
          <w:sz w:val="24"/>
          <w:szCs w:val="24"/>
        </w:rPr>
        <w:t>ла:</w:t>
      </w:r>
    </w:p>
    <w:p w:rsidR="00AC2BBB" w:rsidRPr="00845E3D" w:rsidRDefault="00AC2BBB" w:rsidP="00845E3D">
      <w:pPr>
        <w:autoSpaceDE w:val="0"/>
        <w:autoSpaceDN w:val="0"/>
        <w:adjustRightInd w:val="0"/>
        <w:spacing w:after="0" w:line="360" w:lineRule="auto"/>
        <w:ind w:firstLine="709"/>
        <w:jc w:val="both"/>
        <w:rPr>
          <w:rFonts w:ascii="Times New Roman" w:hAnsi="Times New Roman"/>
          <w:sz w:val="24"/>
          <w:szCs w:val="24"/>
        </w:rPr>
      </w:pPr>
      <w:r w:rsidRPr="00845E3D">
        <w:rPr>
          <w:rFonts w:ascii="Times New Roman" w:hAnsi="Times New Roman"/>
          <w:sz w:val="24"/>
          <w:szCs w:val="24"/>
        </w:rPr>
        <w:t>3.7.1. Копия государственного сертификата на материнский (семейный) капитал.</w:t>
      </w:r>
    </w:p>
    <w:p w:rsidR="00AC2BBB" w:rsidRPr="00845E3D" w:rsidRDefault="00AC2BBB" w:rsidP="00845E3D">
      <w:pPr>
        <w:autoSpaceDE w:val="0"/>
        <w:autoSpaceDN w:val="0"/>
        <w:adjustRightInd w:val="0"/>
        <w:spacing w:after="0" w:line="360" w:lineRule="auto"/>
        <w:ind w:firstLine="709"/>
        <w:jc w:val="both"/>
        <w:rPr>
          <w:rFonts w:ascii="Times New Roman" w:hAnsi="Times New Roman"/>
          <w:sz w:val="24"/>
          <w:szCs w:val="24"/>
        </w:rPr>
      </w:pPr>
      <w:r w:rsidRPr="00845E3D">
        <w:rPr>
          <w:rFonts w:ascii="Times New Roman" w:hAnsi="Times New Roman"/>
          <w:sz w:val="24"/>
          <w:szCs w:val="24"/>
        </w:rPr>
        <w:t>3.7.2. Справка территориального органа Пенсионного фонда Российской Федерации по месту жительства заявителя о состоянии финансовой части лиц</w:t>
      </w:r>
      <w:r w:rsidRPr="00845E3D">
        <w:rPr>
          <w:rFonts w:ascii="Times New Roman" w:hAnsi="Times New Roman"/>
          <w:sz w:val="24"/>
          <w:szCs w:val="24"/>
        </w:rPr>
        <w:t>е</w:t>
      </w:r>
      <w:r w:rsidRPr="00845E3D">
        <w:rPr>
          <w:rFonts w:ascii="Times New Roman" w:hAnsi="Times New Roman"/>
          <w:sz w:val="24"/>
          <w:szCs w:val="24"/>
        </w:rPr>
        <w:t>вого счета лица, имеющего право на дополнительные меры государственной поддержки, полученная не ранее чем за 10 дней до даты подачи заявления.</w:t>
      </w:r>
    </w:p>
    <w:p w:rsidR="00AC2BBB" w:rsidRPr="00845E3D" w:rsidRDefault="00AC2BBB" w:rsidP="00845E3D">
      <w:pPr>
        <w:pStyle w:val="ConsPlusNormal"/>
        <w:spacing w:line="360" w:lineRule="auto"/>
        <w:ind w:firstLine="709"/>
        <w:jc w:val="both"/>
        <w:rPr>
          <w:rFonts w:ascii="Times New Roman" w:hAnsi="Times New Roman" w:cs="Times New Roman"/>
          <w:sz w:val="24"/>
          <w:szCs w:val="24"/>
        </w:rPr>
      </w:pPr>
      <w:r w:rsidRPr="00845E3D">
        <w:rPr>
          <w:rFonts w:ascii="Times New Roman" w:hAnsi="Times New Roman" w:cs="Times New Roman"/>
          <w:sz w:val="24"/>
          <w:szCs w:val="24"/>
        </w:rPr>
        <w:t>4. Копии документов представляются вместе с оригиналами для удостов</w:t>
      </w:r>
      <w:r w:rsidRPr="00845E3D">
        <w:rPr>
          <w:rFonts w:ascii="Times New Roman" w:hAnsi="Times New Roman" w:cs="Times New Roman"/>
          <w:sz w:val="24"/>
          <w:szCs w:val="24"/>
        </w:rPr>
        <w:t>е</w:t>
      </w:r>
      <w:r w:rsidRPr="00845E3D">
        <w:rPr>
          <w:rFonts w:ascii="Times New Roman" w:hAnsi="Times New Roman" w:cs="Times New Roman"/>
          <w:sz w:val="24"/>
          <w:szCs w:val="24"/>
        </w:rPr>
        <w:t>рения их идентичности (о чем на копии делается соответствующая отметка м</w:t>
      </w:r>
      <w:r w:rsidRPr="00845E3D">
        <w:rPr>
          <w:rFonts w:ascii="Times New Roman" w:hAnsi="Times New Roman" w:cs="Times New Roman"/>
          <w:sz w:val="24"/>
          <w:szCs w:val="24"/>
        </w:rPr>
        <w:t>у</w:t>
      </w:r>
      <w:r w:rsidRPr="00845E3D">
        <w:rPr>
          <w:rFonts w:ascii="Times New Roman" w:hAnsi="Times New Roman" w:cs="Times New Roman"/>
          <w:sz w:val="24"/>
          <w:szCs w:val="24"/>
        </w:rPr>
        <w:t>ниципальным служащим органа местного самоуправления, осуществляющим прием документов, с указанием «Копия верна», датой приема документа и по</w:t>
      </w:r>
      <w:r w:rsidRPr="00845E3D">
        <w:rPr>
          <w:rFonts w:ascii="Times New Roman" w:hAnsi="Times New Roman" w:cs="Times New Roman"/>
          <w:sz w:val="24"/>
          <w:szCs w:val="24"/>
        </w:rPr>
        <w:t>д</w:t>
      </w:r>
      <w:r w:rsidRPr="00845E3D">
        <w:rPr>
          <w:rFonts w:ascii="Times New Roman" w:hAnsi="Times New Roman" w:cs="Times New Roman"/>
          <w:sz w:val="24"/>
          <w:szCs w:val="24"/>
        </w:rPr>
        <w:t>писью муниципального служащего) либо заверенные в нотариальном поря</w:t>
      </w:r>
      <w:r w:rsidRPr="00845E3D">
        <w:rPr>
          <w:rFonts w:ascii="Times New Roman" w:hAnsi="Times New Roman" w:cs="Times New Roman"/>
          <w:sz w:val="24"/>
          <w:szCs w:val="24"/>
        </w:rPr>
        <w:t>д</w:t>
      </w:r>
      <w:r w:rsidRPr="00845E3D">
        <w:rPr>
          <w:rFonts w:ascii="Times New Roman" w:hAnsi="Times New Roman" w:cs="Times New Roman"/>
          <w:sz w:val="24"/>
          <w:szCs w:val="24"/>
        </w:rPr>
        <w:t>ке.</w:t>
      </w:r>
    </w:p>
    <w:p w:rsidR="00AC2BBB" w:rsidRPr="00845E3D" w:rsidRDefault="00AC2BBB" w:rsidP="00845E3D">
      <w:pPr>
        <w:spacing w:after="0" w:line="360" w:lineRule="auto"/>
        <w:jc w:val="center"/>
        <w:rPr>
          <w:rFonts w:ascii="Times New Roman" w:hAnsi="Times New Roman"/>
          <w:sz w:val="24"/>
          <w:szCs w:val="24"/>
        </w:rPr>
      </w:pPr>
    </w:p>
    <w:p w:rsidR="00AC2BBB" w:rsidRPr="00845E3D" w:rsidRDefault="00AC2BBB" w:rsidP="00845E3D">
      <w:pPr>
        <w:spacing w:after="0" w:line="360" w:lineRule="auto"/>
        <w:jc w:val="center"/>
        <w:rPr>
          <w:rFonts w:ascii="Times New Roman" w:hAnsi="Times New Roman"/>
          <w:sz w:val="24"/>
          <w:szCs w:val="24"/>
        </w:rPr>
      </w:pPr>
      <w:r w:rsidRPr="00845E3D">
        <w:rPr>
          <w:rFonts w:ascii="Times New Roman" w:hAnsi="Times New Roman"/>
          <w:sz w:val="24"/>
          <w:szCs w:val="24"/>
        </w:rPr>
        <w:t>____________</w:t>
      </w: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Pr="00845E3D" w:rsidRDefault="00AC2BBB" w:rsidP="00845E3D">
      <w:pPr>
        <w:tabs>
          <w:tab w:val="left" w:pos="5103"/>
          <w:tab w:val="left" w:pos="5670"/>
        </w:tabs>
        <w:spacing w:after="0" w:line="280" w:lineRule="exact"/>
        <w:ind w:firstLine="5670"/>
        <w:rPr>
          <w:rFonts w:ascii="Times New Roman" w:hAnsi="Times New Roman"/>
          <w:sz w:val="24"/>
          <w:szCs w:val="24"/>
        </w:rPr>
      </w:pPr>
      <w:r w:rsidRPr="00845E3D">
        <w:rPr>
          <w:rFonts w:ascii="Times New Roman" w:hAnsi="Times New Roman"/>
          <w:sz w:val="24"/>
          <w:szCs w:val="24"/>
        </w:rPr>
        <w:t>Приложение № 3</w:t>
      </w:r>
    </w:p>
    <w:p w:rsidR="00AC2BBB" w:rsidRPr="00845E3D" w:rsidRDefault="00AC2BBB" w:rsidP="00845E3D">
      <w:pPr>
        <w:tabs>
          <w:tab w:val="left" w:pos="5103"/>
          <w:tab w:val="left" w:pos="5670"/>
        </w:tabs>
        <w:spacing w:after="0" w:line="280" w:lineRule="exact"/>
        <w:ind w:firstLine="5670"/>
        <w:rPr>
          <w:rFonts w:ascii="Times New Roman" w:hAnsi="Times New Roman"/>
          <w:sz w:val="24"/>
          <w:szCs w:val="24"/>
        </w:rPr>
      </w:pPr>
    </w:p>
    <w:p w:rsidR="00AC2BBB" w:rsidRPr="00845E3D" w:rsidRDefault="00AC2BBB" w:rsidP="00845E3D">
      <w:pPr>
        <w:tabs>
          <w:tab w:val="left" w:pos="5103"/>
          <w:tab w:val="left" w:pos="5670"/>
        </w:tabs>
        <w:spacing w:after="0" w:line="280" w:lineRule="exact"/>
        <w:ind w:firstLine="5670"/>
        <w:rPr>
          <w:rFonts w:ascii="Times New Roman" w:hAnsi="Times New Roman"/>
          <w:sz w:val="24"/>
          <w:szCs w:val="24"/>
        </w:rPr>
      </w:pPr>
      <w:r w:rsidRPr="00845E3D">
        <w:rPr>
          <w:rFonts w:ascii="Times New Roman" w:hAnsi="Times New Roman"/>
          <w:sz w:val="24"/>
          <w:szCs w:val="24"/>
        </w:rPr>
        <w:t>УТВЕ</w:t>
      </w:r>
      <w:r w:rsidRPr="00845E3D">
        <w:rPr>
          <w:rFonts w:ascii="Times New Roman" w:hAnsi="Times New Roman"/>
          <w:sz w:val="24"/>
          <w:szCs w:val="24"/>
        </w:rPr>
        <w:t>Р</w:t>
      </w:r>
      <w:r w:rsidRPr="00845E3D">
        <w:rPr>
          <w:rFonts w:ascii="Times New Roman" w:hAnsi="Times New Roman"/>
          <w:sz w:val="24"/>
          <w:szCs w:val="24"/>
        </w:rPr>
        <w:t>ЖДЕН</w:t>
      </w:r>
    </w:p>
    <w:p w:rsidR="00AC2BBB" w:rsidRPr="00845E3D" w:rsidRDefault="00AC2BBB" w:rsidP="00845E3D">
      <w:pPr>
        <w:tabs>
          <w:tab w:val="left" w:pos="5103"/>
          <w:tab w:val="left" w:pos="5670"/>
        </w:tabs>
        <w:spacing w:after="0" w:line="280" w:lineRule="exact"/>
        <w:ind w:left="5670"/>
        <w:rPr>
          <w:rFonts w:ascii="Times New Roman" w:hAnsi="Times New Roman"/>
          <w:sz w:val="24"/>
          <w:szCs w:val="24"/>
        </w:rPr>
      </w:pPr>
    </w:p>
    <w:p w:rsidR="00AC2BBB" w:rsidRPr="00845E3D" w:rsidRDefault="00AC2BBB" w:rsidP="00845E3D">
      <w:pPr>
        <w:tabs>
          <w:tab w:val="left" w:pos="5103"/>
          <w:tab w:val="left" w:pos="5670"/>
        </w:tabs>
        <w:spacing w:after="0" w:line="280" w:lineRule="exact"/>
        <w:ind w:left="5670"/>
        <w:rPr>
          <w:rFonts w:ascii="Times New Roman" w:hAnsi="Times New Roman"/>
          <w:sz w:val="24"/>
          <w:szCs w:val="24"/>
        </w:rPr>
      </w:pPr>
      <w:r w:rsidRPr="00845E3D">
        <w:rPr>
          <w:rFonts w:ascii="Times New Roman" w:hAnsi="Times New Roman"/>
          <w:sz w:val="24"/>
          <w:szCs w:val="24"/>
        </w:rPr>
        <w:t>распоряжением департамента сельского хозяйства и продовол</w:t>
      </w:r>
      <w:r w:rsidRPr="00845E3D">
        <w:rPr>
          <w:rFonts w:ascii="Times New Roman" w:hAnsi="Times New Roman"/>
          <w:sz w:val="24"/>
          <w:szCs w:val="24"/>
        </w:rPr>
        <w:t>ь</w:t>
      </w:r>
      <w:r w:rsidRPr="00845E3D">
        <w:rPr>
          <w:rFonts w:ascii="Times New Roman" w:hAnsi="Times New Roman"/>
          <w:sz w:val="24"/>
          <w:szCs w:val="24"/>
        </w:rPr>
        <w:t>ствия Кировской области</w:t>
      </w:r>
    </w:p>
    <w:p w:rsidR="00AC2BBB" w:rsidRPr="00845E3D" w:rsidRDefault="00AC2BBB" w:rsidP="00845E3D">
      <w:pPr>
        <w:tabs>
          <w:tab w:val="left" w:pos="5103"/>
          <w:tab w:val="left" w:pos="5670"/>
        </w:tabs>
        <w:spacing w:after="0" w:line="280" w:lineRule="exact"/>
        <w:ind w:left="5670"/>
        <w:rPr>
          <w:rFonts w:ascii="Times New Roman" w:hAnsi="Times New Roman"/>
          <w:sz w:val="24"/>
          <w:szCs w:val="24"/>
        </w:rPr>
      </w:pPr>
      <w:r w:rsidRPr="00845E3D">
        <w:rPr>
          <w:rFonts w:ascii="Times New Roman" w:hAnsi="Times New Roman"/>
          <w:sz w:val="24"/>
          <w:szCs w:val="24"/>
        </w:rPr>
        <w:t>от 23.06.2014 № 47</w:t>
      </w:r>
    </w:p>
    <w:p w:rsidR="00AC2BBB" w:rsidRPr="00845E3D" w:rsidRDefault="00AC2BBB" w:rsidP="00845E3D">
      <w:pPr>
        <w:autoSpaceDE w:val="0"/>
        <w:autoSpaceDN w:val="0"/>
        <w:adjustRightInd w:val="0"/>
        <w:spacing w:after="0"/>
        <w:ind w:left="709" w:right="708"/>
        <w:jc w:val="center"/>
        <w:rPr>
          <w:rFonts w:ascii="Times New Roman" w:hAnsi="Times New Roman"/>
          <w:b/>
          <w:bCs/>
          <w:sz w:val="24"/>
          <w:szCs w:val="24"/>
        </w:rPr>
      </w:pPr>
      <w:r w:rsidRPr="00845E3D">
        <w:rPr>
          <w:rFonts w:ascii="Times New Roman" w:hAnsi="Times New Roman"/>
          <w:b/>
          <w:bCs/>
          <w:sz w:val="24"/>
          <w:szCs w:val="24"/>
        </w:rPr>
        <w:t>ПОРЯДОК</w:t>
      </w:r>
    </w:p>
    <w:p w:rsidR="00AC2BBB" w:rsidRPr="00845E3D" w:rsidRDefault="00AC2BBB" w:rsidP="00845E3D">
      <w:pPr>
        <w:autoSpaceDE w:val="0"/>
        <w:autoSpaceDN w:val="0"/>
        <w:adjustRightInd w:val="0"/>
        <w:spacing w:after="0"/>
        <w:ind w:left="709" w:right="708"/>
        <w:jc w:val="center"/>
        <w:rPr>
          <w:rFonts w:ascii="Times New Roman" w:hAnsi="Times New Roman"/>
          <w:b/>
          <w:sz w:val="24"/>
          <w:szCs w:val="24"/>
        </w:rPr>
      </w:pPr>
      <w:r w:rsidRPr="00845E3D">
        <w:rPr>
          <w:rFonts w:ascii="Times New Roman" w:hAnsi="Times New Roman"/>
          <w:b/>
          <w:sz w:val="24"/>
          <w:szCs w:val="24"/>
        </w:rPr>
        <w:t>представления разрешительных документов на строительство жилья, а также документов, подтверждающих стоимость жилья, планируем</w:t>
      </w:r>
      <w:r w:rsidRPr="00845E3D">
        <w:rPr>
          <w:rFonts w:ascii="Times New Roman" w:hAnsi="Times New Roman"/>
          <w:b/>
          <w:sz w:val="24"/>
          <w:szCs w:val="24"/>
        </w:rPr>
        <w:t>о</w:t>
      </w:r>
      <w:r w:rsidRPr="00845E3D">
        <w:rPr>
          <w:rFonts w:ascii="Times New Roman" w:hAnsi="Times New Roman"/>
          <w:b/>
          <w:sz w:val="24"/>
          <w:szCs w:val="24"/>
        </w:rPr>
        <w:t>го к строительству (приобретению)</w:t>
      </w:r>
    </w:p>
    <w:p w:rsidR="00AC2BBB" w:rsidRPr="00845E3D" w:rsidRDefault="00AC2BBB" w:rsidP="00845E3D">
      <w:pPr>
        <w:autoSpaceDE w:val="0"/>
        <w:autoSpaceDN w:val="0"/>
        <w:adjustRightInd w:val="0"/>
        <w:spacing w:after="0"/>
        <w:jc w:val="center"/>
        <w:rPr>
          <w:rFonts w:ascii="Times New Roman" w:hAnsi="Times New Roman"/>
          <w:sz w:val="24"/>
          <w:szCs w:val="24"/>
        </w:rPr>
      </w:pPr>
    </w:p>
    <w:p w:rsidR="00AC2BBB" w:rsidRPr="00845E3D" w:rsidRDefault="00AC2BBB" w:rsidP="00845E3D">
      <w:pPr>
        <w:autoSpaceDE w:val="0"/>
        <w:autoSpaceDN w:val="0"/>
        <w:adjustRightInd w:val="0"/>
        <w:spacing w:after="0" w:line="360" w:lineRule="auto"/>
        <w:ind w:firstLine="709"/>
        <w:jc w:val="both"/>
        <w:rPr>
          <w:rFonts w:ascii="Times New Roman" w:hAnsi="Times New Roman"/>
          <w:sz w:val="24"/>
          <w:szCs w:val="24"/>
        </w:rPr>
      </w:pPr>
      <w:r w:rsidRPr="00845E3D">
        <w:rPr>
          <w:rFonts w:ascii="Times New Roman" w:hAnsi="Times New Roman"/>
          <w:sz w:val="24"/>
          <w:szCs w:val="24"/>
        </w:rPr>
        <w:t>1. На основании подпункта «е» пункта 17, подпункта «и» пункта 38 Тип</w:t>
      </w:r>
      <w:r w:rsidRPr="00845E3D">
        <w:rPr>
          <w:rFonts w:ascii="Times New Roman" w:hAnsi="Times New Roman"/>
          <w:sz w:val="24"/>
          <w:szCs w:val="24"/>
        </w:rPr>
        <w:t>о</w:t>
      </w:r>
      <w:r w:rsidRPr="00845E3D">
        <w:rPr>
          <w:rFonts w:ascii="Times New Roman" w:hAnsi="Times New Roman"/>
          <w:sz w:val="24"/>
          <w:szCs w:val="24"/>
        </w:rPr>
        <w:t>вого положения о предоставлении социальных выплат на строительство (прио</w:t>
      </w:r>
      <w:r w:rsidRPr="00845E3D">
        <w:rPr>
          <w:rFonts w:ascii="Times New Roman" w:hAnsi="Times New Roman"/>
          <w:sz w:val="24"/>
          <w:szCs w:val="24"/>
        </w:rPr>
        <w:t>б</w:t>
      </w:r>
      <w:r w:rsidRPr="00845E3D">
        <w:rPr>
          <w:rFonts w:ascii="Times New Roman" w:hAnsi="Times New Roman"/>
          <w:sz w:val="24"/>
          <w:szCs w:val="24"/>
        </w:rPr>
        <w:t>ретение) жилья гражданам Российской Федерации, проживающим в сельской местности, в том числе молодым семьям и молодым специалистам (приложение № 4 к федеральной целевой программе «Устойчивое развитие сельских террит</w:t>
      </w:r>
      <w:r w:rsidRPr="00845E3D">
        <w:rPr>
          <w:rFonts w:ascii="Times New Roman" w:hAnsi="Times New Roman"/>
          <w:sz w:val="24"/>
          <w:szCs w:val="24"/>
        </w:rPr>
        <w:t>о</w:t>
      </w:r>
      <w:r w:rsidRPr="00845E3D">
        <w:rPr>
          <w:rFonts w:ascii="Times New Roman" w:hAnsi="Times New Roman"/>
          <w:sz w:val="24"/>
          <w:szCs w:val="24"/>
        </w:rPr>
        <w:t>рий на 2014 – 2017 годы и на период до 2020 года», утверждённой постановл</w:t>
      </w:r>
      <w:r w:rsidRPr="00845E3D">
        <w:rPr>
          <w:rFonts w:ascii="Times New Roman" w:hAnsi="Times New Roman"/>
          <w:sz w:val="24"/>
          <w:szCs w:val="24"/>
        </w:rPr>
        <w:t>е</w:t>
      </w:r>
      <w:r w:rsidRPr="00845E3D">
        <w:rPr>
          <w:rFonts w:ascii="Times New Roman" w:hAnsi="Times New Roman"/>
          <w:sz w:val="24"/>
          <w:szCs w:val="24"/>
        </w:rPr>
        <w:t>нием Правительства Российской Федерации от 15.07.2013 № 598) (далее – Тип</w:t>
      </w:r>
      <w:r w:rsidRPr="00845E3D">
        <w:rPr>
          <w:rFonts w:ascii="Times New Roman" w:hAnsi="Times New Roman"/>
          <w:sz w:val="24"/>
          <w:szCs w:val="24"/>
        </w:rPr>
        <w:t>о</w:t>
      </w:r>
      <w:r w:rsidRPr="00845E3D">
        <w:rPr>
          <w:rFonts w:ascii="Times New Roman" w:hAnsi="Times New Roman"/>
          <w:sz w:val="24"/>
          <w:szCs w:val="24"/>
        </w:rPr>
        <w:t>вое положение), в соответствии с настоящим Порядком производится предста</w:t>
      </w:r>
      <w:r w:rsidRPr="00845E3D">
        <w:rPr>
          <w:rFonts w:ascii="Times New Roman" w:hAnsi="Times New Roman"/>
          <w:sz w:val="24"/>
          <w:szCs w:val="24"/>
        </w:rPr>
        <w:t>в</w:t>
      </w:r>
      <w:r w:rsidRPr="00845E3D">
        <w:rPr>
          <w:rFonts w:ascii="Times New Roman" w:hAnsi="Times New Roman"/>
          <w:sz w:val="24"/>
          <w:szCs w:val="24"/>
        </w:rPr>
        <w:t>ление гражданами, молодыми семьями и молодыми специалистами, изъявивш</w:t>
      </w:r>
      <w:r w:rsidRPr="00845E3D">
        <w:rPr>
          <w:rFonts w:ascii="Times New Roman" w:hAnsi="Times New Roman"/>
          <w:sz w:val="24"/>
          <w:szCs w:val="24"/>
        </w:rPr>
        <w:t>и</w:t>
      </w:r>
      <w:r w:rsidRPr="00845E3D">
        <w:rPr>
          <w:rFonts w:ascii="Times New Roman" w:hAnsi="Times New Roman"/>
          <w:sz w:val="24"/>
          <w:szCs w:val="24"/>
        </w:rPr>
        <w:t>ми желание улучшить жилищные условия с использованием средств социальной выплаты, разрешительных документов на строительство жилья, а также док</w:t>
      </w:r>
      <w:r w:rsidRPr="00845E3D">
        <w:rPr>
          <w:rFonts w:ascii="Times New Roman" w:hAnsi="Times New Roman"/>
          <w:sz w:val="24"/>
          <w:szCs w:val="24"/>
        </w:rPr>
        <w:t>у</w:t>
      </w:r>
      <w:r w:rsidRPr="00845E3D">
        <w:rPr>
          <w:rFonts w:ascii="Times New Roman" w:hAnsi="Times New Roman"/>
          <w:sz w:val="24"/>
          <w:szCs w:val="24"/>
        </w:rPr>
        <w:t>ментов, подтверждающих стоимость жилья, планируемого к строительству (пр</w:t>
      </w:r>
      <w:r w:rsidRPr="00845E3D">
        <w:rPr>
          <w:rFonts w:ascii="Times New Roman" w:hAnsi="Times New Roman"/>
          <w:sz w:val="24"/>
          <w:szCs w:val="24"/>
        </w:rPr>
        <w:t>и</w:t>
      </w:r>
      <w:r w:rsidRPr="00845E3D">
        <w:rPr>
          <w:rFonts w:ascii="Times New Roman" w:hAnsi="Times New Roman"/>
          <w:sz w:val="24"/>
          <w:szCs w:val="24"/>
        </w:rPr>
        <w:t>обрет</w:t>
      </w:r>
      <w:r w:rsidRPr="00845E3D">
        <w:rPr>
          <w:rFonts w:ascii="Times New Roman" w:hAnsi="Times New Roman"/>
          <w:sz w:val="24"/>
          <w:szCs w:val="24"/>
        </w:rPr>
        <w:t>е</w:t>
      </w:r>
      <w:r w:rsidRPr="00845E3D">
        <w:rPr>
          <w:rFonts w:ascii="Times New Roman" w:hAnsi="Times New Roman"/>
          <w:sz w:val="24"/>
          <w:szCs w:val="24"/>
        </w:rPr>
        <w:t>нию).</w:t>
      </w:r>
    </w:p>
    <w:p w:rsidR="00AC2BBB" w:rsidRPr="00845E3D" w:rsidRDefault="00AC2BBB" w:rsidP="00845E3D">
      <w:pPr>
        <w:autoSpaceDE w:val="0"/>
        <w:autoSpaceDN w:val="0"/>
        <w:adjustRightInd w:val="0"/>
        <w:spacing w:after="0" w:line="360" w:lineRule="auto"/>
        <w:ind w:firstLine="709"/>
        <w:jc w:val="both"/>
        <w:rPr>
          <w:rFonts w:ascii="Times New Roman" w:hAnsi="Times New Roman"/>
          <w:sz w:val="24"/>
          <w:szCs w:val="24"/>
        </w:rPr>
      </w:pPr>
      <w:r w:rsidRPr="00845E3D">
        <w:rPr>
          <w:rFonts w:ascii="Times New Roman" w:hAnsi="Times New Roman"/>
          <w:sz w:val="24"/>
          <w:szCs w:val="24"/>
        </w:rPr>
        <w:t>2. Гражданин, молодая семья, молодой специалист, изъявивший желание улучшить жилищные условия с использованием средств социальной выпл</w:t>
      </w:r>
      <w:r w:rsidRPr="00845E3D">
        <w:rPr>
          <w:rFonts w:ascii="Times New Roman" w:hAnsi="Times New Roman"/>
          <w:sz w:val="24"/>
          <w:szCs w:val="24"/>
        </w:rPr>
        <w:t>а</w:t>
      </w:r>
      <w:r w:rsidRPr="00845E3D">
        <w:rPr>
          <w:rFonts w:ascii="Times New Roman" w:hAnsi="Times New Roman"/>
          <w:sz w:val="24"/>
          <w:szCs w:val="24"/>
        </w:rPr>
        <w:t>ты, (далее – заявители), представляет одновременно с подачей заявления о включ</w:t>
      </w:r>
      <w:r w:rsidRPr="00845E3D">
        <w:rPr>
          <w:rFonts w:ascii="Times New Roman" w:hAnsi="Times New Roman"/>
          <w:sz w:val="24"/>
          <w:szCs w:val="24"/>
        </w:rPr>
        <w:t>е</w:t>
      </w:r>
      <w:r w:rsidRPr="00845E3D">
        <w:rPr>
          <w:rFonts w:ascii="Times New Roman" w:hAnsi="Times New Roman"/>
          <w:sz w:val="24"/>
          <w:szCs w:val="24"/>
        </w:rPr>
        <w:t>нии в состав участников мероприятий по улучшению жилищных условий гра</w:t>
      </w:r>
      <w:r w:rsidRPr="00845E3D">
        <w:rPr>
          <w:rFonts w:ascii="Times New Roman" w:hAnsi="Times New Roman"/>
          <w:sz w:val="24"/>
          <w:szCs w:val="24"/>
        </w:rPr>
        <w:t>ж</w:t>
      </w:r>
      <w:r w:rsidRPr="00845E3D">
        <w:rPr>
          <w:rFonts w:ascii="Times New Roman" w:hAnsi="Times New Roman"/>
          <w:sz w:val="24"/>
          <w:szCs w:val="24"/>
        </w:rPr>
        <w:t>дан, проживающих в сельской местности, в том числе молодых семей и мол</w:t>
      </w:r>
      <w:r w:rsidRPr="00845E3D">
        <w:rPr>
          <w:rFonts w:ascii="Times New Roman" w:hAnsi="Times New Roman"/>
          <w:sz w:val="24"/>
          <w:szCs w:val="24"/>
        </w:rPr>
        <w:t>о</w:t>
      </w:r>
      <w:r w:rsidRPr="00845E3D">
        <w:rPr>
          <w:rFonts w:ascii="Times New Roman" w:hAnsi="Times New Roman"/>
          <w:sz w:val="24"/>
          <w:szCs w:val="24"/>
        </w:rPr>
        <w:t>дых специалистов, в рамках федеральной целевой программы «Устойчивое ра</w:t>
      </w:r>
      <w:r w:rsidRPr="00845E3D">
        <w:rPr>
          <w:rFonts w:ascii="Times New Roman" w:hAnsi="Times New Roman"/>
          <w:sz w:val="24"/>
          <w:szCs w:val="24"/>
        </w:rPr>
        <w:t>з</w:t>
      </w:r>
      <w:r w:rsidRPr="00845E3D">
        <w:rPr>
          <w:rFonts w:ascii="Times New Roman" w:hAnsi="Times New Roman"/>
          <w:sz w:val="24"/>
          <w:szCs w:val="24"/>
        </w:rPr>
        <w:t>витие сельских территорий на 2014 – 2017 годы и на период до 2020 года» (далее – з</w:t>
      </w:r>
      <w:r w:rsidRPr="00845E3D">
        <w:rPr>
          <w:rFonts w:ascii="Times New Roman" w:hAnsi="Times New Roman"/>
          <w:sz w:val="24"/>
          <w:szCs w:val="24"/>
        </w:rPr>
        <w:t>а</w:t>
      </w:r>
      <w:r w:rsidRPr="00845E3D">
        <w:rPr>
          <w:rFonts w:ascii="Times New Roman" w:hAnsi="Times New Roman"/>
          <w:sz w:val="24"/>
          <w:szCs w:val="24"/>
        </w:rPr>
        <w:t>явление) в орган местного самоуправления муниципального района, на террит</w:t>
      </w:r>
      <w:r w:rsidRPr="00845E3D">
        <w:rPr>
          <w:rFonts w:ascii="Times New Roman" w:hAnsi="Times New Roman"/>
          <w:sz w:val="24"/>
          <w:szCs w:val="24"/>
        </w:rPr>
        <w:t>о</w:t>
      </w:r>
      <w:r w:rsidRPr="00845E3D">
        <w:rPr>
          <w:rFonts w:ascii="Times New Roman" w:hAnsi="Times New Roman"/>
          <w:sz w:val="24"/>
          <w:szCs w:val="24"/>
        </w:rPr>
        <w:t>рии которого постоянно проживает, зарегистрирован по месту пребывания в с</w:t>
      </w:r>
      <w:r w:rsidRPr="00845E3D">
        <w:rPr>
          <w:rFonts w:ascii="Times New Roman" w:hAnsi="Times New Roman"/>
          <w:sz w:val="24"/>
          <w:szCs w:val="24"/>
        </w:rPr>
        <w:t>о</w:t>
      </w:r>
      <w:r w:rsidRPr="00845E3D">
        <w:rPr>
          <w:rFonts w:ascii="Times New Roman" w:hAnsi="Times New Roman"/>
          <w:sz w:val="24"/>
          <w:szCs w:val="24"/>
        </w:rPr>
        <w:t xml:space="preserve">ответствии с законодательством Российской Федерации либо куда желает </w:t>
      </w:r>
      <w:r w:rsidRPr="00845E3D">
        <w:rPr>
          <w:rFonts w:ascii="Times New Roman" w:hAnsi="Times New Roman"/>
          <w:spacing w:val="-4"/>
          <w:sz w:val="24"/>
          <w:szCs w:val="24"/>
        </w:rPr>
        <w:t>пер</w:t>
      </w:r>
      <w:r w:rsidRPr="00845E3D">
        <w:rPr>
          <w:rFonts w:ascii="Times New Roman" w:hAnsi="Times New Roman"/>
          <w:spacing w:val="-4"/>
          <w:sz w:val="24"/>
          <w:szCs w:val="24"/>
        </w:rPr>
        <w:t>е</w:t>
      </w:r>
      <w:r w:rsidRPr="00845E3D">
        <w:rPr>
          <w:rFonts w:ascii="Times New Roman" w:hAnsi="Times New Roman"/>
          <w:spacing w:val="-4"/>
          <w:sz w:val="24"/>
          <w:szCs w:val="24"/>
        </w:rPr>
        <w:t>ехать заявитель (далее – орган местного самоуправления), следующие докуме</w:t>
      </w:r>
      <w:r w:rsidRPr="00845E3D">
        <w:rPr>
          <w:rFonts w:ascii="Times New Roman" w:hAnsi="Times New Roman"/>
          <w:spacing w:val="-4"/>
          <w:sz w:val="24"/>
          <w:szCs w:val="24"/>
        </w:rPr>
        <w:t>н</w:t>
      </w:r>
      <w:r w:rsidRPr="00845E3D">
        <w:rPr>
          <w:rFonts w:ascii="Times New Roman" w:hAnsi="Times New Roman"/>
          <w:spacing w:val="-4"/>
          <w:sz w:val="24"/>
          <w:szCs w:val="24"/>
        </w:rPr>
        <w:t>ты:</w:t>
      </w:r>
      <w:r w:rsidRPr="00845E3D">
        <w:rPr>
          <w:rFonts w:ascii="Times New Roman" w:hAnsi="Times New Roman"/>
          <w:sz w:val="24"/>
          <w:szCs w:val="24"/>
        </w:rPr>
        <w:t xml:space="preserve"> </w:t>
      </w:r>
    </w:p>
    <w:p w:rsidR="00AC2BBB" w:rsidRPr="00845E3D" w:rsidRDefault="00AC2BBB" w:rsidP="00845E3D">
      <w:pPr>
        <w:spacing w:after="0" w:line="360" w:lineRule="auto"/>
        <w:ind w:firstLine="709"/>
        <w:jc w:val="both"/>
        <w:rPr>
          <w:rFonts w:ascii="Times New Roman" w:hAnsi="Times New Roman"/>
          <w:sz w:val="24"/>
          <w:szCs w:val="24"/>
        </w:rPr>
      </w:pPr>
      <w:r w:rsidRPr="00845E3D">
        <w:rPr>
          <w:rFonts w:ascii="Times New Roman" w:hAnsi="Times New Roman"/>
          <w:sz w:val="24"/>
          <w:szCs w:val="24"/>
        </w:rPr>
        <w:t>2.1. В случае приобретения жилого помещения:</w:t>
      </w:r>
    </w:p>
    <w:p w:rsidR="00AC2BBB" w:rsidRPr="00845E3D" w:rsidRDefault="00AC2BBB" w:rsidP="00845E3D">
      <w:pPr>
        <w:spacing w:after="0" w:line="360" w:lineRule="auto"/>
        <w:ind w:firstLine="709"/>
        <w:jc w:val="both"/>
        <w:rPr>
          <w:rFonts w:ascii="Times New Roman" w:hAnsi="Times New Roman"/>
          <w:sz w:val="24"/>
          <w:szCs w:val="24"/>
        </w:rPr>
      </w:pPr>
      <w:r w:rsidRPr="00845E3D">
        <w:rPr>
          <w:rFonts w:ascii="Times New Roman" w:hAnsi="Times New Roman"/>
          <w:sz w:val="24"/>
          <w:szCs w:val="24"/>
        </w:rPr>
        <w:t>2.1.1. Копия предварительного договора купли – продажи с приложением заверенных заявителем копии документа, подтверждающего право собственн</w:t>
      </w:r>
      <w:r w:rsidRPr="00845E3D">
        <w:rPr>
          <w:rFonts w:ascii="Times New Roman" w:hAnsi="Times New Roman"/>
          <w:sz w:val="24"/>
          <w:szCs w:val="24"/>
        </w:rPr>
        <w:t>о</w:t>
      </w:r>
      <w:r w:rsidRPr="00845E3D">
        <w:rPr>
          <w:rFonts w:ascii="Times New Roman" w:hAnsi="Times New Roman"/>
          <w:sz w:val="24"/>
          <w:szCs w:val="24"/>
        </w:rPr>
        <w:t>сти продавца на приобретаемое жилое помещение и копии технического паспо</w:t>
      </w:r>
      <w:r w:rsidRPr="00845E3D">
        <w:rPr>
          <w:rFonts w:ascii="Times New Roman" w:hAnsi="Times New Roman"/>
          <w:sz w:val="24"/>
          <w:szCs w:val="24"/>
        </w:rPr>
        <w:t>р</w:t>
      </w:r>
      <w:r w:rsidRPr="00845E3D">
        <w:rPr>
          <w:rFonts w:ascii="Times New Roman" w:hAnsi="Times New Roman"/>
          <w:sz w:val="24"/>
          <w:szCs w:val="24"/>
        </w:rPr>
        <w:t>та объекта индивидуального жилищн</w:t>
      </w:r>
      <w:r w:rsidRPr="00845E3D">
        <w:rPr>
          <w:rFonts w:ascii="Times New Roman" w:hAnsi="Times New Roman"/>
          <w:sz w:val="24"/>
          <w:szCs w:val="24"/>
        </w:rPr>
        <w:t>о</w:t>
      </w:r>
      <w:r w:rsidRPr="00845E3D">
        <w:rPr>
          <w:rFonts w:ascii="Times New Roman" w:hAnsi="Times New Roman"/>
          <w:sz w:val="24"/>
          <w:szCs w:val="24"/>
        </w:rPr>
        <w:t>го строительства.</w:t>
      </w:r>
    </w:p>
    <w:p w:rsidR="00AC2BBB" w:rsidRPr="00845E3D" w:rsidRDefault="00AC2BBB" w:rsidP="00845E3D">
      <w:pPr>
        <w:spacing w:after="0" w:line="360" w:lineRule="auto"/>
        <w:ind w:firstLine="709"/>
        <w:jc w:val="both"/>
        <w:rPr>
          <w:rFonts w:ascii="Times New Roman" w:hAnsi="Times New Roman"/>
          <w:sz w:val="24"/>
          <w:szCs w:val="24"/>
        </w:rPr>
      </w:pPr>
      <w:r w:rsidRPr="00845E3D">
        <w:rPr>
          <w:rFonts w:ascii="Times New Roman" w:hAnsi="Times New Roman"/>
          <w:sz w:val="24"/>
          <w:szCs w:val="24"/>
        </w:rPr>
        <w:t>2.1.2. Копия экспертного заключения об оценке рыночной стоимости им</w:t>
      </w:r>
      <w:r w:rsidRPr="00845E3D">
        <w:rPr>
          <w:rFonts w:ascii="Times New Roman" w:hAnsi="Times New Roman"/>
          <w:sz w:val="24"/>
          <w:szCs w:val="24"/>
        </w:rPr>
        <w:t>у</w:t>
      </w:r>
      <w:r w:rsidRPr="00845E3D">
        <w:rPr>
          <w:rFonts w:ascii="Times New Roman" w:hAnsi="Times New Roman"/>
          <w:sz w:val="24"/>
          <w:szCs w:val="24"/>
        </w:rPr>
        <w:t>щества (приобретаемого жилого помещения) по состоянию, полученного не р</w:t>
      </w:r>
      <w:r w:rsidRPr="00845E3D">
        <w:rPr>
          <w:rFonts w:ascii="Times New Roman" w:hAnsi="Times New Roman"/>
          <w:sz w:val="24"/>
          <w:szCs w:val="24"/>
        </w:rPr>
        <w:t>а</w:t>
      </w:r>
      <w:r w:rsidRPr="00845E3D">
        <w:rPr>
          <w:rFonts w:ascii="Times New Roman" w:hAnsi="Times New Roman"/>
          <w:sz w:val="24"/>
          <w:szCs w:val="24"/>
        </w:rPr>
        <w:t>нее чем за месяц до подачи заявления.</w:t>
      </w:r>
    </w:p>
    <w:p w:rsidR="00AC2BBB" w:rsidRPr="00845E3D" w:rsidRDefault="00AC2BBB" w:rsidP="00845E3D">
      <w:pPr>
        <w:autoSpaceDE w:val="0"/>
        <w:autoSpaceDN w:val="0"/>
        <w:adjustRightInd w:val="0"/>
        <w:spacing w:after="0" w:line="360" w:lineRule="auto"/>
        <w:ind w:firstLine="709"/>
        <w:jc w:val="both"/>
        <w:rPr>
          <w:rFonts w:ascii="Times New Roman" w:hAnsi="Times New Roman"/>
          <w:sz w:val="24"/>
          <w:szCs w:val="24"/>
        </w:rPr>
      </w:pPr>
      <w:r w:rsidRPr="00845E3D">
        <w:rPr>
          <w:rFonts w:ascii="Times New Roman" w:hAnsi="Times New Roman"/>
          <w:sz w:val="24"/>
          <w:szCs w:val="24"/>
        </w:rPr>
        <w:t>2.2. В случае строительства жилого дома (создание объекта индивидуал</w:t>
      </w:r>
      <w:r w:rsidRPr="00845E3D">
        <w:rPr>
          <w:rFonts w:ascii="Times New Roman" w:hAnsi="Times New Roman"/>
          <w:sz w:val="24"/>
          <w:szCs w:val="24"/>
        </w:rPr>
        <w:t>ь</w:t>
      </w:r>
      <w:r w:rsidRPr="00845E3D">
        <w:rPr>
          <w:rFonts w:ascii="Times New Roman" w:hAnsi="Times New Roman"/>
          <w:sz w:val="24"/>
          <w:szCs w:val="24"/>
        </w:rPr>
        <w:t>ного жилищного строительства или пристроенного жилого помещения к име</w:t>
      </w:r>
      <w:r w:rsidRPr="00845E3D">
        <w:rPr>
          <w:rFonts w:ascii="Times New Roman" w:hAnsi="Times New Roman"/>
          <w:sz w:val="24"/>
          <w:szCs w:val="24"/>
        </w:rPr>
        <w:t>ю</w:t>
      </w:r>
      <w:r w:rsidRPr="00845E3D">
        <w:rPr>
          <w:rFonts w:ascii="Times New Roman" w:hAnsi="Times New Roman"/>
          <w:sz w:val="24"/>
          <w:szCs w:val="24"/>
        </w:rPr>
        <w:t>щемуся жилому дому в сельской местности, в том числе завершение ранее нач</w:t>
      </w:r>
      <w:r w:rsidRPr="00845E3D">
        <w:rPr>
          <w:rFonts w:ascii="Times New Roman" w:hAnsi="Times New Roman"/>
          <w:sz w:val="24"/>
          <w:szCs w:val="24"/>
        </w:rPr>
        <w:t>а</w:t>
      </w:r>
      <w:r w:rsidRPr="00845E3D">
        <w:rPr>
          <w:rFonts w:ascii="Times New Roman" w:hAnsi="Times New Roman"/>
          <w:sz w:val="24"/>
          <w:szCs w:val="24"/>
        </w:rPr>
        <w:t>того строительства жилого дома, а также участие в долевом строительстве ж</w:t>
      </w:r>
      <w:r w:rsidRPr="00845E3D">
        <w:rPr>
          <w:rFonts w:ascii="Times New Roman" w:hAnsi="Times New Roman"/>
          <w:sz w:val="24"/>
          <w:szCs w:val="24"/>
        </w:rPr>
        <w:t>и</w:t>
      </w:r>
      <w:r w:rsidRPr="00845E3D">
        <w:rPr>
          <w:rFonts w:ascii="Times New Roman" w:hAnsi="Times New Roman"/>
          <w:sz w:val="24"/>
          <w:szCs w:val="24"/>
        </w:rPr>
        <w:t>лых д</w:t>
      </w:r>
      <w:r w:rsidRPr="00845E3D">
        <w:rPr>
          <w:rFonts w:ascii="Times New Roman" w:hAnsi="Times New Roman"/>
          <w:sz w:val="24"/>
          <w:szCs w:val="24"/>
        </w:rPr>
        <w:t>о</w:t>
      </w:r>
      <w:r w:rsidRPr="00845E3D">
        <w:rPr>
          <w:rFonts w:ascii="Times New Roman" w:hAnsi="Times New Roman"/>
          <w:sz w:val="24"/>
          <w:szCs w:val="24"/>
        </w:rPr>
        <w:t>мов (квартир) в сельской местности):</w:t>
      </w:r>
    </w:p>
    <w:p w:rsidR="00AC2BBB" w:rsidRPr="00845E3D" w:rsidRDefault="00AC2BBB" w:rsidP="00845E3D">
      <w:pPr>
        <w:spacing w:after="0" w:line="360" w:lineRule="auto"/>
        <w:ind w:firstLine="709"/>
        <w:jc w:val="both"/>
        <w:rPr>
          <w:rFonts w:ascii="Times New Roman" w:hAnsi="Times New Roman"/>
          <w:sz w:val="24"/>
          <w:szCs w:val="24"/>
        </w:rPr>
      </w:pPr>
      <w:r w:rsidRPr="00845E3D">
        <w:rPr>
          <w:rFonts w:ascii="Times New Roman" w:hAnsi="Times New Roman"/>
          <w:sz w:val="24"/>
          <w:szCs w:val="24"/>
        </w:rPr>
        <w:t>2.2.1. Копию документа, удостоверяющего право собственности, аренды либо иное право на земельный участок, на котором планируется строительство; при этом разрешённое использование земельного участка должно включать строительство жилого дома.</w:t>
      </w:r>
    </w:p>
    <w:p w:rsidR="00AC2BBB" w:rsidRPr="00845E3D" w:rsidRDefault="00AC2BBB" w:rsidP="00845E3D">
      <w:pPr>
        <w:spacing w:after="0" w:line="360" w:lineRule="auto"/>
        <w:ind w:firstLine="709"/>
        <w:jc w:val="both"/>
        <w:rPr>
          <w:rFonts w:ascii="Times New Roman" w:hAnsi="Times New Roman"/>
          <w:sz w:val="24"/>
          <w:szCs w:val="24"/>
        </w:rPr>
      </w:pPr>
      <w:r w:rsidRPr="00845E3D">
        <w:rPr>
          <w:rFonts w:ascii="Times New Roman" w:hAnsi="Times New Roman"/>
          <w:sz w:val="24"/>
          <w:szCs w:val="24"/>
        </w:rPr>
        <w:t>2.2.2. Копию выданного в установленном порядке разрешения на индив</w:t>
      </w:r>
      <w:r w:rsidRPr="00845E3D">
        <w:rPr>
          <w:rFonts w:ascii="Times New Roman" w:hAnsi="Times New Roman"/>
          <w:sz w:val="24"/>
          <w:szCs w:val="24"/>
        </w:rPr>
        <w:t>и</w:t>
      </w:r>
      <w:r w:rsidRPr="00845E3D">
        <w:rPr>
          <w:rFonts w:ascii="Times New Roman" w:hAnsi="Times New Roman"/>
          <w:sz w:val="24"/>
          <w:szCs w:val="24"/>
        </w:rPr>
        <w:t>дуальное жилищное строительство.</w:t>
      </w:r>
    </w:p>
    <w:p w:rsidR="00AC2BBB" w:rsidRPr="00845E3D" w:rsidRDefault="00AC2BBB" w:rsidP="00845E3D">
      <w:pPr>
        <w:spacing w:after="0" w:line="360" w:lineRule="auto"/>
        <w:ind w:firstLine="709"/>
        <w:jc w:val="both"/>
        <w:rPr>
          <w:rFonts w:ascii="Times New Roman" w:hAnsi="Times New Roman"/>
          <w:sz w:val="24"/>
          <w:szCs w:val="24"/>
        </w:rPr>
      </w:pPr>
      <w:r w:rsidRPr="00845E3D">
        <w:rPr>
          <w:rFonts w:ascii="Times New Roman" w:hAnsi="Times New Roman"/>
          <w:sz w:val="24"/>
          <w:szCs w:val="24"/>
        </w:rPr>
        <w:t xml:space="preserve">2.2.3. Копию сметного расчёта стоимости строительства жилого дома. </w:t>
      </w:r>
    </w:p>
    <w:p w:rsidR="00AC2BBB" w:rsidRPr="00845E3D" w:rsidRDefault="00AC2BBB" w:rsidP="00845E3D">
      <w:pPr>
        <w:spacing w:after="0" w:line="360" w:lineRule="auto"/>
        <w:ind w:firstLine="709"/>
        <w:jc w:val="both"/>
        <w:rPr>
          <w:rFonts w:ascii="Times New Roman" w:hAnsi="Times New Roman"/>
          <w:sz w:val="24"/>
          <w:szCs w:val="24"/>
        </w:rPr>
      </w:pPr>
      <w:r w:rsidRPr="00845E3D">
        <w:rPr>
          <w:rFonts w:ascii="Times New Roman" w:hAnsi="Times New Roman"/>
          <w:sz w:val="24"/>
          <w:szCs w:val="24"/>
        </w:rPr>
        <w:t>2.2.4. В случае завершения ранее начатого строительства – также копии первичной учетной документации о выполненных работах, составленной по унифицированным формам КС–2 «Акт о приемке выполненных работ» и КС–3 «Справка о стоимости выполненных работ и затрат», утвержденным постано</w:t>
      </w:r>
      <w:r w:rsidRPr="00845E3D">
        <w:rPr>
          <w:rFonts w:ascii="Times New Roman" w:hAnsi="Times New Roman"/>
          <w:sz w:val="24"/>
          <w:szCs w:val="24"/>
        </w:rPr>
        <w:t>в</w:t>
      </w:r>
      <w:r w:rsidRPr="00845E3D">
        <w:rPr>
          <w:rFonts w:ascii="Times New Roman" w:hAnsi="Times New Roman"/>
          <w:sz w:val="24"/>
          <w:szCs w:val="24"/>
        </w:rPr>
        <w:t>лением Государственного комитета Российской Федерации по статистике от 11.11.1999 № 100.</w:t>
      </w:r>
    </w:p>
    <w:p w:rsidR="00AC2BBB" w:rsidRPr="00845E3D" w:rsidRDefault="00AC2BBB" w:rsidP="00845E3D">
      <w:pPr>
        <w:spacing w:after="0" w:line="360" w:lineRule="auto"/>
        <w:ind w:firstLine="709"/>
        <w:jc w:val="both"/>
        <w:rPr>
          <w:rFonts w:ascii="Times New Roman" w:hAnsi="Times New Roman"/>
          <w:sz w:val="24"/>
          <w:szCs w:val="24"/>
          <w:highlight w:val="cyan"/>
        </w:rPr>
      </w:pPr>
      <w:r w:rsidRPr="00845E3D">
        <w:rPr>
          <w:rFonts w:ascii="Times New Roman" w:hAnsi="Times New Roman"/>
          <w:sz w:val="24"/>
          <w:szCs w:val="24"/>
        </w:rPr>
        <w:t>2.2.5. При осуществлении строительства подрядным способом – также к</w:t>
      </w:r>
      <w:r w:rsidRPr="00845E3D">
        <w:rPr>
          <w:rFonts w:ascii="Times New Roman" w:hAnsi="Times New Roman"/>
          <w:sz w:val="24"/>
          <w:szCs w:val="24"/>
        </w:rPr>
        <w:t>о</w:t>
      </w:r>
      <w:r w:rsidRPr="00845E3D">
        <w:rPr>
          <w:rFonts w:ascii="Times New Roman" w:hAnsi="Times New Roman"/>
          <w:sz w:val="24"/>
          <w:szCs w:val="24"/>
        </w:rPr>
        <w:t>пии договоров подряда.</w:t>
      </w:r>
    </w:p>
    <w:p w:rsidR="00AC2BBB" w:rsidRPr="00845E3D" w:rsidRDefault="00AC2BBB" w:rsidP="00845E3D">
      <w:pPr>
        <w:spacing w:after="0" w:line="360" w:lineRule="auto"/>
        <w:ind w:firstLine="709"/>
        <w:jc w:val="both"/>
        <w:rPr>
          <w:rFonts w:ascii="Times New Roman" w:hAnsi="Times New Roman"/>
          <w:sz w:val="24"/>
          <w:szCs w:val="24"/>
        </w:rPr>
      </w:pPr>
      <w:r w:rsidRPr="00845E3D">
        <w:rPr>
          <w:rFonts w:ascii="Times New Roman" w:hAnsi="Times New Roman"/>
          <w:sz w:val="24"/>
          <w:szCs w:val="24"/>
        </w:rPr>
        <w:t>2.2.6. При приобретении жилого помещения путем участия в долевом строительстве:</w:t>
      </w:r>
    </w:p>
    <w:p w:rsidR="00AC2BBB" w:rsidRPr="00845E3D" w:rsidRDefault="00AC2BBB" w:rsidP="00845E3D">
      <w:pPr>
        <w:spacing w:after="0" w:line="360" w:lineRule="auto"/>
        <w:ind w:firstLine="709"/>
        <w:jc w:val="both"/>
        <w:rPr>
          <w:rFonts w:ascii="Times New Roman" w:hAnsi="Times New Roman"/>
          <w:sz w:val="24"/>
          <w:szCs w:val="24"/>
        </w:rPr>
      </w:pPr>
      <w:r w:rsidRPr="00845E3D">
        <w:rPr>
          <w:rFonts w:ascii="Times New Roman" w:hAnsi="Times New Roman"/>
          <w:sz w:val="24"/>
          <w:szCs w:val="24"/>
        </w:rPr>
        <w:t>2.2.6.1. Копию договора об участии в долевом строительстве (получатель социальной выплаты является участником долевого строительства в соответс</w:t>
      </w:r>
      <w:r w:rsidRPr="00845E3D">
        <w:rPr>
          <w:rFonts w:ascii="Times New Roman" w:hAnsi="Times New Roman"/>
          <w:sz w:val="24"/>
          <w:szCs w:val="24"/>
        </w:rPr>
        <w:t>т</w:t>
      </w:r>
      <w:r w:rsidRPr="00845E3D">
        <w:rPr>
          <w:rFonts w:ascii="Times New Roman" w:hAnsi="Times New Roman"/>
          <w:sz w:val="24"/>
          <w:szCs w:val="24"/>
        </w:rPr>
        <w:t>вии с требованиями законодательства).</w:t>
      </w:r>
    </w:p>
    <w:p w:rsidR="00AC2BBB" w:rsidRPr="00845E3D" w:rsidRDefault="00AC2BBB" w:rsidP="00845E3D">
      <w:pPr>
        <w:spacing w:after="0" w:line="360" w:lineRule="auto"/>
        <w:ind w:firstLine="709"/>
        <w:jc w:val="both"/>
        <w:rPr>
          <w:rFonts w:ascii="Times New Roman" w:hAnsi="Times New Roman"/>
          <w:sz w:val="24"/>
          <w:szCs w:val="24"/>
        </w:rPr>
      </w:pPr>
      <w:r w:rsidRPr="00845E3D">
        <w:rPr>
          <w:rFonts w:ascii="Times New Roman" w:hAnsi="Times New Roman"/>
          <w:sz w:val="24"/>
          <w:szCs w:val="24"/>
        </w:rPr>
        <w:t>2.2.6.2. Копии документов, подтверждающих уплату взносов для долевого участия в строительстве жилья.</w:t>
      </w:r>
    </w:p>
    <w:p w:rsidR="00AC2BBB" w:rsidRPr="00845E3D" w:rsidRDefault="00AC2BBB" w:rsidP="00845E3D">
      <w:pPr>
        <w:autoSpaceDE w:val="0"/>
        <w:autoSpaceDN w:val="0"/>
        <w:adjustRightInd w:val="0"/>
        <w:spacing w:after="0" w:line="360" w:lineRule="auto"/>
        <w:ind w:firstLine="720"/>
        <w:jc w:val="both"/>
        <w:rPr>
          <w:rFonts w:ascii="Times New Roman" w:hAnsi="Times New Roman"/>
          <w:sz w:val="24"/>
          <w:szCs w:val="24"/>
        </w:rPr>
      </w:pPr>
      <w:r w:rsidRPr="00845E3D">
        <w:rPr>
          <w:rFonts w:ascii="Times New Roman" w:hAnsi="Times New Roman"/>
          <w:sz w:val="24"/>
          <w:szCs w:val="24"/>
        </w:rPr>
        <w:t>2.2.7. В случае использования средств социальной выплаты:</w:t>
      </w:r>
    </w:p>
    <w:p w:rsidR="00AC2BBB" w:rsidRPr="00845E3D" w:rsidRDefault="00AC2BBB" w:rsidP="00845E3D">
      <w:pPr>
        <w:autoSpaceDE w:val="0"/>
        <w:autoSpaceDN w:val="0"/>
        <w:adjustRightInd w:val="0"/>
        <w:spacing w:after="0" w:line="360" w:lineRule="auto"/>
        <w:ind w:firstLine="720"/>
        <w:jc w:val="both"/>
        <w:rPr>
          <w:rFonts w:ascii="Times New Roman" w:hAnsi="Times New Roman"/>
          <w:sz w:val="24"/>
          <w:szCs w:val="24"/>
        </w:rPr>
      </w:pPr>
      <w:r w:rsidRPr="00845E3D">
        <w:rPr>
          <w:rFonts w:ascii="Times New Roman" w:hAnsi="Times New Roman"/>
          <w:sz w:val="24"/>
          <w:szCs w:val="24"/>
        </w:rPr>
        <w:t>2.2.7.1. На уплату первоначального взноса – копию кредитного договора (договора займа).</w:t>
      </w:r>
    </w:p>
    <w:p w:rsidR="00AC2BBB" w:rsidRPr="00845E3D" w:rsidRDefault="00AC2BBB" w:rsidP="00845E3D">
      <w:pPr>
        <w:autoSpaceDE w:val="0"/>
        <w:autoSpaceDN w:val="0"/>
        <w:adjustRightInd w:val="0"/>
        <w:spacing w:after="0" w:line="360" w:lineRule="auto"/>
        <w:ind w:firstLine="720"/>
        <w:jc w:val="both"/>
        <w:rPr>
          <w:rFonts w:ascii="Times New Roman" w:hAnsi="Times New Roman"/>
          <w:sz w:val="24"/>
          <w:szCs w:val="24"/>
        </w:rPr>
      </w:pPr>
      <w:r w:rsidRPr="00845E3D">
        <w:rPr>
          <w:rFonts w:ascii="Times New Roman" w:hAnsi="Times New Roman"/>
          <w:sz w:val="24"/>
          <w:szCs w:val="24"/>
        </w:rPr>
        <w:t>2.2.7.2. На погашение основного долга или уплату процентов по ипоте</w:t>
      </w:r>
      <w:r w:rsidRPr="00845E3D">
        <w:rPr>
          <w:rFonts w:ascii="Times New Roman" w:hAnsi="Times New Roman"/>
          <w:sz w:val="24"/>
          <w:szCs w:val="24"/>
        </w:rPr>
        <w:t>ч</w:t>
      </w:r>
      <w:r w:rsidRPr="00845E3D">
        <w:rPr>
          <w:rFonts w:ascii="Times New Roman" w:hAnsi="Times New Roman"/>
          <w:sz w:val="24"/>
          <w:szCs w:val="24"/>
        </w:rPr>
        <w:t>ному жилищному кредиту (займу):</w:t>
      </w:r>
    </w:p>
    <w:p w:rsidR="00AC2BBB" w:rsidRPr="00845E3D" w:rsidRDefault="00AC2BBB" w:rsidP="00845E3D">
      <w:pPr>
        <w:autoSpaceDE w:val="0"/>
        <w:autoSpaceDN w:val="0"/>
        <w:adjustRightInd w:val="0"/>
        <w:spacing w:after="0" w:line="360" w:lineRule="auto"/>
        <w:ind w:firstLine="720"/>
        <w:rPr>
          <w:rFonts w:ascii="Times New Roman" w:hAnsi="Times New Roman"/>
          <w:sz w:val="24"/>
          <w:szCs w:val="24"/>
        </w:rPr>
      </w:pPr>
      <w:r w:rsidRPr="00845E3D">
        <w:rPr>
          <w:rFonts w:ascii="Times New Roman" w:hAnsi="Times New Roman"/>
          <w:sz w:val="24"/>
          <w:szCs w:val="24"/>
        </w:rPr>
        <w:t>копию кредитного договора (договора займа);</w:t>
      </w:r>
    </w:p>
    <w:p w:rsidR="00AC2BBB" w:rsidRPr="00845E3D" w:rsidRDefault="00AC2BBB" w:rsidP="00845E3D">
      <w:pPr>
        <w:autoSpaceDE w:val="0"/>
        <w:autoSpaceDN w:val="0"/>
        <w:adjustRightInd w:val="0"/>
        <w:spacing w:after="0" w:line="360" w:lineRule="auto"/>
        <w:ind w:firstLine="720"/>
        <w:jc w:val="both"/>
        <w:rPr>
          <w:rFonts w:ascii="Times New Roman" w:hAnsi="Times New Roman"/>
          <w:sz w:val="24"/>
          <w:szCs w:val="24"/>
        </w:rPr>
      </w:pPr>
      <w:r w:rsidRPr="00845E3D">
        <w:rPr>
          <w:rFonts w:ascii="Times New Roman" w:hAnsi="Times New Roman"/>
          <w:sz w:val="24"/>
          <w:szCs w:val="24"/>
        </w:rPr>
        <w:t>справку кредитной организации (заимодавца), предоставившей граждан</w:t>
      </w:r>
      <w:r w:rsidRPr="00845E3D">
        <w:rPr>
          <w:rFonts w:ascii="Times New Roman" w:hAnsi="Times New Roman"/>
          <w:sz w:val="24"/>
          <w:szCs w:val="24"/>
        </w:rPr>
        <w:t>и</w:t>
      </w:r>
      <w:r w:rsidRPr="00845E3D">
        <w:rPr>
          <w:rFonts w:ascii="Times New Roman" w:hAnsi="Times New Roman"/>
          <w:sz w:val="24"/>
          <w:szCs w:val="24"/>
        </w:rPr>
        <w:t>ну кредит (заем), об остатке суммы основного долга и остатке задолженности по выплате процентов за пользование ипотечным кредитом (займом), по состоянию на 01 число месяца подачи заявления.</w:t>
      </w:r>
    </w:p>
    <w:p w:rsidR="00AC2BBB" w:rsidRPr="00845E3D" w:rsidRDefault="00AC2BBB" w:rsidP="00845E3D">
      <w:pPr>
        <w:pStyle w:val="ConsPlusNormal"/>
        <w:spacing w:line="360" w:lineRule="auto"/>
        <w:ind w:firstLine="709"/>
        <w:jc w:val="both"/>
        <w:rPr>
          <w:rFonts w:ascii="Times New Roman" w:hAnsi="Times New Roman" w:cs="Times New Roman"/>
          <w:sz w:val="24"/>
          <w:szCs w:val="24"/>
        </w:rPr>
      </w:pPr>
      <w:r w:rsidRPr="00845E3D">
        <w:rPr>
          <w:rFonts w:ascii="Times New Roman" w:hAnsi="Times New Roman" w:cs="Times New Roman"/>
          <w:sz w:val="24"/>
          <w:szCs w:val="24"/>
        </w:rPr>
        <w:t>3. Копии документов представляются вместе с оригиналами для удостов</w:t>
      </w:r>
      <w:r w:rsidRPr="00845E3D">
        <w:rPr>
          <w:rFonts w:ascii="Times New Roman" w:hAnsi="Times New Roman" w:cs="Times New Roman"/>
          <w:sz w:val="24"/>
          <w:szCs w:val="24"/>
        </w:rPr>
        <w:t>е</w:t>
      </w:r>
      <w:r w:rsidRPr="00845E3D">
        <w:rPr>
          <w:rFonts w:ascii="Times New Roman" w:hAnsi="Times New Roman" w:cs="Times New Roman"/>
          <w:sz w:val="24"/>
          <w:szCs w:val="24"/>
        </w:rPr>
        <w:t>рения их идентичности (о чем на копии делается соответствующая отметка м</w:t>
      </w:r>
      <w:r w:rsidRPr="00845E3D">
        <w:rPr>
          <w:rFonts w:ascii="Times New Roman" w:hAnsi="Times New Roman" w:cs="Times New Roman"/>
          <w:sz w:val="24"/>
          <w:szCs w:val="24"/>
        </w:rPr>
        <w:t>у</w:t>
      </w:r>
      <w:r w:rsidRPr="00845E3D">
        <w:rPr>
          <w:rFonts w:ascii="Times New Roman" w:hAnsi="Times New Roman" w:cs="Times New Roman"/>
          <w:sz w:val="24"/>
          <w:szCs w:val="24"/>
        </w:rPr>
        <w:t>ниципальным служащим органа местного самоуправления, осуществляющим прием документов, с указанием «Копия верна», датой приема документа и по</w:t>
      </w:r>
      <w:r w:rsidRPr="00845E3D">
        <w:rPr>
          <w:rFonts w:ascii="Times New Roman" w:hAnsi="Times New Roman" w:cs="Times New Roman"/>
          <w:sz w:val="24"/>
          <w:szCs w:val="24"/>
        </w:rPr>
        <w:t>д</w:t>
      </w:r>
      <w:r w:rsidRPr="00845E3D">
        <w:rPr>
          <w:rFonts w:ascii="Times New Roman" w:hAnsi="Times New Roman" w:cs="Times New Roman"/>
          <w:sz w:val="24"/>
          <w:szCs w:val="24"/>
        </w:rPr>
        <w:t>писью муниципального служащего) либо заверенные в нотариальном поря</w:t>
      </w:r>
      <w:r w:rsidRPr="00845E3D">
        <w:rPr>
          <w:rFonts w:ascii="Times New Roman" w:hAnsi="Times New Roman" w:cs="Times New Roman"/>
          <w:sz w:val="24"/>
          <w:szCs w:val="24"/>
        </w:rPr>
        <w:t>д</w:t>
      </w:r>
      <w:r w:rsidRPr="00845E3D">
        <w:rPr>
          <w:rFonts w:ascii="Times New Roman" w:hAnsi="Times New Roman" w:cs="Times New Roman"/>
          <w:sz w:val="24"/>
          <w:szCs w:val="24"/>
        </w:rPr>
        <w:t>ке.</w:t>
      </w:r>
    </w:p>
    <w:p w:rsidR="00AC2BBB" w:rsidRPr="00845E3D" w:rsidRDefault="00AC2BBB" w:rsidP="00845E3D">
      <w:pPr>
        <w:autoSpaceDE w:val="0"/>
        <w:autoSpaceDN w:val="0"/>
        <w:adjustRightInd w:val="0"/>
        <w:spacing w:after="0"/>
        <w:ind w:firstLine="540"/>
        <w:jc w:val="both"/>
        <w:rPr>
          <w:rFonts w:ascii="Times New Roman" w:hAnsi="Times New Roman"/>
          <w:sz w:val="24"/>
          <w:szCs w:val="24"/>
        </w:rPr>
      </w:pPr>
    </w:p>
    <w:p w:rsidR="00AC2BBB" w:rsidRPr="00845E3D" w:rsidRDefault="00AC2BBB" w:rsidP="00845E3D">
      <w:pPr>
        <w:spacing w:after="0" w:line="360" w:lineRule="auto"/>
        <w:jc w:val="center"/>
        <w:rPr>
          <w:rFonts w:ascii="Times New Roman" w:hAnsi="Times New Roman"/>
          <w:sz w:val="24"/>
          <w:szCs w:val="24"/>
        </w:rPr>
      </w:pPr>
      <w:r w:rsidRPr="00845E3D">
        <w:rPr>
          <w:rFonts w:ascii="Times New Roman" w:hAnsi="Times New Roman"/>
          <w:sz w:val="24"/>
          <w:szCs w:val="24"/>
        </w:rPr>
        <w:t>____________</w:t>
      </w:r>
    </w:p>
    <w:p w:rsidR="00AC2BBB" w:rsidRPr="00845E3D" w:rsidRDefault="00AC2BBB" w:rsidP="00845E3D">
      <w:pPr>
        <w:autoSpaceDE w:val="0"/>
        <w:autoSpaceDN w:val="0"/>
        <w:adjustRightInd w:val="0"/>
        <w:spacing w:after="0"/>
        <w:jc w:val="center"/>
        <w:rPr>
          <w:rFonts w:ascii="Times New Roman" w:hAnsi="Times New Roman"/>
          <w:sz w:val="24"/>
          <w:szCs w:val="24"/>
        </w:rPr>
      </w:pPr>
    </w:p>
    <w:p w:rsidR="00AC2BBB" w:rsidRPr="00845E3D" w:rsidRDefault="00AC2BBB" w:rsidP="00845E3D">
      <w:pPr>
        <w:widowControl w:val="0"/>
        <w:autoSpaceDE w:val="0"/>
        <w:autoSpaceDN w:val="0"/>
        <w:adjustRightInd w:val="0"/>
        <w:spacing w:after="0" w:line="240" w:lineRule="auto"/>
        <w:rPr>
          <w:rFonts w:ascii="Times New Roman" w:hAnsi="Times New Roman"/>
          <w:sz w:val="24"/>
          <w:szCs w:val="24"/>
        </w:rPr>
      </w:pPr>
    </w:p>
    <w:sectPr w:rsidR="00AC2BBB" w:rsidRPr="00845E3D" w:rsidSect="00051238">
      <w:pgSz w:w="11905" w:h="16838"/>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0243"/>
    <w:rsid w:val="0000038C"/>
    <w:rsid w:val="000004A2"/>
    <w:rsid w:val="0000180D"/>
    <w:rsid w:val="000023BE"/>
    <w:rsid w:val="00002F67"/>
    <w:rsid w:val="00002FBD"/>
    <w:rsid w:val="00003812"/>
    <w:rsid w:val="00003C71"/>
    <w:rsid w:val="00003D28"/>
    <w:rsid w:val="00003D9C"/>
    <w:rsid w:val="00004422"/>
    <w:rsid w:val="0000447D"/>
    <w:rsid w:val="000046E5"/>
    <w:rsid w:val="00004780"/>
    <w:rsid w:val="0000623B"/>
    <w:rsid w:val="00007970"/>
    <w:rsid w:val="00010A06"/>
    <w:rsid w:val="00010BB7"/>
    <w:rsid w:val="000111A6"/>
    <w:rsid w:val="00011215"/>
    <w:rsid w:val="00011617"/>
    <w:rsid w:val="00011BF0"/>
    <w:rsid w:val="00012767"/>
    <w:rsid w:val="0001284B"/>
    <w:rsid w:val="00012D8D"/>
    <w:rsid w:val="0001325C"/>
    <w:rsid w:val="00013C88"/>
    <w:rsid w:val="00014955"/>
    <w:rsid w:val="00014F61"/>
    <w:rsid w:val="00015428"/>
    <w:rsid w:val="00015783"/>
    <w:rsid w:val="00015A08"/>
    <w:rsid w:val="000162BE"/>
    <w:rsid w:val="00017711"/>
    <w:rsid w:val="00017DA4"/>
    <w:rsid w:val="000200B5"/>
    <w:rsid w:val="00020B1F"/>
    <w:rsid w:val="00020B96"/>
    <w:rsid w:val="00020F5B"/>
    <w:rsid w:val="00021C78"/>
    <w:rsid w:val="00021CCC"/>
    <w:rsid w:val="00022129"/>
    <w:rsid w:val="00022D76"/>
    <w:rsid w:val="000237A7"/>
    <w:rsid w:val="00023FEE"/>
    <w:rsid w:val="00024000"/>
    <w:rsid w:val="000244D7"/>
    <w:rsid w:val="00024824"/>
    <w:rsid w:val="00024F28"/>
    <w:rsid w:val="000251D3"/>
    <w:rsid w:val="000253A3"/>
    <w:rsid w:val="0002583D"/>
    <w:rsid w:val="00025D44"/>
    <w:rsid w:val="00025EC3"/>
    <w:rsid w:val="00025FB0"/>
    <w:rsid w:val="000264F8"/>
    <w:rsid w:val="0002688A"/>
    <w:rsid w:val="00027889"/>
    <w:rsid w:val="00027B6F"/>
    <w:rsid w:val="0003256B"/>
    <w:rsid w:val="00033C71"/>
    <w:rsid w:val="00035406"/>
    <w:rsid w:val="00035676"/>
    <w:rsid w:val="000358E2"/>
    <w:rsid w:val="00036062"/>
    <w:rsid w:val="0003631F"/>
    <w:rsid w:val="000363D0"/>
    <w:rsid w:val="00036B17"/>
    <w:rsid w:val="0003714E"/>
    <w:rsid w:val="00037F8D"/>
    <w:rsid w:val="00040526"/>
    <w:rsid w:val="00040786"/>
    <w:rsid w:val="00041C24"/>
    <w:rsid w:val="00042458"/>
    <w:rsid w:val="000431E0"/>
    <w:rsid w:val="00043905"/>
    <w:rsid w:val="00044718"/>
    <w:rsid w:val="00046159"/>
    <w:rsid w:val="00046AB8"/>
    <w:rsid w:val="000471A9"/>
    <w:rsid w:val="00050010"/>
    <w:rsid w:val="000504E1"/>
    <w:rsid w:val="000508E4"/>
    <w:rsid w:val="00051238"/>
    <w:rsid w:val="000512C0"/>
    <w:rsid w:val="00051519"/>
    <w:rsid w:val="00052423"/>
    <w:rsid w:val="000524F5"/>
    <w:rsid w:val="0005316B"/>
    <w:rsid w:val="00053249"/>
    <w:rsid w:val="00053666"/>
    <w:rsid w:val="00053E38"/>
    <w:rsid w:val="000559CB"/>
    <w:rsid w:val="00056DD6"/>
    <w:rsid w:val="00057ABF"/>
    <w:rsid w:val="0006138F"/>
    <w:rsid w:val="0006400C"/>
    <w:rsid w:val="0006431E"/>
    <w:rsid w:val="0006447C"/>
    <w:rsid w:val="00064C01"/>
    <w:rsid w:val="00064C43"/>
    <w:rsid w:val="0006547E"/>
    <w:rsid w:val="00065E66"/>
    <w:rsid w:val="00066319"/>
    <w:rsid w:val="00066435"/>
    <w:rsid w:val="00066A09"/>
    <w:rsid w:val="00067B2B"/>
    <w:rsid w:val="00070592"/>
    <w:rsid w:val="0007074A"/>
    <w:rsid w:val="0007122C"/>
    <w:rsid w:val="00071895"/>
    <w:rsid w:val="00071A73"/>
    <w:rsid w:val="00072A41"/>
    <w:rsid w:val="0007330A"/>
    <w:rsid w:val="00073A40"/>
    <w:rsid w:val="00073BB8"/>
    <w:rsid w:val="00074CCD"/>
    <w:rsid w:val="00074D14"/>
    <w:rsid w:val="00075813"/>
    <w:rsid w:val="00076BDA"/>
    <w:rsid w:val="00076C24"/>
    <w:rsid w:val="00076F22"/>
    <w:rsid w:val="00080A3E"/>
    <w:rsid w:val="00081773"/>
    <w:rsid w:val="0008200E"/>
    <w:rsid w:val="0008232C"/>
    <w:rsid w:val="00082641"/>
    <w:rsid w:val="00082DF2"/>
    <w:rsid w:val="000838F9"/>
    <w:rsid w:val="000839E2"/>
    <w:rsid w:val="00083C6B"/>
    <w:rsid w:val="00084435"/>
    <w:rsid w:val="00084B01"/>
    <w:rsid w:val="00085F3D"/>
    <w:rsid w:val="00086748"/>
    <w:rsid w:val="00087153"/>
    <w:rsid w:val="000872EF"/>
    <w:rsid w:val="000878DF"/>
    <w:rsid w:val="000906EC"/>
    <w:rsid w:val="00091DBF"/>
    <w:rsid w:val="000924E8"/>
    <w:rsid w:val="00092844"/>
    <w:rsid w:val="00092EDA"/>
    <w:rsid w:val="00092FB0"/>
    <w:rsid w:val="00094C41"/>
    <w:rsid w:val="00094EEA"/>
    <w:rsid w:val="00095418"/>
    <w:rsid w:val="00095617"/>
    <w:rsid w:val="00096052"/>
    <w:rsid w:val="00096B50"/>
    <w:rsid w:val="00097FEA"/>
    <w:rsid w:val="000A02E7"/>
    <w:rsid w:val="000A02FE"/>
    <w:rsid w:val="000A0553"/>
    <w:rsid w:val="000A06D8"/>
    <w:rsid w:val="000A262A"/>
    <w:rsid w:val="000A4288"/>
    <w:rsid w:val="000A4390"/>
    <w:rsid w:val="000A47A4"/>
    <w:rsid w:val="000A56F7"/>
    <w:rsid w:val="000A5AE7"/>
    <w:rsid w:val="000A5EC1"/>
    <w:rsid w:val="000A637F"/>
    <w:rsid w:val="000A6474"/>
    <w:rsid w:val="000A710B"/>
    <w:rsid w:val="000B024D"/>
    <w:rsid w:val="000B32FB"/>
    <w:rsid w:val="000B45B8"/>
    <w:rsid w:val="000B5D55"/>
    <w:rsid w:val="000B7510"/>
    <w:rsid w:val="000B7D16"/>
    <w:rsid w:val="000C1C54"/>
    <w:rsid w:val="000C1C6B"/>
    <w:rsid w:val="000C2197"/>
    <w:rsid w:val="000C21E7"/>
    <w:rsid w:val="000C2D7C"/>
    <w:rsid w:val="000C3584"/>
    <w:rsid w:val="000C4425"/>
    <w:rsid w:val="000C4961"/>
    <w:rsid w:val="000C4E0D"/>
    <w:rsid w:val="000C5D86"/>
    <w:rsid w:val="000C5EDB"/>
    <w:rsid w:val="000C63E8"/>
    <w:rsid w:val="000C6F7C"/>
    <w:rsid w:val="000C7B0C"/>
    <w:rsid w:val="000D0CC1"/>
    <w:rsid w:val="000D3753"/>
    <w:rsid w:val="000D4443"/>
    <w:rsid w:val="000D528D"/>
    <w:rsid w:val="000E06AB"/>
    <w:rsid w:val="000E0BA8"/>
    <w:rsid w:val="000E0D36"/>
    <w:rsid w:val="000E1B88"/>
    <w:rsid w:val="000E24B7"/>
    <w:rsid w:val="000E29F0"/>
    <w:rsid w:val="000E2AE1"/>
    <w:rsid w:val="000E31C9"/>
    <w:rsid w:val="000E33C3"/>
    <w:rsid w:val="000E3A12"/>
    <w:rsid w:val="000E3B80"/>
    <w:rsid w:val="000E552C"/>
    <w:rsid w:val="000E7309"/>
    <w:rsid w:val="000E7F41"/>
    <w:rsid w:val="000F0396"/>
    <w:rsid w:val="000F03F8"/>
    <w:rsid w:val="000F2DDA"/>
    <w:rsid w:val="000F521E"/>
    <w:rsid w:val="000F54C6"/>
    <w:rsid w:val="000F5D44"/>
    <w:rsid w:val="000F5EE4"/>
    <w:rsid w:val="000F6398"/>
    <w:rsid w:val="000F74DF"/>
    <w:rsid w:val="001003FA"/>
    <w:rsid w:val="00101965"/>
    <w:rsid w:val="00102388"/>
    <w:rsid w:val="00102A73"/>
    <w:rsid w:val="00102D3C"/>
    <w:rsid w:val="00102F64"/>
    <w:rsid w:val="00103E11"/>
    <w:rsid w:val="00104339"/>
    <w:rsid w:val="0010696C"/>
    <w:rsid w:val="0010739D"/>
    <w:rsid w:val="001078F5"/>
    <w:rsid w:val="0011052D"/>
    <w:rsid w:val="00111CE3"/>
    <w:rsid w:val="00111E3E"/>
    <w:rsid w:val="00112D94"/>
    <w:rsid w:val="00113751"/>
    <w:rsid w:val="00115BAD"/>
    <w:rsid w:val="00116373"/>
    <w:rsid w:val="00116E55"/>
    <w:rsid w:val="00117C2E"/>
    <w:rsid w:val="00120080"/>
    <w:rsid w:val="00121C03"/>
    <w:rsid w:val="00122055"/>
    <w:rsid w:val="00122D6D"/>
    <w:rsid w:val="001231D2"/>
    <w:rsid w:val="0012376F"/>
    <w:rsid w:val="001246EE"/>
    <w:rsid w:val="001257C5"/>
    <w:rsid w:val="001257E8"/>
    <w:rsid w:val="001302DF"/>
    <w:rsid w:val="00130AAA"/>
    <w:rsid w:val="0013154B"/>
    <w:rsid w:val="00132014"/>
    <w:rsid w:val="001333A8"/>
    <w:rsid w:val="0013354F"/>
    <w:rsid w:val="0013391D"/>
    <w:rsid w:val="00133BEE"/>
    <w:rsid w:val="00133FFA"/>
    <w:rsid w:val="0013415F"/>
    <w:rsid w:val="00134FB4"/>
    <w:rsid w:val="00135AAD"/>
    <w:rsid w:val="00135BB5"/>
    <w:rsid w:val="00135E53"/>
    <w:rsid w:val="0014073F"/>
    <w:rsid w:val="00140A14"/>
    <w:rsid w:val="00141141"/>
    <w:rsid w:val="00141638"/>
    <w:rsid w:val="00141C8D"/>
    <w:rsid w:val="00143628"/>
    <w:rsid w:val="001437FC"/>
    <w:rsid w:val="001440AC"/>
    <w:rsid w:val="0014548C"/>
    <w:rsid w:val="001454F8"/>
    <w:rsid w:val="001467F0"/>
    <w:rsid w:val="00146E47"/>
    <w:rsid w:val="00147DAB"/>
    <w:rsid w:val="001500D9"/>
    <w:rsid w:val="00150572"/>
    <w:rsid w:val="00152783"/>
    <w:rsid w:val="00152AAB"/>
    <w:rsid w:val="00153172"/>
    <w:rsid w:val="00153E00"/>
    <w:rsid w:val="00154C75"/>
    <w:rsid w:val="001564DB"/>
    <w:rsid w:val="00156B9D"/>
    <w:rsid w:val="00157A0D"/>
    <w:rsid w:val="00157AA7"/>
    <w:rsid w:val="00160103"/>
    <w:rsid w:val="00160815"/>
    <w:rsid w:val="001608B2"/>
    <w:rsid w:val="001613FD"/>
    <w:rsid w:val="00161BBF"/>
    <w:rsid w:val="00161D8F"/>
    <w:rsid w:val="00162121"/>
    <w:rsid w:val="00162A52"/>
    <w:rsid w:val="00162D01"/>
    <w:rsid w:val="00163CDB"/>
    <w:rsid w:val="001648AB"/>
    <w:rsid w:val="00165624"/>
    <w:rsid w:val="00165A1E"/>
    <w:rsid w:val="0016601B"/>
    <w:rsid w:val="00166BA5"/>
    <w:rsid w:val="00167178"/>
    <w:rsid w:val="001672E9"/>
    <w:rsid w:val="001673A4"/>
    <w:rsid w:val="001673F7"/>
    <w:rsid w:val="0016797C"/>
    <w:rsid w:val="00171953"/>
    <w:rsid w:val="00171EB2"/>
    <w:rsid w:val="001737F1"/>
    <w:rsid w:val="001743FC"/>
    <w:rsid w:val="00174423"/>
    <w:rsid w:val="001746BB"/>
    <w:rsid w:val="001750CF"/>
    <w:rsid w:val="00175399"/>
    <w:rsid w:val="0017564F"/>
    <w:rsid w:val="00175CB8"/>
    <w:rsid w:val="0017784D"/>
    <w:rsid w:val="00180A30"/>
    <w:rsid w:val="00181879"/>
    <w:rsid w:val="00181DE7"/>
    <w:rsid w:val="00184160"/>
    <w:rsid w:val="001841B6"/>
    <w:rsid w:val="001859CF"/>
    <w:rsid w:val="0018635B"/>
    <w:rsid w:val="00187E69"/>
    <w:rsid w:val="001908E2"/>
    <w:rsid w:val="00190D81"/>
    <w:rsid w:val="00191B9C"/>
    <w:rsid w:val="00193221"/>
    <w:rsid w:val="00193676"/>
    <w:rsid w:val="001944C3"/>
    <w:rsid w:val="0019458C"/>
    <w:rsid w:val="00194FF5"/>
    <w:rsid w:val="00197EC0"/>
    <w:rsid w:val="001A0229"/>
    <w:rsid w:val="001A028A"/>
    <w:rsid w:val="001A09E6"/>
    <w:rsid w:val="001A0D75"/>
    <w:rsid w:val="001A10D7"/>
    <w:rsid w:val="001A1AE6"/>
    <w:rsid w:val="001A1DFB"/>
    <w:rsid w:val="001A3F9E"/>
    <w:rsid w:val="001A41CE"/>
    <w:rsid w:val="001A46EE"/>
    <w:rsid w:val="001A557D"/>
    <w:rsid w:val="001A5906"/>
    <w:rsid w:val="001A5CA4"/>
    <w:rsid w:val="001A5F3F"/>
    <w:rsid w:val="001A5FB0"/>
    <w:rsid w:val="001A613E"/>
    <w:rsid w:val="001A63E4"/>
    <w:rsid w:val="001A658F"/>
    <w:rsid w:val="001A6937"/>
    <w:rsid w:val="001A6D57"/>
    <w:rsid w:val="001A7E4B"/>
    <w:rsid w:val="001B14DD"/>
    <w:rsid w:val="001B16E9"/>
    <w:rsid w:val="001B205E"/>
    <w:rsid w:val="001B318B"/>
    <w:rsid w:val="001B378F"/>
    <w:rsid w:val="001B3A2A"/>
    <w:rsid w:val="001B3C22"/>
    <w:rsid w:val="001B4F4D"/>
    <w:rsid w:val="001B6410"/>
    <w:rsid w:val="001B75F7"/>
    <w:rsid w:val="001B7974"/>
    <w:rsid w:val="001C010D"/>
    <w:rsid w:val="001C0CBC"/>
    <w:rsid w:val="001C2357"/>
    <w:rsid w:val="001C29C0"/>
    <w:rsid w:val="001C3553"/>
    <w:rsid w:val="001C3622"/>
    <w:rsid w:val="001C3BAA"/>
    <w:rsid w:val="001C476D"/>
    <w:rsid w:val="001C5F68"/>
    <w:rsid w:val="001C6BAD"/>
    <w:rsid w:val="001C75E1"/>
    <w:rsid w:val="001C7729"/>
    <w:rsid w:val="001C7CEB"/>
    <w:rsid w:val="001D0C8E"/>
    <w:rsid w:val="001D0D98"/>
    <w:rsid w:val="001D0E8E"/>
    <w:rsid w:val="001D11B7"/>
    <w:rsid w:val="001D1429"/>
    <w:rsid w:val="001D2EA3"/>
    <w:rsid w:val="001D3B5F"/>
    <w:rsid w:val="001D4E5E"/>
    <w:rsid w:val="001D58A6"/>
    <w:rsid w:val="001D5E66"/>
    <w:rsid w:val="001D60FC"/>
    <w:rsid w:val="001D699B"/>
    <w:rsid w:val="001D7321"/>
    <w:rsid w:val="001E189F"/>
    <w:rsid w:val="001E3D05"/>
    <w:rsid w:val="001E4478"/>
    <w:rsid w:val="001E4C86"/>
    <w:rsid w:val="001E4E7B"/>
    <w:rsid w:val="001E5553"/>
    <w:rsid w:val="001E5AA9"/>
    <w:rsid w:val="001E6778"/>
    <w:rsid w:val="001E67E5"/>
    <w:rsid w:val="001E7CF2"/>
    <w:rsid w:val="001F2BDA"/>
    <w:rsid w:val="001F3017"/>
    <w:rsid w:val="001F3C48"/>
    <w:rsid w:val="001F46DB"/>
    <w:rsid w:val="001F5323"/>
    <w:rsid w:val="001F60B8"/>
    <w:rsid w:val="001F62D3"/>
    <w:rsid w:val="001F6876"/>
    <w:rsid w:val="001F6C00"/>
    <w:rsid w:val="001F7895"/>
    <w:rsid w:val="0020010B"/>
    <w:rsid w:val="0020047F"/>
    <w:rsid w:val="00200CDB"/>
    <w:rsid w:val="00201A84"/>
    <w:rsid w:val="0020219A"/>
    <w:rsid w:val="002021F3"/>
    <w:rsid w:val="00202E0F"/>
    <w:rsid w:val="002046D2"/>
    <w:rsid w:val="002063D3"/>
    <w:rsid w:val="002064B3"/>
    <w:rsid w:val="00206AB7"/>
    <w:rsid w:val="00210576"/>
    <w:rsid w:val="0021140B"/>
    <w:rsid w:val="00211955"/>
    <w:rsid w:val="0021230C"/>
    <w:rsid w:val="00212C95"/>
    <w:rsid w:val="00212EA6"/>
    <w:rsid w:val="0021350F"/>
    <w:rsid w:val="002135D3"/>
    <w:rsid w:val="0021407B"/>
    <w:rsid w:val="0021583F"/>
    <w:rsid w:val="0021734E"/>
    <w:rsid w:val="0021796B"/>
    <w:rsid w:val="00221D02"/>
    <w:rsid w:val="002221E0"/>
    <w:rsid w:val="002222A8"/>
    <w:rsid w:val="00224C30"/>
    <w:rsid w:val="00225AA7"/>
    <w:rsid w:val="00226477"/>
    <w:rsid w:val="002271CE"/>
    <w:rsid w:val="002277D9"/>
    <w:rsid w:val="0023016B"/>
    <w:rsid w:val="002306C7"/>
    <w:rsid w:val="00230F4D"/>
    <w:rsid w:val="002318E1"/>
    <w:rsid w:val="00231E81"/>
    <w:rsid w:val="00232913"/>
    <w:rsid w:val="00233F42"/>
    <w:rsid w:val="00234607"/>
    <w:rsid w:val="00234BC3"/>
    <w:rsid w:val="002378C0"/>
    <w:rsid w:val="002379CB"/>
    <w:rsid w:val="00237E8D"/>
    <w:rsid w:val="0024109C"/>
    <w:rsid w:val="002411CB"/>
    <w:rsid w:val="0024153E"/>
    <w:rsid w:val="00241A37"/>
    <w:rsid w:val="0024209C"/>
    <w:rsid w:val="002450AC"/>
    <w:rsid w:val="00245176"/>
    <w:rsid w:val="00245382"/>
    <w:rsid w:val="00245464"/>
    <w:rsid w:val="002468A4"/>
    <w:rsid w:val="002469E1"/>
    <w:rsid w:val="002504E4"/>
    <w:rsid w:val="00251125"/>
    <w:rsid w:val="002516D2"/>
    <w:rsid w:val="00251B24"/>
    <w:rsid w:val="00252AAB"/>
    <w:rsid w:val="00252E01"/>
    <w:rsid w:val="0025312E"/>
    <w:rsid w:val="00253304"/>
    <w:rsid w:val="002541E4"/>
    <w:rsid w:val="00255FE5"/>
    <w:rsid w:val="002562A3"/>
    <w:rsid w:val="0025755B"/>
    <w:rsid w:val="00257DA0"/>
    <w:rsid w:val="00260811"/>
    <w:rsid w:val="002609B0"/>
    <w:rsid w:val="00263D56"/>
    <w:rsid w:val="002640F1"/>
    <w:rsid w:val="00264A9E"/>
    <w:rsid w:val="00264C2C"/>
    <w:rsid w:val="00265D92"/>
    <w:rsid w:val="00265F86"/>
    <w:rsid w:val="00267E5F"/>
    <w:rsid w:val="00270281"/>
    <w:rsid w:val="0027119F"/>
    <w:rsid w:val="0027192C"/>
    <w:rsid w:val="002736AD"/>
    <w:rsid w:val="0027497A"/>
    <w:rsid w:val="002750BC"/>
    <w:rsid w:val="0027541F"/>
    <w:rsid w:val="00275EBF"/>
    <w:rsid w:val="002779A4"/>
    <w:rsid w:val="00277D40"/>
    <w:rsid w:val="002803C3"/>
    <w:rsid w:val="0028094C"/>
    <w:rsid w:val="002810E8"/>
    <w:rsid w:val="00281EE6"/>
    <w:rsid w:val="00282B8E"/>
    <w:rsid w:val="00283700"/>
    <w:rsid w:val="00283AD4"/>
    <w:rsid w:val="00283D35"/>
    <w:rsid w:val="00284D4F"/>
    <w:rsid w:val="00285BDF"/>
    <w:rsid w:val="002869CB"/>
    <w:rsid w:val="00290DAA"/>
    <w:rsid w:val="00290F39"/>
    <w:rsid w:val="00293305"/>
    <w:rsid w:val="00294D84"/>
    <w:rsid w:val="00295A63"/>
    <w:rsid w:val="002965FC"/>
    <w:rsid w:val="00296DAA"/>
    <w:rsid w:val="002977EF"/>
    <w:rsid w:val="002A1181"/>
    <w:rsid w:val="002A1283"/>
    <w:rsid w:val="002A137E"/>
    <w:rsid w:val="002A197C"/>
    <w:rsid w:val="002A1E75"/>
    <w:rsid w:val="002A2610"/>
    <w:rsid w:val="002A48C9"/>
    <w:rsid w:val="002A521C"/>
    <w:rsid w:val="002A5C0C"/>
    <w:rsid w:val="002A752E"/>
    <w:rsid w:val="002A7FCD"/>
    <w:rsid w:val="002B03AA"/>
    <w:rsid w:val="002B14E1"/>
    <w:rsid w:val="002B1D1B"/>
    <w:rsid w:val="002B38DF"/>
    <w:rsid w:val="002B3F35"/>
    <w:rsid w:val="002B5B39"/>
    <w:rsid w:val="002B6446"/>
    <w:rsid w:val="002B7141"/>
    <w:rsid w:val="002B72B1"/>
    <w:rsid w:val="002B77DE"/>
    <w:rsid w:val="002B78A7"/>
    <w:rsid w:val="002B7E18"/>
    <w:rsid w:val="002C0951"/>
    <w:rsid w:val="002C14D4"/>
    <w:rsid w:val="002C293D"/>
    <w:rsid w:val="002C3367"/>
    <w:rsid w:val="002C3586"/>
    <w:rsid w:val="002C3E75"/>
    <w:rsid w:val="002C45AE"/>
    <w:rsid w:val="002C5B87"/>
    <w:rsid w:val="002C64A1"/>
    <w:rsid w:val="002C77F7"/>
    <w:rsid w:val="002D0B04"/>
    <w:rsid w:val="002D0B18"/>
    <w:rsid w:val="002D0B6F"/>
    <w:rsid w:val="002D2C3C"/>
    <w:rsid w:val="002D31EF"/>
    <w:rsid w:val="002D3BA7"/>
    <w:rsid w:val="002D4AC4"/>
    <w:rsid w:val="002D5283"/>
    <w:rsid w:val="002D5A41"/>
    <w:rsid w:val="002D5F97"/>
    <w:rsid w:val="002D60E7"/>
    <w:rsid w:val="002D66B2"/>
    <w:rsid w:val="002D6766"/>
    <w:rsid w:val="002D6B04"/>
    <w:rsid w:val="002D74A8"/>
    <w:rsid w:val="002E2587"/>
    <w:rsid w:val="002E2CD2"/>
    <w:rsid w:val="002E35D0"/>
    <w:rsid w:val="002E4ABA"/>
    <w:rsid w:val="002E4E7F"/>
    <w:rsid w:val="002E6238"/>
    <w:rsid w:val="002E6838"/>
    <w:rsid w:val="002E72E6"/>
    <w:rsid w:val="002E7317"/>
    <w:rsid w:val="002E73C2"/>
    <w:rsid w:val="002F2FC5"/>
    <w:rsid w:val="002F4207"/>
    <w:rsid w:val="002F5270"/>
    <w:rsid w:val="002F5DF3"/>
    <w:rsid w:val="002F6E6D"/>
    <w:rsid w:val="002F6F8A"/>
    <w:rsid w:val="002F75C3"/>
    <w:rsid w:val="002F7FE7"/>
    <w:rsid w:val="003006A2"/>
    <w:rsid w:val="00301B4E"/>
    <w:rsid w:val="0030288F"/>
    <w:rsid w:val="00304351"/>
    <w:rsid w:val="00304C17"/>
    <w:rsid w:val="00304CCD"/>
    <w:rsid w:val="0030629E"/>
    <w:rsid w:val="00306832"/>
    <w:rsid w:val="0030709A"/>
    <w:rsid w:val="00307BFC"/>
    <w:rsid w:val="00310206"/>
    <w:rsid w:val="00311299"/>
    <w:rsid w:val="00311A77"/>
    <w:rsid w:val="00311BE0"/>
    <w:rsid w:val="00311D45"/>
    <w:rsid w:val="00312037"/>
    <w:rsid w:val="00312730"/>
    <w:rsid w:val="00312C91"/>
    <w:rsid w:val="00314590"/>
    <w:rsid w:val="00314E7D"/>
    <w:rsid w:val="0031507B"/>
    <w:rsid w:val="003159F8"/>
    <w:rsid w:val="00316FBD"/>
    <w:rsid w:val="00317318"/>
    <w:rsid w:val="003200C9"/>
    <w:rsid w:val="003207F8"/>
    <w:rsid w:val="003208F7"/>
    <w:rsid w:val="00320C0C"/>
    <w:rsid w:val="00321466"/>
    <w:rsid w:val="00321C69"/>
    <w:rsid w:val="00321D02"/>
    <w:rsid w:val="0032233E"/>
    <w:rsid w:val="0032320B"/>
    <w:rsid w:val="00324C10"/>
    <w:rsid w:val="0032548B"/>
    <w:rsid w:val="00325C8E"/>
    <w:rsid w:val="00326831"/>
    <w:rsid w:val="00327752"/>
    <w:rsid w:val="0032788E"/>
    <w:rsid w:val="00327CEC"/>
    <w:rsid w:val="00330E92"/>
    <w:rsid w:val="00332B65"/>
    <w:rsid w:val="003333A0"/>
    <w:rsid w:val="00333ABD"/>
    <w:rsid w:val="0033403A"/>
    <w:rsid w:val="003342E0"/>
    <w:rsid w:val="00334BB9"/>
    <w:rsid w:val="00335F65"/>
    <w:rsid w:val="003364C7"/>
    <w:rsid w:val="003368D5"/>
    <w:rsid w:val="003373F2"/>
    <w:rsid w:val="00337659"/>
    <w:rsid w:val="003379C4"/>
    <w:rsid w:val="00337F4B"/>
    <w:rsid w:val="00340108"/>
    <w:rsid w:val="003408BB"/>
    <w:rsid w:val="00341435"/>
    <w:rsid w:val="003423EE"/>
    <w:rsid w:val="00342CCD"/>
    <w:rsid w:val="00343030"/>
    <w:rsid w:val="00343FEA"/>
    <w:rsid w:val="003450BA"/>
    <w:rsid w:val="003452D9"/>
    <w:rsid w:val="003468CB"/>
    <w:rsid w:val="003471E7"/>
    <w:rsid w:val="0034744A"/>
    <w:rsid w:val="003478C5"/>
    <w:rsid w:val="00347AE1"/>
    <w:rsid w:val="00350282"/>
    <w:rsid w:val="003502C2"/>
    <w:rsid w:val="00350D42"/>
    <w:rsid w:val="003510F9"/>
    <w:rsid w:val="003513C3"/>
    <w:rsid w:val="00351DE0"/>
    <w:rsid w:val="00352D0D"/>
    <w:rsid w:val="003532F8"/>
    <w:rsid w:val="003538BA"/>
    <w:rsid w:val="00353948"/>
    <w:rsid w:val="003549DF"/>
    <w:rsid w:val="00356072"/>
    <w:rsid w:val="0035613F"/>
    <w:rsid w:val="00356225"/>
    <w:rsid w:val="00357796"/>
    <w:rsid w:val="00360944"/>
    <w:rsid w:val="00360A50"/>
    <w:rsid w:val="00360BD0"/>
    <w:rsid w:val="00360D9C"/>
    <w:rsid w:val="00360F64"/>
    <w:rsid w:val="0036210C"/>
    <w:rsid w:val="00362170"/>
    <w:rsid w:val="00362598"/>
    <w:rsid w:val="00362AD3"/>
    <w:rsid w:val="00362B94"/>
    <w:rsid w:val="00364460"/>
    <w:rsid w:val="00364B9B"/>
    <w:rsid w:val="00365967"/>
    <w:rsid w:val="00367EF2"/>
    <w:rsid w:val="0037099C"/>
    <w:rsid w:val="00374F14"/>
    <w:rsid w:val="0037507A"/>
    <w:rsid w:val="00375767"/>
    <w:rsid w:val="00375C45"/>
    <w:rsid w:val="00376401"/>
    <w:rsid w:val="00376651"/>
    <w:rsid w:val="00376C9D"/>
    <w:rsid w:val="0038060B"/>
    <w:rsid w:val="00380840"/>
    <w:rsid w:val="00380DCB"/>
    <w:rsid w:val="00383541"/>
    <w:rsid w:val="00384E71"/>
    <w:rsid w:val="0038520A"/>
    <w:rsid w:val="003855D3"/>
    <w:rsid w:val="00385A89"/>
    <w:rsid w:val="003863FA"/>
    <w:rsid w:val="00387EE9"/>
    <w:rsid w:val="003902BC"/>
    <w:rsid w:val="00391E98"/>
    <w:rsid w:val="0039248F"/>
    <w:rsid w:val="00393607"/>
    <w:rsid w:val="00393E9E"/>
    <w:rsid w:val="00394067"/>
    <w:rsid w:val="00394A6C"/>
    <w:rsid w:val="00395C41"/>
    <w:rsid w:val="00395D31"/>
    <w:rsid w:val="0039648C"/>
    <w:rsid w:val="00396C9B"/>
    <w:rsid w:val="00396CC6"/>
    <w:rsid w:val="00396F46"/>
    <w:rsid w:val="00396F9D"/>
    <w:rsid w:val="003973BC"/>
    <w:rsid w:val="00397A37"/>
    <w:rsid w:val="00397B7D"/>
    <w:rsid w:val="00397E42"/>
    <w:rsid w:val="003A04DE"/>
    <w:rsid w:val="003A0500"/>
    <w:rsid w:val="003A0768"/>
    <w:rsid w:val="003A11FC"/>
    <w:rsid w:val="003A20D2"/>
    <w:rsid w:val="003A30D0"/>
    <w:rsid w:val="003A4425"/>
    <w:rsid w:val="003A4604"/>
    <w:rsid w:val="003A46DD"/>
    <w:rsid w:val="003A4964"/>
    <w:rsid w:val="003A4D95"/>
    <w:rsid w:val="003A5C74"/>
    <w:rsid w:val="003A711F"/>
    <w:rsid w:val="003A79EB"/>
    <w:rsid w:val="003B0381"/>
    <w:rsid w:val="003B0E3C"/>
    <w:rsid w:val="003B0F33"/>
    <w:rsid w:val="003B2F79"/>
    <w:rsid w:val="003B32DD"/>
    <w:rsid w:val="003B3814"/>
    <w:rsid w:val="003B3CE5"/>
    <w:rsid w:val="003B428A"/>
    <w:rsid w:val="003B444B"/>
    <w:rsid w:val="003B5725"/>
    <w:rsid w:val="003B5824"/>
    <w:rsid w:val="003B6048"/>
    <w:rsid w:val="003B7D67"/>
    <w:rsid w:val="003C02E5"/>
    <w:rsid w:val="003C0508"/>
    <w:rsid w:val="003C06D1"/>
    <w:rsid w:val="003C0D17"/>
    <w:rsid w:val="003C1C92"/>
    <w:rsid w:val="003C46BE"/>
    <w:rsid w:val="003C65C8"/>
    <w:rsid w:val="003C77E4"/>
    <w:rsid w:val="003C77EC"/>
    <w:rsid w:val="003D0603"/>
    <w:rsid w:val="003D07DC"/>
    <w:rsid w:val="003D0A58"/>
    <w:rsid w:val="003D16D5"/>
    <w:rsid w:val="003D1B86"/>
    <w:rsid w:val="003D2655"/>
    <w:rsid w:val="003D30B5"/>
    <w:rsid w:val="003D3536"/>
    <w:rsid w:val="003D3688"/>
    <w:rsid w:val="003D402B"/>
    <w:rsid w:val="003D44AA"/>
    <w:rsid w:val="003D524E"/>
    <w:rsid w:val="003D5BBA"/>
    <w:rsid w:val="003D6FF6"/>
    <w:rsid w:val="003E0EC6"/>
    <w:rsid w:val="003E1005"/>
    <w:rsid w:val="003E1546"/>
    <w:rsid w:val="003E19EA"/>
    <w:rsid w:val="003E267F"/>
    <w:rsid w:val="003E3DBD"/>
    <w:rsid w:val="003E4AA1"/>
    <w:rsid w:val="003E4DB0"/>
    <w:rsid w:val="003E4E34"/>
    <w:rsid w:val="003E5C2A"/>
    <w:rsid w:val="003E6205"/>
    <w:rsid w:val="003E6900"/>
    <w:rsid w:val="003E7081"/>
    <w:rsid w:val="003E79E3"/>
    <w:rsid w:val="003F0433"/>
    <w:rsid w:val="003F0D2F"/>
    <w:rsid w:val="003F148F"/>
    <w:rsid w:val="003F1A88"/>
    <w:rsid w:val="003F3805"/>
    <w:rsid w:val="003F4E35"/>
    <w:rsid w:val="003F563C"/>
    <w:rsid w:val="003F5A4C"/>
    <w:rsid w:val="003F6125"/>
    <w:rsid w:val="003F62A7"/>
    <w:rsid w:val="003F695E"/>
    <w:rsid w:val="003F6B4F"/>
    <w:rsid w:val="004000E0"/>
    <w:rsid w:val="0040166E"/>
    <w:rsid w:val="0040176A"/>
    <w:rsid w:val="004018F1"/>
    <w:rsid w:val="004027FD"/>
    <w:rsid w:val="00404124"/>
    <w:rsid w:val="004044E9"/>
    <w:rsid w:val="00404692"/>
    <w:rsid w:val="00404734"/>
    <w:rsid w:val="00404979"/>
    <w:rsid w:val="0040504C"/>
    <w:rsid w:val="0040522C"/>
    <w:rsid w:val="00405F9A"/>
    <w:rsid w:val="00406174"/>
    <w:rsid w:val="00406C6C"/>
    <w:rsid w:val="0040782C"/>
    <w:rsid w:val="004078A2"/>
    <w:rsid w:val="00407B9C"/>
    <w:rsid w:val="00411476"/>
    <w:rsid w:val="00411F22"/>
    <w:rsid w:val="004121AA"/>
    <w:rsid w:val="004130FD"/>
    <w:rsid w:val="00413493"/>
    <w:rsid w:val="00413D14"/>
    <w:rsid w:val="00414ECD"/>
    <w:rsid w:val="00415636"/>
    <w:rsid w:val="0041619A"/>
    <w:rsid w:val="0041748B"/>
    <w:rsid w:val="0041759E"/>
    <w:rsid w:val="00420715"/>
    <w:rsid w:val="00420FFA"/>
    <w:rsid w:val="0042109A"/>
    <w:rsid w:val="00421331"/>
    <w:rsid w:val="004214AE"/>
    <w:rsid w:val="00422756"/>
    <w:rsid w:val="00422A36"/>
    <w:rsid w:val="00422E70"/>
    <w:rsid w:val="00423B40"/>
    <w:rsid w:val="004248CB"/>
    <w:rsid w:val="0042551E"/>
    <w:rsid w:val="0042618D"/>
    <w:rsid w:val="00426A20"/>
    <w:rsid w:val="004308DC"/>
    <w:rsid w:val="00430C2E"/>
    <w:rsid w:val="00431C85"/>
    <w:rsid w:val="004332DA"/>
    <w:rsid w:val="00433805"/>
    <w:rsid w:val="00433E36"/>
    <w:rsid w:val="00434134"/>
    <w:rsid w:val="004375DE"/>
    <w:rsid w:val="00437EA3"/>
    <w:rsid w:val="004405AE"/>
    <w:rsid w:val="004408FC"/>
    <w:rsid w:val="00440F2C"/>
    <w:rsid w:val="00441828"/>
    <w:rsid w:val="00441B9A"/>
    <w:rsid w:val="0044226E"/>
    <w:rsid w:val="00442535"/>
    <w:rsid w:val="00444831"/>
    <w:rsid w:val="00445108"/>
    <w:rsid w:val="0044526A"/>
    <w:rsid w:val="0044540B"/>
    <w:rsid w:val="0044580D"/>
    <w:rsid w:val="00445B58"/>
    <w:rsid w:val="00445C3A"/>
    <w:rsid w:val="00446327"/>
    <w:rsid w:val="004478F7"/>
    <w:rsid w:val="00447F33"/>
    <w:rsid w:val="00450232"/>
    <w:rsid w:val="0045223A"/>
    <w:rsid w:val="00452911"/>
    <w:rsid w:val="00452CCC"/>
    <w:rsid w:val="00453A60"/>
    <w:rsid w:val="00454C85"/>
    <w:rsid w:val="004551A1"/>
    <w:rsid w:val="0045553C"/>
    <w:rsid w:val="004559F0"/>
    <w:rsid w:val="0045664A"/>
    <w:rsid w:val="00457D71"/>
    <w:rsid w:val="00460737"/>
    <w:rsid w:val="0046093F"/>
    <w:rsid w:val="004609E3"/>
    <w:rsid w:val="00460C7C"/>
    <w:rsid w:val="00461162"/>
    <w:rsid w:val="004612E6"/>
    <w:rsid w:val="004615E3"/>
    <w:rsid w:val="0046175E"/>
    <w:rsid w:val="00461957"/>
    <w:rsid w:val="00461DEE"/>
    <w:rsid w:val="0046268E"/>
    <w:rsid w:val="004626C4"/>
    <w:rsid w:val="00463719"/>
    <w:rsid w:val="00463FE5"/>
    <w:rsid w:val="0046402C"/>
    <w:rsid w:val="00464988"/>
    <w:rsid w:val="00464A8F"/>
    <w:rsid w:val="0046517E"/>
    <w:rsid w:val="004655D7"/>
    <w:rsid w:val="00466A60"/>
    <w:rsid w:val="00467870"/>
    <w:rsid w:val="004701F9"/>
    <w:rsid w:val="00470B00"/>
    <w:rsid w:val="00470CC9"/>
    <w:rsid w:val="00472224"/>
    <w:rsid w:val="004722F1"/>
    <w:rsid w:val="00473A13"/>
    <w:rsid w:val="00473AD0"/>
    <w:rsid w:val="004745CA"/>
    <w:rsid w:val="0047489C"/>
    <w:rsid w:val="004755C3"/>
    <w:rsid w:val="0047588B"/>
    <w:rsid w:val="00475A15"/>
    <w:rsid w:val="00476AB8"/>
    <w:rsid w:val="00476EBC"/>
    <w:rsid w:val="00477231"/>
    <w:rsid w:val="0047769A"/>
    <w:rsid w:val="00481842"/>
    <w:rsid w:val="00481A98"/>
    <w:rsid w:val="00481B29"/>
    <w:rsid w:val="004835BE"/>
    <w:rsid w:val="004836AB"/>
    <w:rsid w:val="00484075"/>
    <w:rsid w:val="00485245"/>
    <w:rsid w:val="004852FF"/>
    <w:rsid w:val="00485A22"/>
    <w:rsid w:val="00485EC3"/>
    <w:rsid w:val="00486E71"/>
    <w:rsid w:val="00486FE9"/>
    <w:rsid w:val="00487D34"/>
    <w:rsid w:val="00487DE7"/>
    <w:rsid w:val="00487F19"/>
    <w:rsid w:val="00490A2C"/>
    <w:rsid w:val="00491717"/>
    <w:rsid w:val="00492A16"/>
    <w:rsid w:val="00492BE7"/>
    <w:rsid w:val="004931C2"/>
    <w:rsid w:val="00493E82"/>
    <w:rsid w:val="00494064"/>
    <w:rsid w:val="00494702"/>
    <w:rsid w:val="004947C2"/>
    <w:rsid w:val="0049564D"/>
    <w:rsid w:val="00495FF1"/>
    <w:rsid w:val="00496C25"/>
    <w:rsid w:val="004970FA"/>
    <w:rsid w:val="00497FD3"/>
    <w:rsid w:val="004A0590"/>
    <w:rsid w:val="004A0591"/>
    <w:rsid w:val="004A05F5"/>
    <w:rsid w:val="004A1603"/>
    <w:rsid w:val="004A16B7"/>
    <w:rsid w:val="004A1F7D"/>
    <w:rsid w:val="004A2219"/>
    <w:rsid w:val="004A260F"/>
    <w:rsid w:val="004A287D"/>
    <w:rsid w:val="004A28D0"/>
    <w:rsid w:val="004A3979"/>
    <w:rsid w:val="004A3C39"/>
    <w:rsid w:val="004A3D1C"/>
    <w:rsid w:val="004A47B0"/>
    <w:rsid w:val="004A5127"/>
    <w:rsid w:val="004A533B"/>
    <w:rsid w:val="004A537C"/>
    <w:rsid w:val="004A62AC"/>
    <w:rsid w:val="004A6A02"/>
    <w:rsid w:val="004A6BDF"/>
    <w:rsid w:val="004A6F84"/>
    <w:rsid w:val="004A7094"/>
    <w:rsid w:val="004A7C21"/>
    <w:rsid w:val="004B02CC"/>
    <w:rsid w:val="004B0F2C"/>
    <w:rsid w:val="004B1652"/>
    <w:rsid w:val="004B1D01"/>
    <w:rsid w:val="004B2718"/>
    <w:rsid w:val="004B27C8"/>
    <w:rsid w:val="004B3470"/>
    <w:rsid w:val="004B3C9D"/>
    <w:rsid w:val="004B3DAF"/>
    <w:rsid w:val="004B4787"/>
    <w:rsid w:val="004B4BA5"/>
    <w:rsid w:val="004B516F"/>
    <w:rsid w:val="004B5713"/>
    <w:rsid w:val="004B587E"/>
    <w:rsid w:val="004B66CF"/>
    <w:rsid w:val="004B73FD"/>
    <w:rsid w:val="004B7F66"/>
    <w:rsid w:val="004C00D9"/>
    <w:rsid w:val="004C027C"/>
    <w:rsid w:val="004C2230"/>
    <w:rsid w:val="004C2A78"/>
    <w:rsid w:val="004C2E42"/>
    <w:rsid w:val="004C2F21"/>
    <w:rsid w:val="004C3393"/>
    <w:rsid w:val="004C362F"/>
    <w:rsid w:val="004C435A"/>
    <w:rsid w:val="004C496F"/>
    <w:rsid w:val="004C529D"/>
    <w:rsid w:val="004C55FC"/>
    <w:rsid w:val="004C6369"/>
    <w:rsid w:val="004C712C"/>
    <w:rsid w:val="004C74D7"/>
    <w:rsid w:val="004C7759"/>
    <w:rsid w:val="004C7882"/>
    <w:rsid w:val="004C78B0"/>
    <w:rsid w:val="004D19AA"/>
    <w:rsid w:val="004D1E36"/>
    <w:rsid w:val="004D3062"/>
    <w:rsid w:val="004D512C"/>
    <w:rsid w:val="004D5FE4"/>
    <w:rsid w:val="004D6F02"/>
    <w:rsid w:val="004D77AB"/>
    <w:rsid w:val="004D7A40"/>
    <w:rsid w:val="004D7D1B"/>
    <w:rsid w:val="004E0332"/>
    <w:rsid w:val="004E1361"/>
    <w:rsid w:val="004E217E"/>
    <w:rsid w:val="004E2758"/>
    <w:rsid w:val="004E327E"/>
    <w:rsid w:val="004E3A9D"/>
    <w:rsid w:val="004E41B8"/>
    <w:rsid w:val="004E510C"/>
    <w:rsid w:val="004E53EA"/>
    <w:rsid w:val="004F025C"/>
    <w:rsid w:val="004F04BB"/>
    <w:rsid w:val="004F170B"/>
    <w:rsid w:val="004F1FDF"/>
    <w:rsid w:val="004F2526"/>
    <w:rsid w:val="004F2C70"/>
    <w:rsid w:val="004F2E39"/>
    <w:rsid w:val="004F42CA"/>
    <w:rsid w:val="004F47FE"/>
    <w:rsid w:val="004F5B58"/>
    <w:rsid w:val="004F5EBA"/>
    <w:rsid w:val="00500295"/>
    <w:rsid w:val="00501145"/>
    <w:rsid w:val="00501DB9"/>
    <w:rsid w:val="00501EA2"/>
    <w:rsid w:val="0050226F"/>
    <w:rsid w:val="00502801"/>
    <w:rsid w:val="005048BC"/>
    <w:rsid w:val="00504FAB"/>
    <w:rsid w:val="00505C3D"/>
    <w:rsid w:val="00506A84"/>
    <w:rsid w:val="0051059A"/>
    <w:rsid w:val="005113A7"/>
    <w:rsid w:val="00511EFB"/>
    <w:rsid w:val="00512495"/>
    <w:rsid w:val="00512E14"/>
    <w:rsid w:val="00513360"/>
    <w:rsid w:val="0051343F"/>
    <w:rsid w:val="005136D4"/>
    <w:rsid w:val="00513C23"/>
    <w:rsid w:val="005141DA"/>
    <w:rsid w:val="00514628"/>
    <w:rsid w:val="00516CAC"/>
    <w:rsid w:val="00517254"/>
    <w:rsid w:val="00517DC9"/>
    <w:rsid w:val="00520649"/>
    <w:rsid w:val="0052069F"/>
    <w:rsid w:val="005229B6"/>
    <w:rsid w:val="00524B4C"/>
    <w:rsid w:val="00524FAE"/>
    <w:rsid w:val="005252C9"/>
    <w:rsid w:val="00525B00"/>
    <w:rsid w:val="00526A60"/>
    <w:rsid w:val="00526AA8"/>
    <w:rsid w:val="00527CF5"/>
    <w:rsid w:val="00530A36"/>
    <w:rsid w:val="00532DCE"/>
    <w:rsid w:val="00533F90"/>
    <w:rsid w:val="00537150"/>
    <w:rsid w:val="005372B3"/>
    <w:rsid w:val="00537506"/>
    <w:rsid w:val="00537CDE"/>
    <w:rsid w:val="005401ED"/>
    <w:rsid w:val="00541A64"/>
    <w:rsid w:val="00541BA4"/>
    <w:rsid w:val="00541E36"/>
    <w:rsid w:val="005422D9"/>
    <w:rsid w:val="005432F3"/>
    <w:rsid w:val="005433DE"/>
    <w:rsid w:val="00543BCC"/>
    <w:rsid w:val="00544A66"/>
    <w:rsid w:val="00544FFA"/>
    <w:rsid w:val="0054536D"/>
    <w:rsid w:val="00547E1E"/>
    <w:rsid w:val="00547F9F"/>
    <w:rsid w:val="0055168C"/>
    <w:rsid w:val="00553176"/>
    <w:rsid w:val="0055382A"/>
    <w:rsid w:val="005549ED"/>
    <w:rsid w:val="0055552F"/>
    <w:rsid w:val="0055629B"/>
    <w:rsid w:val="00556A89"/>
    <w:rsid w:val="00556B27"/>
    <w:rsid w:val="005573BB"/>
    <w:rsid w:val="00557725"/>
    <w:rsid w:val="005579B4"/>
    <w:rsid w:val="005601A9"/>
    <w:rsid w:val="00561529"/>
    <w:rsid w:val="00561584"/>
    <w:rsid w:val="00561D56"/>
    <w:rsid w:val="005623F4"/>
    <w:rsid w:val="005631C5"/>
    <w:rsid w:val="00563296"/>
    <w:rsid w:val="005635BE"/>
    <w:rsid w:val="00564F49"/>
    <w:rsid w:val="00565182"/>
    <w:rsid w:val="00565D8D"/>
    <w:rsid w:val="005667E4"/>
    <w:rsid w:val="00570438"/>
    <w:rsid w:val="00570A85"/>
    <w:rsid w:val="00571B69"/>
    <w:rsid w:val="00571E78"/>
    <w:rsid w:val="005720AF"/>
    <w:rsid w:val="005737BB"/>
    <w:rsid w:val="0057423B"/>
    <w:rsid w:val="00575590"/>
    <w:rsid w:val="00575D86"/>
    <w:rsid w:val="00575E3F"/>
    <w:rsid w:val="00577366"/>
    <w:rsid w:val="005779DB"/>
    <w:rsid w:val="00580820"/>
    <w:rsid w:val="00580CB3"/>
    <w:rsid w:val="00580ECE"/>
    <w:rsid w:val="005829FE"/>
    <w:rsid w:val="00582F0D"/>
    <w:rsid w:val="00584028"/>
    <w:rsid w:val="005844A6"/>
    <w:rsid w:val="0058596A"/>
    <w:rsid w:val="00586048"/>
    <w:rsid w:val="00586A7D"/>
    <w:rsid w:val="005873D8"/>
    <w:rsid w:val="00587536"/>
    <w:rsid w:val="00587FD5"/>
    <w:rsid w:val="005903F3"/>
    <w:rsid w:val="00590FD4"/>
    <w:rsid w:val="0059108E"/>
    <w:rsid w:val="005914AA"/>
    <w:rsid w:val="00591A10"/>
    <w:rsid w:val="00592713"/>
    <w:rsid w:val="00592ABC"/>
    <w:rsid w:val="00593288"/>
    <w:rsid w:val="0059335C"/>
    <w:rsid w:val="00593DA0"/>
    <w:rsid w:val="005948E6"/>
    <w:rsid w:val="00595DF9"/>
    <w:rsid w:val="0059695A"/>
    <w:rsid w:val="005976C3"/>
    <w:rsid w:val="005A132B"/>
    <w:rsid w:val="005A17E8"/>
    <w:rsid w:val="005A18C7"/>
    <w:rsid w:val="005A1B6E"/>
    <w:rsid w:val="005A20C4"/>
    <w:rsid w:val="005A2910"/>
    <w:rsid w:val="005A3CA0"/>
    <w:rsid w:val="005A51BB"/>
    <w:rsid w:val="005A708E"/>
    <w:rsid w:val="005A7E3C"/>
    <w:rsid w:val="005B1062"/>
    <w:rsid w:val="005B19C6"/>
    <w:rsid w:val="005B2E88"/>
    <w:rsid w:val="005B40EF"/>
    <w:rsid w:val="005B41B7"/>
    <w:rsid w:val="005B4E47"/>
    <w:rsid w:val="005B4EE4"/>
    <w:rsid w:val="005B4F00"/>
    <w:rsid w:val="005B6B8C"/>
    <w:rsid w:val="005B7EB8"/>
    <w:rsid w:val="005C06E6"/>
    <w:rsid w:val="005C0F79"/>
    <w:rsid w:val="005C330C"/>
    <w:rsid w:val="005C3EC6"/>
    <w:rsid w:val="005C4431"/>
    <w:rsid w:val="005C4B24"/>
    <w:rsid w:val="005C5502"/>
    <w:rsid w:val="005C5618"/>
    <w:rsid w:val="005C6979"/>
    <w:rsid w:val="005C6A28"/>
    <w:rsid w:val="005C77B8"/>
    <w:rsid w:val="005D03C3"/>
    <w:rsid w:val="005D07B5"/>
    <w:rsid w:val="005D0A34"/>
    <w:rsid w:val="005D105D"/>
    <w:rsid w:val="005D209B"/>
    <w:rsid w:val="005D2904"/>
    <w:rsid w:val="005D3120"/>
    <w:rsid w:val="005D41B6"/>
    <w:rsid w:val="005D5007"/>
    <w:rsid w:val="005D50E8"/>
    <w:rsid w:val="005D6068"/>
    <w:rsid w:val="005D6147"/>
    <w:rsid w:val="005D65CA"/>
    <w:rsid w:val="005E0096"/>
    <w:rsid w:val="005E08B7"/>
    <w:rsid w:val="005E16E2"/>
    <w:rsid w:val="005E2450"/>
    <w:rsid w:val="005E4F7A"/>
    <w:rsid w:val="005E530D"/>
    <w:rsid w:val="005E5965"/>
    <w:rsid w:val="005E5C31"/>
    <w:rsid w:val="005E5D1F"/>
    <w:rsid w:val="005E5EBB"/>
    <w:rsid w:val="005E5F47"/>
    <w:rsid w:val="005E62B5"/>
    <w:rsid w:val="005E6AF2"/>
    <w:rsid w:val="005E6CEB"/>
    <w:rsid w:val="005E7F25"/>
    <w:rsid w:val="005F15EC"/>
    <w:rsid w:val="005F1CA3"/>
    <w:rsid w:val="005F20EA"/>
    <w:rsid w:val="005F3B33"/>
    <w:rsid w:val="005F3C0D"/>
    <w:rsid w:val="005F566E"/>
    <w:rsid w:val="005F6526"/>
    <w:rsid w:val="005F7F2A"/>
    <w:rsid w:val="0060015A"/>
    <w:rsid w:val="0060052D"/>
    <w:rsid w:val="00600957"/>
    <w:rsid w:val="00600D35"/>
    <w:rsid w:val="0060122E"/>
    <w:rsid w:val="006016B2"/>
    <w:rsid w:val="006025FC"/>
    <w:rsid w:val="0060338E"/>
    <w:rsid w:val="0060413B"/>
    <w:rsid w:val="00604186"/>
    <w:rsid w:val="00606590"/>
    <w:rsid w:val="00607045"/>
    <w:rsid w:val="00607B4E"/>
    <w:rsid w:val="00610BAD"/>
    <w:rsid w:val="00611D8F"/>
    <w:rsid w:val="00612717"/>
    <w:rsid w:val="00613514"/>
    <w:rsid w:val="00613967"/>
    <w:rsid w:val="00616A9D"/>
    <w:rsid w:val="00616B1E"/>
    <w:rsid w:val="0062017C"/>
    <w:rsid w:val="00620F08"/>
    <w:rsid w:val="00622047"/>
    <w:rsid w:val="006228B7"/>
    <w:rsid w:val="0062323F"/>
    <w:rsid w:val="006240B2"/>
    <w:rsid w:val="006248C7"/>
    <w:rsid w:val="00624CFF"/>
    <w:rsid w:val="006254E0"/>
    <w:rsid w:val="00625906"/>
    <w:rsid w:val="0062596D"/>
    <w:rsid w:val="0062664F"/>
    <w:rsid w:val="00627A8E"/>
    <w:rsid w:val="006301DC"/>
    <w:rsid w:val="0063050C"/>
    <w:rsid w:val="00630607"/>
    <w:rsid w:val="00630929"/>
    <w:rsid w:val="00631386"/>
    <w:rsid w:val="0063181A"/>
    <w:rsid w:val="00632E54"/>
    <w:rsid w:val="00632F43"/>
    <w:rsid w:val="0063349C"/>
    <w:rsid w:val="00633D9E"/>
    <w:rsid w:val="00634656"/>
    <w:rsid w:val="00634B6F"/>
    <w:rsid w:val="00634BF0"/>
    <w:rsid w:val="00634BF8"/>
    <w:rsid w:val="00634CD7"/>
    <w:rsid w:val="006355B6"/>
    <w:rsid w:val="0063690E"/>
    <w:rsid w:val="00641039"/>
    <w:rsid w:val="006412E5"/>
    <w:rsid w:val="00642FAA"/>
    <w:rsid w:val="0064301F"/>
    <w:rsid w:val="00643632"/>
    <w:rsid w:val="00644188"/>
    <w:rsid w:val="006443DC"/>
    <w:rsid w:val="006455A9"/>
    <w:rsid w:val="00645E91"/>
    <w:rsid w:val="00646B31"/>
    <w:rsid w:val="00646E2F"/>
    <w:rsid w:val="006471E3"/>
    <w:rsid w:val="00650F57"/>
    <w:rsid w:val="0065117E"/>
    <w:rsid w:val="00651E3E"/>
    <w:rsid w:val="00653777"/>
    <w:rsid w:val="006546DB"/>
    <w:rsid w:val="0065475C"/>
    <w:rsid w:val="0065493D"/>
    <w:rsid w:val="006550EF"/>
    <w:rsid w:val="00655ECC"/>
    <w:rsid w:val="006560BB"/>
    <w:rsid w:val="00656143"/>
    <w:rsid w:val="006565A1"/>
    <w:rsid w:val="0065721E"/>
    <w:rsid w:val="00657EAA"/>
    <w:rsid w:val="00657F5C"/>
    <w:rsid w:val="00660C8C"/>
    <w:rsid w:val="00660C98"/>
    <w:rsid w:val="006612DE"/>
    <w:rsid w:val="00662AA7"/>
    <w:rsid w:val="00663C7C"/>
    <w:rsid w:val="00664011"/>
    <w:rsid w:val="006642C5"/>
    <w:rsid w:val="006648FD"/>
    <w:rsid w:val="0066509F"/>
    <w:rsid w:val="00666697"/>
    <w:rsid w:val="006669B0"/>
    <w:rsid w:val="00666C5C"/>
    <w:rsid w:val="006671FA"/>
    <w:rsid w:val="00670A05"/>
    <w:rsid w:val="00670AF0"/>
    <w:rsid w:val="00670C1F"/>
    <w:rsid w:val="00671551"/>
    <w:rsid w:val="00671A8B"/>
    <w:rsid w:val="00673119"/>
    <w:rsid w:val="006737BC"/>
    <w:rsid w:val="006739D8"/>
    <w:rsid w:val="00674DB2"/>
    <w:rsid w:val="00674E12"/>
    <w:rsid w:val="00675155"/>
    <w:rsid w:val="00675A52"/>
    <w:rsid w:val="00676A24"/>
    <w:rsid w:val="00676DAC"/>
    <w:rsid w:val="00681421"/>
    <w:rsid w:val="0068244C"/>
    <w:rsid w:val="00683F03"/>
    <w:rsid w:val="006847AC"/>
    <w:rsid w:val="00685435"/>
    <w:rsid w:val="00687901"/>
    <w:rsid w:val="00687CF0"/>
    <w:rsid w:val="00690EFC"/>
    <w:rsid w:val="006947A6"/>
    <w:rsid w:val="006949AC"/>
    <w:rsid w:val="006954A7"/>
    <w:rsid w:val="006959BA"/>
    <w:rsid w:val="00695E0F"/>
    <w:rsid w:val="0069607E"/>
    <w:rsid w:val="00696260"/>
    <w:rsid w:val="00697556"/>
    <w:rsid w:val="00697792"/>
    <w:rsid w:val="006977C3"/>
    <w:rsid w:val="00697B03"/>
    <w:rsid w:val="00697B63"/>
    <w:rsid w:val="006A011D"/>
    <w:rsid w:val="006A0290"/>
    <w:rsid w:val="006A055D"/>
    <w:rsid w:val="006A1962"/>
    <w:rsid w:val="006A1C59"/>
    <w:rsid w:val="006A1DDB"/>
    <w:rsid w:val="006A201A"/>
    <w:rsid w:val="006A2071"/>
    <w:rsid w:val="006A2F6F"/>
    <w:rsid w:val="006A3FDD"/>
    <w:rsid w:val="006A4A27"/>
    <w:rsid w:val="006A4BFE"/>
    <w:rsid w:val="006A69EE"/>
    <w:rsid w:val="006A6AEB"/>
    <w:rsid w:val="006A6BEC"/>
    <w:rsid w:val="006A6DF0"/>
    <w:rsid w:val="006A7ADB"/>
    <w:rsid w:val="006A7D70"/>
    <w:rsid w:val="006A7EFB"/>
    <w:rsid w:val="006B0BB9"/>
    <w:rsid w:val="006B12B9"/>
    <w:rsid w:val="006B1498"/>
    <w:rsid w:val="006B21D7"/>
    <w:rsid w:val="006B2235"/>
    <w:rsid w:val="006B2E0C"/>
    <w:rsid w:val="006B3FC1"/>
    <w:rsid w:val="006B6218"/>
    <w:rsid w:val="006B6993"/>
    <w:rsid w:val="006B72FD"/>
    <w:rsid w:val="006C0DB6"/>
    <w:rsid w:val="006C0E88"/>
    <w:rsid w:val="006C1930"/>
    <w:rsid w:val="006C21F3"/>
    <w:rsid w:val="006C487C"/>
    <w:rsid w:val="006C4A83"/>
    <w:rsid w:val="006C6DA5"/>
    <w:rsid w:val="006C703F"/>
    <w:rsid w:val="006C7C0B"/>
    <w:rsid w:val="006C7C97"/>
    <w:rsid w:val="006C7F2D"/>
    <w:rsid w:val="006D03C7"/>
    <w:rsid w:val="006D0751"/>
    <w:rsid w:val="006D16B4"/>
    <w:rsid w:val="006D2674"/>
    <w:rsid w:val="006D2A88"/>
    <w:rsid w:val="006D3C6C"/>
    <w:rsid w:val="006D4099"/>
    <w:rsid w:val="006D488F"/>
    <w:rsid w:val="006D5DB2"/>
    <w:rsid w:val="006D643A"/>
    <w:rsid w:val="006D65CB"/>
    <w:rsid w:val="006D6646"/>
    <w:rsid w:val="006D6FE0"/>
    <w:rsid w:val="006D767D"/>
    <w:rsid w:val="006E04FD"/>
    <w:rsid w:val="006E0964"/>
    <w:rsid w:val="006E0C3C"/>
    <w:rsid w:val="006E10B2"/>
    <w:rsid w:val="006E2958"/>
    <w:rsid w:val="006E3123"/>
    <w:rsid w:val="006E353E"/>
    <w:rsid w:val="006E42D8"/>
    <w:rsid w:val="006E4450"/>
    <w:rsid w:val="006E46CB"/>
    <w:rsid w:val="006E4790"/>
    <w:rsid w:val="006E4966"/>
    <w:rsid w:val="006E567D"/>
    <w:rsid w:val="006E5972"/>
    <w:rsid w:val="006E5D69"/>
    <w:rsid w:val="006E69D6"/>
    <w:rsid w:val="006E728A"/>
    <w:rsid w:val="006E7A88"/>
    <w:rsid w:val="006F1307"/>
    <w:rsid w:val="006F1BC6"/>
    <w:rsid w:val="006F2316"/>
    <w:rsid w:val="006F2F7A"/>
    <w:rsid w:val="006F3114"/>
    <w:rsid w:val="006F319D"/>
    <w:rsid w:val="006F3A0B"/>
    <w:rsid w:val="006F3AB1"/>
    <w:rsid w:val="006F4BA9"/>
    <w:rsid w:val="006F4E17"/>
    <w:rsid w:val="006F4E84"/>
    <w:rsid w:val="006F5224"/>
    <w:rsid w:val="006F522C"/>
    <w:rsid w:val="006F5BC8"/>
    <w:rsid w:val="006F7858"/>
    <w:rsid w:val="00700683"/>
    <w:rsid w:val="007009B6"/>
    <w:rsid w:val="00701BFD"/>
    <w:rsid w:val="007022D2"/>
    <w:rsid w:val="007062F0"/>
    <w:rsid w:val="0070688E"/>
    <w:rsid w:val="00706D82"/>
    <w:rsid w:val="00707284"/>
    <w:rsid w:val="00707FA7"/>
    <w:rsid w:val="00710EE8"/>
    <w:rsid w:val="00710F8B"/>
    <w:rsid w:val="00711959"/>
    <w:rsid w:val="0071232A"/>
    <w:rsid w:val="007130B2"/>
    <w:rsid w:val="00713182"/>
    <w:rsid w:val="007134EF"/>
    <w:rsid w:val="0071370C"/>
    <w:rsid w:val="007138B2"/>
    <w:rsid w:val="00714CD1"/>
    <w:rsid w:val="00714F2B"/>
    <w:rsid w:val="007152E5"/>
    <w:rsid w:val="00715646"/>
    <w:rsid w:val="007163BC"/>
    <w:rsid w:val="00717A72"/>
    <w:rsid w:val="00720604"/>
    <w:rsid w:val="007208EF"/>
    <w:rsid w:val="00720CF3"/>
    <w:rsid w:val="00721D8B"/>
    <w:rsid w:val="007223AE"/>
    <w:rsid w:val="00722C23"/>
    <w:rsid w:val="007238E0"/>
    <w:rsid w:val="00723B28"/>
    <w:rsid w:val="00723BF8"/>
    <w:rsid w:val="00723C55"/>
    <w:rsid w:val="00723CD6"/>
    <w:rsid w:val="00725B40"/>
    <w:rsid w:val="007260D1"/>
    <w:rsid w:val="00726532"/>
    <w:rsid w:val="007267F7"/>
    <w:rsid w:val="00726834"/>
    <w:rsid w:val="00727055"/>
    <w:rsid w:val="007279AA"/>
    <w:rsid w:val="007304F7"/>
    <w:rsid w:val="00731B32"/>
    <w:rsid w:val="007327C9"/>
    <w:rsid w:val="00732DCC"/>
    <w:rsid w:val="007332B7"/>
    <w:rsid w:val="0073401B"/>
    <w:rsid w:val="0073418A"/>
    <w:rsid w:val="007349E8"/>
    <w:rsid w:val="0073509C"/>
    <w:rsid w:val="00735264"/>
    <w:rsid w:val="00735C1C"/>
    <w:rsid w:val="00736584"/>
    <w:rsid w:val="007408B4"/>
    <w:rsid w:val="00742397"/>
    <w:rsid w:val="00742FF2"/>
    <w:rsid w:val="0074354D"/>
    <w:rsid w:val="00744EE4"/>
    <w:rsid w:val="0074665B"/>
    <w:rsid w:val="00746DCF"/>
    <w:rsid w:val="0074717D"/>
    <w:rsid w:val="0074784C"/>
    <w:rsid w:val="00747A2B"/>
    <w:rsid w:val="00747B57"/>
    <w:rsid w:val="007501F4"/>
    <w:rsid w:val="00750E39"/>
    <w:rsid w:val="007515C0"/>
    <w:rsid w:val="0075161A"/>
    <w:rsid w:val="00751C1A"/>
    <w:rsid w:val="0075312B"/>
    <w:rsid w:val="0075361C"/>
    <w:rsid w:val="00753E65"/>
    <w:rsid w:val="0075410B"/>
    <w:rsid w:val="0075412C"/>
    <w:rsid w:val="0075505B"/>
    <w:rsid w:val="00755269"/>
    <w:rsid w:val="00755870"/>
    <w:rsid w:val="00755F19"/>
    <w:rsid w:val="00756001"/>
    <w:rsid w:val="007561B0"/>
    <w:rsid w:val="0075714B"/>
    <w:rsid w:val="00757352"/>
    <w:rsid w:val="007613DD"/>
    <w:rsid w:val="00761993"/>
    <w:rsid w:val="007620A2"/>
    <w:rsid w:val="00762655"/>
    <w:rsid w:val="00762842"/>
    <w:rsid w:val="007632A1"/>
    <w:rsid w:val="00763769"/>
    <w:rsid w:val="00766238"/>
    <w:rsid w:val="00766857"/>
    <w:rsid w:val="0076687B"/>
    <w:rsid w:val="00766D6F"/>
    <w:rsid w:val="00767499"/>
    <w:rsid w:val="00767609"/>
    <w:rsid w:val="00770B7F"/>
    <w:rsid w:val="00771713"/>
    <w:rsid w:val="00772BE9"/>
    <w:rsid w:val="007739DA"/>
    <w:rsid w:val="00774157"/>
    <w:rsid w:val="007743E5"/>
    <w:rsid w:val="00774494"/>
    <w:rsid w:val="00774DE3"/>
    <w:rsid w:val="00774E28"/>
    <w:rsid w:val="00775EBE"/>
    <w:rsid w:val="00776293"/>
    <w:rsid w:val="00776422"/>
    <w:rsid w:val="007765B0"/>
    <w:rsid w:val="00776810"/>
    <w:rsid w:val="007772C2"/>
    <w:rsid w:val="00780644"/>
    <w:rsid w:val="00781454"/>
    <w:rsid w:val="00781F7F"/>
    <w:rsid w:val="007828B5"/>
    <w:rsid w:val="00783BA7"/>
    <w:rsid w:val="00784A7F"/>
    <w:rsid w:val="00784E92"/>
    <w:rsid w:val="00784FFC"/>
    <w:rsid w:val="007856F3"/>
    <w:rsid w:val="00785C82"/>
    <w:rsid w:val="00786A2D"/>
    <w:rsid w:val="00787608"/>
    <w:rsid w:val="007919EF"/>
    <w:rsid w:val="00791A0B"/>
    <w:rsid w:val="00791A61"/>
    <w:rsid w:val="00793B92"/>
    <w:rsid w:val="00793CDC"/>
    <w:rsid w:val="00793E48"/>
    <w:rsid w:val="007941F6"/>
    <w:rsid w:val="007944BF"/>
    <w:rsid w:val="00795308"/>
    <w:rsid w:val="00795482"/>
    <w:rsid w:val="00795EDA"/>
    <w:rsid w:val="00796259"/>
    <w:rsid w:val="007A0A2F"/>
    <w:rsid w:val="007A2479"/>
    <w:rsid w:val="007A29AB"/>
    <w:rsid w:val="007A37B4"/>
    <w:rsid w:val="007A3CEC"/>
    <w:rsid w:val="007A4364"/>
    <w:rsid w:val="007A4C22"/>
    <w:rsid w:val="007B077E"/>
    <w:rsid w:val="007B174C"/>
    <w:rsid w:val="007B1B9D"/>
    <w:rsid w:val="007B22E4"/>
    <w:rsid w:val="007B25BD"/>
    <w:rsid w:val="007B2BEE"/>
    <w:rsid w:val="007B33B8"/>
    <w:rsid w:val="007B420E"/>
    <w:rsid w:val="007B4EA8"/>
    <w:rsid w:val="007B4F9C"/>
    <w:rsid w:val="007B5871"/>
    <w:rsid w:val="007B67C6"/>
    <w:rsid w:val="007B684B"/>
    <w:rsid w:val="007B6E3A"/>
    <w:rsid w:val="007B74A0"/>
    <w:rsid w:val="007B75DF"/>
    <w:rsid w:val="007C1028"/>
    <w:rsid w:val="007C1361"/>
    <w:rsid w:val="007C224F"/>
    <w:rsid w:val="007C256C"/>
    <w:rsid w:val="007C2651"/>
    <w:rsid w:val="007C306E"/>
    <w:rsid w:val="007C336C"/>
    <w:rsid w:val="007C379F"/>
    <w:rsid w:val="007C38CA"/>
    <w:rsid w:val="007C3B0D"/>
    <w:rsid w:val="007C3B0F"/>
    <w:rsid w:val="007C3C11"/>
    <w:rsid w:val="007C4A06"/>
    <w:rsid w:val="007C56FC"/>
    <w:rsid w:val="007C58EE"/>
    <w:rsid w:val="007C6F9F"/>
    <w:rsid w:val="007C7731"/>
    <w:rsid w:val="007C798B"/>
    <w:rsid w:val="007D0263"/>
    <w:rsid w:val="007D08FA"/>
    <w:rsid w:val="007D09A1"/>
    <w:rsid w:val="007D0E43"/>
    <w:rsid w:val="007D10EB"/>
    <w:rsid w:val="007D1522"/>
    <w:rsid w:val="007D1930"/>
    <w:rsid w:val="007D2AF9"/>
    <w:rsid w:val="007D42F1"/>
    <w:rsid w:val="007D461C"/>
    <w:rsid w:val="007D58F7"/>
    <w:rsid w:val="007D62D8"/>
    <w:rsid w:val="007D6590"/>
    <w:rsid w:val="007E134F"/>
    <w:rsid w:val="007E2E59"/>
    <w:rsid w:val="007E361B"/>
    <w:rsid w:val="007E3D1C"/>
    <w:rsid w:val="007E42C3"/>
    <w:rsid w:val="007E4328"/>
    <w:rsid w:val="007E5695"/>
    <w:rsid w:val="007E5D5A"/>
    <w:rsid w:val="007E5DD4"/>
    <w:rsid w:val="007E63CF"/>
    <w:rsid w:val="007E63DF"/>
    <w:rsid w:val="007E6E16"/>
    <w:rsid w:val="007E7F70"/>
    <w:rsid w:val="007F056D"/>
    <w:rsid w:val="007F0EA0"/>
    <w:rsid w:val="007F10AB"/>
    <w:rsid w:val="007F1BAF"/>
    <w:rsid w:val="007F2369"/>
    <w:rsid w:val="007F5633"/>
    <w:rsid w:val="007F570D"/>
    <w:rsid w:val="007F59D1"/>
    <w:rsid w:val="007F770D"/>
    <w:rsid w:val="007F7895"/>
    <w:rsid w:val="007F794E"/>
    <w:rsid w:val="008006CE"/>
    <w:rsid w:val="008006F7"/>
    <w:rsid w:val="00801392"/>
    <w:rsid w:val="0080241E"/>
    <w:rsid w:val="008026CE"/>
    <w:rsid w:val="008029A9"/>
    <w:rsid w:val="0080304E"/>
    <w:rsid w:val="008035CB"/>
    <w:rsid w:val="008037B7"/>
    <w:rsid w:val="008038D4"/>
    <w:rsid w:val="008041C4"/>
    <w:rsid w:val="00804639"/>
    <w:rsid w:val="008055BF"/>
    <w:rsid w:val="00805949"/>
    <w:rsid w:val="00807F5A"/>
    <w:rsid w:val="0081032B"/>
    <w:rsid w:val="00811AA9"/>
    <w:rsid w:val="00812119"/>
    <w:rsid w:val="00812249"/>
    <w:rsid w:val="00812A0B"/>
    <w:rsid w:val="00812AE1"/>
    <w:rsid w:val="00812CB2"/>
    <w:rsid w:val="00814577"/>
    <w:rsid w:val="00814F5C"/>
    <w:rsid w:val="00815904"/>
    <w:rsid w:val="00815BD8"/>
    <w:rsid w:val="00816C01"/>
    <w:rsid w:val="00817A77"/>
    <w:rsid w:val="008208DD"/>
    <w:rsid w:val="00820A9C"/>
    <w:rsid w:val="00821E66"/>
    <w:rsid w:val="00821F15"/>
    <w:rsid w:val="00822370"/>
    <w:rsid w:val="008224A9"/>
    <w:rsid w:val="0082276E"/>
    <w:rsid w:val="00822C77"/>
    <w:rsid w:val="0082378C"/>
    <w:rsid w:val="00823BB2"/>
    <w:rsid w:val="00823BF7"/>
    <w:rsid w:val="00825298"/>
    <w:rsid w:val="008254A9"/>
    <w:rsid w:val="00826BB6"/>
    <w:rsid w:val="0082710F"/>
    <w:rsid w:val="0082790D"/>
    <w:rsid w:val="008279A7"/>
    <w:rsid w:val="008309A3"/>
    <w:rsid w:val="008316AF"/>
    <w:rsid w:val="0083283A"/>
    <w:rsid w:val="00832E79"/>
    <w:rsid w:val="00833061"/>
    <w:rsid w:val="0083316E"/>
    <w:rsid w:val="00833A02"/>
    <w:rsid w:val="00834275"/>
    <w:rsid w:val="00834E7A"/>
    <w:rsid w:val="00834F2B"/>
    <w:rsid w:val="008350DE"/>
    <w:rsid w:val="00835F50"/>
    <w:rsid w:val="00836686"/>
    <w:rsid w:val="0083692A"/>
    <w:rsid w:val="00837CF9"/>
    <w:rsid w:val="00840409"/>
    <w:rsid w:val="0084042D"/>
    <w:rsid w:val="00840DF3"/>
    <w:rsid w:val="00840F20"/>
    <w:rsid w:val="00841185"/>
    <w:rsid w:val="008416A8"/>
    <w:rsid w:val="00841FBC"/>
    <w:rsid w:val="00842DAF"/>
    <w:rsid w:val="008438B8"/>
    <w:rsid w:val="00843952"/>
    <w:rsid w:val="00843D0C"/>
    <w:rsid w:val="00844148"/>
    <w:rsid w:val="00844DCC"/>
    <w:rsid w:val="00845148"/>
    <w:rsid w:val="00845CB0"/>
    <w:rsid w:val="00845E34"/>
    <w:rsid w:val="00845E3D"/>
    <w:rsid w:val="00845E8C"/>
    <w:rsid w:val="00846C9E"/>
    <w:rsid w:val="00846CFC"/>
    <w:rsid w:val="00847489"/>
    <w:rsid w:val="008507CF"/>
    <w:rsid w:val="00850E34"/>
    <w:rsid w:val="00851455"/>
    <w:rsid w:val="008519B8"/>
    <w:rsid w:val="00851F02"/>
    <w:rsid w:val="00852D73"/>
    <w:rsid w:val="00855C63"/>
    <w:rsid w:val="00855F13"/>
    <w:rsid w:val="0085669F"/>
    <w:rsid w:val="00856FA9"/>
    <w:rsid w:val="00857824"/>
    <w:rsid w:val="00860296"/>
    <w:rsid w:val="00860A51"/>
    <w:rsid w:val="008612B5"/>
    <w:rsid w:val="00862E67"/>
    <w:rsid w:val="008632A4"/>
    <w:rsid w:val="008645AE"/>
    <w:rsid w:val="00864B7B"/>
    <w:rsid w:val="0086635A"/>
    <w:rsid w:val="008676F2"/>
    <w:rsid w:val="008677AD"/>
    <w:rsid w:val="008704CD"/>
    <w:rsid w:val="00870678"/>
    <w:rsid w:val="00870B01"/>
    <w:rsid w:val="00870E0A"/>
    <w:rsid w:val="00870F0B"/>
    <w:rsid w:val="00871DAA"/>
    <w:rsid w:val="008720A9"/>
    <w:rsid w:val="008721AA"/>
    <w:rsid w:val="00873655"/>
    <w:rsid w:val="00873ACF"/>
    <w:rsid w:val="00874091"/>
    <w:rsid w:val="00874AD1"/>
    <w:rsid w:val="008772DF"/>
    <w:rsid w:val="0087762F"/>
    <w:rsid w:val="0088105B"/>
    <w:rsid w:val="008819C1"/>
    <w:rsid w:val="00882533"/>
    <w:rsid w:val="008834C9"/>
    <w:rsid w:val="00883CC2"/>
    <w:rsid w:val="00884140"/>
    <w:rsid w:val="0088457C"/>
    <w:rsid w:val="00885155"/>
    <w:rsid w:val="00886D13"/>
    <w:rsid w:val="00887FEF"/>
    <w:rsid w:val="0089032B"/>
    <w:rsid w:val="008921D5"/>
    <w:rsid w:val="0089254E"/>
    <w:rsid w:val="00893305"/>
    <w:rsid w:val="00893BAE"/>
    <w:rsid w:val="00893EC0"/>
    <w:rsid w:val="00895CC0"/>
    <w:rsid w:val="00897892"/>
    <w:rsid w:val="00897A0A"/>
    <w:rsid w:val="008A086F"/>
    <w:rsid w:val="008A1A26"/>
    <w:rsid w:val="008A2146"/>
    <w:rsid w:val="008A2D4E"/>
    <w:rsid w:val="008A332F"/>
    <w:rsid w:val="008A40DD"/>
    <w:rsid w:val="008A435C"/>
    <w:rsid w:val="008A530E"/>
    <w:rsid w:val="008A545A"/>
    <w:rsid w:val="008B062A"/>
    <w:rsid w:val="008B0877"/>
    <w:rsid w:val="008B0C08"/>
    <w:rsid w:val="008B213D"/>
    <w:rsid w:val="008B2C30"/>
    <w:rsid w:val="008B34DE"/>
    <w:rsid w:val="008B378B"/>
    <w:rsid w:val="008B4979"/>
    <w:rsid w:val="008B6662"/>
    <w:rsid w:val="008B6BBC"/>
    <w:rsid w:val="008B6D64"/>
    <w:rsid w:val="008B70C1"/>
    <w:rsid w:val="008C00B5"/>
    <w:rsid w:val="008C098E"/>
    <w:rsid w:val="008C0CB1"/>
    <w:rsid w:val="008C0D3D"/>
    <w:rsid w:val="008C1869"/>
    <w:rsid w:val="008C1EAE"/>
    <w:rsid w:val="008C239A"/>
    <w:rsid w:val="008C2801"/>
    <w:rsid w:val="008C330F"/>
    <w:rsid w:val="008C476F"/>
    <w:rsid w:val="008C4933"/>
    <w:rsid w:val="008C61A2"/>
    <w:rsid w:val="008C6E27"/>
    <w:rsid w:val="008C721D"/>
    <w:rsid w:val="008D11B4"/>
    <w:rsid w:val="008D20AF"/>
    <w:rsid w:val="008D31E2"/>
    <w:rsid w:val="008D3547"/>
    <w:rsid w:val="008D385A"/>
    <w:rsid w:val="008D3D8C"/>
    <w:rsid w:val="008D483E"/>
    <w:rsid w:val="008D4C53"/>
    <w:rsid w:val="008D509E"/>
    <w:rsid w:val="008D5AB3"/>
    <w:rsid w:val="008D7056"/>
    <w:rsid w:val="008D70A8"/>
    <w:rsid w:val="008D7870"/>
    <w:rsid w:val="008D7FA5"/>
    <w:rsid w:val="008E0C71"/>
    <w:rsid w:val="008E10CB"/>
    <w:rsid w:val="008E19A5"/>
    <w:rsid w:val="008E2167"/>
    <w:rsid w:val="008E21E2"/>
    <w:rsid w:val="008E38FA"/>
    <w:rsid w:val="008E3A6C"/>
    <w:rsid w:val="008E4215"/>
    <w:rsid w:val="008E45A3"/>
    <w:rsid w:val="008E4867"/>
    <w:rsid w:val="008E4DF0"/>
    <w:rsid w:val="008E5D10"/>
    <w:rsid w:val="008E6260"/>
    <w:rsid w:val="008F120F"/>
    <w:rsid w:val="008F1BF6"/>
    <w:rsid w:val="008F1D92"/>
    <w:rsid w:val="008F31FA"/>
    <w:rsid w:val="008F38DE"/>
    <w:rsid w:val="008F39A3"/>
    <w:rsid w:val="008F3C09"/>
    <w:rsid w:val="008F3E31"/>
    <w:rsid w:val="008F4B80"/>
    <w:rsid w:val="008F4C95"/>
    <w:rsid w:val="008F697D"/>
    <w:rsid w:val="008F71F1"/>
    <w:rsid w:val="008F7D9D"/>
    <w:rsid w:val="008F7F22"/>
    <w:rsid w:val="0090175D"/>
    <w:rsid w:val="009018BC"/>
    <w:rsid w:val="009027AF"/>
    <w:rsid w:val="00902A9E"/>
    <w:rsid w:val="00903067"/>
    <w:rsid w:val="009035F1"/>
    <w:rsid w:val="00903961"/>
    <w:rsid w:val="00904406"/>
    <w:rsid w:val="009046BB"/>
    <w:rsid w:val="00906B92"/>
    <w:rsid w:val="0090727A"/>
    <w:rsid w:val="00907DE4"/>
    <w:rsid w:val="009101A3"/>
    <w:rsid w:val="00910257"/>
    <w:rsid w:val="0091073D"/>
    <w:rsid w:val="00910FAC"/>
    <w:rsid w:val="00914750"/>
    <w:rsid w:val="00914F41"/>
    <w:rsid w:val="0091546C"/>
    <w:rsid w:val="00915809"/>
    <w:rsid w:val="00915F00"/>
    <w:rsid w:val="00916081"/>
    <w:rsid w:val="00916AA0"/>
    <w:rsid w:val="00920A09"/>
    <w:rsid w:val="00920D3E"/>
    <w:rsid w:val="009212E9"/>
    <w:rsid w:val="009231F2"/>
    <w:rsid w:val="00923740"/>
    <w:rsid w:val="00923C42"/>
    <w:rsid w:val="009256BE"/>
    <w:rsid w:val="00931BCC"/>
    <w:rsid w:val="00932863"/>
    <w:rsid w:val="00932D62"/>
    <w:rsid w:val="0093354F"/>
    <w:rsid w:val="00933663"/>
    <w:rsid w:val="00934494"/>
    <w:rsid w:val="00934A17"/>
    <w:rsid w:val="00935340"/>
    <w:rsid w:val="009357A0"/>
    <w:rsid w:val="00936301"/>
    <w:rsid w:val="009365BF"/>
    <w:rsid w:val="00936D09"/>
    <w:rsid w:val="00936F99"/>
    <w:rsid w:val="009372B4"/>
    <w:rsid w:val="00940FFC"/>
    <w:rsid w:val="00941A10"/>
    <w:rsid w:val="00941E37"/>
    <w:rsid w:val="009421AC"/>
    <w:rsid w:val="00942B08"/>
    <w:rsid w:val="00942D86"/>
    <w:rsid w:val="009436A1"/>
    <w:rsid w:val="00943AB8"/>
    <w:rsid w:val="00944B64"/>
    <w:rsid w:val="00944F16"/>
    <w:rsid w:val="00947C41"/>
    <w:rsid w:val="00950D3D"/>
    <w:rsid w:val="009512A6"/>
    <w:rsid w:val="00951469"/>
    <w:rsid w:val="00952189"/>
    <w:rsid w:val="00952235"/>
    <w:rsid w:val="0095230E"/>
    <w:rsid w:val="009523F7"/>
    <w:rsid w:val="00952EB2"/>
    <w:rsid w:val="00953205"/>
    <w:rsid w:val="00953D74"/>
    <w:rsid w:val="009559AE"/>
    <w:rsid w:val="00955ABD"/>
    <w:rsid w:val="00957E96"/>
    <w:rsid w:val="00960593"/>
    <w:rsid w:val="00960EE6"/>
    <w:rsid w:val="009625E2"/>
    <w:rsid w:val="00962CB8"/>
    <w:rsid w:val="0096304E"/>
    <w:rsid w:val="00963A1B"/>
    <w:rsid w:val="009648C0"/>
    <w:rsid w:val="009664D0"/>
    <w:rsid w:val="00966539"/>
    <w:rsid w:val="00970C8E"/>
    <w:rsid w:val="009724B7"/>
    <w:rsid w:val="00972503"/>
    <w:rsid w:val="00972C0D"/>
    <w:rsid w:val="00973D51"/>
    <w:rsid w:val="009743AF"/>
    <w:rsid w:val="00974EE0"/>
    <w:rsid w:val="00975EBF"/>
    <w:rsid w:val="00975EC0"/>
    <w:rsid w:val="00976946"/>
    <w:rsid w:val="00976BB6"/>
    <w:rsid w:val="0097703B"/>
    <w:rsid w:val="00977BA9"/>
    <w:rsid w:val="00980328"/>
    <w:rsid w:val="00980C5D"/>
    <w:rsid w:val="0098249D"/>
    <w:rsid w:val="00982F3A"/>
    <w:rsid w:val="009832C4"/>
    <w:rsid w:val="00983408"/>
    <w:rsid w:val="0098370B"/>
    <w:rsid w:val="0098400C"/>
    <w:rsid w:val="00985CC7"/>
    <w:rsid w:val="009860E3"/>
    <w:rsid w:val="00986109"/>
    <w:rsid w:val="0098657E"/>
    <w:rsid w:val="009869E7"/>
    <w:rsid w:val="00986EDD"/>
    <w:rsid w:val="00987901"/>
    <w:rsid w:val="00987D2E"/>
    <w:rsid w:val="009909A5"/>
    <w:rsid w:val="00991564"/>
    <w:rsid w:val="0099220E"/>
    <w:rsid w:val="0099256F"/>
    <w:rsid w:val="009932F0"/>
    <w:rsid w:val="00993CB7"/>
    <w:rsid w:val="009942F6"/>
    <w:rsid w:val="00994C14"/>
    <w:rsid w:val="009955D1"/>
    <w:rsid w:val="009955FF"/>
    <w:rsid w:val="009964A4"/>
    <w:rsid w:val="00996E61"/>
    <w:rsid w:val="009A1B4D"/>
    <w:rsid w:val="009A1BFD"/>
    <w:rsid w:val="009A1E9C"/>
    <w:rsid w:val="009A1FC8"/>
    <w:rsid w:val="009A4B51"/>
    <w:rsid w:val="009A4CEF"/>
    <w:rsid w:val="009A5A30"/>
    <w:rsid w:val="009A64EA"/>
    <w:rsid w:val="009A6A37"/>
    <w:rsid w:val="009A754F"/>
    <w:rsid w:val="009B0A03"/>
    <w:rsid w:val="009B10E5"/>
    <w:rsid w:val="009B1BFB"/>
    <w:rsid w:val="009B3292"/>
    <w:rsid w:val="009B346E"/>
    <w:rsid w:val="009B3813"/>
    <w:rsid w:val="009B3EC8"/>
    <w:rsid w:val="009B4E1D"/>
    <w:rsid w:val="009B4FC4"/>
    <w:rsid w:val="009B5786"/>
    <w:rsid w:val="009B6682"/>
    <w:rsid w:val="009B7748"/>
    <w:rsid w:val="009B7E12"/>
    <w:rsid w:val="009C0AFD"/>
    <w:rsid w:val="009C0F86"/>
    <w:rsid w:val="009C15A3"/>
    <w:rsid w:val="009C3723"/>
    <w:rsid w:val="009C4EA0"/>
    <w:rsid w:val="009C5827"/>
    <w:rsid w:val="009C5A03"/>
    <w:rsid w:val="009C5D7D"/>
    <w:rsid w:val="009D11ED"/>
    <w:rsid w:val="009D132C"/>
    <w:rsid w:val="009D14BA"/>
    <w:rsid w:val="009D2A25"/>
    <w:rsid w:val="009D3156"/>
    <w:rsid w:val="009D33EC"/>
    <w:rsid w:val="009D4E39"/>
    <w:rsid w:val="009D52F3"/>
    <w:rsid w:val="009D713E"/>
    <w:rsid w:val="009D7F56"/>
    <w:rsid w:val="009E0250"/>
    <w:rsid w:val="009E15DD"/>
    <w:rsid w:val="009E1A6F"/>
    <w:rsid w:val="009E1CCB"/>
    <w:rsid w:val="009E432F"/>
    <w:rsid w:val="009E45DC"/>
    <w:rsid w:val="009E5405"/>
    <w:rsid w:val="009E56B0"/>
    <w:rsid w:val="009E56F8"/>
    <w:rsid w:val="009E5814"/>
    <w:rsid w:val="009E5DCF"/>
    <w:rsid w:val="009E7D0C"/>
    <w:rsid w:val="009E7FF1"/>
    <w:rsid w:val="009F02F7"/>
    <w:rsid w:val="009F0407"/>
    <w:rsid w:val="009F1123"/>
    <w:rsid w:val="009F304E"/>
    <w:rsid w:val="009F3774"/>
    <w:rsid w:val="009F3DD8"/>
    <w:rsid w:val="009F3E94"/>
    <w:rsid w:val="009F4BD0"/>
    <w:rsid w:val="009F6CCB"/>
    <w:rsid w:val="009F6F03"/>
    <w:rsid w:val="009F7A58"/>
    <w:rsid w:val="00A00644"/>
    <w:rsid w:val="00A00D5A"/>
    <w:rsid w:val="00A00DBD"/>
    <w:rsid w:val="00A0280F"/>
    <w:rsid w:val="00A02DCE"/>
    <w:rsid w:val="00A02F51"/>
    <w:rsid w:val="00A03B85"/>
    <w:rsid w:val="00A046EC"/>
    <w:rsid w:val="00A04828"/>
    <w:rsid w:val="00A059B7"/>
    <w:rsid w:val="00A0765A"/>
    <w:rsid w:val="00A12191"/>
    <w:rsid w:val="00A12790"/>
    <w:rsid w:val="00A12E8C"/>
    <w:rsid w:val="00A13BD5"/>
    <w:rsid w:val="00A13DAD"/>
    <w:rsid w:val="00A14020"/>
    <w:rsid w:val="00A142D0"/>
    <w:rsid w:val="00A153E2"/>
    <w:rsid w:val="00A17057"/>
    <w:rsid w:val="00A17516"/>
    <w:rsid w:val="00A17AB4"/>
    <w:rsid w:val="00A20288"/>
    <w:rsid w:val="00A202BE"/>
    <w:rsid w:val="00A20AB0"/>
    <w:rsid w:val="00A211FB"/>
    <w:rsid w:val="00A21499"/>
    <w:rsid w:val="00A21B84"/>
    <w:rsid w:val="00A21C19"/>
    <w:rsid w:val="00A222D0"/>
    <w:rsid w:val="00A22CFC"/>
    <w:rsid w:val="00A237A0"/>
    <w:rsid w:val="00A23C72"/>
    <w:rsid w:val="00A23FE5"/>
    <w:rsid w:val="00A24ED2"/>
    <w:rsid w:val="00A2551D"/>
    <w:rsid w:val="00A27A44"/>
    <w:rsid w:val="00A27AA3"/>
    <w:rsid w:val="00A27BF3"/>
    <w:rsid w:val="00A3076E"/>
    <w:rsid w:val="00A30D1C"/>
    <w:rsid w:val="00A322DA"/>
    <w:rsid w:val="00A32982"/>
    <w:rsid w:val="00A339BC"/>
    <w:rsid w:val="00A34094"/>
    <w:rsid w:val="00A34360"/>
    <w:rsid w:val="00A346C9"/>
    <w:rsid w:val="00A34A59"/>
    <w:rsid w:val="00A35A54"/>
    <w:rsid w:val="00A35F92"/>
    <w:rsid w:val="00A3641C"/>
    <w:rsid w:val="00A3670A"/>
    <w:rsid w:val="00A367D6"/>
    <w:rsid w:val="00A36803"/>
    <w:rsid w:val="00A36D81"/>
    <w:rsid w:val="00A36DE8"/>
    <w:rsid w:val="00A36EEC"/>
    <w:rsid w:val="00A37699"/>
    <w:rsid w:val="00A4192F"/>
    <w:rsid w:val="00A4198D"/>
    <w:rsid w:val="00A41A1F"/>
    <w:rsid w:val="00A4203F"/>
    <w:rsid w:val="00A428EF"/>
    <w:rsid w:val="00A42B31"/>
    <w:rsid w:val="00A43CE7"/>
    <w:rsid w:val="00A44552"/>
    <w:rsid w:val="00A44A63"/>
    <w:rsid w:val="00A463AA"/>
    <w:rsid w:val="00A47878"/>
    <w:rsid w:val="00A47C7B"/>
    <w:rsid w:val="00A505E5"/>
    <w:rsid w:val="00A51122"/>
    <w:rsid w:val="00A51FB8"/>
    <w:rsid w:val="00A52282"/>
    <w:rsid w:val="00A52369"/>
    <w:rsid w:val="00A54896"/>
    <w:rsid w:val="00A55B12"/>
    <w:rsid w:val="00A57119"/>
    <w:rsid w:val="00A57267"/>
    <w:rsid w:val="00A5765C"/>
    <w:rsid w:val="00A600CB"/>
    <w:rsid w:val="00A60399"/>
    <w:rsid w:val="00A61F52"/>
    <w:rsid w:val="00A6289F"/>
    <w:rsid w:val="00A638C6"/>
    <w:rsid w:val="00A63939"/>
    <w:rsid w:val="00A67393"/>
    <w:rsid w:val="00A677E4"/>
    <w:rsid w:val="00A67907"/>
    <w:rsid w:val="00A701EE"/>
    <w:rsid w:val="00A70B36"/>
    <w:rsid w:val="00A7109E"/>
    <w:rsid w:val="00A72861"/>
    <w:rsid w:val="00A72CB6"/>
    <w:rsid w:val="00A7392D"/>
    <w:rsid w:val="00A73A02"/>
    <w:rsid w:val="00A768C4"/>
    <w:rsid w:val="00A77100"/>
    <w:rsid w:val="00A77706"/>
    <w:rsid w:val="00A80CD4"/>
    <w:rsid w:val="00A81ABC"/>
    <w:rsid w:val="00A81CBA"/>
    <w:rsid w:val="00A8427D"/>
    <w:rsid w:val="00A85284"/>
    <w:rsid w:val="00A8581E"/>
    <w:rsid w:val="00A8583F"/>
    <w:rsid w:val="00A86384"/>
    <w:rsid w:val="00A867D3"/>
    <w:rsid w:val="00A86AEA"/>
    <w:rsid w:val="00A86B49"/>
    <w:rsid w:val="00A9023D"/>
    <w:rsid w:val="00A91EAF"/>
    <w:rsid w:val="00A93568"/>
    <w:rsid w:val="00A94388"/>
    <w:rsid w:val="00A949D4"/>
    <w:rsid w:val="00A94AF9"/>
    <w:rsid w:val="00A9517B"/>
    <w:rsid w:val="00A9526D"/>
    <w:rsid w:val="00A95AAA"/>
    <w:rsid w:val="00A95F85"/>
    <w:rsid w:val="00A960CB"/>
    <w:rsid w:val="00A962FC"/>
    <w:rsid w:val="00A96FBB"/>
    <w:rsid w:val="00A97FB7"/>
    <w:rsid w:val="00AA0233"/>
    <w:rsid w:val="00AA08A6"/>
    <w:rsid w:val="00AA1912"/>
    <w:rsid w:val="00AA1ED4"/>
    <w:rsid w:val="00AA2163"/>
    <w:rsid w:val="00AA2374"/>
    <w:rsid w:val="00AA2C31"/>
    <w:rsid w:val="00AA4D93"/>
    <w:rsid w:val="00AA6099"/>
    <w:rsid w:val="00AA7D0F"/>
    <w:rsid w:val="00AB01A7"/>
    <w:rsid w:val="00AB05A1"/>
    <w:rsid w:val="00AB0E75"/>
    <w:rsid w:val="00AB0EAF"/>
    <w:rsid w:val="00AB16ED"/>
    <w:rsid w:val="00AB3713"/>
    <w:rsid w:val="00AB3B83"/>
    <w:rsid w:val="00AB45C6"/>
    <w:rsid w:val="00AB4CB7"/>
    <w:rsid w:val="00AB5752"/>
    <w:rsid w:val="00AB5B1C"/>
    <w:rsid w:val="00AB7514"/>
    <w:rsid w:val="00AB7524"/>
    <w:rsid w:val="00AC0BEB"/>
    <w:rsid w:val="00AC1306"/>
    <w:rsid w:val="00AC160E"/>
    <w:rsid w:val="00AC2BBB"/>
    <w:rsid w:val="00AC3356"/>
    <w:rsid w:val="00AC4415"/>
    <w:rsid w:val="00AC481C"/>
    <w:rsid w:val="00AC49C7"/>
    <w:rsid w:val="00AC6455"/>
    <w:rsid w:val="00AD11F3"/>
    <w:rsid w:val="00AD1B41"/>
    <w:rsid w:val="00AD1F77"/>
    <w:rsid w:val="00AD31F3"/>
    <w:rsid w:val="00AD32BC"/>
    <w:rsid w:val="00AD4628"/>
    <w:rsid w:val="00AD4882"/>
    <w:rsid w:val="00AD59D1"/>
    <w:rsid w:val="00AD6C3A"/>
    <w:rsid w:val="00AD7348"/>
    <w:rsid w:val="00AD7709"/>
    <w:rsid w:val="00AE0590"/>
    <w:rsid w:val="00AE0FCF"/>
    <w:rsid w:val="00AE1630"/>
    <w:rsid w:val="00AE1CEC"/>
    <w:rsid w:val="00AE227F"/>
    <w:rsid w:val="00AE2A5B"/>
    <w:rsid w:val="00AE3183"/>
    <w:rsid w:val="00AE38B8"/>
    <w:rsid w:val="00AE49F5"/>
    <w:rsid w:val="00AE5157"/>
    <w:rsid w:val="00AE6B9B"/>
    <w:rsid w:val="00AE6DA2"/>
    <w:rsid w:val="00AE7F2E"/>
    <w:rsid w:val="00AF09DB"/>
    <w:rsid w:val="00AF13C5"/>
    <w:rsid w:val="00AF21D1"/>
    <w:rsid w:val="00AF2417"/>
    <w:rsid w:val="00AF29F2"/>
    <w:rsid w:val="00AF40FC"/>
    <w:rsid w:val="00AF4D6D"/>
    <w:rsid w:val="00AF5711"/>
    <w:rsid w:val="00AF5B38"/>
    <w:rsid w:val="00AF637A"/>
    <w:rsid w:val="00AF6844"/>
    <w:rsid w:val="00AF6FE1"/>
    <w:rsid w:val="00AF7900"/>
    <w:rsid w:val="00AF7E28"/>
    <w:rsid w:val="00AF7FBD"/>
    <w:rsid w:val="00B01839"/>
    <w:rsid w:val="00B01EA0"/>
    <w:rsid w:val="00B0468A"/>
    <w:rsid w:val="00B04D12"/>
    <w:rsid w:val="00B053AC"/>
    <w:rsid w:val="00B06F9D"/>
    <w:rsid w:val="00B071CC"/>
    <w:rsid w:val="00B1098F"/>
    <w:rsid w:val="00B10E21"/>
    <w:rsid w:val="00B11692"/>
    <w:rsid w:val="00B14C6D"/>
    <w:rsid w:val="00B15670"/>
    <w:rsid w:val="00B20E34"/>
    <w:rsid w:val="00B2155B"/>
    <w:rsid w:val="00B21B16"/>
    <w:rsid w:val="00B24605"/>
    <w:rsid w:val="00B25FFE"/>
    <w:rsid w:val="00B26C21"/>
    <w:rsid w:val="00B26FDD"/>
    <w:rsid w:val="00B27899"/>
    <w:rsid w:val="00B27E39"/>
    <w:rsid w:val="00B326D2"/>
    <w:rsid w:val="00B32E47"/>
    <w:rsid w:val="00B335DB"/>
    <w:rsid w:val="00B33943"/>
    <w:rsid w:val="00B33EED"/>
    <w:rsid w:val="00B34263"/>
    <w:rsid w:val="00B34AE6"/>
    <w:rsid w:val="00B35C9D"/>
    <w:rsid w:val="00B35DE1"/>
    <w:rsid w:val="00B3645D"/>
    <w:rsid w:val="00B364BE"/>
    <w:rsid w:val="00B378E9"/>
    <w:rsid w:val="00B40979"/>
    <w:rsid w:val="00B40B65"/>
    <w:rsid w:val="00B40E9D"/>
    <w:rsid w:val="00B4199B"/>
    <w:rsid w:val="00B42115"/>
    <w:rsid w:val="00B4246F"/>
    <w:rsid w:val="00B4297B"/>
    <w:rsid w:val="00B431F4"/>
    <w:rsid w:val="00B43ABE"/>
    <w:rsid w:val="00B4457D"/>
    <w:rsid w:val="00B457A0"/>
    <w:rsid w:val="00B458A9"/>
    <w:rsid w:val="00B458CF"/>
    <w:rsid w:val="00B45B11"/>
    <w:rsid w:val="00B47353"/>
    <w:rsid w:val="00B51600"/>
    <w:rsid w:val="00B51C4C"/>
    <w:rsid w:val="00B52D69"/>
    <w:rsid w:val="00B53383"/>
    <w:rsid w:val="00B5438F"/>
    <w:rsid w:val="00B55472"/>
    <w:rsid w:val="00B56545"/>
    <w:rsid w:val="00B56707"/>
    <w:rsid w:val="00B56FA5"/>
    <w:rsid w:val="00B579A0"/>
    <w:rsid w:val="00B60575"/>
    <w:rsid w:val="00B62994"/>
    <w:rsid w:val="00B62C34"/>
    <w:rsid w:val="00B62C6C"/>
    <w:rsid w:val="00B6546F"/>
    <w:rsid w:val="00B659DD"/>
    <w:rsid w:val="00B659EF"/>
    <w:rsid w:val="00B66394"/>
    <w:rsid w:val="00B66A11"/>
    <w:rsid w:val="00B66E9A"/>
    <w:rsid w:val="00B67266"/>
    <w:rsid w:val="00B674A7"/>
    <w:rsid w:val="00B67C3E"/>
    <w:rsid w:val="00B72BA1"/>
    <w:rsid w:val="00B73D92"/>
    <w:rsid w:val="00B7417B"/>
    <w:rsid w:val="00B74BDC"/>
    <w:rsid w:val="00B75A31"/>
    <w:rsid w:val="00B75F60"/>
    <w:rsid w:val="00B76351"/>
    <w:rsid w:val="00B7636E"/>
    <w:rsid w:val="00B77866"/>
    <w:rsid w:val="00B77BD7"/>
    <w:rsid w:val="00B80844"/>
    <w:rsid w:val="00B80BFC"/>
    <w:rsid w:val="00B80F2E"/>
    <w:rsid w:val="00B81FF2"/>
    <w:rsid w:val="00B8363E"/>
    <w:rsid w:val="00B8378C"/>
    <w:rsid w:val="00B84420"/>
    <w:rsid w:val="00B86144"/>
    <w:rsid w:val="00B864FD"/>
    <w:rsid w:val="00B86AEC"/>
    <w:rsid w:val="00B87276"/>
    <w:rsid w:val="00B873D7"/>
    <w:rsid w:val="00B87E32"/>
    <w:rsid w:val="00B902D6"/>
    <w:rsid w:val="00B919FB"/>
    <w:rsid w:val="00B93B01"/>
    <w:rsid w:val="00B9470D"/>
    <w:rsid w:val="00B9548C"/>
    <w:rsid w:val="00B9573A"/>
    <w:rsid w:val="00B95DAD"/>
    <w:rsid w:val="00B96366"/>
    <w:rsid w:val="00B968C1"/>
    <w:rsid w:val="00B96FAE"/>
    <w:rsid w:val="00B972FE"/>
    <w:rsid w:val="00B97DCB"/>
    <w:rsid w:val="00BA0304"/>
    <w:rsid w:val="00BA032A"/>
    <w:rsid w:val="00BA0C8F"/>
    <w:rsid w:val="00BA0F73"/>
    <w:rsid w:val="00BA1E46"/>
    <w:rsid w:val="00BA2411"/>
    <w:rsid w:val="00BA26A1"/>
    <w:rsid w:val="00BA3703"/>
    <w:rsid w:val="00BA37BB"/>
    <w:rsid w:val="00BA39BE"/>
    <w:rsid w:val="00BA5395"/>
    <w:rsid w:val="00BA6DC2"/>
    <w:rsid w:val="00BB0451"/>
    <w:rsid w:val="00BB0DE2"/>
    <w:rsid w:val="00BB1580"/>
    <w:rsid w:val="00BB1CD7"/>
    <w:rsid w:val="00BB2451"/>
    <w:rsid w:val="00BB24C0"/>
    <w:rsid w:val="00BB2821"/>
    <w:rsid w:val="00BB2940"/>
    <w:rsid w:val="00BB5859"/>
    <w:rsid w:val="00BB5C46"/>
    <w:rsid w:val="00BB6078"/>
    <w:rsid w:val="00BB6576"/>
    <w:rsid w:val="00BB6636"/>
    <w:rsid w:val="00BB6E47"/>
    <w:rsid w:val="00BC261A"/>
    <w:rsid w:val="00BC2CDB"/>
    <w:rsid w:val="00BC3031"/>
    <w:rsid w:val="00BC3A01"/>
    <w:rsid w:val="00BC3A2E"/>
    <w:rsid w:val="00BC3BC6"/>
    <w:rsid w:val="00BC40D5"/>
    <w:rsid w:val="00BC662E"/>
    <w:rsid w:val="00BC6B2B"/>
    <w:rsid w:val="00BC7255"/>
    <w:rsid w:val="00BC7337"/>
    <w:rsid w:val="00BC7811"/>
    <w:rsid w:val="00BD002D"/>
    <w:rsid w:val="00BD0748"/>
    <w:rsid w:val="00BD3139"/>
    <w:rsid w:val="00BD3718"/>
    <w:rsid w:val="00BD4909"/>
    <w:rsid w:val="00BD4CC7"/>
    <w:rsid w:val="00BD4D00"/>
    <w:rsid w:val="00BD54CB"/>
    <w:rsid w:val="00BD5F4B"/>
    <w:rsid w:val="00BD67B7"/>
    <w:rsid w:val="00BD6AAB"/>
    <w:rsid w:val="00BD7E9F"/>
    <w:rsid w:val="00BE013D"/>
    <w:rsid w:val="00BE0DA7"/>
    <w:rsid w:val="00BE138E"/>
    <w:rsid w:val="00BE1B3D"/>
    <w:rsid w:val="00BE1D00"/>
    <w:rsid w:val="00BE2571"/>
    <w:rsid w:val="00BE3BF6"/>
    <w:rsid w:val="00BE4429"/>
    <w:rsid w:val="00BE4D8F"/>
    <w:rsid w:val="00BE5CCF"/>
    <w:rsid w:val="00BE6784"/>
    <w:rsid w:val="00BE67EA"/>
    <w:rsid w:val="00BE6C90"/>
    <w:rsid w:val="00BE766D"/>
    <w:rsid w:val="00BE7EE8"/>
    <w:rsid w:val="00BF0803"/>
    <w:rsid w:val="00BF12DA"/>
    <w:rsid w:val="00BF1C49"/>
    <w:rsid w:val="00BF204D"/>
    <w:rsid w:val="00BF28A4"/>
    <w:rsid w:val="00BF303F"/>
    <w:rsid w:val="00BF307C"/>
    <w:rsid w:val="00BF32AF"/>
    <w:rsid w:val="00BF3843"/>
    <w:rsid w:val="00BF4A65"/>
    <w:rsid w:val="00BF4CF5"/>
    <w:rsid w:val="00BF5D42"/>
    <w:rsid w:val="00BF5FD0"/>
    <w:rsid w:val="00BF705B"/>
    <w:rsid w:val="00C00952"/>
    <w:rsid w:val="00C009AB"/>
    <w:rsid w:val="00C00F43"/>
    <w:rsid w:val="00C01C46"/>
    <w:rsid w:val="00C01DAF"/>
    <w:rsid w:val="00C02144"/>
    <w:rsid w:val="00C0249F"/>
    <w:rsid w:val="00C02C77"/>
    <w:rsid w:val="00C03CED"/>
    <w:rsid w:val="00C04621"/>
    <w:rsid w:val="00C04652"/>
    <w:rsid w:val="00C04CF0"/>
    <w:rsid w:val="00C04FFB"/>
    <w:rsid w:val="00C0561D"/>
    <w:rsid w:val="00C058CD"/>
    <w:rsid w:val="00C069D5"/>
    <w:rsid w:val="00C06EA1"/>
    <w:rsid w:val="00C100E3"/>
    <w:rsid w:val="00C10F20"/>
    <w:rsid w:val="00C128F5"/>
    <w:rsid w:val="00C12A60"/>
    <w:rsid w:val="00C13345"/>
    <w:rsid w:val="00C13AEA"/>
    <w:rsid w:val="00C14583"/>
    <w:rsid w:val="00C14965"/>
    <w:rsid w:val="00C14EDB"/>
    <w:rsid w:val="00C153C9"/>
    <w:rsid w:val="00C165FC"/>
    <w:rsid w:val="00C16817"/>
    <w:rsid w:val="00C16BFC"/>
    <w:rsid w:val="00C1701B"/>
    <w:rsid w:val="00C17283"/>
    <w:rsid w:val="00C17A6F"/>
    <w:rsid w:val="00C17DEB"/>
    <w:rsid w:val="00C201B4"/>
    <w:rsid w:val="00C20373"/>
    <w:rsid w:val="00C21A45"/>
    <w:rsid w:val="00C220DD"/>
    <w:rsid w:val="00C235E5"/>
    <w:rsid w:val="00C2413A"/>
    <w:rsid w:val="00C257B2"/>
    <w:rsid w:val="00C26CE8"/>
    <w:rsid w:val="00C26EDA"/>
    <w:rsid w:val="00C27244"/>
    <w:rsid w:val="00C308A8"/>
    <w:rsid w:val="00C31430"/>
    <w:rsid w:val="00C3160C"/>
    <w:rsid w:val="00C32B5E"/>
    <w:rsid w:val="00C34D38"/>
    <w:rsid w:val="00C3788A"/>
    <w:rsid w:val="00C40716"/>
    <w:rsid w:val="00C40A6E"/>
    <w:rsid w:val="00C41185"/>
    <w:rsid w:val="00C411E1"/>
    <w:rsid w:val="00C416B3"/>
    <w:rsid w:val="00C4248D"/>
    <w:rsid w:val="00C42676"/>
    <w:rsid w:val="00C45118"/>
    <w:rsid w:val="00C45829"/>
    <w:rsid w:val="00C46884"/>
    <w:rsid w:val="00C478B7"/>
    <w:rsid w:val="00C5015E"/>
    <w:rsid w:val="00C50331"/>
    <w:rsid w:val="00C50BD9"/>
    <w:rsid w:val="00C50FA7"/>
    <w:rsid w:val="00C5104B"/>
    <w:rsid w:val="00C5231A"/>
    <w:rsid w:val="00C52C05"/>
    <w:rsid w:val="00C5394A"/>
    <w:rsid w:val="00C53E0A"/>
    <w:rsid w:val="00C542A2"/>
    <w:rsid w:val="00C55597"/>
    <w:rsid w:val="00C56C48"/>
    <w:rsid w:val="00C56CB6"/>
    <w:rsid w:val="00C56DA6"/>
    <w:rsid w:val="00C57CDB"/>
    <w:rsid w:val="00C61143"/>
    <w:rsid w:val="00C612CF"/>
    <w:rsid w:val="00C613CC"/>
    <w:rsid w:val="00C62515"/>
    <w:rsid w:val="00C62DAA"/>
    <w:rsid w:val="00C63483"/>
    <w:rsid w:val="00C6395A"/>
    <w:rsid w:val="00C641AE"/>
    <w:rsid w:val="00C64C5B"/>
    <w:rsid w:val="00C65500"/>
    <w:rsid w:val="00C656EA"/>
    <w:rsid w:val="00C65707"/>
    <w:rsid w:val="00C6586C"/>
    <w:rsid w:val="00C660E2"/>
    <w:rsid w:val="00C663A1"/>
    <w:rsid w:val="00C66938"/>
    <w:rsid w:val="00C67047"/>
    <w:rsid w:val="00C67141"/>
    <w:rsid w:val="00C7142A"/>
    <w:rsid w:val="00C71D4C"/>
    <w:rsid w:val="00C71E72"/>
    <w:rsid w:val="00C7219C"/>
    <w:rsid w:val="00C724EC"/>
    <w:rsid w:val="00C73022"/>
    <w:rsid w:val="00C741C0"/>
    <w:rsid w:val="00C7422C"/>
    <w:rsid w:val="00C74B49"/>
    <w:rsid w:val="00C75470"/>
    <w:rsid w:val="00C76052"/>
    <w:rsid w:val="00C76301"/>
    <w:rsid w:val="00C764A9"/>
    <w:rsid w:val="00C768E3"/>
    <w:rsid w:val="00C76C82"/>
    <w:rsid w:val="00C77177"/>
    <w:rsid w:val="00C77A4B"/>
    <w:rsid w:val="00C77DBA"/>
    <w:rsid w:val="00C8169F"/>
    <w:rsid w:val="00C819CF"/>
    <w:rsid w:val="00C81FA0"/>
    <w:rsid w:val="00C8238A"/>
    <w:rsid w:val="00C82AEC"/>
    <w:rsid w:val="00C83029"/>
    <w:rsid w:val="00C84681"/>
    <w:rsid w:val="00C84773"/>
    <w:rsid w:val="00C8481B"/>
    <w:rsid w:val="00C84C02"/>
    <w:rsid w:val="00C87F15"/>
    <w:rsid w:val="00C90D1B"/>
    <w:rsid w:val="00C90DE4"/>
    <w:rsid w:val="00C920D0"/>
    <w:rsid w:val="00C93887"/>
    <w:rsid w:val="00C940F1"/>
    <w:rsid w:val="00C943DA"/>
    <w:rsid w:val="00C94492"/>
    <w:rsid w:val="00C94C46"/>
    <w:rsid w:val="00C959A0"/>
    <w:rsid w:val="00C97DBC"/>
    <w:rsid w:val="00CA0605"/>
    <w:rsid w:val="00CA0FD7"/>
    <w:rsid w:val="00CA1122"/>
    <w:rsid w:val="00CA115F"/>
    <w:rsid w:val="00CA18A2"/>
    <w:rsid w:val="00CA2D0C"/>
    <w:rsid w:val="00CA3487"/>
    <w:rsid w:val="00CA38DD"/>
    <w:rsid w:val="00CA3FE3"/>
    <w:rsid w:val="00CA5090"/>
    <w:rsid w:val="00CA61CA"/>
    <w:rsid w:val="00CA6C2F"/>
    <w:rsid w:val="00CA6F36"/>
    <w:rsid w:val="00CA7B86"/>
    <w:rsid w:val="00CB168F"/>
    <w:rsid w:val="00CB1FEE"/>
    <w:rsid w:val="00CB2FDB"/>
    <w:rsid w:val="00CB37C1"/>
    <w:rsid w:val="00CB4149"/>
    <w:rsid w:val="00CB5698"/>
    <w:rsid w:val="00CB63F1"/>
    <w:rsid w:val="00CB6905"/>
    <w:rsid w:val="00CB7507"/>
    <w:rsid w:val="00CB7525"/>
    <w:rsid w:val="00CB76AD"/>
    <w:rsid w:val="00CB7FA6"/>
    <w:rsid w:val="00CC0122"/>
    <w:rsid w:val="00CC0B70"/>
    <w:rsid w:val="00CC0D8F"/>
    <w:rsid w:val="00CC1002"/>
    <w:rsid w:val="00CC1140"/>
    <w:rsid w:val="00CC15C3"/>
    <w:rsid w:val="00CC21C1"/>
    <w:rsid w:val="00CC2E1E"/>
    <w:rsid w:val="00CC54E0"/>
    <w:rsid w:val="00CC56CB"/>
    <w:rsid w:val="00CC61F1"/>
    <w:rsid w:val="00CD0A79"/>
    <w:rsid w:val="00CD0ABF"/>
    <w:rsid w:val="00CD2D51"/>
    <w:rsid w:val="00CD32F5"/>
    <w:rsid w:val="00CD36AE"/>
    <w:rsid w:val="00CD4CD2"/>
    <w:rsid w:val="00CD55B7"/>
    <w:rsid w:val="00CD5AAB"/>
    <w:rsid w:val="00CD5DDD"/>
    <w:rsid w:val="00CD5E85"/>
    <w:rsid w:val="00CD735F"/>
    <w:rsid w:val="00CD7446"/>
    <w:rsid w:val="00CE036E"/>
    <w:rsid w:val="00CE0695"/>
    <w:rsid w:val="00CE0DF0"/>
    <w:rsid w:val="00CE13B6"/>
    <w:rsid w:val="00CE1530"/>
    <w:rsid w:val="00CE1580"/>
    <w:rsid w:val="00CE1F89"/>
    <w:rsid w:val="00CE32EE"/>
    <w:rsid w:val="00CE37AC"/>
    <w:rsid w:val="00CE4109"/>
    <w:rsid w:val="00CE43B0"/>
    <w:rsid w:val="00CE4C10"/>
    <w:rsid w:val="00CE4D76"/>
    <w:rsid w:val="00CE4EB5"/>
    <w:rsid w:val="00CE6B16"/>
    <w:rsid w:val="00CE6E3D"/>
    <w:rsid w:val="00CE796A"/>
    <w:rsid w:val="00CF0DCD"/>
    <w:rsid w:val="00CF0F88"/>
    <w:rsid w:val="00CF28CC"/>
    <w:rsid w:val="00CF2D8D"/>
    <w:rsid w:val="00CF4F8B"/>
    <w:rsid w:val="00CF6054"/>
    <w:rsid w:val="00CF6481"/>
    <w:rsid w:val="00CF681D"/>
    <w:rsid w:val="00CF6AC7"/>
    <w:rsid w:val="00D00213"/>
    <w:rsid w:val="00D01A39"/>
    <w:rsid w:val="00D02487"/>
    <w:rsid w:val="00D02880"/>
    <w:rsid w:val="00D029D5"/>
    <w:rsid w:val="00D03EAA"/>
    <w:rsid w:val="00D040F6"/>
    <w:rsid w:val="00D04147"/>
    <w:rsid w:val="00D0441A"/>
    <w:rsid w:val="00D047D3"/>
    <w:rsid w:val="00D04FBF"/>
    <w:rsid w:val="00D053CE"/>
    <w:rsid w:val="00D06026"/>
    <w:rsid w:val="00D06430"/>
    <w:rsid w:val="00D06E93"/>
    <w:rsid w:val="00D10DD4"/>
    <w:rsid w:val="00D10E29"/>
    <w:rsid w:val="00D12177"/>
    <w:rsid w:val="00D145E1"/>
    <w:rsid w:val="00D14779"/>
    <w:rsid w:val="00D158CC"/>
    <w:rsid w:val="00D15C5A"/>
    <w:rsid w:val="00D1648B"/>
    <w:rsid w:val="00D17AB5"/>
    <w:rsid w:val="00D17B4B"/>
    <w:rsid w:val="00D17B7A"/>
    <w:rsid w:val="00D2061F"/>
    <w:rsid w:val="00D2106C"/>
    <w:rsid w:val="00D21916"/>
    <w:rsid w:val="00D223B2"/>
    <w:rsid w:val="00D22548"/>
    <w:rsid w:val="00D24187"/>
    <w:rsid w:val="00D251E8"/>
    <w:rsid w:val="00D25885"/>
    <w:rsid w:val="00D26667"/>
    <w:rsid w:val="00D26B58"/>
    <w:rsid w:val="00D27298"/>
    <w:rsid w:val="00D308EB"/>
    <w:rsid w:val="00D31011"/>
    <w:rsid w:val="00D31159"/>
    <w:rsid w:val="00D31859"/>
    <w:rsid w:val="00D31F79"/>
    <w:rsid w:val="00D32763"/>
    <w:rsid w:val="00D329E9"/>
    <w:rsid w:val="00D32FE7"/>
    <w:rsid w:val="00D33548"/>
    <w:rsid w:val="00D33618"/>
    <w:rsid w:val="00D3438B"/>
    <w:rsid w:val="00D3476A"/>
    <w:rsid w:val="00D34A4C"/>
    <w:rsid w:val="00D35316"/>
    <w:rsid w:val="00D35A15"/>
    <w:rsid w:val="00D35F0B"/>
    <w:rsid w:val="00D362EB"/>
    <w:rsid w:val="00D37200"/>
    <w:rsid w:val="00D37674"/>
    <w:rsid w:val="00D412D4"/>
    <w:rsid w:val="00D4159A"/>
    <w:rsid w:val="00D41679"/>
    <w:rsid w:val="00D428ED"/>
    <w:rsid w:val="00D42F17"/>
    <w:rsid w:val="00D430C6"/>
    <w:rsid w:val="00D43156"/>
    <w:rsid w:val="00D45143"/>
    <w:rsid w:val="00D460E0"/>
    <w:rsid w:val="00D47FE5"/>
    <w:rsid w:val="00D50340"/>
    <w:rsid w:val="00D505DC"/>
    <w:rsid w:val="00D50A0B"/>
    <w:rsid w:val="00D53121"/>
    <w:rsid w:val="00D5408D"/>
    <w:rsid w:val="00D5409B"/>
    <w:rsid w:val="00D54F63"/>
    <w:rsid w:val="00D56091"/>
    <w:rsid w:val="00D565ED"/>
    <w:rsid w:val="00D56BA2"/>
    <w:rsid w:val="00D56C4A"/>
    <w:rsid w:val="00D56DE7"/>
    <w:rsid w:val="00D574DC"/>
    <w:rsid w:val="00D57761"/>
    <w:rsid w:val="00D577D2"/>
    <w:rsid w:val="00D6062E"/>
    <w:rsid w:val="00D60E0D"/>
    <w:rsid w:val="00D61417"/>
    <w:rsid w:val="00D61C83"/>
    <w:rsid w:val="00D61E51"/>
    <w:rsid w:val="00D629DC"/>
    <w:rsid w:val="00D629E6"/>
    <w:rsid w:val="00D63147"/>
    <w:rsid w:val="00D63BB0"/>
    <w:rsid w:val="00D65120"/>
    <w:rsid w:val="00D657C6"/>
    <w:rsid w:val="00D65FBC"/>
    <w:rsid w:val="00D65FF0"/>
    <w:rsid w:val="00D67771"/>
    <w:rsid w:val="00D677C2"/>
    <w:rsid w:val="00D67CEB"/>
    <w:rsid w:val="00D7255E"/>
    <w:rsid w:val="00D72676"/>
    <w:rsid w:val="00D72BE2"/>
    <w:rsid w:val="00D731A8"/>
    <w:rsid w:val="00D7393A"/>
    <w:rsid w:val="00D74931"/>
    <w:rsid w:val="00D74E23"/>
    <w:rsid w:val="00D75015"/>
    <w:rsid w:val="00D75094"/>
    <w:rsid w:val="00D7564B"/>
    <w:rsid w:val="00D7575A"/>
    <w:rsid w:val="00D76A03"/>
    <w:rsid w:val="00D77151"/>
    <w:rsid w:val="00D772D6"/>
    <w:rsid w:val="00D773B0"/>
    <w:rsid w:val="00D81585"/>
    <w:rsid w:val="00D85194"/>
    <w:rsid w:val="00D85963"/>
    <w:rsid w:val="00D85C0E"/>
    <w:rsid w:val="00D85DEB"/>
    <w:rsid w:val="00D86641"/>
    <w:rsid w:val="00D867FF"/>
    <w:rsid w:val="00D86E6F"/>
    <w:rsid w:val="00D90D16"/>
    <w:rsid w:val="00D91BA5"/>
    <w:rsid w:val="00D9218C"/>
    <w:rsid w:val="00D92C02"/>
    <w:rsid w:val="00D93196"/>
    <w:rsid w:val="00D95725"/>
    <w:rsid w:val="00D961ED"/>
    <w:rsid w:val="00DA0620"/>
    <w:rsid w:val="00DA1240"/>
    <w:rsid w:val="00DA193A"/>
    <w:rsid w:val="00DA2443"/>
    <w:rsid w:val="00DA347F"/>
    <w:rsid w:val="00DA3DAD"/>
    <w:rsid w:val="00DA4BBE"/>
    <w:rsid w:val="00DA4D69"/>
    <w:rsid w:val="00DA5523"/>
    <w:rsid w:val="00DA590F"/>
    <w:rsid w:val="00DA6FAD"/>
    <w:rsid w:val="00DA72F8"/>
    <w:rsid w:val="00DA74DB"/>
    <w:rsid w:val="00DA7D66"/>
    <w:rsid w:val="00DA7E88"/>
    <w:rsid w:val="00DB0B98"/>
    <w:rsid w:val="00DB1F2F"/>
    <w:rsid w:val="00DB379F"/>
    <w:rsid w:val="00DB4087"/>
    <w:rsid w:val="00DB44E0"/>
    <w:rsid w:val="00DB591A"/>
    <w:rsid w:val="00DB5F47"/>
    <w:rsid w:val="00DB6FA2"/>
    <w:rsid w:val="00DB7030"/>
    <w:rsid w:val="00DC0240"/>
    <w:rsid w:val="00DC0B88"/>
    <w:rsid w:val="00DC10F1"/>
    <w:rsid w:val="00DC2574"/>
    <w:rsid w:val="00DC33F5"/>
    <w:rsid w:val="00DC36AF"/>
    <w:rsid w:val="00DC3AC6"/>
    <w:rsid w:val="00DC441A"/>
    <w:rsid w:val="00DC5357"/>
    <w:rsid w:val="00DC5C84"/>
    <w:rsid w:val="00DC617E"/>
    <w:rsid w:val="00DC6591"/>
    <w:rsid w:val="00DC6933"/>
    <w:rsid w:val="00DC7489"/>
    <w:rsid w:val="00DC770E"/>
    <w:rsid w:val="00DD01CE"/>
    <w:rsid w:val="00DD0CC3"/>
    <w:rsid w:val="00DD1473"/>
    <w:rsid w:val="00DD200F"/>
    <w:rsid w:val="00DD268C"/>
    <w:rsid w:val="00DD2C87"/>
    <w:rsid w:val="00DD391F"/>
    <w:rsid w:val="00DD39B7"/>
    <w:rsid w:val="00DD3CB7"/>
    <w:rsid w:val="00DD3DEA"/>
    <w:rsid w:val="00DD41BF"/>
    <w:rsid w:val="00DD4363"/>
    <w:rsid w:val="00DD4488"/>
    <w:rsid w:val="00DD56EB"/>
    <w:rsid w:val="00DD6327"/>
    <w:rsid w:val="00DD7988"/>
    <w:rsid w:val="00DE05ED"/>
    <w:rsid w:val="00DE0B0C"/>
    <w:rsid w:val="00DE1C4A"/>
    <w:rsid w:val="00DE21C2"/>
    <w:rsid w:val="00DE2782"/>
    <w:rsid w:val="00DE2D63"/>
    <w:rsid w:val="00DE4750"/>
    <w:rsid w:val="00DE535D"/>
    <w:rsid w:val="00DE5832"/>
    <w:rsid w:val="00DE62DC"/>
    <w:rsid w:val="00DE6301"/>
    <w:rsid w:val="00DE6912"/>
    <w:rsid w:val="00DE7663"/>
    <w:rsid w:val="00DE7AA7"/>
    <w:rsid w:val="00DF0FD8"/>
    <w:rsid w:val="00DF2597"/>
    <w:rsid w:val="00DF2F91"/>
    <w:rsid w:val="00DF30EF"/>
    <w:rsid w:val="00DF3BD0"/>
    <w:rsid w:val="00DF5B3E"/>
    <w:rsid w:val="00DF5B97"/>
    <w:rsid w:val="00DF608B"/>
    <w:rsid w:val="00DF65D8"/>
    <w:rsid w:val="00DF75CF"/>
    <w:rsid w:val="00DF77AB"/>
    <w:rsid w:val="00E00066"/>
    <w:rsid w:val="00E004C8"/>
    <w:rsid w:val="00E0074B"/>
    <w:rsid w:val="00E00B47"/>
    <w:rsid w:val="00E00C1B"/>
    <w:rsid w:val="00E00CB1"/>
    <w:rsid w:val="00E0341C"/>
    <w:rsid w:val="00E03864"/>
    <w:rsid w:val="00E05143"/>
    <w:rsid w:val="00E05F98"/>
    <w:rsid w:val="00E10872"/>
    <w:rsid w:val="00E10AFB"/>
    <w:rsid w:val="00E11B9B"/>
    <w:rsid w:val="00E12969"/>
    <w:rsid w:val="00E1387B"/>
    <w:rsid w:val="00E13DE7"/>
    <w:rsid w:val="00E14672"/>
    <w:rsid w:val="00E153AB"/>
    <w:rsid w:val="00E15814"/>
    <w:rsid w:val="00E168DF"/>
    <w:rsid w:val="00E169C7"/>
    <w:rsid w:val="00E16CB3"/>
    <w:rsid w:val="00E20DA0"/>
    <w:rsid w:val="00E222B3"/>
    <w:rsid w:val="00E222C1"/>
    <w:rsid w:val="00E236F6"/>
    <w:rsid w:val="00E242AD"/>
    <w:rsid w:val="00E24E13"/>
    <w:rsid w:val="00E25C6F"/>
    <w:rsid w:val="00E26EC4"/>
    <w:rsid w:val="00E27107"/>
    <w:rsid w:val="00E27849"/>
    <w:rsid w:val="00E278D5"/>
    <w:rsid w:val="00E300F8"/>
    <w:rsid w:val="00E30995"/>
    <w:rsid w:val="00E30C16"/>
    <w:rsid w:val="00E32B96"/>
    <w:rsid w:val="00E33AA4"/>
    <w:rsid w:val="00E33FD5"/>
    <w:rsid w:val="00E34746"/>
    <w:rsid w:val="00E34899"/>
    <w:rsid w:val="00E358D8"/>
    <w:rsid w:val="00E3598D"/>
    <w:rsid w:val="00E37DDB"/>
    <w:rsid w:val="00E37E97"/>
    <w:rsid w:val="00E4399B"/>
    <w:rsid w:val="00E43E8C"/>
    <w:rsid w:val="00E44423"/>
    <w:rsid w:val="00E4485B"/>
    <w:rsid w:val="00E45051"/>
    <w:rsid w:val="00E454E9"/>
    <w:rsid w:val="00E4690E"/>
    <w:rsid w:val="00E51131"/>
    <w:rsid w:val="00E5123D"/>
    <w:rsid w:val="00E512A7"/>
    <w:rsid w:val="00E52C22"/>
    <w:rsid w:val="00E52D5B"/>
    <w:rsid w:val="00E534AC"/>
    <w:rsid w:val="00E53584"/>
    <w:rsid w:val="00E538EB"/>
    <w:rsid w:val="00E53CB8"/>
    <w:rsid w:val="00E53D1C"/>
    <w:rsid w:val="00E55759"/>
    <w:rsid w:val="00E558D3"/>
    <w:rsid w:val="00E55A55"/>
    <w:rsid w:val="00E56D8F"/>
    <w:rsid w:val="00E57CAC"/>
    <w:rsid w:val="00E57E4F"/>
    <w:rsid w:val="00E57E91"/>
    <w:rsid w:val="00E60FB6"/>
    <w:rsid w:val="00E632CD"/>
    <w:rsid w:val="00E6353C"/>
    <w:rsid w:val="00E63D8E"/>
    <w:rsid w:val="00E63DD2"/>
    <w:rsid w:val="00E66560"/>
    <w:rsid w:val="00E66EDF"/>
    <w:rsid w:val="00E67115"/>
    <w:rsid w:val="00E67321"/>
    <w:rsid w:val="00E67C5D"/>
    <w:rsid w:val="00E67DFE"/>
    <w:rsid w:val="00E701CA"/>
    <w:rsid w:val="00E70422"/>
    <w:rsid w:val="00E70864"/>
    <w:rsid w:val="00E710CB"/>
    <w:rsid w:val="00E72BD1"/>
    <w:rsid w:val="00E72E9B"/>
    <w:rsid w:val="00E72FD8"/>
    <w:rsid w:val="00E73216"/>
    <w:rsid w:val="00E7347B"/>
    <w:rsid w:val="00E73B21"/>
    <w:rsid w:val="00E73B5B"/>
    <w:rsid w:val="00E73B7F"/>
    <w:rsid w:val="00E7443F"/>
    <w:rsid w:val="00E74A34"/>
    <w:rsid w:val="00E74EA6"/>
    <w:rsid w:val="00E75070"/>
    <w:rsid w:val="00E75A45"/>
    <w:rsid w:val="00E75CF4"/>
    <w:rsid w:val="00E760D8"/>
    <w:rsid w:val="00E761A4"/>
    <w:rsid w:val="00E776B6"/>
    <w:rsid w:val="00E806F1"/>
    <w:rsid w:val="00E81732"/>
    <w:rsid w:val="00E8187A"/>
    <w:rsid w:val="00E81DBC"/>
    <w:rsid w:val="00E81F7A"/>
    <w:rsid w:val="00E82AB6"/>
    <w:rsid w:val="00E831DD"/>
    <w:rsid w:val="00E83341"/>
    <w:rsid w:val="00E835D1"/>
    <w:rsid w:val="00E836F7"/>
    <w:rsid w:val="00E844DA"/>
    <w:rsid w:val="00E84E2C"/>
    <w:rsid w:val="00E8596D"/>
    <w:rsid w:val="00E85A16"/>
    <w:rsid w:val="00E86647"/>
    <w:rsid w:val="00E869F9"/>
    <w:rsid w:val="00E86EE4"/>
    <w:rsid w:val="00E874DB"/>
    <w:rsid w:val="00E87737"/>
    <w:rsid w:val="00E8789D"/>
    <w:rsid w:val="00E87DA3"/>
    <w:rsid w:val="00E90909"/>
    <w:rsid w:val="00E91240"/>
    <w:rsid w:val="00E92D0D"/>
    <w:rsid w:val="00E92F6D"/>
    <w:rsid w:val="00E93C86"/>
    <w:rsid w:val="00E941E3"/>
    <w:rsid w:val="00E94646"/>
    <w:rsid w:val="00E9495D"/>
    <w:rsid w:val="00E94A52"/>
    <w:rsid w:val="00E95166"/>
    <w:rsid w:val="00E953C3"/>
    <w:rsid w:val="00E96689"/>
    <w:rsid w:val="00E9756A"/>
    <w:rsid w:val="00E97578"/>
    <w:rsid w:val="00E979FD"/>
    <w:rsid w:val="00EA1951"/>
    <w:rsid w:val="00EA23B2"/>
    <w:rsid w:val="00EA29DA"/>
    <w:rsid w:val="00EA3390"/>
    <w:rsid w:val="00EA37D1"/>
    <w:rsid w:val="00EA6C74"/>
    <w:rsid w:val="00EA70EE"/>
    <w:rsid w:val="00EA71C5"/>
    <w:rsid w:val="00EA7AF9"/>
    <w:rsid w:val="00EB0CE0"/>
    <w:rsid w:val="00EB13E1"/>
    <w:rsid w:val="00EB18A8"/>
    <w:rsid w:val="00EB1A1D"/>
    <w:rsid w:val="00EB2442"/>
    <w:rsid w:val="00EB2FC0"/>
    <w:rsid w:val="00EB311C"/>
    <w:rsid w:val="00EB5036"/>
    <w:rsid w:val="00EB5860"/>
    <w:rsid w:val="00EB611D"/>
    <w:rsid w:val="00EB7518"/>
    <w:rsid w:val="00EB78A0"/>
    <w:rsid w:val="00EC07A9"/>
    <w:rsid w:val="00EC0825"/>
    <w:rsid w:val="00EC08FE"/>
    <w:rsid w:val="00EC0C4E"/>
    <w:rsid w:val="00EC1C88"/>
    <w:rsid w:val="00EC29EB"/>
    <w:rsid w:val="00EC328F"/>
    <w:rsid w:val="00EC3983"/>
    <w:rsid w:val="00EC3D6C"/>
    <w:rsid w:val="00EC4A76"/>
    <w:rsid w:val="00EC4CD5"/>
    <w:rsid w:val="00EC4FC9"/>
    <w:rsid w:val="00EC50C5"/>
    <w:rsid w:val="00EC55B9"/>
    <w:rsid w:val="00EC55BF"/>
    <w:rsid w:val="00EC5875"/>
    <w:rsid w:val="00EC59B2"/>
    <w:rsid w:val="00EC5A39"/>
    <w:rsid w:val="00EC5FF5"/>
    <w:rsid w:val="00EC601F"/>
    <w:rsid w:val="00EC6B2C"/>
    <w:rsid w:val="00EC7DE9"/>
    <w:rsid w:val="00ED0C7A"/>
    <w:rsid w:val="00ED153B"/>
    <w:rsid w:val="00ED192F"/>
    <w:rsid w:val="00ED1DE8"/>
    <w:rsid w:val="00ED26B0"/>
    <w:rsid w:val="00ED30C9"/>
    <w:rsid w:val="00ED3E72"/>
    <w:rsid w:val="00ED4556"/>
    <w:rsid w:val="00ED5650"/>
    <w:rsid w:val="00ED637A"/>
    <w:rsid w:val="00ED76E1"/>
    <w:rsid w:val="00ED78A2"/>
    <w:rsid w:val="00ED7BF0"/>
    <w:rsid w:val="00EE1287"/>
    <w:rsid w:val="00EE1588"/>
    <w:rsid w:val="00EE1D7E"/>
    <w:rsid w:val="00EE2490"/>
    <w:rsid w:val="00EE3867"/>
    <w:rsid w:val="00EE471D"/>
    <w:rsid w:val="00EE606D"/>
    <w:rsid w:val="00EE6440"/>
    <w:rsid w:val="00EF0014"/>
    <w:rsid w:val="00EF1155"/>
    <w:rsid w:val="00EF1669"/>
    <w:rsid w:val="00EF2076"/>
    <w:rsid w:val="00EF243D"/>
    <w:rsid w:val="00EF26F5"/>
    <w:rsid w:val="00EF3374"/>
    <w:rsid w:val="00EF384C"/>
    <w:rsid w:val="00EF43C7"/>
    <w:rsid w:val="00EF4826"/>
    <w:rsid w:val="00EF4A1D"/>
    <w:rsid w:val="00EF4F25"/>
    <w:rsid w:val="00EF50DD"/>
    <w:rsid w:val="00EF5301"/>
    <w:rsid w:val="00EF5D2A"/>
    <w:rsid w:val="00EF5DF5"/>
    <w:rsid w:val="00EF7A25"/>
    <w:rsid w:val="00EF7E61"/>
    <w:rsid w:val="00EF7EA1"/>
    <w:rsid w:val="00F01A6F"/>
    <w:rsid w:val="00F01C36"/>
    <w:rsid w:val="00F01E0D"/>
    <w:rsid w:val="00F01E2E"/>
    <w:rsid w:val="00F025F3"/>
    <w:rsid w:val="00F02BD6"/>
    <w:rsid w:val="00F03904"/>
    <w:rsid w:val="00F03CF9"/>
    <w:rsid w:val="00F04038"/>
    <w:rsid w:val="00F0411E"/>
    <w:rsid w:val="00F04895"/>
    <w:rsid w:val="00F0499A"/>
    <w:rsid w:val="00F049B3"/>
    <w:rsid w:val="00F050B3"/>
    <w:rsid w:val="00F05125"/>
    <w:rsid w:val="00F05189"/>
    <w:rsid w:val="00F0541E"/>
    <w:rsid w:val="00F05582"/>
    <w:rsid w:val="00F06C92"/>
    <w:rsid w:val="00F06E1E"/>
    <w:rsid w:val="00F06E31"/>
    <w:rsid w:val="00F071ED"/>
    <w:rsid w:val="00F10967"/>
    <w:rsid w:val="00F114D9"/>
    <w:rsid w:val="00F1181F"/>
    <w:rsid w:val="00F11870"/>
    <w:rsid w:val="00F12533"/>
    <w:rsid w:val="00F128A4"/>
    <w:rsid w:val="00F12A3D"/>
    <w:rsid w:val="00F12A99"/>
    <w:rsid w:val="00F12D33"/>
    <w:rsid w:val="00F12E90"/>
    <w:rsid w:val="00F13620"/>
    <w:rsid w:val="00F13AF5"/>
    <w:rsid w:val="00F15608"/>
    <w:rsid w:val="00F16584"/>
    <w:rsid w:val="00F167FA"/>
    <w:rsid w:val="00F170F2"/>
    <w:rsid w:val="00F17AFC"/>
    <w:rsid w:val="00F17CAA"/>
    <w:rsid w:val="00F17D98"/>
    <w:rsid w:val="00F206F7"/>
    <w:rsid w:val="00F2090A"/>
    <w:rsid w:val="00F22577"/>
    <w:rsid w:val="00F2333F"/>
    <w:rsid w:val="00F233F7"/>
    <w:rsid w:val="00F23AFF"/>
    <w:rsid w:val="00F2461A"/>
    <w:rsid w:val="00F24BA6"/>
    <w:rsid w:val="00F255C8"/>
    <w:rsid w:val="00F265BD"/>
    <w:rsid w:val="00F2666C"/>
    <w:rsid w:val="00F26778"/>
    <w:rsid w:val="00F269BF"/>
    <w:rsid w:val="00F27341"/>
    <w:rsid w:val="00F2768B"/>
    <w:rsid w:val="00F279A2"/>
    <w:rsid w:val="00F31278"/>
    <w:rsid w:val="00F315A8"/>
    <w:rsid w:val="00F31D95"/>
    <w:rsid w:val="00F3233B"/>
    <w:rsid w:val="00F33EF1"/>
    <w:rsid w:val="00F341F3"/>
    <w:rsid w:val="00F34282"/>
    <w:rsid w:val="00F34EB9"/>
    <w:rsid w:val="00F35085"/>
    <w:rsid w:val="00F36532"/>
    <w:rsid w:val="00F365BD"/>
    <w:rsid w:val="00F366F9"/>
    <w:rsid w:val="00F40493"/>
    <w:rsid w:val="00F40517"/>
    <w:rsid w:val="00F405D0"/>
    <w:rsid w:val="00F406F7"/>
    <w:rsid w:val="00F40B7F"/>
    <w:rsid w:val="00F412A3"/>
    <w:rsid w:val="00F42144"/>
    <w:rsid w:val="00F439F7"/>
    <w:rsid w:val="00F4443E"/>
    <w:rsid w:val="00F44911"/>
    <w:rsid w:val="00F4588F"/>
    <w:rsid w:val="00F462B0"/>
    <w:rsid w:val="00F462B4"/>
    <w:rsid w:val="00F472FD"/>
    <w:rsid w:val="00F47BC1"/>
    <w:rsid w:val="00F500D3"/>
    <w:rsid w:val="00F50F70"/>
    <w:rsid w:val="00F51EFD"/>
    <w:rsid w:val="00F522C5"/>
    <w:rsid w:val="00F53010"/>
    <w:rsid w:val="00F5361C"/>
    <w:rsid w:val="00F54770"/>
    <w:rsid w:val="00F54869"/>
    <w:rsid w:val="00F5538C"/>
    <w:rsid w:val="00F55688"/>
    <w:rsid w:val="00F55B7A"/>
    <w:rsid w:val="00F5655F"/>
    <w:rsid w:val="00F56876"/>
    <w:rsid w:val="00F568ED"/>
    <w:rsid w:val="00F571C8"/>
    <w:rsid w:val="00F572BA"/>
    <w:rsid w:val="00F616BE"/>
    <w:rsid w:val="00F61A28"/>
    <w:rsid w:val="00F6307D"/>
    <w:rsid w:val="00F633C8"/>
    <w:rsid w:val="00F63455"/>
    <w:rsid w:val="00F64413"/>
    <w:rsid w:val="00F65621"/>
    <w:rsid w:val="00F65FF8"/>
    <w:rsid w:val="00F67EBC"/>
    <w:rsid w:val="00F67FC4"/>
    <w:rsid w:val="00F70243"/>
    <w:rsid w:val="00F706F3"/>
    <w:rsid w:val="00F71ADF"/>
    <w:rsid w:val="00F724DC"/>
    <w:rsid w:val="00F729F7"/>
    <w:rsid w:val="00F73CF9"/>
    <w:rsid w:val="00F74EE9"/>
    <w:rsid w:val="00F75094"/>
    <w:rsid w:val="00F7662D"/>
    <w:rsid w:val="00F80F80"/>
    <w:rsid w:val="00F8158C"/>
    <w:rsid w:val="00F820A7"/>
    <w:rsid w:val="00F82F99"/>
    <w:rsid w:val="00F83A37"/>
    <w:rsid w:val="00F84631"/>
    <w:rsid w:val="00F85643"/>
    <w:rsid w:val="00F85B19"/>
    <w:rsid w:val="00F85E81"/>
    <w:rsid w:val="00F85F23"/>
    <w:rsid w:val="00F90156"/>
    <w:rsid w:val="00F902EC"/>
    <w:rsid w:val="00F911CA"/>
    <w:rsid w:val="00F91430"/>
    <w:rsid w:val="00F91643"/>
    <w:rsid w:val="00F91E49"/>
    <w:rsid w:val="00F92718"/>
    <w:rsid w:val="00F92901"/>
    <w:rsid w:val="00F92E64"/>
    <w:rsid w:val="00F934BD"/>
    <w:rsid w:val="00F93555"/>
    <w:rsid w:val="00F9374A"/>
    <w:rsid w:val="00F9415D"/>
    <w:rsid w:val="00F942E1"/>
    <w:rsid w:val="00F946C2"/>
    <w:rsid w:val="00F96D5F"/>
    <w:rsid w:val="00F97903"/>
    <w:rsid w:val="00F97A1E"/>
    <w:rsid w:val="00FA0184"/>
    <w:rsid w:val="00FA0BB9"/>
    <w:rsid w:val="00FA0F55"/>
    <w:rsid w:val="00FA21FE"/>
    <w:rsid w:val="00FA22D2"/>
    <w:rsid w:val="00FA3005"/>
    <w:rsid w:val="00FA359D"/>
    <w:rsid w:val="00FA3CC3"/>
    <w:rsid w:val="00FA5A0E"/>
    <w:rsid w:val="00FA61F6"/>
    <w:rsid w:val="00FA64AB"/>
    <w:rsid w:val="00FA68E3"/>
    <w:rsid w:val="00FA7C8B"/>
    <w:rsid w:val="00FB08C2"/>
    <w:rsid w:val="00FB1282"/>
    <w:rsid w:val="00FB1AC1"/>
    <w:rsid w:val="00FB1FED"/>
    <w:rsid w:val="00FB288A"/>
    <w:rsid w:val="00FB392A"/>
    <w:rsid w:val="00FB5A64"/>
    <w:rsid w:val="00FB6606"/>
    <w:rsid w:val="00FB6A06"/>
    <w:rsid w:val="00FC0171"/>
    <w:rsid w:val="00FC0527"/>
    <w:rsid w:val="00FC0592"/>
    <w:rsid w:val="00FC107E"/>
    <w:rsid w:val="00FC15D7"/>
    <w:rsid w:val="00FC24DC"/>
    <w:rsid w:val="00FC27C7"/>
    <w:rsid w:val="00FC3DF7"/>
    <w:rsid w:val="00FD0ABF"/>
    <w:rsid w:val="00FD115D"/>
    <w:rsid w:val="00FD22AB"/>
    <w:rsid w:val="00FD246D"/>
    <w:rsid w:val="00FD3EAC"/>
    <w:rsid w:val="00FD4887"/>
    <w:rsid w:val="00FD4B11"/>
    <w:rsid w:val="00FD61DE"/>
    <w:rsid w:val="00FD6DF4"/>
    <w:rsid w:val="00FD7589"/>
    <w:rsid w:val="00FE00EA"/>
    <w:rsid w:val="00FE047A"/>
    <w:rsid w:val="00FE14E0"/>
    <w:rsid w:val="00FE1EE8"/>
    <w:rsid w:val="00FE2EC0"/>
    <w:rsid w:val="00FE3159"/>
    <w:rsid w:val="00FE4BCE"/>
    <w:rsid w:val="00FE52FF"/>
    <w:rsid w:val="00FE5942"/>
    <w:rsid w:val="00FE5994"/>
    <w:rsid w:val="00FE5D8E"/>
    <w:rsid w:val="00FE75DC"/>
    <w:rsid w:val="00FF02FE"/>
    <w:rsid w:val="00FF2CD4"/>
    <w:rsid w:val="00FF3067"/>
    <w:rsid w:val="00FF37E6"/>
    <w:rsid w:val="00FF485B"/>
    <w:rsid w:val="00FF525E"/>
    <w:rsid w:val="00FF6441"/>
    <w:rsid w:val="00FF6A14"/>
    <w:rsid w:val="00FF766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8FD"/>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F70243"/>
    <w:pPr>
      <w:widowControl w:val="0"/>
      <w:autoSpaceDE w:val="0"/>
      <w:autoSpaceDN w:val="0"/>
      <w:adjustRightInd w:val="0"/>
    </w:pPr>
    <w:rPr>
      <w:rFonts w:eastAsia="Times New Roman" w:cs="Calibri"/>
    </w:rPr>
  </w:style>
  <w:style w:type="paragraph" w:customStyle="1" w:styleId="ConsPlusNonformat">
    <w:name w:val="ConsPlusNonformat"/>
    <w:uiPriority w:val="99"/>
    <w:rsid w:val="00F70243"/>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F70243"/>
    <w:pPr>
      <w:widowControl w:val="0"/>
      <w:autoSpaceDE w:val="0"/>
      <w:autoSpaceDN w:val="0"/>
      <w:adjustRightInd w:val="0"/>
    </w:pPr>
    <w:rPr>
      <w:rFonts w:eastAsia="Times New Roman" w:cs="Calibri"/>
      <w:b/>
      <w:bCs/>
    </w:rPr>
  </w:style>
  <w:style w:type="paragraph" w:customStyle="1" w:styleId="ConsPlusCell">
    <w:name w:val="ConsPlusCell"/>
    <w:uiPriority w:val="99"/>
    <w:rsid w:val="00F70243"/>
    <w:pPr>
      <w:widowControl w:val="0"/>
      <w:autoSpaceDE w:val="0"/>
      <w:autoSpaceDN w:val="0"/>
      <w:adjustRightInd w:val="0"/>
    </w:pPr>
    <w:rPr>
      <w:rFonts w:eastAsia="Times New Roman"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6255B4B0DB5B38BC20A6D4F8AC5BA946C55219D0B47B005CD404471BgBH2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986255B4B0DB5B38BC20A6D4F8AC5BA946C4501FD4B07B005CD404471BgBH2F" TargetMode="External"/><Relationship Id="rId12" Type="http://schemas.openxmlformats.org/officeDocument/2006/relationships/hyperlink" Target="consultantplus://offline/ref=66ADAD5ECF213A98A9396279295349D748AD17BDB4F3A15D716363E455174A6A2E9E3B8E500B273ExBb2J"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86255B4B0DB5B38BC20A6D4F8AC5BA946C4501DDAB27B005CD404471BB25920DB7048F79BFFC4E9gFH3F" TargetMode="External"/><Relationship Id="rId11" Type="http://schemas.openxmlformats.org/officeDocument/2006/relationships/hyperlink" Target="consultantplus://offline/ref=986255B4B0DB5B38BC20A6D4F8AC5BA946C45511D6B07B005CD404471BgBH2F" TargetMode="External"/><Relationship Id="rId5" Type="http://schemas.openxmlformats.org/officeDocument/2006/relationships/hyperlink" Target="consultantplus://offline/ref=986255B4B0DB5B38BC20A6D4F8AC5BA946C55219D0B47B005CD404471BgBH2F" TargetMode="External"/><Relationship Id="rId10" Type="http://schemas.openxmlformats.org/officeDocument/2006/relationships/hyperlink" Target="consultantplus://offline/ref=986255B4B0DB5B38BC20A6D4F8AC5BA946C5521EDBB57B005CD404471BB25920DB7048F79BFFC4EAgFH6F" TargetMode="External"/><Relationship Id="rId4" Type="http://schemas.openxmlformats.org/officeDocument/2006/relationships/hyperlink" Target="consultantplus://offline/ref=986255B4B0DB5B38BC20A6D4F8AC5BA946C55F1CDAB07B005CD404471BB25920DB7048gFH0F" TargetMode="External"/><Relationship Id="rId9" Type="http://schemas.openxmlformats.org/officeDocument/2006/relationships/hyperlink" Target="consultantplus://offline/ref=986255B4B0DB5B38BC20A6D4F8AC5BA946C45618D2B37B005CD404471BB25920DB7048F79BFFC7EEgFH1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444</TotalTime>
  <Pages>22</Pages>
  <Words>9336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А. Крылатых</dc:creator>
  <cp:keywords/>
  <dc:description/>
  <cp:lastModifiedBy>1</cp:lastModifiedBy>
  <cp:revision>4</cp:revision>
  <dcterms:created xsi:type="dcterms:W3CDTF">2014-01-27T05:07:00Z</dcterms:created>
  <dcterms:modified xsi:type="dcterms:W3CDTF">2014-08-27T11:38:00Z</dcterms:modified>
</cp:coreProperties>
</file>