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DB" w:rsidRPr="009F00B3" w:rsidRDefault="00B174DB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B174DB" w:rsidRPr="009F00B3" w:rsidRDefault="00B174DB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B174DB" w:rsidRPr="009F00B3" w:rsidRDefault="00B174DB" w:rsidP="00231E5F">
      <w:pPr>
        <w:jc w:val="center"/>
        <w:rPr>
          <w:b/>
          <w:sz w:val="28"/>
          <w:szCs w:val="28"/>
        </w:rPr>
      </w:pPr>
    </w:p>
    <w:p w:rsidR="00B174DB" w:rsidRPr="0070788F" w:rsidRDefault="00B174DB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B174DB" w:rsidRPr="009F00B3" w:rsidRDefault="00B174DB" w:rsidP="00231E5F">
      <w:pPr>
        <w:jc w:val="center"/>
        <w:rPr>
          <w:b/>
          <w:sz w:val="28"/>
          <w:szCs w:val="28"/>
        </w:rPr>
      </w:pPr>
    </w:p>
    <w:p w:rsidR="00B174DB" w:rsidRPr="00DC65D0" w:rsidRDefault="00B174DB" w:rsidP="00231E5F">
      <w:pPr>
        <w:rPr>
          <w:sz w:val="28"/>
          <w:szCs w:val="28"/>
          <w:u w:val="single"/>
        </w:rPr>
      </w:pPr>
      <w:r w:rsidRPr="00DC65D0">
        <w:rPr>
          <w:sz w:val="28"/>
          <w:szCs w:val="28"/>
          <w:u w:val="single"/>
        </w:rPr>
        <w:t>23.03.2016</w:t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</w:r>
      <w:r w:rsidRPr="009F00B3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</w:t>
      </w:r>
      <w:r w:rsidRPr="009F00B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192 </w:t>
      </w:r>
    </w:p>
    <w:p w:rsidR="00B174DB" w:rsidRPr="009F00B3" w:rsidRDefault="00B174DB" w:rsidP="00231E5F">
      <w:pPr>
        <w:jc w:val="center"/>
        <w:rPr>
          <w:sz w:val="28"/>
          <w:szCs w:val="28"/>
        </w:rPr>
      </w:pPr>
      <w:r w:rsidRPr="009F00B3">
        <w:rPr>
          <w:sz w:val="28"/>
          <w:szCs w:val="28"/>
        </w:rPr>
        <w:t>г. Малмыж</w:t>
      </w:r>
    </w:p>
    <w:p w:rsidR="00B174DB" w:rsidRPr="009F00B3" w:rsidRDefault="00B174DB" w:rsidP="00231E5F">
      <w:pPr>
        <w:jc w:val="center"/>
        <w:rPr>
          <w:sz w:val="28"/>
          <w:szCs w:val="28"/>
        </w:rPr>
      </w:pPr>
    </w:p>
    <w:p w:rsidR="00B174DB" w:rsidRPr="009F00B3" w:rsidRDefault="00B174DB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648"/>
      </w:tblGrid>
      <w:tr w:rsidR="00B174DB" w:rsidRPr="00AE31B2" w:rsidTr="00681E25">
        <w:trPr>
          <w:trHeight w:val="206"/>
        </w:trPr>
        <w:tc>
          <w:tcPr>
            <w:tcW w:w="9648" w:type="dxa"/>
          </w:tcPr>
          <w:p w:rsidR="00B174DB" w:rsidRDefault="00B174DB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B174DB" w:rsidRPr="00A06091" w:rsidRDefault="00B174DB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B174DB" w:rsidRDefault="00B174DB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B174DB" w:rsidRPr="00AE31B2" w:rsidRDefault="00B174DB" w:rsidP="00231E5F">
            <w:pPr>
              <w:jc w:val="center"/>
              <w:rPr>
                <w:szCs w:val="28"/>
              </w:rPr>
            </w:pPr>
          </w:p>
        </w:tc>
      </w:tr>
    </w:tbl>
    <w:p w:rsidR="00B174DB" w:rsidRDefault="00B174DB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B174DB" w:rsidRDefault="00B174DB" w:rsidP="007D70D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2014-2020 годы (далее – муниципальная программа) согласно приложению. </w:t>
      </w:r>
    </w:p>
    <w:p w:rsidR="00B174DB" w:rsidRDefault="00B174DB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174DB" w:rsidRDefault="00B174DB" w:rsidP="007D70D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B174DB" w:rsidRDefault="00B174DB" w:rsidP="00231E5F">
      <w:pPr>
        <w:rPr>
          <w:sz w:val="28"/>
          <w:szCs w:val="28"/>
        </w:rPr>
      </w:pPr>
    </w:p>
    <w:p w:rsidR="00B174DB" w:rsidRPr="009F00B3" w:rsidRDefault="00B174DB" w:rsidP="00231E5F">
      <w:pPr>
        <w:rPr>
          <w:sz w:val="28"/>
          <w:szCs w:val="28"/>
        </w:rPr>
      </w:pPr>
    </w:p>
    <w:p w:rsidR="00B174DB" w:rsidRPr="009F00B3" w:rsidRDefault="00B174DB" w:rsidP="00231E5F">
      <w:pPr>
        <w:rPr>
          <w:sz w:val="28"/>
          <w:szCs w:val="28"/>
        </w:rPr>
      </w:pPr>
    </w:p>
    <w:p w:rsidR="00B174DB" w:rsidRPr="009F00B3" w:rsidRDefault="00B174DB" w:rsidP="00231E5F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9F00B3">
        <w:rPr>
          <w:sz w:val="28"/>
          <w:szCs w:val="28"/>
        </w:rPr>
        <w:t xml:space="preserve"> администрации  </w:t>
      </w:r>
      <w:r>
        <w:rPr>
          <w:sz w:val="28"/>
          <w:szCs w:val="28"/>
        </w:rPr>
        <w:t xml:space="preserve">    </w:t>
      </w:r>
    </w:p>
    <w:p w:rsidR="00B174DB" w:rsidRDefault="00B174DB" w:rsidP="00231E5F">
      <w:pPr>
        <w:rPr>
          <w:sz w:val="28"/>
          <w:szCs w:val="28"/>
        </w:rPr>
      </w:pPr>
      <w:r w:rsidRPr="009F00B3">
        <w:rPr>
          <w:sz w:val="28"/>
          <w:szCs w:val="28"/>
        </w:rPr>
        <w:t xml:space="preserve">Малмыжского района </w:t>
      </w:r>
      <w:r w:rsidRPr="009F00B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    Р.Г. Ахметзянов</w:t>
      </w:r>
    </w:p>
    <w:p w:rsidR="00B174DB" w:rsidRDefault="00B174DB" w:rsidP="00231E5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</w:p>
    <w:p w:rsidR="00B174DB" w:rsidRPr="00C12AC7" w:rsidRDefault="00B174DB" w:rsidP="00C4112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B174DB" w:rsidRPr="00C12AC7" w:rsidRDefault="00B174DB" w:rsidP="00C4112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B174DB" w:rsidRPr="00C12AC7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Малмыжского района, заведующий</w:t>
      </w:r>
      <w:r w:rsidRPr="00C12AC7">
        <w:rPr>
          <w:sz w:val="28"/>
          <w:szCs w:val="28"/>
        </w:rPr>
        <w:t xml:space="preserve"> </w:t>
      </w:r>
    </w:p>
    <w:p w:rsidR="00B174DB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отделом сельского хозяйства</w:t>
      </w:r>
      <w:r w:rsidRPr="00C12AC7">
        <w:rPr>
          <w:sz w:val="28"/>
          <w:szCs w:val="28"/>
        </w:rPr>
        <w:t xml:space="preserve"> </w:t>
      </w:r>
    </w:p>
    <w:p w:rsidR="00B174DB" w:rsidRDefault="00B174DB" w:rsidP="00C4112F">
      <w:pPr>
        <w:rPr>
          <w:sz w:val="28"/>
          <w:szCs w:val="28"/>
        </w:rPr>
      </w:pPr>
      <w:r w:rsidRPr="00C12AC7">
        <w:rPr>
          <w:sz w:val="28"/>
          <w:szCs w:val="28"/>
        </w:rPr>
        <w:t>и продовольств</w:t>
      </w:r>
      <w:r>
        <w:rPr>
          <w:sz w:val="28"/>
          <w:szCs w:val="28"/>
        </w:rPr>
        <w:t>ия, агроном                                                        Р.Г. Ахметзянов</w:t>
      </w:r>
    </w:p>
    <w:p w:rsidR="00B174DB" w:rsidRPr="00C12AC7" w:rsidRDefault="00B174DB" w:rsidP="00C4112F">
      <w:pPr>
        <w:rPr>
          <w:sz w:val="28"/>
          <w:szCs w:val="28"/>
        </w:rPr>
      </w:pPr>
    </w:p>
    <w:p w:rsidR="00B174DB" w:rsidRPr="00C12AC7" w:rsidRDefault="00B174DB" w:rsidP="00C4112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B174DB" w:rsidRPr="00C12AC7" w:rsidRDefault="00B174DB" w:rsidP="00C4112F">
      <w:pPr>
        <w:rPr>
          <w:sz w:val="28"/>
          <w:szCs w:val="28"/>
        </w:rPr>
      </w:pPr>
    </w:p>
    <w:p w:rsidR="00B174DB" w:rsidRPr="00222A19" w:rsidRDefault="00B174DB" w:rsidP="00C4112F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контрольно-счетной </w:t>
      </w:r>
    </w:p>
    <w:p w:rsidR="00B174DB" w:rsidRDefault="00B174DB" w:rsidP="00C4112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комиссии Малмыжского района                                                Г.А. Кулапина</w:t>
      </w:r>
    </w:p>
    <w:p w:rsidR="00B174DB" w:rsidRDefault="00B174DB" w:rsidP="00C4112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B174DB" w:rsidRDefault="00B174DB" w:rsidP="00C4112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B174DB" w:rsidRDefault="00B174DB" w:rsidP="00C4112F">
      <w:pPr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района, начальник</w:t>
      </w:r>
    </w:p>
    <w:p w:rsidR="00B174DB" w:rsidRDefault="00B174DB" w:rsidP="00C4112F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Ф.А. Камилева</w:t>
      </w:r>
    </w:p>
    <w:p w:rsidR="00B174DB" w:rsidRPr="00222A19" w:rsidRDefault="00B174DB" w:rsidP="00C4112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B174DB" w:rsidRPr="005E32DC" w:rsidRDefault="00B174DB" w:rsidP="00C4112F">
      <w:pPr>
        <w:rPr>
          <w:sz w:val="28"/>
          <w:szCs w:val="28"/>
        </w:rPr>
      </w:pP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  <w:r w:rsidRPr="005E32DC">
        <w:rPr>
          <w:sz w:val="28"/>
          <w:szCs w:val="28"/>
        </w:rPr>
        <w:tab/>
      </w:r>
    </w:p>
    <w:p w:rsidR="00B174DB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B174DB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Е.А. Колупаева</w:t>
      </w:r>
    </w:p>
    <w:p w:rsidR="00B174DB" w:rsidRDefault="00B174DB" w:rsidP="00C4112F">
      <w:r>
        <w:t xml:space="preserve">  </w:t>
      </w:r>
    </w:p>
    <w:p w:rsidR="00B174DB" w:rsidRDefault="00B174DB" w:rsidP="00C4112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 xml:space="preserve">ать: администрации района – 2, финансовому управлению -1, </w:t>
      </w:r>
      <w:r w:rsidRPr="009D43BE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>в регистр – 1, в реестр НПА – 1, в районную Думу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11</w:t>
      </w:r>
    </w:p>
    <w:p w:rsidR="00B174DB" w:rsidRDefault="00B174DB" w:rsidP="00C4112F">
      <w:pPr>
        <w:rPr>
          <w:sz w:val="28"/>
          <w:szCs w:val="28"/>
        </w:rPr>
      </w:pPr>
    </w:p>
    <w:p w:rsidR="00B174DB" w:rsidRPr="00C12AC7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B174DB" w:rsidRPr="00C12AC7" w:rsidRDefault="00B174DB" w:rsidP="00C4112F">
      <w:pPr>
        <w:rPr>
          <w:sz w:val="28"/>
          <w:szCs w:val="28"/>
        </w:rPr>
      </w:pPr>
    </w:p>
    <w:p w:rsidR="00B174DB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B174DB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B174DB" w:rsidRDefault="00B174DB" w:rsidP="00C4112F">
      <w:pPr>
        <w:rPr>
          <w:sz w:val="28"/>
          <w:szCs w:val="28"/>
        </w:rPr>
      </w:pPr>
      <w:r w:rsidRPr="00C12AC7">
        <w:rPr>
          <w:sz w:val="28"/>
          <w:szCs w:val="28"/>
        </w:rPr>
        <w:t>вопросам, делопроизводства</w:t>
      </w:r>
      <w:r>
        <w:rPr>
          <w:sz w:val="28"/>
          <w:szCs w:val="28"/>
        </w:rPr>
        <w:t xml:space="preserve"> </w:t>
      </w:r>
      <w:r w:rsidRPr="00C12AC7">
        <w:rPr>
          <w:sz w:val="28"/>
          <w:szCs w:val="28"/>
        </w:rPr>
        <w:t xml:space="preserve">и контроля </w:t>
      </w:r>
    </w:p>
    <w:p w:rsidR="00B174DB" w:rsidRPr="00C12AC7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А.Н. Насыйбуллина</w:t>
      </w:r>
    </w:p>
    <w:p w:rsidR="00B174DB" w:rsidRPr="00C12AC7" w:rsidRDefault="00B174DB" w:rsidP="00C4112F">
      <w:pPr>
        <w:rPr>
          <w:sz w:val="28"/>
          <w:szCs w:val="28"/>
        </w:rPr>
      </w:pPr>
    </w:p>
    <w:p w:rsidR="00B174DB" w:rsidRPr="00C12AC7" w:rsidRDefault="00B174DB" w:rsidP="00C4112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B174DB" w:rsidRPr="00C12AC7" w:rsidRDefault="00B174DB" w:rsidP="00C4112F">
      <w:pPr>
        <w:rPr>
          <w:sz w:val="28"/>
          <w:szCs w:val="28"/>
        </w:rPr>
      </w:pPr>
    </w:p>
    <w:p w:rsidR="00B174DB" w:rsidRPr="00C12AC7" w:rsidRDefault="00B174DB" w:rsidP="00C4112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B174DB" w:rsidRPr="00C12AC7" w:rsidRDefault="00B174DB" w:rsidP="00C4112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B174DB" w:rsidRDefault="00B174DB" w:rsidP="00C4112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B174DB" w:rsidRDefault="00B174DB" w:rsidP="0043035C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О.В. Малькова </w:t>
      </w:r>
    </w:p>
    <w:p w:rsidR="00B174DB" w:rsidRDefault="00B174DB" w:rsidP="00C4112F"/>
    <w:p w:rsidR="00B174DB" w:rsidRDefault="00B174DB" w:rsidP="00C4112F"/>
    <w:p w:rsidR="00B174DB" w:rsidRDefault="00B174DB" w:rsidP="00C4112F"/>
    <w:p w:rsidR="00B174DB" w:rsidRDefault="00B174DB" w:rsidP="00C4112F">
      <w:r w:rsidRPr="00D46384">
        <w:t>Сопина Ирина Анатольевна</w:t>
      </w:r>
      <w:r>
        <w:t xml:space="preserve"> </w:t>
      </w:r>
    </w:p>
    <w:p w:rsidR="00B174DB" w:rsidRDefault="00B174DB" w:rsidP="00231E5F">
      <w:pPr>
        <w:rPr>
          <w:sz w:val="28"/>
          <w:szCs w:val="28"/>
        </w:rPr>
      </w:pPr>
      <w:r w:rsidRPr="00D46384">
        <w:t>2-27-18</w:t>
      </w:r>
    </w:p>
    <w:sectPr w:rsidR="00B174DB" w:rsidSect="0043035C">
      <w:headerReference w:type="even" r:id="rId6"/>
      <w:headerReference w:type="default" r:id="rId7"/>
      <w:pgSz w:w="11906" w:h="16838"/>
      <w:pgMar w:top="1418" w:right="737" w:bottom="0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4DB" w:rsidRDefault="00B174DB">
      <w:r>
        <w:separator/>
      </w:r>
    </w:p>
  </w:endnote>
  <w:endnote w:type="continuationSeparator" w:id="1">
    <w:p w:rsidR="00B174DB" w:rsidRDefault="00B17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4DB" w:rsidRDefault="00B174DB">
      <w:r>
        <w:separator/>
      </w:r>
    </w:p>
  </w:footnote>
  <w:footnote w:type="continuationSeparator" w:id="1">
    <w:p w:rsidR="00B174DB" w:rsidRDefault="00B174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4DB" w:rsidRDefault="00B174DB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74DB" w:rsidRDefault="00B174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4DB" w:rsidRDefault="00B174DB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174DB" w:rsidRDefault="00B174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17061"/>
    <w:rsid w:val="00047CD6"/>
    <w:rsid w:val="00055C78"/>
    <w:rsid w:val="000668D7"/>
    <w:rsid w:val="00086374"/>
    <w:rsid w:val="00094195"/>
    <w:rsid w:val="000A4DD2"/>
    <w:rsid w:val="000C57E5"/>
    <w:rsid w:val="000E022F"/>
    <w:rsid w:val="000E5104"/>
    <w:rsid w:val="00106F7E"/>
    <w:rsid w:val="0018799D"/>
    <w:rsid w:val="00195E66"/>
    <w:rsid w:val="001A081B"/>
    <w:rsid w:val="001A4E34"/>
    <w:rsid w:val="001D711A"/>
    <w:rsid w:val="00222A19"/>
    <w:rsid w:val="00231E5F"/>
    <w:rsid w:val="0025025E"/>
    <w:rsid w:val="00261BCA"/>
    <w:rsid w:val="0026663C"/>
    <w:rsid w:val="002C48DA"/>
    <w:rsid w:val="002D16C3"/>
    <w:rsid w:val="002D1B76"/>
    <w:rsid w:val="00300B05"/>
    <w:rsid w:val="003275CB"/>
    <w:rsid w:val="00344468"/>
    <w:rsid w:val="00371B5A"/>
    <w:rsid w:val="003729F0"/>
    <w:rsid w:val="0038087B"/>
    <w:rsid w:val="003930AD"/>
    <w:rsid w:val="003C13AF"/>
    <w:rsid w:val="003E0DAF"/>
    <w:rsid w:val="003E553A"/>
    <w:rsid w:val="003F64AA"/>
    <w:rsid w:val="003F714E"/>
    <w:rsid w:val="0043035C"/>
    <w:rsid w:val="00430E7C"/>
    <w:rsid w:val="004359C6"/>
    <w:rsid w:val="0044129B"/>
    <w:rsid w:val="004F603A"/>
    <w:rsid w:val="005028A6"/>
    <w:rsid w:val="00522CF6"/>
    <w:rsid w:val="0054091F"/>
    <w:rsid w:val="00577505"/>
    <w:rsid w:val="00580876"/>
    <w:rsid w:val="005852F5"/>
    <w:rsid w:val="00590EF9"/>
    <w:rsid w:val="005922E5"/>
    <w:rsid w:val="00593A4A"/>
    <w:rsid w:val="005E32DC"/>
    <w:rsid w:val="006143A7"/>
    <w:rsid w:val="006260A1"/>
    <w:rsid w:val="006460F3"/>
    <w:rsid w:val="00651D4D"/>
    <w:rsid w:val="00681E25"/>
    <w:rsid w:val="006C7EBF"/>
    <w:rsid w:val="006E4948"/>
    <w:rsid w:val="0070788F"/>
    <w:rsid w:val="00707FAE"/>
    <w:rsid w:val="00707FD3"/>
    <w:rsid w:val="00711E55"/>
    <w:rsid w:val="00717C4B"/>
    <w:rsid w:val="00753ADA"/>
    <w:rsid w:val="00761888"/>
    <w:rsid w:val="00770B4D"/>
    <w:rsid w:val="00794D9C"/>
    <w:rsid w:val="007A1908"/>
    <w:rsid w:val="007D70DB"/>
    <w:rsid w:val="008014A4"/>
    <w:rsid w:val="00811396"/>
    <w:rsid w:val="00831C0B"/>
    <w:rsid w:val="008372A5"/>
    <w:rsid w:val="00853359"/>
    <w:rsid w:val="00875A9D"/>
    <w:rsid w:val="008925EC"/>
    <w:rsid w:val="008C793E"/>
    <w:rsid w:val="008D39BC"/>
    <w:rsid w:val="008E1704"/>
    <w:rsid w:val="008E35C8"/>
    <w:rsid w:val="00911FE3"/>
    <w:rsid w:val="009179BC"/>
    <w:rsid w:val="0093679A"/>
    <w:rsid w:val="009420D5"/>
    <w:rsid w:val="009B270A"/>
    <w:rsid w:val="009D43BE"/>
    <w:rsid w:val="009F00B3"/>
    <w:rsid w:val="00A049E2"/>
    <w:rsid w:val="00A06091"/>
    <w:rsid w:val="00A53DE6"/>
    <w:rsid w:val="00AA3880"/>
    <w:rsid w:val="00AB3858"/>
    <w:rsid w:val="00AB4972"/>
    <w:rsid w:val="00AE31B2"/>
    <w:rsid w:val="00AE7933"/>
    <w:rsid w:val="00B174DB"/>
    <w:rsid w:val="00B1786B"/>
    <w:rsid w:val="00B3008C"/>
    <w:rsid w:val="00B45EBC"/>
    <w:rsid w:val="00B564C3"/>
    <w:rsid w:val="00B6052C"/>
    <w:rsid w:val="00B77807"/>
    <w:rsid w:val="00BA0BFB"/>
    <w:rsid w:val="00BA0E32"/>
    <w:rsid w:val="00BA2977"/>
    <w:rsid w:val="00BF0187"/>
    <w:rsid w:val="00C07B2D"/>
    <w:rsid w:val="00C12AC7"/>
    <w:rsid w:val="00C4112F"/>
    <w:rsid w:val="00C45077"/>
    <w:rsid w:val="00C547CF"/>
    <w:rsid w:val="00C63738"/>
    <w:rsid w:val="00C7573A"/>
    <w:rsid w:val="00C8450B"/>
    <w:rsid w:val="00C91A8C"/>
    <w:rsid w:val="00CB0C08"/>
    <w:rsid w:val="00CB32AD"/>
    <w:rsid w:val="00CD296C"/>
    <w:rsid w:val="00CE1FA3"/>
    <w:rsid w:val="00D0580F"/>
    <w:rsid w:val="00D46384"/>
    <w:rsid w:val="00D63C35"/>
    <w:rsid w:val="00D966A0"/>
    <w:rsid w:val="00DA37C0"/>
    <w:rsid w:val="00DA4A19"/>
    <w:rsid w:val="00DB05C4"/>
    <w:rsid w:val="00DC2436"/>
    <w:rsid w:val="00DC65D0"/>
    <w:rsid w:val="00DF0FBE"/>
    <w:rsid w:val="00DF1BD7"/>
    <w:rsid w:val="00DF3485"/>
    <w:rsid w:val="00E014A9"/>
    <w:rsid w:val="00E152AC"/>
    <w:rsid w:val="00E249A2"/>
    <w:rsid w:val="00E33E03"/>
    <w:rsid w:val="00E410F4"/>
    <w:rsid w:val="00E84908"/>
    <w:rsid w:val="00E8723A"/>
    <w:rsid w:val="00ED38BD"/>
    <w:rsid w:val="00EE6BCB"/>
    <w:rsid w:val="00EF6553"/>
    <w:rsid w:val="00F13327"/>
    <w:rsid w:val="00F32606"/>
    <w:rsid w:val="00F335C6"/>
    <w:rsid w:val="00F3747A"/>
    <w:rsid w:val="00F421B4"/>
    <w:rsid w:val="00F45D62"/>
    <w:rsid w:val="00F759E7"/>
    <w:rsid w:val="00F90F69"/>
    <w:rsid w:val="00F95AFE"/>
    <w:rsid w:val="00FA4E3F"/>
    <w:rsid w:val="00FA649C"/>
    <w:rsid w:val="00FB254E"/>
    <w:rsid w:val="00FC44F2"/>
    <w:rsid w:val="00FD5F52"/>
    <w:rsid w:val="00FE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03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571</TotalTime>
  <Pages>2</Pages>
  <Words>403</Words>
  <Characters>2299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44</cp:revision>
  <cp:lastPrinted>2016-03-23T12:25:00Z</cp:lastPrinted>
  <dcterms:created xsi:type="dcterms:W3CDTF">2014-01-10T07:21:00Z</dcterms:created>
  <dcterms:modified xsi:type="dcterms:W3CDTF">2016-03-29T12:47:00Z</dcterms:modified>
</cp:coreProperties>
</file>