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10E" w:rsidRPr="009F00B3" w:rsidRDefault="003E210E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3E210E" w:rsidRPr="009F00B3" w:rsidRDefault="003E210E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3E210E" w:rsidRPr="009F00B3" w:rsidRDefault="003E210E" w:rsidP="00231E5F">
      <w:pPr>
        <w:jc w:val="center"/>
        <w:rPr>
          <w:b/>
          <w:sz w:val="28"/>
          <w:szCs w:val="28"/>
        </w:rPr>
      </w:pPr>
    </w:p>
    <w:p w:rsidR="003E210E" w:rsidRPr="0070788F" w:rsidRDefault="003E210E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3E210E" w:rsidRPr="00EE3346" w:rsidRDefault="003E210E" w:rsidP="00451F4B">
      <w:pPr>
        <w:rPr>
          <w:sz w:val="28"/>
          <w:szCs w:val="28"/>
          <w:u w:val="single"/>
        </w:rPr>
      </w:pPr>
      <w:r w:rsidRPr="008D42B7">
        <w:rPr>
          <w:sz w:val="28"/>
          <w:szCs w:val="28"/>
          <w:u w:val="single"/>
        </w:rPr>
        <w:t xml:space="preserve">29.12.2017 </w:t>
      </w:r>
      <w:r w:rsidRPr="008D42B7">
        <w:rPr>
          <w:sz w:val="28"/>
          <w:szCs w:val="28"/>
          <w:u w:val="single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D42B7">
        <w:rPr>
          <w:sz w:val="28"/>
          <w:szCs w:val="28"/>
          <w:u w:val="single"/>
        </w:rPr>
        <w:t xml:space="preserve">933 </w:t>
      </w:r>
    </w:p>
    <w:p w:rsidR="003E210E" w:rsidRPr="00451F4B" w:rsidRDefault="003E210E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3E210E" w:rsidRPr="009F00B3" w:rsidRDefault="003E210E" w:rsidP="00231E5F">
      <w:pPr>
        <w:jc w:val="center"/>
        <w:rPr>
          <w:sz w:val="28"/>
          <w:szCs w:val="28"/>
        </w:rPr>
      </w:pPr>
    </w:p>
    <w:p w:rsidR="003E210E" w:rsidRPr="009F00B3" w:rsidRDefault="003E210E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3E210E" w:rsidRPr="00AE31B2" w:rsidTr="00681E25">
        <w:trPr>
          <w:trHeight w:val="206"/>
        </w:trPr>
        <w:tc>
          <w:tcPr>
            <w:tcW w:w="9648" w:type="dxa"/>
          </w:tcPr>
          <w:p w:rsidR="003E210E" w:rsidRDefault="003E210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3E210E" w:rsidRPr="00A06091" w:rsidRDefault="003E210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3E210E" w:rsidRDefault="003E210E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3E210E" w:rsidRPr="00AE31B2" w:rsidRDefault="003E210E" w:rsidP="00231E5F">
            <w:pPr>
              <w:jc w:val="center"/>
              <w:rPr>
                <w:szCs w:val="28"/>
              </w:rPr>
            </w:pPr>
          </w:p>
        </w:tc>
      </w:tr>
    </w:tbl>
    <w:p w:rsidR="003E210E" w:rsidRDefault="003E210E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3E210E" w:rsidRDefault="003E210E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3E210E" w:rsidRDefault="003E210E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838, от 30.12.2016 № 964, от 21.04.2017 № 269,           от 03.07.2017 № 418, от 01.11.2017 № 723),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3E210E" w:rsidRPr="005A684B" w:rsidRDefault="003E210E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3E210E" w:rsidRDefault="003E210E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E210E" w:rsidRDefault="003E210E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F44014">
      <w:pPr>
        <w:spacing w:line="300" w:lineRule="auto"/>
        <w:rPr>
          <w:sz w:val="28"/>
          <w:szCs w:val="28"/>
        </w:rPr>
      </w:pPr>
    </w:p>
    <w:p w:rsidR="003E210E" w:rsidRPr="009F00B3" w:rsidRDefault="003E210E" w:rsidP="00F44014">
      <w:pPr>
        <w:spacing w:line="300" w:lineRule="auto"/>
        <w:rPr>
          <w:sz w:val="28"/>
          <w:szCs w:val="28"/>
        </w:rPr>
      </w:pPr>
    </w:p>
    <w:p w:rsidR="003E210E" w:rsidRDefault="003E210E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3E210E" w:rsidRDefault="003E210E" w:rsidP="00F44014">
      <w:pPr>
        <w:spacing w:line="300" w:lineRule="auto"/>
        <w:rPr>
          <w:sz w:val="28"/>
          <w:szCs w:val="28"/>
        </w:rPr>
      </w:pPr>
    </w:p>
    <w:p w:rsidR="003E210E" w:rsidRDefault="003E210E" w:rsidP="00C4112F">
      <w:pPr>
        <w:rPr>
          <w:sz w:val="28"/>
          <w:szCs w:val="28"/>
        </w:rPr>
      </w:pPr>
    </w:p>
    <w:p w:rsidR="003E210E" w:rsidRDefault="003E210E" w:rsidP="00C4112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</w:p>
    <w:p w:rsidR="003E210E" w:rsidRPr="00C12AC7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3E210E" w:rsidRPr="00C12AC7" w:rsidRDefault="003E210E" w:rsidP="008D2EA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3E210E" w:rsidRDefault="003E210E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3E210E" w:rsidRDefault="003E210E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Р.Г. Ахметзянов</w:t>
      </w:r>
    </w:p>
    <w:p w:rsidR="003E210E" w:rsidRDefault="003E210E" w:rsidP="008D2EAF">
      <w:pPr>
        <w:rPr>
          <w:sz w:val="28"/>
          <w:szCs w:val="28"/>
        </w:rPr>
      </w:pPr>
    </w:p>
    <w:p w:rsidR="003E210E" w:rsidRPr="00C12AC7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9328BD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3E210E" w:rsidRDefault="003E210E" w:rsidP="009328BD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3E210E" w:rsidRDefault="003E210E" w:rsidP="009328BD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</w:p>
    <w:p w:rsidR="003E210E" w:rsidRDefault="003E210E" w:rsidP="009328BD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И.Д. Сырцова</w:t>
      </w:r>
    </w:p>
    <w:p w:rsidR="003E210E" w:rsidRPr="00C12AC7" w:rsidRDefault="003E210E" w:rsidP="008D2EAF">
      <w:pPr>
        <w:rPr>
          <w:sz w:val="28"/>
          <w:szCs w:val="28"/>
        </w:rPr>
      </w:pPr>
    </w:p>
    <w:p w:rsidR="003E210E" w:rsidRPr="00222A19" w:rsidRDefault="003E210E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3E210E" w:rsidRDefault="003E210E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     Г.А. Кулапина</w:t>
      </w:r>
    </w:p>
    <w:p w:rsidR="003E210E" w:rsidRDefault="003E210E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3E210E" w:rsidRDefault="003E210E" w:rsidP="000259E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3E210E" w:rsidRDefault="003E210E" w:rsidP="000259E2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начальник</w:t>
      </w:r>
    </w:p>
    <w:p w:rsidR="003E210E" w:rsidRDefault="003E210E" w:rsidP="000259E2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Ф.А. Камилева</w:t>
      </w:r>
    </w:p>
    <w:p w:rsidR="003E210E" w:rsidRPr="005E32DC" w:rsidRDefault="003E210E" w:rsidP="000259E2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Е.А. Колупаева</w:t>
      </w:r>
    </w:p>
    <w:p w:rsidR="003E210E" w:rsidRDefault="003E210E" w:rsidP="008D2EAF">
      <w:pPr>
        <w:rPr>
          <w:sz w:val="28"/>
          <w:szCs w:val="28"/>
        </w:rPr>
      </w:pPr>
    </w:p>
    <w:p w:rsidR="003E210E" w:rsidRDefault="003E210E" w:rsidP="008D2EAF"/>
    <w:p w:rsidR="003E210E" w:rsidRDefault="003E210E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3E210E" w:rsidRDefault="003E210E" w:rsidP="008D2EAF">
      <w:pPr>
        <w:rPr>
          <w:sz w:val="28"/>
          <w:szCs w:val="28"/>
        </w:rPr>
      </w:pPr>
    </w:p>
    <w:p w:rsidR="003E210E" w:rsidRPr="00C12AC7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3E210E" w:rsidRPr="00C12AC7" w:rsidRDefault="003E210E" w:rsidP="008D2EAF">
      <w:pPr>
        <w:rPr>
          <w:sz w:val="28"/>
          <w:szCs w:val="28"/>
        </w:rPr>
      </w:pP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3E210E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3E210E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3E210E" w:rsidRPr="00C12AC7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М.П. Сагдеева</w:t>
      </w:r>
    </w:p>
    <w:p w:rsidR="003E210E" w:rsidRDefault="003E210E" w:rsidP="008D2EAF">
      <w:pPr>
        <w:rPr>
          <w:sz w:val="28"/>
          <w:szCs w:val="28"/>
        </w:rPr>
      </w:pPr>
    </w:p>
    <w:p w:rsidR="003E210E" w:rsidRPr="00C12AC7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3E210E" w:rsidRPr="00C12AC7" w:rsidRDefault="003E210E" w:rsidP="008D2EAF">
      <w:pPr>
        <w:rPr>
          <w:sz w:val="28"/>
          <w:szCs w:val="28"/>
        </w:rPr>
      </w:pPr>
    </w:p>
    <w:p w:rsidR="003E210E" w:rsidRPr="00C12AC7" w:rsidRDefault="003E210E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3E210E" w:rsidRPr="00C12AC7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3E210E" w:rsidRDefault="003E210E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3E210E" w:rsidRDefault="003E210E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О.В. Малькова</w:t>
      </w:r>
    </w:p>
    <w:p w:rsidR="003E210E" w:rsidRDefault="003E210E" w:rsidP="008D2EAF"/>
    <w:p w:rsidR="003E210E" w:rsidRDefault="003E210E" w:rsidP="008D2EAF">
      <w:r w:rsidRPr="00D46384">
        <w:t>Сопина Ирина Анатольевна</w:t>
      </w:r>
    </w:p>
    <w:p w:rsidR="003E210E" w:rsidRDefault="003E210E" w:rsidP="00C4112F">
      <w:pPr>
        <w:rPr>
          <w:sz w:val="28"/>
          <w:szCs w:val="28"/>
        </w:rPr>
      </w:pPr>
      <w:r w:rsidRPr="00D46384">
        <w:t>2-27-18</w:t>
      </w:r>
    </w:p>
    <w:sectPr w:rsidR="003E210E" w:rsidSect="00E52DB5">
      <w:headerReference w:type="even" r:id="rId6"/>
      <w:headerReference w:type="default" r:id="rId7"/>
      <w:pgSz w:w="11906" w:h="16838"/>
      <w:pgMar w:top="1418" w:right="851" w:bottom="-18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10E" w:rsidRDefault="003E210E">
      <w:r>
        <w:separator/>
      </w:r>
    </w:p>
  </w:endnote>
  <w:endnote w:type="continuationSeparator" w:id="1">
    <w:p w:rsidR="003E210E" w:rsidRDefault="003E2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10E" w:rsidRDefault="003E210E">
      <w:r>
        <w:separator/>
      </w:r>
    </w:p>
  </w:footnote>
  <w:footnote w:type="continuationSeparator" w:id="1">
    <w:p w:rsidR="003E210E" w:rsidRDefault="003E2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10E" w:rsidRDefault="003E210E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210E" w:rsidRDefault="003E21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10E" w:rsidRDefault="003E210E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E210E" w:rsidRDefault="003E21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259E2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A1B38"/>
    <w:rsid w:val="000A4DD2"/>
    <w:rsid w:val="000C57E5"/>
    <w:rsid w:val="000E022F"/>
    <w:rsid w:val="000E5104"/>
    <w:rsid w:val="000F5D40"/>
    <w:rsid w:val="00106F7E"/>
    <w:rsid w:val="00107492"/>
    <w:rsid w:val="001652FD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1BCA"/>
    <w:rsid w:val="0026663C"/>
    <w:rsid w:val="002735FF"/>
    <w:rsid w:val="002A32C4"/>
    <w:rsid w:val="002B19A6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930AD"/>
    <w:rsid w:val="003B0C11"/>
    <w:rsid w:val="003B474D"/>
    <w:rsid w:val="003C13AF"/>
    <w:rsid w:val="003C1918"/>
    <w:rsid w:val="003C669B"/>
    <w:rsid w:val="003E0DAF"/>
    <w:rsid w:val="003E10E4"/>
    <w:rsid w:val="003E210E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62657"/>
    <w:rsid w:val="00675B9D"/>
    <w:rsid w:val="00681E25"/>
    <w:rsid w:val="0069579C"/>
    <w:rsid w:val="006C04BC"/>
    <w:rsid w:val="006C3FA1"/>
    <w:rsid w:val="006C7EBF"/>
    <w:rsid w:val="006D0E66"/>
    <w:rsid w:val="006E4948"/>
    <w:rsid w:val="0070788F"/>
    <w:rsid w:val="00707FAE"/>
    <w:rsid w:val="00707FD3"/>
    <w:rsid w:val="00710060"/>
    <w:rsid w:val="00711E55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53359"/>
    <w:rsid w:val="00875A9D"/>
    <w:rsid w:val="00881542"/>
    <w:rsid w:val="0088743B"/>
    <w:rsid w:val="008925EC"/>
    <w:rsid w:val="008A7303"/>
    <w:rsid w:val="008C793E"/>
    <w:rsid w:val="008D0A77"/>
    <w:rsid w:val="008D2EAF"/>
    <w:rsid w:val="008D39BC"/>
    <w:rsid w:val="008D42B7"/>
    <w:rsid w:val="008E1704"/>
    <w:rsid w:val="008E35C8"/>
    <w:rsid w:val="00911FE3"/>
    <w:rsid w:val="009179BC"/>
    <w:rsid w:val="009328BD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7CD8"/>
    <w:rsid w:val="00A53DE6"/>
    <w:rsid w:val="00A55C89"/>
    <w:rsid w:val="00A812C3"/>
    <w:rsid w:val="00AA3880"/>
    <w:rsid w:val="00AB3858"/>
    <w:rsid w:val="00AB4972"/>
    <w:rsid w:val="00AD5986"/>
    <w:rsid w:val="00AE0B75"/>
    <w:rsid w:val="00AE1504"/>
    <w:rsid w:val="00AE31B2"/>
    <w:rsid w:val="00AE7933"/>
    <w:rsid w:val="00AF0797"/>
    <w:rsid w:val="00AF08CB"/>
    <w:rsid w:val="00B01950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C32"/>
    <w:rsid w:val="00C12AC7"/>
    <w:rsid w:val="00C40CAC"/>
    <w:rsid w:val="00C4112F"/>
    <w:rsid w:val="00C45077"/>
    <w:rsid w:val="00C547CF"/>
    <w:rsid w:val="00C56A55"/>
    <w:rsid w:val="00C63738"/>
    <w:rsid w:val="00C71F1E"/>
    <w:rsid w:val="00C7573A"/>
    <w:rsid w:val="00C8450B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46384"/>
    <w:rsid w:val="00D63C35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72FE6"/>
    <w:rsid w:val="00E8097E"/>
    <w:rsid w:val="00E84908"/>
    <w:rsid w:val="00E8723A"/>
    <w:rsid w:val="00E92492"/>
    <w:rsid w:val="00E97522"/>
    <w:rsid w:val="00EB1519"/>
    <w:rsid w:val="00EC3766"/>
    <w:rsid w:val="00ED38BD"/>
    <w:rsid w:val="00ED39A7"/>
    <w:rsid w:val="00EE3346"/>
    <w:rsid w:val="00EE6BCB"/>
    <w:rsid w:val="00EF1FC3"/>
    <w:rsid w:val="00EF6553"/>
    <w:rsid w:val="00F13327"/>
    <w:rsid w:val="00F24A97"/>
    <w:rsid w:val="00F25136"/>
    <w:rsid w:val="00F32606"/>
    <w:rsid w:val="00F335C6"/>
    <w:rsid w:val="00F34675"/>
    <w:rsid w:val="00F35F2A"/>
    <w:rsid w:val="00F3747A"/>
    <w:rsid w:val="00F421B4"/>
    <w:rsid w:val="00F44014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2944"/>
    <w:rsid w:val="00FE577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1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1095</TotalTime>
  <Pages>2</Pages>
  <Words>480</Words>
  <Characters>2737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95</cp:revision>
  <cp:lastPrinted>2017-12-29T06:31:00Z</cp:lastPrinted>
  <dcterms:created xsi:type="dcterms:W3CDTF">2014-01-10T07:21:00Z</dcterms:created>
  <dcterms:modified xsi:type="dcterms:W3CDTF">2018-10-11T12:18:00Z</dcterms:modified>
</cp:coreProperties>
</file>