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5C" w:rsidRPr="009F00B3" w:rsidRDefault="00E3225C" w:rsidP="00231E5F">
      <w:pPr>
        <w:pStyle w:val="Title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E3225C" w:rsidRPr="009F00B3" w:rsidRDefault="00E3225C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E3225C" w:rsidRPr="009F00B3" w:rsidRDefault="00E3225C" w:rsidP="00231E5F">
      <w:pPr>
        <w:jc w:val="center"/>
        <w:rPr>
          <w:b/>
          <w:sz w:val="28"/>
          <w:szCs w:val="28"/>
        </w:rPr>
      </w:pPr>
    </w:p>
    <w:p w:rsidR="00E3225C" w:rsidRPr="0070788F" w:rsidRDefault="00E3225C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E3225C" w:rsidRPr="002B19A6" w:rsidRDefault="00E3225C" w:rsidP="00451F4B">
      <w:pPr>
        <w:rPr>
          <w:sz w:val="28"/>
          <w:szCs w:val="28"/>
        </w:rPr>
      </w:pPr>
      <w:r w:rsidRPr="006A5D4C">
        <w:rPr>
          <w:sz w:val="28"/>
          <w:szCs w:val="28"/>
          <w:u w:val="single"/>
        </w:rPr>
        <w:t>30.12.2016</w:t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№ </w:t>
      </w:r>
      <w:bookmarkStart w:id="0" w:name="_GoBack"/>
      <w:bookmarkEnd w:id="0"/>
      <w:r w:rsidRPr="006A5D4C">
        <w:rPr>
          <w:sz w:val="28"/>
          <w:szCs w:val="28"/>
          <w:u w:val="single"/>
        </w:rPr>
        <w:t>964</w:t>
      </w:r>
    </w:p>
    <w:p w:rsidR="00E3225C" w:rsidRPr="00451F4B" w:rsidRDefault="00E3225C" w:rsidP="00451F4B">
      <w:pPr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E3225C" w:rsidRPr="009F00B3" w:rsidRDefault="00E3225C" w:rsidP="00231E5F">
      <w:pPr>
        <w:jc w:val="center"/>
        <w:rPr>
          <w:sz w:val="28"/>
          <w:szCs w:val="28"/>
        </w:rPr>
      </w:pPr>
    </w:p>
    <w:p w:rsidR="00E3225C" w:rsidRPr="009F00B3" w:rsidRDefault="00E3225C" w:rsidP="00231E5F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648"/>
      </w:tblGrid>
      <w:tr w:rsidR="00E3225C" w:rsidRPr="00AE31B2" w:rsidTr="00681E25">
        <w:trPr>
          <w:trHeight w:val="206"/>
        </w:trPr>
        <w:tc>
          <w:tcPr>
            <w:tcW w:w="9648" w:type="dxa"/>
          </w:tcPr>
          <w:p w:rsidR="00E3225C" w:rsidRDefault="00E3225C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E3225C" w:rsidRPr="00A06091" w:rsidRDefault="00E3225C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Малмыжского района от 08.10.2013 № 958</w:t>
            </w:r>
          </w:p>
          <w:p w:rsidR="00E3225C" w:rsidRDefault="00E3225C" w:rsidP="00231E5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</w:p>
          <w:p w:rsidR="00E3225C" w:rsidRPr="00AE31B2" w:rsidRDefault="00E3225C" w:rsidP="00231E5F">
            <w:pPr>
              <w:jc w:val="center"/>
              <w:rPr>
                <w:szCs w:val="28"/>
              </w:rPr>
            </w:pPr>
          </w:p>
        </w:tc>
      </w:tr>
    </w:tbl>
    <w:p w:rsidR="00E3225C" w:rsidRDefault="00E3225C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E3225C" w:rsidRDefault="00E3225C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E3225C" w:rsidRDefault="00E3225C" w:rsidP="008D2EAF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изменения в постановление администрации Малмыжского района от 08.10.2013 № 958 «Об утверждении муниципальной программы «Развитие агропромышленного комплекса в Малмыжском районе» </w:t>
      </w:r>
      <w:r>
        <w:rPr>
          <w:sz w:val="28"/>
        </w:rPr>
        <w:t>(с изменениями, внесенными постановлениями администрации Малмыжского района от 17.01.2014 № 25, от 11.06.2014 № 637, от 12.08.2014 № 874,               от 26.12.2014 № 1450, от 10.02.2015 № 108, от 27.04.2015 № 398,                        от 01.12.2015 № 1014, от 23.03.2016 № 192, от 12.05.2016 № 332, от 08.07.2016     № 465, от 22.11.2016 № 838), утвердив изменения в</w:t>
      </w:r>
      <w:r>
        <w:rPr>
          <w:rFonts w:eastAsia="A"/>
          <w:sz w:val="28"/>
          <w:szCs w:val="28"/>
        </w:rPr>
        <w:t xml:space="preserve"> муниципальной программе «Развитие агропромышленного комплекса в Малмыжском районе» на 2014-2020 годы (далее – муниципальная программа) согласно приложению. </w:t>
      </w:r>
    </w:p>
    <w:p w:rsidR="00E3225C" w:rsidRPr="005A684B" w:rsidRDefault="00E3225C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</w:p>
    <w:p w:rsidR="00E3225C" w:rsidRDefault="00E3225C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E3225C" w:rsidRDefault="00E3225C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F44014">
      <w:pPr>
        <w:spacing w:line="300" w:lineRule="auto"/>
        <w:rPr>
          <w:sz w:val="28"/>
          <w:szCs w:val="28"/>
        </w:rPr>
      </w:pPr>
    </w:p>
    <w:p w:rsidR="00E3225C" w:rsidRPr="009F00B3" w:rsidRDefault="00E3225C" w:rsidP="00F44014">
      <w:pPr>
        <w:spacing w:line="300" w:lineRule="auto"/>
        <w:rPr>
          <w:sz w:val="28"/>
          <w:szCs w:val="28"/>
        </w:rPr>
      </w:pPr>
    </w:p>
    <w:p w:rsidR="00E3225C" w:rsidRPr="009F00B3" w:rsidRDefault="00E3225C" w:rsidP="00F4401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9F00B3">
        <w:rPr>
          <w:sz w:val="28"/>
          <w:szCs w:val="28"/>
        </w:rPr>
        <w:t xml:space="preserve"> администрации  </w:t>
      </w:r>
    </w:p>
    <w:p w:rsidR="00E3225C" w:rsidRDefault="00E3225C" w:rsidP="00F44014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В.В. Константинов</w:t>
      </w:r>
    </w:p>
    <w:p w:rsidR="00E3225C" w:rsidRDefault="00E3225C" w:rsidP="00F44014">
      <w:pPr>
        <w:spacing w:line="300" w:lineRule="auto"/>
        <w:rPr>
          <w:sz w:val="28"/>
          <w:szCs w:val="28"/>
        </w:rPr>
      </w:pPr>
    </w:p>
    <w:p w:rsidR="00E3225C" w:rsidRDefault="00E3225C" w:rsidP="00C4112F">
      <w:pPr>
        <w:rPr>
          <w:sz w:val="28"/>
          <w:szCs w:val="28"/>
        </w:rPr>
      </w:pPr>
    </w:p>
    <w:p w:rsidR="00E3225C" w:rsidRDefault="00E3225C" w:rsidP="00C4112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E3225C" w:rsidRPr="00C12AC7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отделом сельского 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>ия, главный</w:t>
      </w:r>
    </w:p>
    <w:p w:rsidR="00E3225C" w:rsidRDefault="00E3225C" w:rsidP="00C56A55">
      <w:pPr>
        <w:rPr>
          <w:sz w:val="28"/>
          <w:szCs w:val="28"/>
        </w:rPr>
      </w:pPr>
      <w:r>
        <w:rPr>
          <w:sz w:val="28"/>
          <w:szCs w:val="28"/>
        </w:rPr>
        <w:t xml:space="preserve">агроном администрации Малмыжского </w:t>
      </w:r>
    </w:p>
    <w:p w:rsidR="00E3225C" w:rsidRDefault="00E3225C" w:rsidP="00C56A55">
      <w:pPr>
        <w:tabs>
          <w:tab w:val="left" w:pos="7560"/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     Р.Г. Ахметзянов</w:t>
      </w:r>
    </w:p>
    <w:p w:rsidR="00E3225C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СОГЛАСОВАНО</w:t>
      </w:r>
    </w:p>
    <w:p w:rsidR="00E3225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района, заведующая 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отделом по экономическому развитию</w:t>
      </w:r>
      <w:r>
        <w:rPr>
          <w:sz w:val="28"/>
          <w:szCs w:val="28"/>
        </w:rPr>
        <w:tab/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И.Д. Сырцова</w:t>
      </w:r>
    </w:p>
    <w:p w:rsidR="00E3225C" w:rsidRPr="00C12AC7" w:rsidRDefault="00E3225C" w:rsidP="008D2EAF">
      <w:pPr>
        <w:rPr>
          <w:sz w:val="28"/>
          <w:szCs w:val="28"/>
        </w:rPr>
      </w:pPr>
    </w:p>
    <w:p w:rsidR="00E3225C" w:rsidRPr="00222A19" w:rsidRDefault="00E3225C" w:rsidP="008D2EAF">
      <w:pPr>
        <w:rPr>
          <w:sz w:val="28"/>
          <w:szCs w:val="28"/>
        </w:rPr>
      </w:pPr>
      <w:r w:rsidRPr="00222A19">
        <w:rPr>
          <w:sz w:val="28"/>
          <w:szCs w:val="28"/>
        </w:rPr>
        <w:t>Председатель контрольно-счетной</w:t>
      </w:r>
    </w:p>
    <w:p w:rsidR="00E3225C" w:rsidRDefault="00E3225C" w:rsidP="008D2EAF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комиссии Малмыжского района                                                </w:t>
      </w:r>
      <w:r>
        <w:rPr>
          <w:sz w:val="28"/>
          <w:szCs w:val="28"/>
        </w:rPr>
        <w:tab/>
        <w:t xml:space="preserve">   Г.А. Кулапина</w:t>
      </w:r>
    </w:p>
    <w:p w:rsidR="00E3225C" w:rsidRDefault="00E3225C" w:rsidP="008D2EAF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начальник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     Ф.А. Камилева</w:t>
      </w:r>
    </w:p>
    <w:p w:rsidR="00E3225C" w:rsidRPr="005E32DC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адм</w:t>
      </w:r>
      <w:r w:rsidRPr="00C12AC7">
        <w:rPr>
          <w:sz w:val="28"/>
          <w:szCs w:val="28"/>
        </w:rPr>
        <w:t>инистрации 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Е.А. Колупаева</w:t>
      </w:r>
    </w:p>
    <w:p w:rsidR="00E3225C" w:rsidRDefault="00E3225C" w:rsidP="008D2EAF"/>
    <w:p w:rsidR="00E3225C" w:rsidRDefault="00E3225C" w:rsidP="008D2EAF">
      <w:pPr>
        <w:pStyle w:val="BodyText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 xml:space="preserve">, </w:t>
      </w:r>
      <w:r>
        <w:rPr>
          <w:sz w:val="28"/>
          <w:szCs w:val="28"/>
        </w:rPr>
        <w:t>в регистр – 1,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9</w:t>
      </w:r>
    </w:p>
    <w:p w:rsidR="00E3225C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E3225C" w:rsidRPr="00C12AC7" w:rsidRDefault="00E3225C" w:rsidP="008D2EAF">
      <w:pPr>
        <w:rPr>
          <w:sz w:val="28"/>
          <w:szCs w:val="28"/>
        </w:rPr>
      </w:pP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Главный специалист - ю</w:t>
      </w:r>
      <w:r w:rsidRPr="00C12AC7">
        <w:rPr>
          <w:sz w:val="28"/>
          <w:szCs w:val="28"/>
        </w:rPr>
        <w:t xml:space="preserve">рисконсульт  </w:t>
      </w:r>
    </w:p>
    <w:p w:rsidR="00E3225C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C12AC7">
        <w:rPr>
          <w:sz w:val="28"/>
          <w:szCs w:val="28"/>
        </w:rPr>
        <w:t xml:space="preserve"> по правовым,  кадровым </w:t>
      </w:r>
    </w:p>
    <w:p w:rsidR="00E3225C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вопросам, делопроизводстваи контроля </w:t>
      </w:r>
    </w:p>
    <w:p w:rsidR="00E3225C" w:rsidRPr="00C12AC7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12AC7">
        <w:rPr>
          <w:sz w:val="28"/>
          <w:szCs w:val="28"/>
        </w:rPr>
        <w:t>дминистрации Малмыжского района</w:t>
      </w:r>
      <w:r w:rsidRPr="00C12AC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М.П. Сагдеева</w:t>
      </w:r>
    </w:p>
    <w:p w:rsidR="00E3225C" w:rsidRPr="00C12AC7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E3225C" w:rsidRPr="00C12AC7" w:rsidRDefault="00E3225C" w:rsidP="008D2EAF">
      <w:pPr>
        <w:rPr>
          <w:sz w:val="28"/>
          <w:szCs w:val="28"/>
        </w:rPr>
      </w:pPr>
    </w:p>
    <w:p w:rsidR="00E3225C" w:rsidRPr="00C12AC7" w:rsidRDefault="00E3225C" w:rsidP="008D2EAF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по правовым,  </w:t>
      </w:r>
    </w:p>
    <w:p w:rsidR="00E3225C" w:rsidRPr="00C12AC7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E3225C" w:rsidRDefault="00E3225C" w:rsidP="008D2EAF">
      <w:pPr>
        <w:rPr>
          <w:sz w:val="28"/>
          <w:szCs w:val="28"/>
        </w:rPr>
      </w:pPr>
      <w:r w:rsidRPr="00C12AC7">
        <w:rPr>
          <w:sz w:val="28"/>
          <w:szCs w:val="28"/>
        </w:rPr>
        <w:t xml:space="preserve">и контроля администрации Малмыжского </w:t>
      </w:r>
    </w:p>
    <w:p w:rsidR="00E3225C" w:rsidRDefault="00E3225C" w:rsidP="008D2EAF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    О.В. Малькова</w:t>
      </w:r>
    </w:p>
    <w:p w:rsidR="00E3225C" w:rsidRDefault="00E3225C" w:rsidP="008D2EAF"/>
    <w:p w:rsidR="00E3225C" w:rsidRDefault="00E3225C" w:rsidP="008D2EAF">
      <w:r w:rsidRPr="00D46384">
        <w:t>Сопина Ирина Анатольевна</w:t>
      </w:r>
    </w:p>
    <w:p w:rsidR="00E3225C" w:rsidRDefault="00E3225C" w:rsidP="00C4112F">
      <w:pPr>
        <w:rPr>
          <w:sz w:val="28"/>
          <w:szCs w:val="28"/>
        </w:rPr>
      </w:pPr>
      <w:r w:rsidRPr="00D46384">
        <w:t>2-27-18</w:t>
      </w:r>
    </w:p>
    <w:sectPr w:rsidR="00E3225C" w:rsidSect="00C56A55">
      <w:headerReference w:type="even" r:id="rId6"/>
      <w:headerReference w:type="default" r:id="rId7"/>
      <w:pgSz w:w="11906" w:h="16838"/>
      <w:pgMar w:top="899" w:right="851" w:bottom="-71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25C" w:rsidRDefault="00E3225C">
      <w:r>
        <w:separator/>
      </w:r>
    </w:p>
  </w:endnote>
  <w:endnote w:type="continuationSeparator" w:id="1">
    <w:p w:rsidR="00E3225C" w:rsidRDefault="00E32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25C" w:rsidRDefault="00E3225C">
      <w:r>
        <w:separator/>
      </w:r>
    </w:p>
  </w:footnote>
  <w:footnote w:type="continuationSeparator" w:id="1">
    <w:p w:rsidR="00E3225C" w:rsidRDefault="00E322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25C" w:rsidRDefault="00E3225C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225C" w:rsidRDefault="00E322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25C" w:rsidRDefault="00E3225C" w:rsidP="00AA388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3225C" w:rsidRDefault="00E322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7E5F"/>
    <w:rsid w:val="00017061"/>
    <w:rsid w:val="00034770"/>
    <w:rsid w:val="00034D81"/>
    <w:rsid w:val="00043600"/>
    <w:rsid w:val="00047CD6"/>
    <w:rsid w:val="00055C78"/>
    <w:rsid w:val="000668D7"/>
    <w:rsid w:val="00086374"/>
    <w:rsid w:val="00087D4A"/>
    <w:rsid w:val="00094195"/>
    <w:rsid w:val="000A1B38"/>
    <w:rsid w:val="000A4DD2"/>
    <w:rsid w:val="000C57E5"/>
    <w:rsid w:val="000E022F"/>
    <w:rsid w:val="000E5104"/>
    <w:rsid w:val="00106F7E"/>
    <w:rsid w:val="00107492"/>
    <w:rsid w:val="0018148C"/>
    <w:rsid w:val="0018799D"/>
    <w:rsid w:val="00195E66"/>
    <w:rsid w:val="001A081B"/>
    <w:rsid w:val="001A4E34"/>
    <w:rsid w:val="001A5499"/>
    <w:rsid w:val="001D711A"/>
    <w:rsid w:val="001F6DB4"/>
    <w:rsid w:val="00222A19"/>
    <w:rsid w:val="00223B05"/>
    <w:rsid w:val="00231E5F"/>
    <w:rsid w:val="00242539"/>
    <w:rsid w:val="0025025E"/>
    <w:rsid w:val="00261BCA"/>
    <w:rsid w:val="0026663C"/>
    <w:rsid w:val="002735FF"/>
    <w:rsid w:val="002B19A6"/>
    <w:rsid w:val="002C48DA"/>
    <w:rsid w:val="002D16C3"/>
    <w:rsid w:val="002D1B76"/>
    <w:rsid w:val="00300B05"/>
    <w:rsid w:val="003275CB"/>
    <w:rsid w:val="0034127F"/>
    <w:rsid w:val="00344468"/>
    <w:rsid w:val="00371B5A"/>
    <w:rsid w:val="003729F0"/>
    <w:rsid w:val="0038087B"/>
    <w:rsid w:val="003930AD"/>
    <w:rsid w:val="003B0C11"/>
    <w:rsid w:val="003C13AF"/>
    <w:rsid w:val="003E0DAF"/>
    <w:rsid w:val="003E10E4"/>
    <w:rsid w:val="003E553A"/>
    <w:rsid w:val="003F64AA"/>
    <w:rsid w:val="003F714E"/>
    <w:rsid w:val="0043035C"/>
    <w:rsid w:val="00430E7C"/>
    <w:rsid w:val="0043128D"/>
    <w:rsid w:val="004359C6"/>
    <w:rsid w:val="004400A3"/>
    <w:rsid w:val="0044129B"/>
    <w:rsid w:val="00451F4B"/>
    <w:rsid w:val="004F603A"/>
    <w:rsid w:val="005028A6"/>
    <w:rsid w:val="00522CF6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90EF9"/>
    <w:rsid w:val="005922E5"/>
    <w:rsid w:val="00593A4A"/>
    <w:rsid w:val="005A381E"/>
    <w:rsid w:val="005A54AD"/>
    <w:rsid w:val="005A684B"/>
    <w:rsid w:val="005B5A66"/>
    <w:rsid w:val="005E32DC"/>
    <w:rsid w:val="005E49E2"/>
    <w:rsid w:val="006143A7"/>
    <w:rsid w:val="006260A1"/>
    <w:rsid w:val="006460F3"/>
    <w:rsid w:val="00651D4D"/>
    <w:rsid w:val="00675B9D"/>
    <w:rsid w:val="00681E25"/>
    <w:rsid w:val="006A5D4C"/>
    <w:rsid w:val="006C7EBF"/>
    <w:rsid w:val="006E4948"/>
    <w:rsid w:val="0070788F"/>
    <w:rsid w:val="00707FAE"/>
    <w:rsid w:val="00707FD3"/>
    <w:rsid w:val="00710060"/>
    <w:rsid w:val="00711E55"/>
    <w:rsid w:val="00714F3F"/>
    <w:rsid w:val="00717C4B"/>
    <w:rsid w:val="00753ADA"/>
    <w:rsid w:val="00761888"/>
    <w:rsid w:val="00770B4D"/>
    <w:rsid w:val="007907B3"/>
    <w:rsid w:val="00790E2B"/>
    <w:rsid w:val="0079488C"/>
    <w:rsid w:val="00794D9C"/>
    <w:rsid w:val="007A1908"/>
    <w:rsid w:val="007A1B21"/>
    <w:rsid w:val="007B6BF7"/>
    <w:rsid w:val="007D3D8D"/>
    <w:rsid w:val="007D70DB"/>
    <w:rsid w:val="007D7BDD"/>
    <w:rsid w:val="007E1465"/>
    <w:rsid w:val="008014A4"/>
    <w:rsid w:val="00811396"/>
    <w:rsid w:val="008308CF"/>
    <w:rsid w:val="00831C0B"/>
    <w:rsid w:val="00834C1A"/>
    <w:rsid w:val="008372A5"/>
    <w:rsid w:val="00853359"/>
    <w:rsid w:val="00875A9D"/>
    <w:rsid w:val="0088743B"/>
    <w:rsid w:val="008925EC"/>
    <w:rsid w:val="008C793E"/>
    <w:rsid w:val="008D2EAF"/>
    <w:rsid w:val="008D39BC"/>
    <w:rsid w:val="008E1704"/>
    <w:rsid w:val="008E35C8"/>
    <w:rsid w:val="00911FE3"/>
    <w:rsid w:val="009179BC"/>
    <w:rsid w:val="0093679A"/>
    <w:rsid w:val="009420D5"/>
    <w:rsid w:val="009507E4"/>
    <w:rsid w:val="009756DB"/>
    <w:rsid w:val="009A51EB"/>
    <w:rsid w:val="009B270A"/>
    <w:rsid w:val="009D43BE"/>
    <w:rsid w:val="009F00B3"/>
    <w:rsid w:val="009F1683"/>
    <w:rsid w:val="00A049E2"/>
    <w:rsid w:val="00A06091"/>
    <w:rsid w:val="00A53DE6"/>
    <w:rsid w:val="00A55C89"/>
    <w:rsid w:val="00A812C3"/>
    <w:rsid w:val="00AA3880"/>
    <w:rsid w:val="00AB3858"/>
    <w:rsid w:val="00AB4972"/>
    <w:rsid w:val="00AD5986"/>
    <w:rsid w:val="00AE31B2"/>
    <w:rsid w:val="00AE7933"/>
    <w:rsid w:val="00AF08CB"/>
    <w:rsid w:val="00B174DB"/>
    <w:rsid w:val="00B1786B"/>
    <w:rsid w:val="00B3008C"/>
    <w:rsid w:val="00B33A8C"/>
    <w:rsid w:val="00B35BD1"/>
    <w:rsid w:val="00B45EBC"/>
    <w:rsid w:val="00B564C3"/>
    <w:rsid w:val="00B6052C"/>
    <w:rsid w:val="00B719BA"/>
    <w:rsid w:val="00B77807"/>
    <w:rsid w:val="00B8791D"/>
    <w:rsid w:val="00BA0BFB"/>
    <w:rsid w:val="00BA0E32"/>
    <w:rsid w:val="00BA2977"/>
    <w:rsid w:val="00BC2A5F"/>
    <w:rsid w:val="00BE492C"/>
    <w:rsid w:val="00BF0187"/>
    <w:rsid w:val="00C07B2D"/>
    <w:rsid w:val="00C10C32"/>
    <w:rsid w:val="00C12AC7"/>
    <w:rsid w:val="00C4112F"/>
    <w:rsid w:val="00C45077"/>
    <w:rsid w:val="00C547CF"/>
    <w:rsid w:val="00C56A55"/>
    <w:rsid w:val="00C63738"/>
    <w:rsid w:val="00C7573A"/>
    <w:rsid w:val="00C8450B"/>
    <w:rsid w:val="00C91A8C"/>
    <w:rsid w:val="00CB0C08"/>
    <w:rsid w:val="00CB32AD"/>
    <w:rsid w:val="00CD296C"/>
    <w:rsid w:val="00CE1FA3"/>
    <w:rsid w:val="00CE371C"/>
    <w:rsid w:val="00D0580F"/>
    <w:rsid w:val="00D46384"/>
    <w:rsid w:val="00D63C35"/>
    <w:rsid w:val="00D95EB2"/>
    <w:rsid w:val="00D966A0"/>
    <w:rsid w:val="00DA37C0"/>
    <w:rsid w:val="00DA4A19"/>
    <w:rsid w:val="00DB05C4"/>
    <w:rsid w:val="00DC2436"/>
    <w:rsid w:val="00DC65D0"/>
    <w:rsid w:val="00DE3C00"/>
    <w:rsid w:val="00DF0FBE"/>
    <w:rsid w:val="00DF1BD7"/>
    <w:rsid w:val="00DF3485"/>
    <w:rsid w:val="00E014A9"/>
    <w:rsid w:val="00E152AC"/>
    <w:rsid w:val="00E249A2"/>
    <w:rsid w:val="00E3225C"/>
    <w:rsid w:val="00E33E03"/>
    <w:rsid w:val="00E410F4"/>
    <w:rsid w:val="00E84908"/>
    <w:rsid w:val="00E8723A"/>
    <w:rsid w:val="00EC3766"/>
    <w:rsid w:val="00ED38BD"/>
    <w:rsid w:val="00EE6BCB"/>
    <w:rsid w:val="00EF1FC3"/>
    <w:rsid w:val="00EF6553"/>
    <w:rsid w:val="00F13327"/>
    <w:rsid w:val="00F24A97"/>
    <w:rsid w:val="00F25136"/>
    <w:rsid w:val="00F32606"/>
    <w:rsid w:val="00F335C6"/>
    <w:rsid w:val="00F34675"/>
    <w:rsid w:val="00F3747A"/>
    <w:rsid w:val="00F421B4"/>
    <w:rsid w:val="00F44014"/>
    <w:rsid w:val="00F45D62"/>
    <w:rsid w:val="00F759E7"/>
    <w:rsid w:val="00F906C6"/>
    <w:rsid w:val="00F90F69"/>
    <w:rsid w:val="00F95AFE"/>
    <w:rsid w:val="00FA4E3F"/>
    <w:rsid w:val="00FA649C"/>
    <w:rsid w:val="00FB0F66"/>
    <w:rsid w:val="00FB254E"/>
    <w:rsid w:val="00FB4CD1"/>
    <w:rsid w:val="00FC44F2"/>
    <w:rsid w:val="00FD5F52"/>
    <w:rsid w:val="00FD6A87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231E5F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31E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03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899</TotalTime>
  <Pages>2</Pages>
  <Words>474</Words>
  <Characters>2705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66</cp:revision>
  <cp:lastPrinted>2016-12-30T07:00:00Z</cp:lastPrinted>
  <dcterms:created xsi:type="dcterms:W3CDTF">2014-01-10T07:21:00Z</dcterms:created>
  <dcterms:modified xsi:type="dcterms:W3CDTF">2018-10-11T11:57:00Z</dcterms:modified>
</cp:coreProperties>
</file>