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DD" w:rsidRPr="009F00B3" w:rsidRDefault="00FE05DD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FE05DD" w:rsidRPr="009F00B3" w:rsidRDefault="00FE05DD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FE05DD" w:rsidRPr="009F00B3" w:rsidRDefault="00FE05DD" w:rsidP="00231E5F">
      <w:pPr>
        <w:jc w:val="center"/>
        <w:rPr>
          <w:b/>
          <w:sz w:val="28"/>
          <w:szCs w:val="28"/>
        </w:rPr>
      </w:pPr>
    </w:p>
    <w:p w:rsidR="00FE05DD" w:rsidRPr="0070788F" w:rsidRDefault="00FE05DD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FE05DD" w:rsidRPr="00891546" w:rsidRDefault="00FE05DD" w:rsidP="00451F4B">
      <w:pPr>
        <w:rPr>
          <w:sz w:val="28"/>
          <w:szCs w:val="28"/>
          <w:u w:val="single"/>
        </w:rPr>
      </w:pPr>
      <w:r w:rsidRPr="00891546">
        <w:rPr>
          <w:sz w:val="28"/>
          <w:szCs w:val="28"/>
          <w:u w:val="single"/>
        </w:rPr>
        <w:t>23.07.2018</w:t>
      </w:r>
      <w:r w:rsidRPr="00891546">
        <w:rPr>
          <w:sz w:val="28"/>
          <w:szCs w:val="28"/>
          <w:u w:val="single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№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891546">
        <w:rPr>
          <w:sz w:val="28"/>
          <w:szCs w:val="28"/>
          <w:u w:val="single"/>
        </w:rPr>
        <w:t xml:space="preserve">422 </w:t>
      </w:r>
    </w:p>
    <w:p w:rsidR="00FE05DD" w:rsidRPr="00451F4B" w:rsidRDefault="00FE05DD" w:rsidP="00451F4B">
      <w:pPr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FE05DD" w:rsidRPr="009F00B3" w:rsidRDefault="00FE05DD" w:rsidP="00231E5F">
      <w:pPr>
        <w:jc w:val="center"/>
        <w:rPr>
          <w:sz w:val="28"/>
          <w:szCs w:val="28"/>
        </w:rPr>
      </w:pPr>
    </w:p>
    <w:p w:rsidR="00FE05DD" w:rsidRPr="009F00B3" w:rsidRDefault="00FE05DD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648"/>
      </w:tblGrid>
      <w:tr w:rsidR="00FE05DD" w:rsidRPr="00AE31B2" w:rsidTr="00681E25">
        <w:trPr>
          <w:trHeight w:val="206"/>
        </w:trPr>
        <w:tc>
          <w:tcPr>
            <w:tcW w:w="9648" w:type="dxa"/>
          </w:tcPr>
          <w:p w:rsidR="00FE05DD" w:rsidRDefault="00FE05DD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FE05DD" w:rsidRPr="00A06091" w:rsidRDefault="00FE05DD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FE05DD" w:rsidRDefault="00FE05DD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FE05DD" w:rsidRPr="00AE31B2" w:rsidRDefault="00FE05DD" w:rsidP="00231E5F">
            <w:pPr>
              <w:jc w:val="center"/>
              <w:rPr>
                <w:szCs w:val="28"/>
              </w:rPr>
            </w:pPr>
          </w:p>
        </w:tc>
      </w:tr>
    </w:tbl>
    <w:p w:rsidR="00FE05DD" w:rsidRDefault="00FE05DD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FE05DD" w:rsidRDefault="00FE05DD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FE05DD" w:rsidRDefault="00FE05DD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                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              от 26.12.2014 № 1450, от 10.02.2015 № 108, от 27.04.2015 № 398,                        от 01.12.2015 № 1014, от 23.03.2016 № 192, от 12.05.2016 № 332, от 08.07.2016     № 465, от 22.11.2016 № 838, от 30.12.2016 № 964, от 21.04.2017 № 269,           от 03.07.2017 № 418, от 01.11.2017 № 723, 29.12.2017 № 933), утвердив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Малмыжском районе» на 2014-2020 годы (далее – муниципальная программа) согласно приложению. </w:t>
      </w:r>
    </w:p>
    <w:p w:rsidR="00FE05DD" w:rsidRPr="005A684B" w:rsidRDefault="00FE05DD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FE05DD" w:rsidRDefault="00FE05DD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FE05DD" w:rsidRDefault="00FE05DD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FE05DD" w:rsidRDefault="00FE05DD" w:rsidP="008D2EAF">
      <w:pPr>
        <w:rPr>
          <w:sz w:val="28"/>
          <w:szCs w:val="28"/>
        </w:rPr>
      </w:pPr>
    </w:p>
    <w:p w:rsidR="00FE05DD" w:rsidRDefault="00FE05DD" w:rsidP="00F44014">
      <w:pPr>
        <w:spacing w:line="300" w:lineRule="auto"/>
        <w:rPr>
          <w:sz w:val="28"/>
          <w:szCs w:val="28"/>
        </w:rPr>
      </w:pPr>
    </w:p>
    <w:p w:rsidR="00FE05DD" w:rsidRPr="009F00B3" w:rsidRDefault="00FE05DD" w:rsidP="00F44014">
      <w:pPr>
        <w:spacing w:line="300" w:lineRule="auto"/>
        <w:rPr>
          <w:sz w:val="28"/>
          <w:szCs w:val="28"/>
        </w:rPr>
      </w:pPr>
    </w:p>
    <w:p w:rsidR="00FE05DD" w:rsidRDefault="00FE05DD" w:rsidP="00F4401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Константинов</w:t>
      </w:r>
    </w:p>
    <w:p w:rsidR="00FE05DD" w:rsidRDefault="00FE05DD" w:rsidP="00F44014">
      <w:pPr>
        <w:spacing w:line="300" w:lineRule="auto"/>
        <w:rPr>
          <w:sz w:val="28"/>
          <w:szCs w:val="28"/>
        </w:rPr>
      </w:pPr>
    </w:p>
    <w:p w:rsidR="00FE05DD" w:rsidRDefault="00FE05DD" w:rsidP="00C4112F">
      <w:pPr>
        <w:rPr>
          <w:sz w:val="28"/>
          <w:szCs w:val="28"/>
        </w:rPr>
      </w:pPr>
    </w:p>
    <w:p w:rsidR="00FE05DD" w:rsidRDefault="00FE05DD" w:rsidP="00C4112F">
      <w:pPr>
        <w:rPr>
          <w:sz w:val="28"/>
          <w:szCs w:val="28"/>
        </w:rPr>
      </w:pPr>
    </w:p>
    <w:p w:rsidR="00FE05DD" w:rsidRDefault="00FE05DD" w:rsidP="008D2EAF">
      <w:pPr>
        <w:rPr>
          <w:sz w:val="28"/>
          <w:szCs w:val="28"/>
        </w:rPr>
      </w:pPr>
    </w:p>
    <w:p w:rsidR="00FE05DD" w:rsidRDefault="00FE05DD" w:rsidP="008D2EAF">
      <w:pPr>
        <w:rPr>
          <w:sz w:val="28"/>
          <w:szCs w:val="28"/>
        </w:rPr>
      </w:pPr>
    </w:p>
    <w:p w:rsidR="00FE05DD" w:rsidRDefault="00FE05DD" w:rsidP="008D2EAF">
      <w:pPr>
        <w:rPr>
          <w:sz w:val="28"/>
          <w:szCs w:val="28"/>
        </w:rPr>
      </w:pPr>
    </w:p>
    <w:p w:rsidR="00FE05DD" w:rsidRDefault="00FE05DD" w:rsidP="008D2EAF">
      <w:pPr>
        <w:rPr>
          <w:sz w:val="28"/>
          <w:szCs w:val="28"/>
        </w:rPr>
      </w:pPr>
    </w:p>
    <w:p w:rsidR="00FE05DD" w:rsidRPr="00C12AC7" w:rsidRDefault="00FE05DD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FE05DD" w:rsidRPr="00C12AC7" w:rsidRDefault="00FE05DD" w:rsidP="008D2EAF">
      <w:pPr>
        <w:rPr>
          <w:sz w:val="28"/>
          <w:szCs w:val="28"/>
        </w:rPr>
      </w:pPr>
    </w:p>
    <w:p w:rsidR="00FE05DD" w:rsidRDefault="00FE05DD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сельского </w:t>
      </w:r>
    </w:p>
    <w:p w:rsidR="00FE05DD" w:rsidRDefault="00FE05DD" w:rsidP="008D2EAF">
      <w:pPr>
        <w:rPr>
          <w:sz w:val="28"/>
          <w:szCs w:val="28"/>
        </w:rPr>
      </w:pPr>
      <w:r>
        <w:rPr>
          <w:sz w:val="28"/>
          <w:szCs w:val="28"/>
        </w:rPr>
        <w:t>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>ия, главный</w:t>
      </w:r>
    </w:p>
    <w:p w:rsidR="00FE05DD" w:rsidRDefault="00FE05DD" w:rsidP="00C56A55">
      <w:pPr>
        <w:rPr>
          <w:sz w:val="28"/>
          <w:szCs w:val="28"/>
        </w:rPr>
      </w:pPr>
      <w:r>
        <w:rPr>
          <w:sz w:val="28"/>
          <w:szCs w:val="28"/>
        </w:rPr>
        <w:t xml:space="preserve">агроном администрации Малмыжского </w:t>
      </w:r>
    </w:p>
    <w:p w:rsidR="00FE05DD" w:rsidRDefault="00FE05DD" w:rsidP="00C56A55">
      <w:pPr>
        <w:tabs>
          <w:tab w:val="left" w:pos="7560"/>
          <w:tab w:val="left" w:pos="7740"/>
        </w:tabs>
        <w:rPr>
          <w:sz w:val="28"/>
          <w:szCs w:val="28"/>
        </w:rPr>
      </w:pPr>
      <w:r>
        <w:rPr>
          <w:sz w:val="28"/>
          <w:szCs w:val="28"/>
        </w:rPr>
        <w:t>района                                                                                     Р.Г. Ахметзянов</w:t>
      </w:r>
    </w:p>
    <w:p w:rsidR="00FE05DD" w:rsidRDefault="00FE05DD" w:rsidP="008D2EAF">
      <w:pPr>
        <w:rPr>
          <w:sz w:val="28"/>
          <w:szCs w:val="28"/>
        </w:rPr>
      </w:pPr>
    </w:p>
    <w:p w:rsidR="00FE05DD" w:rsidRPr="00C12AC7" w:rsidRDefault="00FE05DD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FE05DD" w:rsidRDefault="00FE05DD" w:rsidP="008D2EAF">
      <w:pPr>
        <w:rPr>
          <w:sz w:val="28"/>
          <w:szCs w:val="28"/>
        </w:rPr>
      </w:pPr>
    </w:p>
    <w:p w:rsidR="00FE05DD" w:rsidRDefault="00FE05DD" w:rsidP="009328BD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FE05DD" w:rsidRDefault="00FE05DD" w:rsidP="009328BD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района, заведующая </w:t>
      </w:r>
    </w:p>
    <w:p w:rsidR="00FE05DD" w:rsidRDefault="00FE05DD" w:rsidP="009328BD">
      <w:pPr>
        <w:rPr>
          <w:sz w:val="28"/>
          <w:szCs w:val="28"/>
        </w:rPr>
      </w:pPr>
      <w:r>
        <w:rPr>
          <w:sz w:val="28"/>
          <w:szCs w:val="28"/>
        </w:rPr>
        <w:t>отделом по экономическому развитию</w:t>
      </w:r>
      <w:r>
        <w:rPr>
          <w:sz w:val="28"/>
          <w:szCs w:val="28"/>
        </w:rPr>
        <w:tab/>
      </w:r>
    </w:p>
    <w:p w:rsidR="00FE05DD" w:rsidRDefault="00FE05DD" w:rsidP="009328BD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И.Д. Сырцова</w:t>
      </w:r>
    </w:p>
    <w:p w:rsidR="00FE05DD" w:rsidRPr="00C12AC7" w:rsidRDefault="00FE05DD" w:rsidP="008D2EAF">
      <w:pPr>
        <w:rPr>
          <w:sz w:val="28"/>
          <w:szCs w:val="28"/>
        </w:rPr>
      </w:pPr>
    </w:p>
    <w:p w:rsidR="00FE05DD" w:rsidRPr="00222A19" w:rsidRDefault="00FE05DD" w:rsidP="008D2EAF">
      <w:pPr>
        <w:rPr>
          <w:sz w:val="28"/>
          <w:szCs w:val="28"/>
        </w:rPr>
      </w:pPr>
      <w:r w:rsidRPr="00222A19">
        <w:rPr>
          <w:sz w:val="28"/>
          <w:szCs w:val="28"/>
        </w:rPr>
        <w:t>Председатель контрольно-счетной</w:t>
      </w:r>
    </w:p>
    <w:p w:rsidR="00FE05DD" w:rsidRDefault="00FE05DD" w:rsidP="008D2EAF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                                           Г.А. Кулапина</w:t>
      </w:r>
    </w:p>
    <w:p w:rsidR="00FE05DD" w:rsidRDefault="00FE05DD" w:rsidP="008D2EA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FE05DD" w:rsidRDefault="00FE05DD" w:rsidP="00903E5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финансового</w:t>
      </w:r>
    </w:p>
    <w:p w:rsidR="00FE05DD" w:rsidRDefault="00FE05DD" w:rsidP="00903E5E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управления, начальник отдела </w:t>
      </w:r>
    </w:p>
    <w:p w:rsidR="00FE05DD" w:rsidRDefault="00FE05DD" w:rsidP="00903E5E">
      <w:pPr>
        <w:rPr>
          <w:sz w:val="28"/>
          <w:szCs w:val="28"/>
        </w:rPr>
      </w:pPr>
      <w:r>
        <w:rPr>
          <w:sz w:val="28"/>
          <w:szCs w:val="28"/>
        </w:rPr>
        <w:t>планирования доходов и расходов</w:t>
      </w:r>
    </w:p>
    <w:p w:rsidR="00FE05DD" w:rsidRDefault="00FE05DD" w:rsidP="00903E5E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                                 В.Х. Гайфуллина</w:t>
      </w:r>
    </w:p>
    <w:p w:rsidR="00FE05DD" w:rsidRDefault="00FE05DD" w:rsidP="008D2EAF">
      <w:pPr>
        <w:rPr>
          <w:sz w:val="28"/>
          <w:szCs w:val="28"/>
        </w:rPr>
      </w:pPr>
    </w:p>
    <w:p w:rsidR="00FE05DD" w:rsidRDefault="00FE05DD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FE05DD" w:rsidRDefault="00FE05DD" w:rsidP="008D2EAF">
      <w:pPr>
        <w:rPr>
          <w:sz w:val="28"/>
          <w:szCs w:val="28"/>
        </w:rPr>
      </w:pPr>
      <w:r>
        <w:rPr>
          <w:sz w:val="28"/>
          <w:szCs w:val="28"/>
        </w:rPr>
        <w:t>адм</w:t>
      </w:r>
      <w:r w:rsidRPr="00C12AC7">
        <w:rPr>
          <w:sz w:val="28"/>
          <w:szCs w:val="28"/>
        </w:rPr>
        <w:t>инистрации 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Е.А. Колупаева</w:t>
      </w:r>
    </w:p>
    <w:p w:rsidR="00FE05DD" w:rsidRDefault="00FE05DD" w:rsidP="008D2EAF">
      <w:pPr>
        <w:rPr>
          <w:sz w:val="28"/>
          <w:szCs w:val="28"/>
        </w:rPr>
      </w:pPr>
    </w:p>
    <w:p w:rsidR="00FE05DD" w:rsidRDefault="00FE05DD" w:rsidP="008D2EA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>ать: администрации района – 2, финансовому управлению -1, 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>,</w:t>
      </w:r>
      <w:r>
        <w:rPr>
          <w:sz w:val="28"/>
          <w:szCs w:val="28"/>
        </w:rPr>
        <w:t xml:space="preserve"> в реестр НПА – 1, в организационный отдел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8</w:t>
      </w:r>
    </w:p>
    <w:p w:rsidR="00FE05DD" w:rsidRDefault="00FE05DD" w:rsidP="008D2EAF">
      <w:pPr>
        <w:rPr>
          <w:sz w:val="28"/>
          <w:szCs w:val="28"/>
        </w:rPr>
      </w:pPr>
    </w:p>
    <w:p w:rsidR="00FE05DD" w:rsidRPr="00C12AC7" w:rsidRDefault="00FE05DD" w:rsidP="008D2EA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FE05DD" w:rsidRPr="00C12AC7" w:rsidRDefault="00FE05DD" w:rsidP="008D2EAF">
      <w:pPr>
        <w:rPr>
          <w:sz w:val="28"/>
          <w:szCs w:val="28"/>
        </w:rPr>
      </w:pPr>
    </w:p>
    <w:p w:rsidR="00FE05DD" w:rsidRDefault="00FE05DD" w:rsidP="008D2EA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 </w:t>
      </w:r>
    </w:p>
    <w:p w:rsidR="00FE05DD" w:rsidRDefault="00FE05DD" w:rsidP="008D2EAF">
      <w:pPr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C12AC7">
        <w:rPr>
          <w:sz w:val="28"/>
          <w:szCs w:val="28"/>
        </w:rPr>
        <w:t xml:space="preserve"> по правовым,  кадровым </w:t>
      </w:r>
    </w:p>
    <w:p w:rsidR="00FE05DD" w:rsidRDefault="00FE05DD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вопросам, делопроизводства</w:t>
      </w:r>
      <w:r>
        <w:rPr>
          <w:sz w:val="28"/>
          <w:szCs w:val="28"/>
        </w:rPr>
        <w:t xml:space="preserve"> </w:t>
      </w:r>
      <w:r w:rsidRPr="00C12AC7">
        <w:rPr>
          <w:sz w:val="28"/>
          <w:szCs w:val="28"/>
        </w:rPr>
        <w:t xml:space="preserve">и контроля </w:t>
      </w:r>
    </w:p>
    <w:p w:rsidR="00FE05DD" w:rsidRPr="00C12AC7" w:rsidRDefault="00FE05DD" w:rsidP="008D2EAF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12AC7">
        <w:rPr>
          <w:sz w:val="28"/>
          <w:szCs w:val="28"/>
        </w:rPr>
        <w:t>дминистрации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А.Н. Насыйбуллина</w:t>
      </w:r>
    </w:p>
    <w:p w:rsidR="00FE05DD" w:rsidRDefault="00FE05DD" w:rsidP="008D2EAF">
      <w:pPr>
        <w:rPr>
          <w:sz w:val="28"/>
          <w:szCs w:val="28"/>
        </w:rPr>
      </w:pPr>
    </w:p>
    <w:p w:rsidR="00FE05DD" w:rsidRPr="00C12AC7" w:rsidRDefault="00FE05DD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FE05DD" w:rsidRPr="00C12AC7" w:rsidRDefault="00FE05DD" w:rsidP="008D2EAF">
      <w:pPr>
        <w:rPr>
          <w:sz w:val="28"/>
          <w:szCs w:val="28"/>
        </w:rPr>
      </w:pPr>
    </w:p>
    <w:p w:rsidR="00FE05DD" w:rsidRPr="00C12AC7" w:rsidRDefault="00FE05DD" w:rsidP="008D2EA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FE05DD" w:rsidRPr="00C12AC7" w:rsidRDefault="00FE05DD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FE05DD" w:rsidRDefault="00FE05DD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Малмыжского </w:t>
      </w:r>
    </w:p>
    <w:p w:rsidR="00FE05DD" w:rsidRDefault="00FE05DD" w:rsidP="008D2EAF">
      <w:pPr>
        <w:tabs>
          <w:tab w:val="left" w:pos="7020"/>
          <w:tab w:val="left" w:pos="7200"/>
        </w:tabs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 С.Г. Суслова</w:t>
      </w:r>
    </w:p>
    <w:p w:rsidR="00FE05DD" w:rsidRDefault="00FE05DD" w:rsidP="008D2EAF"/>
    <w:p w:rsidR="00FE05DD" w:rsidRDefault="00FE05DD" w:rsidP="008D2EAF">
      <w:r w:rsidRPr="00D46384">
        <w:t>Сопина Ирина Анатольевна</w:t>
      </w:r>
    </w:p>
    <w:p w:rsidR="00FE05DD" w:rsidRDefault="00FE05DD" w:rsidP="00C4112F">
      <w:pPr>
        <w:rPr>
          <w:sz w:val="28"/>
          <w:szCs w:val="28"/>
        </w:rPr>
      </w:pPr>
      <w:r w:rsidRPr="00D46384">
        <w:t>2-27-18</w:t>
      </w:r>
    </w:p>
    <w:sectPr w:rsidR="00FE05DD" w:rsidSect="00E52DB5">
      <w:headerReference w:type="even" r:id="rId6"/>
      <w:headerReference w:type="default" r:id="rId7"/>
      <w:pgSz w:w="11906" w:h="16838"/>
      <w:pgMar w:top="1418" w:right="851" w:bottom="-180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5DD" w:rsidRDefault="00FE05DD">
      <w:r>
        <w:separator/>
      </w:r>
    </w:p>
  </w:endnote>
  <w:endnote w:type="continuationSeparator" w:id="1">
    <w:p w:rsidR="00FE05DD" w:rsidRDefault="00FE0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5DD" w:rsidRDefault="00FE05DD">
      <w:r>
        <w:separator/>
      </w:r>
    </w:p>
  </w:footnote>
  <w:footnote w:type="continuationSeparator" w:id="1">
    <w:p w:rsidR="00FE05DD" w:rsidRDefault="00FE05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5DD" w:rsidRDefault="00FE05DD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E05DD" w:rsidRDefault="00FE05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5DD" w:rsidRDefault="00FE05DD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E05DD" w:rsidRDefault="00FE05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07E5F"/>
    <w:rsid w:val="00017061"/>
    <w:rsid w:val="000259E2"/>
    <w:rsid w:val="000333AD"/>
    <w:rsid w:val="00034770"/>
    <w:rsid w:val="00034D81"/>
    <w:rsid w:val="00043600"/>
    <w:rsid w:val="00047CD6"/>
    <w:rsid w:val="00055C78"/>
    <w:rsid w:val="000668D7"/>
    <w:rsid w:val="00075590"/>
    <w:rsid w:val="00086374"/>
    <w:rsid w:val="00087D4A"/>
    <w:rsid w:val="00094195"/>
    <w:rsid w:val="000A1B38"/>
    <w:rsid w:val="000A4DD2"/>
    <w:rsid w:val="000C57E5"/>
    <w:rsid w:val="000E022F"/>
    <w:rsid w:val="000E5104"/>
    <w:rsid w:val="000F41CC"/>
    <w:rsid w:val="000F5D40"/>
    <w:rsid w:val="00106F7E"/>
    <w:rsid w:val="00107492"/>
    <w:rsid w:val="001652FD"/>
    <w:rsid w:val="00181AD9"/>
    <w:rsid w:val="0018799D"/>
    <w:rsid w:val="00195E66"/>
    <w:rsid w:val="001A081B"/>
    <w:rsid w:val="001A4E34"/>
    <w:rsid w:val="001A5499"/>
    <w:rsid w:val="001C6083"/>
    <w:rsid w:val="001D711A"/>
    <w:rsid w:val="001F6DB4"/>
    <w:rsid w:val="00222A19"/>
    <w:rsid w:val="00223B05"/>
    <w:rsid w:val="00231E5F"/>
    <w:rsid w:val="002351E3"/>
    <w:rsid w:val="0023683A"/>
    <w:rsid w:val="00242539"/>
    <w:rsid w:val="00247497"/>
    <w:rsid w:val="0025025E"/>
    <w:rsid w:val="00261BCA"/>
    <w:rsid w:val="0026663C"/>
    <w:rsid w:val="002735FF"/>
    <w:rsid w:val="002A32C4"/>
    <w:rsid w:val="002B19A6"/>
    <w:rsid w:val="002C48DA"/>
    <w:rsid w:val="002D16C3"/>
    <w:rsid w:val="002D1B76"/>
    <w:rsid w:val="002D5CA5"/>
    <w:rsid w:val="00300B05"/>
    <w:rsid w:val="00320151"/>
    <w:rsid w:val="003275CB"/>
    <w:rsid w:val="00330FD2"/>
    <w:rsid w:val="0034127F"/>
    <w:rsid w:val="00344468"/>
    <w:rsid w:val="00371B5A"/>
    <w:rsid w:val="003729F0"/>
    <w:rsid w:val="0038087B"/>
    <w:rsid w:val="003930AD"/>
    <w:rsid w:val="003A0569"/>
    <w:rsid w:val="003B0C11"/>
    <w:rsid w:val="003B474D"/>
    <w:rsid w:val="003C13AF"/>
    <w:rsid w:val="003C1918"/>
    <w:rsid w:val="003C49A4"/>
    <w:rsid w:val="003C669B"/>
    <w:rsid w:val="003E0DAF"/>
    <w:rsid w:val="003E10E4"/>
    <w:rsid w:val="003E553A"/>
    <w:rsid w:val="003F28C9"/>
    <w:rsid w:val="003F64AA"/>
    <w:rsid w:val="003F714E"/>
    <w:rsid w:val="0043035C"/>
    <w:rsid w:val="00430E7C"/>
    <w:rsid w:val="0043128D"/>
    <w:rsid w:val="004359C6"/>
    <w:rsid w:val="004400A3"/>
    <w:rsid w:val="0044129B"/>
    <w:rsid w:val="00450A16"/>
    <w:rsid w:val="00451F4B"/>
    <w:rsid w:val="00461C1E"/>
    <w:rsid w:val="004936F9"/>
    <w:rsid w:val="004979B6"/>
    <w:rsid w:val="004D01EA"/>
    <w:rsid w:val="004F49E5"/>
    <w:rsid w:val="004F603A"/>
    <w:rsid w:val="005028A6"/>
    <w:rsid w:val="005134BB"/>
    <w:rsid w:val="00522CF6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90EF9"/>
    <w:rsid w:val="005922E5"/>
    <w:rsid w:val="00593A4A"/>
    <w:rsid w:val="005A381E"/>
    <w:rsid w:val="005A54AD"/>
    <w:rsid w:val="005A684B"/>
    <w:rsid w:val="005B5A66"/>
    <w:rsid w:val="005E32DC"/>
    <w:rsid w:val="005E49E2"/>
    <w:rsid w:val="006143A7"/>
    <w:rsid w:val="006260A1"/>
    <w:rsid w:val="006460F3"/>
    <w:rsid w:val="00651D4D"/>
    <w:rsid w:val="00662657"/>
    <w:rsid w:val="00675816"/>
    <w:rsid w:val="00675B9D"/>
    <w:rsid w:val="00681E25"/>
    <w:rsid w:val="0069579C"/>
    <w:rsid w:val="006C04BC"/>
    <w:rsid w:val="006C3FA1"/>
    <w:rsid w:val="006C7EBF"/>
    <w:rsid w:val="006D0E66"/>
    <w:rsid w:val="006E4948"/>
    <w:rsid w:val="0070788F"/>
    <w:rsid w:val="00707FAE"/>
    <w:rsid w:val="00707FD3"/>
    <w:rsid w:val="00710060"/>
    <w:rsid w:val="00711E55"/>
    <w:rsid w:val="00713BC0"/>
    <w:rsid w:val="00714F3F"/>
    <w:rsid w:val="00717C4B"/>
    <w:rsid w:val="00726BA9"/>
    <w:rsid w:val="00753ADA"/>
    <w:rsid w:val="00761888"/>
    <w:rsid w:val="00762138"/>
    <w:rsid w:val="00770B4D"/>
    <w:rsid w:val="00790E2B"/>
    <w:rsid w:val="0079488C"/>
    <w:rsid w:val="00794D9C"/>
    <w:rsid w:val="007A112C"/>
    <w:rsid w:val="007A1908"/>
    <w:rsid w:val="007A1B21"/>
    <w:rsid w:val="007B6BF7"/>
    <w:rsid w:val="007D07BD"/>
    <w:rsid w:val="007D3D8D"/>
    <w:rsid w:val="007D70DB"/>
    <w:rsid w:val="007D7BDD"/>
    <w:rsid w:val="007E1465"/>
    <w:rsid w:val="008014A4"/>
    <w:rsid w:val="00811396"/>
    <w:rsid w:val="008308CF"/>
    <w:rsid w:val="00831C0B"/>
    <w:rsid w:val="00831C57"/>
    <w:rsid w:val="00834C1A"/>
    <w:rsid w:val="008372A5"/>
    <w:rsid w:val="00844F1B"/>
    <w:rsid w:val="00853359"/>
    <w:rsid w:val="00875A9D"/>
    <w:rsid w:val="00881542"/>
    <w:rsid w:val="0088743B"/>
    <w:rsid w:val="00891546"/>
    <w:rsid w:val="008925EC"/>
    <w:rsid w:val="008A7303"/>
    <w:rsid w:val="008C793E"/>
    <w:rsid w:val="008D0A77"/>
    <w:rsid w:val="008D2EAF"/>
    <w:rsid w:val="008D39BC"/>
    <w:rsid w:val="008E1704"/>
    <w:rsid w:val="008E2BBF"/>
    <w:rsid w:val="008E35C8"/>
    <w:rsid w:val="00903E5E"/>
    <w:rsid w:val="00906BB1"/>
    <w:rsid w:val="00911FE3"/>
    <w:rsid w:val="009179BC"/>
    <w:rsid w:val="009328BD"/>
    <w:rsid w:val="0093679A"/>
    <w:rsid w:val="00940B0D"/>
    <w:rsid w:val="009420D5"/>
    <w:rsid w:val="009507E4"/>
    <w:rsid w:val="0097446E"/>
    <w:rsid w:val="009756DB"/>
    <w:rsid w:val="009A51EB"/>
    <w:rsid w:val="009B270A"/>
    <w:rsid w:val="009D0625"/>
    <w:rsid w:val="009D43BE"/>
    <w:rsid w:val="009F00B3"/>
    <w:rsid w:val="009F1683"/>
    <w:rsid w:val="00A049E2"/>
    <w:rsid w:val="00A06091"/>
    <w:rsid w:val="00A47CD8"/>
    <w:rsid w:val="00A53DE6"/>
    <w:rsid w:val="00A55C89"/>
    <w:rsid w:val="00A72A57"/>
    <w:rsid w:val="00A812C3"/>
    <w:rsid w:val="00AA3880"/>
    <w:rsid w:val="00AB3858"/>
    <w:rsid w:val="00AB4972"/>
    <w:rsid w:val="00AD5986"/>
    <w:rsid w:val="00AE0B75"/>
    <w:rsid w:val="00AE1504"/>
    <w:rsid w:val="00AE31B2"/>
    <w:rsid w:val="00AE7933"/>
    <w:rsid w:val="00AF0797"/>
    <w:rsid w:val="00AF08CB"/>
    <w:rsid w:val="00B174DB"/>
    <w:rsid w:val="00B1786B"/>
    <w:rsid w:val="00B3008C"/>
    <w:rsid w:val="00B33A8C"/>
    <w:rsid w:val="00B35BD1"/>
    <w:rsid w:val="00B45EBC"/>
    <w:rsid w:val="00B564C3"/>
    <w:rsid w:val="00B6052C"/>
    <w:rsid w:val="00B719BA"/>
    <w:rsid w:val="00B77807"/>
    <w:rsid w:val="00B8791D"/>
    <w:rsid w:val="00B87DB7"/>
    <w:rsid w:val="00BA0BFB"/>
    <w:rsid w:val="00BA0E32"/>
    <w:rsid w:val="00BA2977"/>
    <w:rsid w:val="00BC2A5F"/>
    <w:rsid w:val="00BE492C"/>
    <w:rsid w:val="00BF0187"/>
    <w:rsid w:val="00BF076E"/>
    <w:rsid w:val="00BF7FE1"/>
    <w:rsid w:val="00C07B2D"/>
    <w:rsid w:val="00C10497"/>
    <w:rsid w:val="00C10C32"/>
    <w:rsid w:val="00C12AC7"/>
    <w:rsid w:val="00C40CAC"/>
    <w:rsid w:val="00C4112F"/>
    <w:rsid w:val="00C45077"/>
    <w:rsid w:val="00C547CF"/>
    <w:rsid w:val="00C56A55"/>
    <w:rsid w:val="00C63738"/>
    <w:rsid w:val="00C70441"/>
    <w:rsid w:val="00C71F1E"/>
    <w:rsid w:val="00C7573A"/>
    <w:rsid w:val="00C8450B"/>
    <w:rsid w:val="00C909AA"/>
    <w:rsid w:val="00C91A8C"/>
    <w:rsid w:val="00CA332A"/>
    <w:rsid w:val="00CB0C08"/>
    <w:rsid w:val="00CB32AD"/>
    <w:rsid w:val="00CD296C"/>
    <w:rsid w:val="00CE1FA3"/>
    <w:rsid w:val="00CE371C"/>
    <w:rsid w:val="00D042B5"/>
    <w:rsid w:val="00D0580F"/>
    <w:rsid w:val="00D46384"/>
    <w:rsid w:val="00D60DDF"/>
    <w:rsid w:val="00D63C35"/>
    <w:rsid w:val="00D65A60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B05C4"/>
    <w:rsid w:val="00DC2436"/>
    <w:rsid w:val="00DC4A85"/>
    <w:rsid w:val="00DC65D0"/>
    <w:rsid w:val="00DE3C00"/>
    <w:rsid w:val="00DF0FBE"/>
    <w:rsid w:val="00DF1BD7"/>
    <w:rsid w:val="00DF3485"/>
    <w:rsid w:val="00E00923"/>
    <w:rsid w:val="00E014A9"/>
    <w:rsid w:val="00E07EEE"/>
    <w:rsid w:val="00E152AC"/>
    <w:rsid w:val="00E179B7"/>
    <w:rsid w:val="00E249A2"/>
    <w:rsid w:val="00E33E03"/>
    <w:rsid w:val="00E410F4"/>
    <w:rsid w:val="00E52DB5"/>
    <w:rsid w:val="00E72FE6"/>
    <w:rsid w:val="00E8097E"/>
    <w:rsid w:val="00E84908"/>
    <w:rsid w:val="00E8723A"/>
    <w:rsid w:val="00E92492"/>
    <w:rsid w:val="00E97522"/>
    <w:rsid w:val="00EA5022"/>
    <w:rsid w:val="00EB1519"/>
    <w:rsid w:val="00EC3766"/>
    <w:rsid w:val="00ED38BD"/>
    <w:rsid w:val="00ED39A7"/>
    <w:rsid w:val="00EE3346"/>
    <w:rsid w:val="00EE6BCB"/>
    <w:rsid w:val="00EF1FC3"/>
    <w:rsid w:val="00EF6553"/>
    <w:rsid w:val="00F0249B"/>
    <w:rsid w:val="00F13327"/>
    <w:rsid w:val="00F24A97"/>
    <w:rsid w:val="00F25136"/>
    <w:rsid w:val="00F32606"/>
    <w:rsid w:val="00F335C6"/>
    <w:rsid w:val="00F34675"/>
    <w:rsid w:val="00F3747A"/>
    <w:rsid w:val="00F421B4"/>
    <w:rsid w:val="00F44014"/>
    <w:rsid w:val="00F45D62"/>
    <w:rsid w:val="00F64415"/>
    <w:rsid w:val="00F759E7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C613A"/>
    <w:rsid w:val="00FD5F52"/>
    <w:rsid w:val="00FD6A87"/>
    <w:rsid w:val="00FE05DD"/>
    <w:rsid w:val="00FE2944"/>
    <w:rsid w:val="00FE5770"/>
    <w:rsid w:val="00FF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303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1107</TotalTime>
  <Pages>2</Pages>
  <Words>484</Words>
  <Characters>2764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104</cp:revision>
  <cp:lastPrinted>2018-07-30T12:21:00Z</cp:lastPrinted>
  <dcterms:created xsi:type="dcterms:W3CDTF">2014-01-10T07:21:00Z</dcterms:created>
  <dcterms:modified xsi:type="dcterms:W3CDTF">2018-10-11T12:14:00Z</dcterms:modified>
</cp:coreProperties>
</file>