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884" w:rsidRPr="009F00B3" w:rsidRDefault="00FF1884" w:rsidP="00231E5F">
      <w:pPr>
        <w:pStyle w:val="Title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FF1884" w:rsidRPr="009F00B3" w:rsidRDefault="00FF1884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FF1884" w:rsidRPr="009F00B3" w:rsidRDefault="00FF1884" w:rsidP="00231E5F">
      <w:pPr>
        <w:jc w:val="center"/>
        <w:rPr>
          <w:b/>
          <w:sz w:val="28"/>
          <w:szCs w:val="28"/>
        </w:rPr>
      </w:pPr>
    </w:p>
    <w:p w:rsidR="00FF1884" w:rsidRPr="0070788F" w:rsidRDefault="00FF1884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FF1884" w:rsidRPr="00EE3346" w:rsidRDefault="00FF1884" w:rsidP="00451F4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01.11.2017  </w:t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№</w:t>
      </w:r>
      <w:bookmarkStart w:id="0" w:name="_GoBack"/>
      <w:bookmarkEnd w:id="0"/>
      <w:r>
        <w:rPr>
          <w:sz w:val="28"/>
          <w:szCs w:val="28"/>
          <w:u w:val="single"/>
        </w:rPr>
        <w:t xml:space="preserve"> 723 </w:t>
      </w:r>
    </w:p>
    <w:p w:rsidR="00FF1884" w:rsidRPr="00451F4B" w:rsidRDefault="00FF1884" w:rsidP="00451F4B">
      <w:pPr>
        <w:jc w:val="center"/>
        <w:rPr>
          <w:sz w:val="28"/>
          <w:szCs w:val="28"/>
        </w:rPr>
      </w:pPr>
      <w:r w:rsidRPr="00451F4B">
        <w:rPr>
          <w:sz w:val="28"/>
          <w:szCs w:val="28"/>
        </w:rPr>
        <w:t>г. Малмыж</w:t>
      </w:r>
    </w:p>
    <w:p w:rsidR="00FF1884" w:rsidRPr="009F00B3" w:rsidRDefault="00FF1884" w:rsidP="00231E5F">
      <w:pPr>
        <w:jc w:val="center"/>
        <w:rPr>
          <w:sz w:val="28"/>
          <w:szCs w:val="28"/>
        </w:rPr>
      </w:pPr>
    </w:p>
    <w:p w:rsidR="00FF1884" w:rsidRPr="009F00B3" w:rsidRDefault="00FF1884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648"/>
      </w:tblGrid>
      <w:tr w:rsidR="00FF1884" w:rsidRPr="00AE31B2" w:rsidTr="00681E25">
        <w:trPr>
          <w:trHeight w:val="206"/>
        </w:trPr>
        <w:tc>
          <w:tcPr>
            <w:tcW w:w="9648" w:type="dxa"/>
          </w:tcPr>
          <w:p w:rsidR="00FF1884" w:rsidRDefault="00FF1884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FF1884" w:rsidRPr="00A06091" w:rsidRDefault="00FF1884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FF1884" w:rsidRDefault="00FF1884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FF1884" w:rsidRPr="00AE31B2" w:rsidRDefault="00FF1884" w:rsidP="00231E5F">
            <w:pPr>
              <w:jc w:val="center"/>
              <w:rPr>
                <w:szCs w:val="28"/>
              </w:rPr>
            </w:pPr>
          </w:p>
        </w:tc>
      </w:tr>
    </w:tbl>
    <w:p w:rsidR="00FF1884" w:rsidRDefault="00FF1884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</w:p>
    <w:p w:rsidR="00FF1884" w:rsidRDefault="00FF1884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FF1884" w:rsidRDefault="00FF1884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Внести изменения в постановление администрации Малмыжского района от 08.10.2013 № 958 «Об утверждении муниципальной программы «Развитие агропромышленного комплекса в Малмыжском районе» </w:t>
      </w:r>
      <w:r>
        <w:rPr>
          <w:sz w:val="28"/>
        </w:rPr>
        <w:t>(с изменениями, внесенными постановлениями администрации Малмыжского района от 17.01.2014 № 25, от 11.06.2014 № 637, от 12.08.2014 № 874,               от 26.12.2014 № 1450, от 10.02.2015 № 108, от 27.04.2015 № 398,                        от 01.12.2015 № 1014, от 23.03.2016 № 192, от 12.05.2016 № 332, от 08.07.2016     № 465, от 22.11.2016 № 838, от 30.12.2016 № 964, от 21.04.2017 № 269,           от 03.07.2017 № 418), утвердив изменения в</w:t>
      </w:r>
      <w:r>
        <w:rPr>
          <w:rFonts w:eastAsia="A"/>
          <w:sz w:val="28"/>
          <w:szCs w:val="28"/>
        </w:rPr>
        <w:t xml:space="preserve"> муниципальной программе «Развитие агропромышленного комплекса в Малмыжском районе» на 2014-2020 годы (далее – муниципальная программа) согласно приложению. </w:t>
      </w:r>
    </w:p>
    <w:p w:rsidR="00FF1884" w:rsidRPr="005A684B" w:rsidRDefault="00FF1884" w:rsidP="008D2EAF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</w:p>
    <w:p w:rsidR="00FF1884" w:rsidRDefault="00FF1884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FF1884" w:rsidRDefault="00FF1884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FF1884" w:rsidRDefault="00FF1884" w:rsidP="008D2EAF">
      <w:pPr>
        <w:rPr>
          <w:sz w:val="28"/>
          <w:szCs w:val="28"/>
        </w:rPr>
      </w:pPr>
    </w:p>
    <w:p w:rsidR="00FF1884" w:rsidRDefault="00FF1884" w:rsidP="00F44014">
      <w:pPr>
        <w:spacing w:line="300" w:lineRule="auto"/>
        <w:rPr>
          <w:sz w:val="28"/>
          <w:szCs w:val="28"/>
        </w:rPr>
      </w:pPr>
    </w:p>
    <w:p w:rsidR="00FF1884" w:rsidRPr="009F00B3" w:rsidRDefault="00FF1884" w:rsidP="00F44014">
      <w:pPr>
        <w:spacing w:line="300" w:lineRule="auto"/>
        <w:rPr>
          <w:sz w:val="28"/>
          <w:szCs w:val="28"/>
        </w:rPr>
      </w:pPr>
    </w:p>
    <w:p w:rsidR="00FF1884" w:rsidRDefault="00FF1884" w:rsidP="00F4401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F00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Малмыжского района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Константинов</w:t>
      </w:r>
    </w:p>
    <w:p w:rsidR="00FF1884" w:rsidRDefault="00FF1884" w:rsidP="00F44014">
      <w:pPr>
        <w:spacing w:line="300" w:lineRule="auto"/>
        <w:rPr>
          <w:sz w:val="28"/>
          <w:szCs w:val="28"/>
        </w:rPr>
      </w:pPr>
    </w:p>
    <w:p w:rsidR="00FF1884" w:rsidRDefault="00FF1884" w:rsidP="00C4112F">
      <w:pPr>
        <w:rPr>
          <w:sz w:val="28"/>
          <w:szCs w:val="28"/>
        </w:rPr>
      </w:pPr>
    </w:p>
    <w:p w:rsidR="00FF1884" w:rsidRDefault="00FF1884" w:rsidP="00C4112F">
      <w:pPr>
        <w:rPr>
          <w:sz w:val="28"/>
          <w:szCs w:val="28"/>
        </w:rPr>
      </w:pPr>
    </w:p>
    <w:p w:rsidR="00FF1884" w:rsidRDefault="00FF1884" w:rsidP="008D2EAF">
      <w:pPr>
        <w:rPr>
          <w:sz w:val="28"/>
          <w:szCs w:val="28"/>
        </w:rPr>
      </w:pPr>
    </w:p>
    <w:p w:rsidR="00FF1884" w:rsidRDefault="00FF1884" w:rsidP="008D2EAF">
      <w:pPr>
        <w:rPr>
          <w:sz w:val="28"/>
          <w:szCs w:val="28"/>
        </w:rPr>
      </w:pPr>
    </w:p>
    <w:p w:rsidR="00FF1884" w:rsidRDefault="00FF1884" w:rsidP="008D2EAF">
      <w:pPr>
        <w:rPr>
          <w:sz w:val="28"/>
          <w:szCs w:val="28"/>
        </w:rPr>
      </w:pPr>
    </w:p>
    <w:p w:rsidR="00FF1884" w:rsidRDefault="00FF1884" w:rsidP="008D2EAF">
      <w:pPr>
        <w:rPr>
          <w:sz w:val="28"/>
          <w:szCs w:val="28"/>
        </w:rPr>
      </w:pPr>
    </w:p>
    <w:p w:rsidR="00FF1884" w:rsidRDefault="00FF1884" w:rsidP="008D2EAF">
      <w:pPr>
        <w:rPr>
          <w:sz w:val="28"/>
          <w:szCs w:val="28"/>
        </w:rPr>
      </w:pPr>
    </w:p>
    <w:p w:rsidR="00FF1884" w:rsidRPr="00C12AC7" w:rsidRDefault="00FF1884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ПОДГОТОВЛЕНО</w:t>
      </w:r>
    </w:p>
    <w:p w:rsidR="00FF1884" w:rsidRPr="00C12AC7" w:rsidRDefault="00FF1884" w:rsidP="008D2EAF">
      <w:pPr>
        <w:rPr>
          <w:sz w:val="28"/>
          <w:szCs w:val="28"/>
        </w:rPr>
      </w:pPr>
    </w:p>
    <w:p w:rsidR="00FF1884" w:rsidRDefault="00FF1884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сельского </w:t>
      </w:r>
    </w:p>
    <w:p w:rsidR="00FF1884" w:rsidRDefault="00FF1884" w:rsidP="008D2EAF">
      <w:pPr>
        <w:rPr>
          <w:sz w:val="28"/>
          <w:szCs w:val="28"/>
        </w:rPr>
      </w:pPr>
      <w:r>
        <w:rPr>
          <w:sz w:val="28"/>
          <w:szCs w:val="28"/>
        </w:rPr>
        <w:t>хозяйства</w:t>
      </w:r>
      <w:r w:rsidRPr="00C12AC7">
        <w:rPr>
          <w:sz w:val="28"/>
          <w:szCs w:val="28"/>
        </w:rPr>
        <w:t xml:space="preserve"> и продовольств</w:t>
      </w:r>
      <w:r>
        <w:rPr>
          <w:sz w:val="28"/>
          <w:szCs w:val="28"/>
        </w:rPr>
        <w:t>ия, главный</w:t>
      </w:r>
    </w:p>
    <w:p w:rsidR="00FF1884" w:rsidRDefault="00FF1884" w:rsidP="00C56A55">
      <w:pPr>
        <w:rPr>
          <w:sz w:val="28"/>
          <w:szCs w:val="28"/>
        </w:rPr>
      </w:pPr>
      <w:r>
        <w:rPr>
          <w:sz w:val="28"/>
          <w:szCs w:val="28"/>
        </w:rPr>
        <w:t xml:space="preserve">агроном администрации Малмыжского </w:t>
      </w:r>
    </w:p>
    <w:p w:rsidR="00FF1884" w:rsidRDefault="00FF1884" w:rsidP="00C56A55">
      <w:pPr>
        <w:tabs>
          <w:tab w:val="left" w:pos="7560"/>
          <w:tab w:val="left" w:pos="7740"/>
        </w:tabs>
        <w:rPr>
          <w:sz w:val="28"/>
          <w:szCs w:val="28"/>
        </w:rPr>
      </w:pPr>
      <w:r>
        <w:rPr>
          <w:sz w:val="28"/>
          <w:szCs w:val="28"/>
        </w:rPr>
        <w:t>района                                                                                          Р.Г. Ахметзянов</w:t>
      </w:r>
    </w:p>
    <w:p w:rsidR="00FF1884" w:rsidRDefault="00FF1884" w:rsidP="008D2EAF">
      <w:pPr>
        <w:rPr>
          <w:sz w:val="28"/>
          <w:szCs w:val="28"/>
        </w:rPr>
      </w:pPr>
    </w:p>
    <w:p w:rsidR="00FF1884" w:rsidRPr="00C12AC7" w:rsidRDefault="00FF1884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СОГЛАСОВАНО</w:t>
      </w:r>
    </w:p>
    <w:p w:rsidR="00FF1884" w:rsidRDefault="00FF1884" w:rsidP="008D2EAF">
      <w:pPr>
        <w:rPr>
          <w:sz w:val="28"/>
          <w:szCs w:val="28"/>
        </w:rPr>
      </w:pPr>
    </w:p>
    <w:p w:rsidR="00FF1884" w:rsidRDefault="00FF1884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И.о. заведующей отделом по </w:t>
      </w:r>
    </w:p>
    <w:p w:rsidR="00FF1884" w:rsidRDefault="00FF1884" w:rsidP="008D2EAF">
      <w:pPr>
        <w:rPr>
          <w:sz w:val="28"/>
          <w:szCs w:val="28"/>
        </w:rPr>
      </w:pPr>
      <w:r>
        <w:rPr>
          <w:sz w:val="28"/>
          <w:szCs w:val="28"/>
        </w:rPr>
        <w:t>экономическому развитию</w:t>
      </w:r>
      <w:r>
        <w:rPr>
          <w:sz w:val="28"/>
          <w:szCs w:val="28"/>
        </w:rPr>
        <w:tab/>
      </w:r>
    </w:p>
    <w:p w:rsidR="00FF1884" w:rsidRDefault="00FF1884" w:rsidP="008D2EAF">
      <w:pPr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Н.П. Дербилова</w:t>
      </w:r>
    </w:p>
    <w:p w:rsidR="00FF1884" w:rsidRPr="00C12AC7" w:rsidRDefault="00FF1884" w:rsidP="008D2EAF">
      <w:pPr>
        <w:rPr>
          <w:sz w:val="28"/>
          <w:szCs w:val="28"/>
        </w:rPr>
      </w:pPr>
    </w:p>
    <w:p w:rsidR="00FF1884" w:rsidRPr="00222A19" w:rsidRDefault="00FF1884" w:rsidP="008D2EAF">
      <w:pPr>
        <w:rPr>
          <w:sz w:val="28"/>
          <w:szCs w:val="28"/>
        </w:rPr>
      </w:pPr>
      <w:r w:rsidRPr="00222A19">
        <w:rPr>
          <w:sz w:val="28"/>
          <w:szCs w:val="28"/>
        </w:rPr>
        <w:t>Председатель контрольно-счетной</w:t>
      </w:r>
    </w:p>
    <w:p w:rsidR="00FF1884" w:rsidRDefault="00FF1884" w:rsidP="008D2EAF">
      <w:pPr>
        <w:tabs>
          <w:tab w:val="left" w:pos="7200"/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комиссии Малмыжского района                                                Г.А. Кулапина</w:t>
      </w:r>
    </w:p>
    <w:p w:rsidR="00FF1884" w:rsidRDefault="00FF1884" w:rsidP="008D2EAF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FF1884" w:rsidRDefault="00FF1884" w:rsidP="000259E2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FF1884" w:rsidRDefault="00FF1884" w:rsidP="000259E2">
      <w:pPr>
        <w:rPr>
          <w:sz w:val="28"/>
          <w:szCs w:val="28"/>
        </w:rPr>
      </w:pPr>
      <w:r>
        <w:rPr>
          <w:sz w:val="28"/>
          <w:szCs w:val="28"/>
        </w:rPr>
        <w:t>Малмыжского района, начальник</w:t>
      </w:r>
    </w:p>
    <w:p w:rsidR="00FF1884" w:rsidRDefault="00FF1884" w:rsidP="000259E2">
      <w:pPr>
        <w:rPr>
          <w:sz w:val="28"/>
          <w:szCs w:val="28"/>
        </w:rPr>
      </w:pPr>
      <w:r>
        <w:rPr>
          <w:sz w:val="28"/>
          <w:szCs w:val="28"/>
        </w:rPr>
        <w:t>финансового управления                                                            Ф.А. Камилева</w:t>
      </w:r>
    </w:p>
    <w:p w:rsidR="00FF1884" w:rsidRPr="005E32DC" w:rsidRDefault="00FF1884" w:rsidP="000259E2">
      <w:pPr>
        <w:rPr>
          <w:sz w:val="28"/>
          <w:szCs w:val="28"/>
        </w:rPr>
      </w:pPr>
    </w:p>
    <w:p w:rsidR="00FF1884" w:rsidRDefault="00FF1884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Управляющая делами </w:t>
      </w:r>
    </w:p>
    <w:p w:rsidR="00FF1884" w:rsidRDefault="00FF1884" w:rsidP="008D2EAF">
      <w:pPr>
        <w:rPr>
          <w:sz w:val="28"/>
          <w:szCs w:val="28"/>
        </w:rPr>
      </w:pPr>
      <w:r>
        <w:rPr>
          <w:sz w:val="28"/>
          <w:szCs w:val="28"/>
        </w:rPr>
        <w:t>адм</w:t>
      </w:r>
      <w:r w:rsidRPr="00C12AC7">
        <w:rPr>
          <w:sz w:val="28"/>
          <w:szCs w:val="28"/>
        </w:rPr>
        <w:t>инистрации  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Е.А. Колупаева</w:t>
      </w:r>
    </w:p>
    <w:p w:rsidR="00FF1884" w:rsidRDefault="00FF1884" w:rsidP="008D2EAF">
      <w:pPr>
        <w:rPr>
          <w:sz w:val="28"/>
          <w:szCs w:val="28"/>
        </w:rPr>
      </w:pPr>
    </w:p>
    <w:p w:rsidR="00FF1884" w:rsidRDefault="00FF1884" w:rsidP="008D2EAF"/>
    <w:p w:rsidR="00FF1884" w:rsidRDefault="00FF1884" w:rsidP="008D2EAF">
      <w:pPr>
        <w:pStyle w:val="BodyText"/>
        <w:jc w:val="both"/>
        <w:rPr>
          <w:sz w:val="28"/>
          <w:szCs w:val="28"/>
        </w:rPr>
      </w:pPr>
      <w:r w:rsidRPr="009D43BE">
        <w:rPr>
          <w:sz w:val="28"/>
          <w:szCs w:val="28"/>
        </w:rPr>
        <w:t>Разосл</w:t>
      </w:r>
      <w:r>
        <w:rPr>
          <w:sz w:val="28"/>
          <w:szCs w:val="28"/>
        </w:rPr>
        <w:t>ать: администрации района – 2, финансовому управлению -1, отделу</w:t>
      </w:r>
      <w:r w:rsidRPr="009D43BE">
        <w:rPr>
          <w:sz w:val="28"/>
          <w:szCs w:val="28"/>
        </w:rPr>
        <w:t xml:space="preserve"> сельского хозяйства и продовольствия -1</w:t>
      </w:r>
      <w:r>
        <w:rPr>
          <w:sz w:val="28"/>
          <w:szCs w:val="28"/>
        </w:rPr>
        <w:t>, отделу по экономическому развитию -1, отделу архитектуры, строительства и ЖКИ -1</w:t>
      </w:r>
      <w:r w:rsidRPr="0025025E">
        <w:rPr>
          <w:sz w:val="28"/>
          <w:szCs w:val="28"/>
        </w:rPr>
        <w:t>,</w:t>
      </w:r>
      <w:r>
        <w:rPr>
          <w:sz w:val="28"/>
          <w:szCs w:val="28"/>
        </w:rPr>
        <w:t xml:space="preserve"> в реестр НПА – 1, в организационный отдел для опубликования – 2 (в т.ч. 1 в электронном виде), на сайт- 1 (в электронном виде)</w:t>
      </w:r>
      <w:r w:rsidRPr="0025025E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8</w:t>
      </w:r>
    </w:p>
    <w:p w:rsidR="00FF1884" w:rsidRDefault="00FF1884" w:rsidP="008D2EAF">
      <w:pPr>
        <w:rPr>
          <w:sz w:val="28"/>
          <w:szCs w:val="28"/>
        </w:rPr>
      </w:pPr>
    </w:p>
    <w:p w:rsidR="00FF1884" w:rsidRPr="00C12AC7" w:rsidRDefault="00FF1884" w:rsidP="008D2EAF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</w:t>
      </w:r>
      <w:r w:rsidRPr="00C12AC7">
        <w:rPr>
          <w:sz w:val="28"/>
          <w:szCs w:val="28"/>
        </w:rPr>
        <w:t xml:space="preserve"> проведена:</w:t>
      </w:r>
    </w:p>
    <w:p w:rsidR="00FF1884" w:rsidRPr="00C12AC7" w:rsidRDefault="00FF1884" w:rsidP="008D2EAF">
      <w:pPr>
        <w:rPr>
          <w:sz w:val="28"/>
          <w:szCs w:val="28"/>
        </w:rPr>
      </w:pPr>
    </w:p>
    <w:p w:rsidR="00FF1884" w:rsidRDefault="00FF1884" w:rsidP="008D2EAF">
      <w:pPr>
        <w:rPr>
          <w:sz w:val="28"/>
          <w:szCs w:val="28"/>
        </w:rPr>
      </w:pPr>
      <w:r>
        <w:rPr>
          <w:sz w:val="28"/>
          <w:szCs w:val="28"/>
        </w:rPr>
        <w:t>Главный специалист - ю</w:t>
      </w:r>
      <w:r w:rsidRPr="00C12AC7">
        <w:rPr>
          <w:sz w:val="28"/>
          <w:szCs w:val="28"/>
        </w:rPr>
        <w:t xml:space="preserve">рисконсульт  </w:t>
      </w:r>
    </w:p>
    <w:p w:rsidR="00FF1884" w:rsidRDefault="00FF1884" w:rsidP="008D2EAF">
      <w:pPr>
        <w:rPr>
          <w:sz w:val="28"/>
          <w:szCs w:val="28"/>
        </w:rPr>
      </w:pPr>
      <w:r>
        <w:rPr>
          <w:sz w:val="28"/>
          <w:szCs w:val="28"/>
        </w:rPr>
        <w:t>отдела</w:t>
      </w:r>
      <w:r w:rsidRPr="00C12AC7">
        <w:rPr>
          <w:sz w:val="28"/>
          <w:szCs w:val="28"/>
        </w:rPr>
        <w:t xml:space="preserve"> по правовым,  кадровым </w:t>
      </w:r>
    </w:p>
    <w:p w:rsidR="00FF1884" w:rsidRDefault="00FF1884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вопросам, делопроизводства</w:t>
      </w:r>
      <w:r>
        <w:rPr>
          <w:sz w:val="28"/>
          <w:szCs w:val="28"/>
        </w:rPr>
        <w:t xml:space="preserve"> </w:t>
      </w:r>
      <w:r w:rsidRPr="00C12AC7">
        <w:rPr>
          <w:sz w:val="28"/>
          <w:szCs w:val="28"/>
        </w:rPr>
        <w:t xml:space="preserve">и контроля </w:t>
      </w:r>
    </w:p>
    <w:p w:rsidR="00FF1884" w:rsidRPr="00C12AC7" w:rsidRDefault="00FF1884" w:rsidP="008D2EAF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C12AC7">
        <w:rPr>
          <w:sz w:val="28"/>
          <w:szCs w:val="28"/>
        </w:rPr>
        <w:t>дминистрации 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М.П. Сагдеева</w:t>
      </w:r>
    </w:p>
    <w:p w:rsidR="00FF1884" w:rsidRDefault="00FF1884" w:rsidP="008D2EAF">
      <w:pPr>
        <w:rPr>
          <w:sz w:val="28"/>
          <w:szCs w:val="28"/>
        </w:rPr>
      </w:pPr>
    </w:p>
    <w:p w:rsidR="00FF1884" w:rsidRPr="00C12AC7" w:rsidRDefault="00FF1884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Лингвистическая экспертиза проведена:</w:t>
      </w:r>
    </w:p>
    <w:p w:rsidR="00FF1884" w:rsidRPr="00C12AC7" w:rsidRDefault="00FF1884" w:rsidP="008D2EAF">
      <w:pPr>
        <w:rPr>
          <w:sz w:val="28"/>
          <w:szCs w:val="28"/>
        </w:rPr>
      </w:pPr>
    </w:p>
    <w:p w:rsidR="00FF1884" w:rsidRPr="00C12AC7" w:rsidRDefault="00FF1884" w:rsidP="008D2EAF">
      <w:pPr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C12AC7">
        <w:rPr>
          <w:sz w:val="28"/>
          <w:szCs w:val="28"/>
        </w:rPr>
        <w:t xml:space="preserve"> отделом по правовым,  </w:t>
      </w:r>
    </w:p>
    <w:p w:rsidR="00FF1884" w:rsidRPr="00C12AC7" w:rsidRDefault="00FF1884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FF1884" w:rsidRDefault="00FF1884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Малмыжского </w:t>
      </w:r>
    </w:p>
    <w:p w:rsidR="00FF1884" w:rsidRDefault="00FF1884" w:rsidP="008D2EAF">
      <w:pPr>
        <w:tabs>
          <w:tab w:val="left" w:pos="7020"/>
          <w:tab w:val="left" w:pos="7200"/>
        </w:tabs>
        <w:rPr>
          <w:sz w:val="28"/>
          <w:szCs w:val="28"/>
        </w:rPr>
      </w:pPr>
      <w:r w:rsidRPr="00C12AC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                          О.В. Малькова</w:t>
      </w:r>
    </w:p>
    <w:p w:rsidR="00FF1884" w:rsidRDefault="00FF1884" w:rsidP="008D2EAF"/>
    <w:p w:rsidR="00FF1884" w:rsidRDefault="00FF1884" w:rsidP="008D2EAF">
      <w:r w:rsidRPr="00D46384">
        <w:t>Сопина Ирина Анатольевна</w:t>
      </w:r>
    </w:p>
    <w:p w:rsidR="00FF1884" w:rsidRDefault="00FF1884" w:rsidP="00C4112F">
      <w:pPr>
        <w:rPr>
          <w:sz w:val="28"/>
          <w:szCs w:val="28"/>
        </w:rPr>
      </w:pPr>
      <w:r w:rsidRPr="00D46384">
        <w:t>2-27-18</w:t>
      </w:r>
    </w:p>
    <w:sectPr w:rsidR="00FF1884" w:rsidSect="00E52DB5">
      <w:headerReference w:type="even" r:id="rId6"/>
      <w:headerReference w:type="default" r:id="rId7"/>
      <w:pgSz w:w="11906" w:h="16838"/>
      <w:pgMar w:top="1418" w:right="851" w:bottom="-180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884" w:rsidRDefault="00FF1884">
      <w:r>
        <w:separator/>
      </w:r>
    </w:p>
  </w:endnote>
  <w:endnote w:type="continuationSeparator" w:id="1">
    <w:p w:rsidR="00FF1884" w:rsidRDefault="00FF18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884" w:rsidRDefault="00FF1884">
      <w:r>
        <w:separator/>
      </w:r>
    </w:p>
  </w:footnote>
  <w:footnote w:type="continuationSeparator" w:id="1">
    <w:p w:rsidR="00FF1884" w:rsidRDefault="00FF18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884" w:rsidRDefault="00FF1884" w:rsidP="00AA38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F1884" w:rsidRDefault="00FF188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884" w:rsidRDefault="00FF1884" w:rsidP="00AA38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F1884" w:rsidRDefault="00FF188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E5F"/>
    <w:rsid w:val="00007E5F"/>
    <w:rsid w:val="00017061"/>
    <w:rsid w:val="000259E2"/>
    <w:rsid w:val="00034770"/>
    <w:rsid w:val="00034D81"/>
    <w:rsid w:val="00043600"/>
    <w:rsid w:val="00047CD6"/>
    <w:rsid w:val="00055C78"/>
    <w:rsid w:val="000668D7"/>
    <w:rsid w:val="00075590"/>
    <w:rsid w:val="00086374"/>
    <w:rsid w:val="00087D4A"/>
    <w:rsid w:val="00094195"/>
    <w:rsid w:val="000A1B38"/>
    <w:rsid w:val="000A4DD2"/>
    <w:rsid w:val="000C57E5"/>
    <w:rsid w:val="000E022F"/>
    <w:rsid w:val="000E5104"/>
    <w:rsid w:val="000F5D40"/>
    <w:rsid w:val="00106F7E"/>
    <w:rsid w:val="00107492"/>
    <w:rsid w:val="001652FD"/>
    <w:rsid w:val="0018799D"/>
    <w:rsid w:val="00195E66"/>
    <w:rsid w:val="001A081B"/>
    <w:rsid w:val="001A4E34"/>
    <w:rsid w:val="001A5499"/>
    <w:rsid w:val="001C6083"/>
    <w:rsid w:val="001D711A"/>
    <w:rsid w:val="001F6DB4"/>
    <w:rsid w:val="00222A19"/>
    <w:rsid w:val="00223B05"/>
    <w:rsid w:val="00231E5F"/>
    <w:rsid w:val="002351E3"/>
    <w:rsid w:val="0023683A"/>
    <w:rsid w:val="00242539"/>
    <w:rsid w:val="00247497"/>
    <w:rsid w:val="0025025E"/>
    <w:rsid w:val="00261BCA"/>
    <w:rsid w:val="0026663C"/>
    <w:rsid w:val="002735FF"/>
    <w:rsid w:val="002A32C4"/>
    <w:rsid w:val="002B19A6"/>
    <w:rsid w:val="002C48DA"/>
    <w:rsid w:val="002D16C3"/>
    <w:rsid w:val="002D1B76"/>
    <w:rsid w:val="002D5CA5"/>
    <w:rsid w:val="00300B05"/>
    <w:rsid w:val="00320151"/>
    <w:rsid w:val="003275CB"/>
    <w:rsid w:val="00330FD2"/>
    <w:rsid w:val="0034127F"/>
    <w:rsid w:val="00344468"/>
    <w:rsid w:val="00371B5A"/>
    <w:rsid w:val="003729F0"/>
    <w:rsid w:val="0038087B"/>
    <w:rsid w:val="003930AD"/>
    <w:rsid w:val="003B0C11"/>
    <w:rsid w:val="003B474D"/>
    <w:rsid w:val="003C13AF"/>
    <w:rsid w:val="003C669B"/>
    <w:rsid w:val="003E0DAF"/>
    <w:rsid w:val="003E10E4"/>
    <w:rsid w:val="003E553A"/>
    <w:rsid w:val="003F28C9"/>
    <w:rsid w:val="003F64AA"/>
    <w:rsid w:val="003F714E"/>
    <w:rsid w:val="0043035C"/>
    <w:rsid w:val="00430E7C"/>
    <w:rsid w:val="0043128D"/>
    <w:rsid w:val="004359C6"/>
    <w:rsid w:val="004400A3"/>
    <w:rsid w:val="0044129B"/>
    <w:rsid w:val="00450A16"/>
    <w:rsid w:val="00451F4B"/>
    <w:rsid w:val="00461C1E"/>
    <w:rsid w:val="004936F9"/>
    <w:rsid w:val="004979B6"/>
    <w:rsid w:val="004D01EA"/>
    <w:rsid w:val="004F49E5"/>
    <w:rsid w:val="004F603A"/>
    <w:rsid w:val="005028A6"/>
    <w:rsid w:val="005134BB"/>
    <w:rsid w:val="00522CF6"/>
    <w:rsid w:val="00533C48"/>
    <w:rsid w:val="0054091F"/>
    <w:rsid w:val="0054171F"/>
    <w:rsid w:val="00552C9D"/>
    <w:rsid w:val="00576D91"/>
    <w:rsid w:val="00577505"/>
    <w:rsid w:val="00580876"/>
    <w:rsid w:val="0058127D"/>
    <w:rsid w:val="005852F5"/>
    <w:rsid w:val="00590EF9"/>
    <w:rsid w:val="005922E5"/>
    <w:rsid w:val="00593A4A"/>
    <w:rsid w:val="005A381E"/>
    <w:rsid w:val="005A54AD"/>
    <w:rsid w:val="005A684B"/>
    <w:rsid w:val="005B5A66"/>
    <w:rsid w:val="005E32DC"/>
    <w:rsid w:val="005E49E2"/>
    <w:rsid w:val="006143A7"/>
    <w:rsid w:val="006260A1"/>
    <w:rsid w:val="006460F3"/>
    <w:rsid w:val="00651D4D"/>
    <w:rsid w:val="00675B9D"/>
    <w:rsid w:val="00681E25"/>
    <w:rsid w:val="0069579C"/>
    <w:rsid w:val="006C04BC"/>
    <w:rsid w:val="006C7EBF"/>
    <w:rsid w:val="006D0E66"/>
    <w:rsid w:val="006E4948"/>
    <w:rsid w:val="0070788F"/>
    <w:rsid w:val="00707FAE"/>
    <w:rsid w:val="00707FD3"/>
    <w:rsid w:val="00710060"/>
    <w:rsid w:val="00711E55"/>
    <w:rsid w:val="00714F3F"/>
    <w:rsid w:val="00717C4B"/>
    <w:rsid w:val="00726BA9"/>
    <w:rsid w:val="00753ADA"/>
    <w:rsid w:val="00761888"/>
    <w:rsid w:val="00762138"/>
    <w:rsid w:val="00770B4D"/>
    <w:rsid w:val="00790E2B"/>
    <w:rsid w:val="0079488C"/>
    <w:rsid w:val="00794D9C"/>
    <w:rsid w:val="007A112C"/>
    <w:rsid w:val="007A1908"/>
    <w:rsid w:val="007A1B21"/>
    <w:rsid w:val="007B6BF7"/>
    <w:rsid w:val="007D07BD"/>
    <w:rsid w:val="007D3D8D"/>
    <w:rsid w:val="007D70DB"/>
    <w:rsid w:val="007D7BDD"/>
    <w:rsid w:val="007E1465"/>
    <w:rsid w:val="008014A4"/>
    <w:rsid w:val="00811396"/>
    <w:rsid w:val="008308CF"/>
    <w:rsid w:val="00831C0B"/>
    <w:rsid w:val="00831C57"/>
    <w:rsid w:val="00834C1A"/>
    <w:rsid w:val="008372A5"/>
    <w:rsid w:val="00844F1B"/>
    <w:rsid w:val="00853359"/>
    <w:rsid w:val="00875A9D"/>
    <w:rsid w:val="00881542"/>
    <w:rsid w:val="0088743B"/>
    <w:rsid w:val="008925EC"/>
    <w:rsid w:val="008A7303"/>
    <w:rsid w:val="008C793E"/>
    <w:rsid w:val="008D0A77"/>
    <w:rsid w:val="008D2EAF"/>
    <w:rsid w:val="008D39BC"/>
    <w:rsid w:val="008E1704"/>
    <w:rsid w:val="008E35C8"/>
    <w:rsid w:val="00911FE3"/>
    <w:rsid w:val="009179BC"/>
    <w:rsid w:val="0093679A"/>
    <w:rsid w:val="00940B0D"/>
    <w:rsid w:val="009420D5"/>
    <w:rsid w:val="009507E4"/>
    <w:rsid w:val="0097446E"/>
    <w:rsid w:val="009756DB"/>
    <w:rsid w:val="009A51EB"/>
    <w:rsid w:val="009B270A"/>
    <w:rsid w:val="009D0625"/>
    <w:rsid w:val="009D43BE"/>
    <w:rsid w:val="009F00B3"/>
    <w:rsid w:val="009F1683"/>
    <w:rsid w:val="00A049E2"/>
    <w:rsid w:val="00A06091"/>
    <w:rsid w:val="00A47CD8"/>
    <w:rsid w:val="00A53DE6"/>
    <w:rsid w:val="00A55C89"/>
    <w:rsid w:val="00A812C3"/>
    <w:rsid w:val="00AA3880"/>
    <w:rsid w:val="00AB3858"/>
    <w:rsid w:val="00AB4972"/>
    <w:rsid w:val="00AD5986"/>
    <w:rsid w:val="00AE0B75"/>
    <w:rsid w:val="00AE1504"/>
    <w:rsid w:val="00AE31B2"/>
    <w:rsid w:val="00AE7933"/>
    <w:rsid w:val="00AF0797"/>
    <w:rsid w:val="00AF08CB"/>
    <w:rsid w:val="00B174DB"/>
    <w:rsid w:val="00B1786B"/>
    <w:rsid w:val="00B3008C"/>
    <w:rsid w:val="00B33A8C"/>
    <w:rsid w:val="00B35BD1"/>
    <w:rsid w:val="00B45EBC"/>
    <w:rsid w:val="00B564C3"/>
    <w:rsid w:val="00B6052C"/>
    <w:rsid w:val="00B719BA"/>
    <w:rsid w:val="00B77807"/>
    <w:rsid w:val="00B8791D"/>
    <w:rsid w:val="00B87DB7"/>
    <w:rsid w:val="00BA0BFB"/>
    <w:rsid w:val="00BA0E32"/>
    <w:rsid w:val="00BA2977"/>
    <w:rsid w:val="00BC2A5F"/>
    <w:rsid w:val="00BE492C"/>
    <w:rsid w:val="00BF0187"/>
    <w:rsid w:val="00BF076E"/>
    <w:rsid w:val="00BF7FE1"/>
    <w:rsid w:val="00C07B2D"/>
    <w:rsid w:val="00C10C32"/>
    <w:rsid w:val="00C12AC7"/>
    <w:rsid w:val="00C40CAC"/>
    <w:rsid w:val="00C4112F"/>
    <w:rsid w:val="00C45077"/>
    <w:rsid w:val="00C547CF"/>
    <w:rsid w:val="00C56A55"/>
    <w:rsid w:val="00C63738"/>
    <w:rsid w:val="00C71F1E"/>
    <w:rsid w:val="00C7573A"/>
    <w:rsid w:val="00C8450B"/>
    <w:rsid w:val="00C909AA"/>
    <w:rsid w:val="00C91A8C"/>
    <w:rsid w:val="00CB0C08"/>
    <w:rsid w:val="00CB32AD"/>
    <w:rsid w:val="00CD296C"/>
    <w:rsid w:val="00CE1FA3"/>
    <w:rsid w:val="00CE371C"/>
    <w:rsid w:val="00D042B5"/>
    <w:rsid w:val="00D0580F"/>
    <w:rsid w:val="00D46384"/>
    <w:rsid w:val="00D63C35"/>
    <w:rsid w:val="00D65A60"/>
    <w:rsid w:val="00D85902"/>
    <w:rsid w:val="00D85B52"/>
    <w:rsid w:val="00D95EB2"/>
    <w:rsid w:val="00D966A0"/>
    <w:rsid w:val="00DA081D"/>
    <w:rsid w:val="00DA37C0"/>
    <w:rsid w:val="00DA4A19"/>
    <w:rsid w:val="00DA4FA5"/>
    <w:rsid w:val="00DA5790"/>
    <w:rsid w:val="00DB05C4"/>
    <w:rsid w:val="00DC2436"/>
    <w:rsid w:val="00DC65D0"/>
    <w:rsid w:val="00DE3C00"/>
    <w:rsid w:val="00DF0FBE"/>
    <w:rsid w:val="00DF1BD7"/>
    <w:rsid w:val="00DF3485"/>
    <w:rsid w:val="00E00923"/>
    <w:rsid w:val="00E014A9"/>
    <w:rsid w:val="00E07EEE"/>
    <w:rsid w:val="00E152AC"/>
    <w:rsid w:val="00E179B7"/>
    <w:rsid w:val="00E249A2"/>
    <w:rsid w:val="00E33E03"/>
    <w:rsid w:val="00E410F4"/>
    <w:rsid w:val="00E52DB5"/>
    <w:rsid w:val="00E72FE6"/>
    <w:rsid w:val="00E8097E"/>
    <w:rsid w:val="00E84908"/>
    <w:rsid w:val="00E8723A"/>
    <w:rsid w:val="00E92492"/>
    <w:rsid w:val="00E97522"/>
    <w:rsid w:val="00EB1519"/>
    <w:rsid w:val="00EC3766"/>
    <w:rsid w:val="00ED38BD"/>
    <w:rsid w:val="00ED39A7"/>
    <w:rsid w:val="00EE3346"/>
    <w:rsid w:val="00EE6BCB"/>
    <w:rsid w:val="00EF1FC3"/>
    <w:rsid w:val="00EF6553"/>
    <w:rsid w:val="00F13327"/>
    <w:rsid w:val="00F24A97"/>
    <w:rsid w:val="00F25136"/>
    <w:rsid w:val="00F32606"/>
    <w:rsid w:val="00F335C6"/>
    <w:rsid w:val="00F34675"/>
    <w:rsid w:val="00F3747A"/>
    <w:rsid w:val="00F421B4"/>
    <w:rsid w:val="00F44014"/>
    <w:rsid w:val="00F45D62"/>
    <w:rsid w:val="00F64415"/>
    <w:rsid w:val="00F759E7"/>
    <w:rsid w:val="00F906C6"/>
    <w:rsid w:val="00F90F69"/>
    <w:rsid w:val="00F95AFE"/>
    <w:rsid w:val="00FA4E3F"/>
    <w:rsid w:val="00FA649C"/>
    <w:rsid w:val="00FB0F66"/>
    <w:rsid w:val="00FB254E"/>
    <w:rsid w:val="00FB4CD1"/>
    <w:rsid w:val="00FC44F2"/>
    <w:rsid w:val="00FD5F52"/>
    <w:rsid w:val="00FD6A87"/>
    <w:rsid w:val="00FE2944"/>
    <w:rsid w:val="00FE5770"/>
    <w:rsid w:val="00FF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231E5F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31E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3035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30E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303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67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1091</TotalTime>
  <Pages>2</Pages>
  <Words>471</Words>
  <Characters>2687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91</cp:revision>
  <cp:lastPrinted>2017-10-27T06:38:00Z</cp:lastPrinted>
  <dcterms:created xsi:type="dcterms:W3CDTF">2014-01-10T07:21:00Z</dcterms:created>
  <dcterms:modified xsi:type="dcterms:W3CDTF">2017-11-08T07:37:00Z</dcterms:modified>
</cp:coreProperties>
</file>