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A5" w:rsidRPr="009F00B3" w:rsidRDefault="00BF1FA5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BF1FA5" w:rsidRPr="009F00B3" w:rsidRDefault="00BF1FA5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BF1FA5" w:rsidRPr="009F00B3" w:rsidRDefault="00BF1FA5" w:rsidP="00231E5F">
      <w:pPr>
        <w:jc w:val="center"/>
        <w:rPr>
          <w:b/>
          <w:sz w:val="28"/>
          <w:szCs w:val="28"/>
        </w:rPr>
      </w:pPr>
    </w:p>
    <w:p w:rsidR="00BF1FA5" w:rsidRPr="0070788F" w:rsidRDefault="00BF1FA5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BF1FA5" w:rsidRPr="002B19A6" w:rsidRDefault="00BF1FA5" w:rsidP="00451F4B">
      <w:pPr>
        <w:rPr>
          <w:sz w:val="28"/>
          <w:szCs w:val="28"/>
        </w:rPr>
      </w:pPr>
      <w:r w:rsidRPr="00A30FA0">
        <w:rPr>
          <w:sz w:val="28"/>
          <w:szCs w:val="28"/>
          <w:u w:val="single"/>
        </w:rPr>
        <w:t>03.07.2017</w:t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№ </w:t>
      </w:r>
      <w:bookmarkStart w:id="0" w:name="_GoBack"/>
      <w:bookmarkEnd w:id="0"/>
      <w:r w:rsidRPr="00A30FA0">
        <w:rPr>
          <w:sz w:val="28"/>
          <w:szCs w:val="28"/>
          <w:u w:val="single"/>
        </w:rPr>
        <w:t>418</w:t>
      </w:r>
    </w:p>
    <w:p w:rsidR="00BF1FA5" w:rsidRPr="00451F4B" w:rsidRDefault="00BF1FA5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BF1FA5" w:rsidRPr="009F00B3" w:rsidRDefault="00BF1FA5" w:rsidP="00231E5F">
      <w:pPr>
        <w:jc w:val="center"/>
        <w:rPr>
          <w:sz w:val="28"/>
          <w:szCs w:val="28"/>
        </w:rPr>
      </w:pPr>
    </w:p>
    <w:p w:rsidR="00BF1FA5" w:rsidRPr="009F00B3" w:rsidRDefault="00BF1FA5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648"/>
      </w:tblGrid>
      <w:tr w:rsidR="00BF1FA5" w:rsidRPr="00AE31B2" w:rsidTr="00681E25">
        <w:trPr>
          <w:trHeight w:val="206"/>
        </w:trPr>
        <w:tc>
          <w:tcPr>
            <w:tcW w:w="9648" w:type="dxa"/>
          </w:tcPr>
          <w:p w:rsidR="00BF1FA5" w:rsidRDefault="00BF1FA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BF1FA5" w:rsidRPr="00A06091" w:rsidRDefault="00BF1FA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BF1FA5" w:rsidRDefault="00BF1FA5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BF1FA5" w:rsidRPr="00AE31B2" w:rsidRDefault="00BF1FA5" w:rsidP="00231E5F">
            <w:pPr>
              <w:jc w:val="center"/>
              <w:rPr>
                <w:szCs w:val="28"/>
              </w:rPr>
            </w:pPr>
          </w:p>
        </w:tc>
      </w:tr>
    </w:tbl>
    <w:p w:rsidR="00BF1FA5" w:rsidRDefault="00BF1FA5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BF1FA5" w:rsidRDefault="00BF1FA5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BF1FA5" w:rsidRDefault="00BF1FA5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1014, от 23.03.2016 № 192, от 12.05.2016 № 332, от 08.07.2016     № 465, от 22.11.2016 № 838, 30.12.2016 № 964, 21.04.2017 № 269),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2014-2020 годы (далее – муниципальная программа) согласно приложению. </w:t>
      </w:r>
    </w:p>
    <w:p w:rsidR="00BF1FA5" w:rsidRPr="005A684B" w:rsidRDefault="00BF1FA5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BF1FA5" w:rsidRDefault="00BF1FA5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BF1FA5" w:rsidRDefault="00BF1FA5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BF1FA5" w:rsidRDefault="00BF1FA5" w:rsidP="008D2EAF">
      <w:pPr>
        <w:rPr>
          <w:sz w:val="28"/>
          <w:szCs w:val="28"/>
        </w:rPr>
      </w:pPr>
    </w:p>
    <w:p w:rsidR="00BF1FA5" w:rsidRDefault="00BF1FA5" w:rsidP="00F44014">
      <w:pPr>
        <w:spacing w:line="300" w:lineRule="auto"/>
        <w:rPr>
          <w:sz w:val="28"/>
          <w:szCs w:val="28"/>
        </w:rPr>
      </w:pPr>
    </w:p>
    <w:p w:rsidR="00BF1FA5" w:rsidRPr="009F00B3" w:rsidRDefault="00BF1FA5" w:rsidP="00F44014">
      <w:pPr>
        <w:spacing w:line="300" w:lineRule="auto"/>
        <w:rPr>
          <w:sz w:val="28"/>
          <w:szCs w:val="28"/>
        </w:rPr>
      </w:pPr>
    </w:p>
    <w:p w:rsidR="00BF1FA5" w:rsidRDefault="00BF1FA5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Константинов</w:t>
      </w:r>
    </w:p>
    <w:p w:rsidR="00BF1FA5" w:rsidRDefault="00BF1FA5" w:rsidP="00F44014">
      <w:pPr>
        <w:spacing w:line="300" w:lineRule="auto"/>
        <w:rPr>
          <w:sz w:val="28"/>
          <w:szCs w:val="28"/>
        </w:rPr>
      </w:pPr>
    </w:p>
    <w:p w:rsidR="00BF1FA5" w:rsidRDefault="00BF1FA5" w:rsidP="00C4112F">
      <w:pPr>
        <w:rPr>
          <w:sz w:val="28"/>
          <w:szCs w:val="28"/>
        </w:rPr>
      </w:pPr>
    </w:p>
    <w:p w:rsidR="00BF1FA5" w:rsidRDefault="00BF1FA5" w:rsidP="00C4112F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</w:p>
    <w:p w:rsidR="00BF1FA5" w:rsidRPr="00C12AC7" w:rsidRDefault="00BF1FA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BF1FA5" w:rsidRPr="00C12AC7" w:rsidRDefault="00BF1FA5" w:rsidP="008D2EAF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И.о. заведующего отделом сельского </w:t>
      </w: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>ия, главный</w:t>
      </w:r>
    </w:p>
    <w:p w:rsidR="00BF1FA5" w:rsidRDefault="00BF1FA5" w:rsidP="00C56A55">
      <w:pPr>
        <w:rPr>
          <w:sz w:val="28"/>
          <w:szCs w:val="28"/>
        </w:rPr>
      </w:pPr>
      <w:r>
        <w:rPr>
          <w:sz w:val="28"/>
          <w:szCs w:val="28"/>
        </w:rPr>
        <w:t xml:space="preserve">агроном администрации Малмыжского </w:t>
      </w:r>
    </w:p>
    <w:p w:rsidR="00BF1FA5" w:rsidRDefault="00BF1FA5" w:rsidP="00C56A55">
      <w:pPr>
        <w:tabs>
          <w:tab w:val="left" w:pos="7560"/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     Р.И. Василова</w:t>
      </w:r>
    </w:p>
    <w:p w:rsidR="00BF1FA5" w:rsidRDefault="00BF1FA5" w:rsidP="008D2EAF">
      <w:pPr>
        <w:rPr>
          <w:sz w:val="28"/>
          <w:szCs w:val="28"/>
        </w:rPr>
      </w:pPr>
    </w:p>
    <w:p w:rsidR="00BF1FA5" w:rsidRPr="00C12AC7" w:rsidRDefault="00BF1FA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BF1FA5" w:rsidRDefault="00BF1FA5" w:rsidP="008D2EAF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района, заведующая </w:t>
      </w: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отделом по экономическому развитию</w:t>
      </w:r>
      <w:r>
        <w:rPr>
          <w:sz w:val="28"/>
          <w:szCs w:val="28"/>
        </w:rPr>
        <w:tab/>
      </w: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И.Д. Сырцова</w:t>
      </w:r>
    </w:p>
    <w:p w:rsidR="00BF1FA5" w:rsidRPr="00C12AC7" w:rsidRDefault="00BF1FA5" w:rsidP="008D2EAF">
      <w:pPr>
        <w:rPr>
          <w:sz w:val="28"/>
          <w:szCs w:val="28"/>
        </w:rPr>
      </w:pPr>
    </w:p>
    <w:p w:rsidR="00BF1FA5" w:rsidRPr="00222A19" w:rsidRDefault="00BF1FA5" w:rsidP="008D2EAF">
      <w:pPr>
        <w:rPr>
          <w:sz w:val="28"/>
          <w:szCs w:val="28"/>
        </w:rPr>
      </w:pPr>
      <w:r w:rsidRPr="00222A19">
        <w:rPr>
          <w:sz w:val="28"/>
          <w:szCs w:val="28"/>
        </w:rPr>
        <w:t>Председатель контрольно-счетной</w:t>
      </w:r>
    </w:p>
    <w:p w:rsidR="00BF1FA5" w:rsidRDefault="00BF1FA5" w:rsidP="008D2EA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                                                Г.А. Кулапина</w:t>
      </w:r>
    </w:p>
    <w:p w:rsidR="00BF1FA5" w:rsidRDefault="00BF1FA5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BF1FA5" w:rsidRDefault="00BF1FA5" w:rsidP="00D85B5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финансового</w:t>
      </w:r>
    </w:p>
    <w:p w:rsidR="00BF1FA5" w:rsidRDefault="00BF1FA5" w:rsidP="00D85B52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управления, начальник отдела </w:t>
      </w:r>
    </w:p>
    <w:p w:rsidR="00BF1FA5" w:rsidRDefault="00BF1FA5" w:rsidP="00D85B52">
      <w:pPr>
        <w:rPr>
          <w:sz w:val="28"/>
          <w:szCs w:val="28"/>
        </w:rPr>
      </w:pPr>
      <w:r>
        <w:rPr>
          <w:sz w:val="28"/>
          <w:szCs w:val="28"/>
        </w:rPr>
        <w:t>планирования доходов и расходов</w:t>
      </w:r>
    </w:p>
    <w:p w:rsidR="00BF1FA5" w:rsidRDefault="00BF1FA5" w:rsidP="00D85B52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                                       В.Х. Гайфуллина</w:t>
      </w:r>
    </w:p>
    <w:p w:rsidR="00BF1FA5" w:rsidRDefault="00BF1FA5" w:rsidP="00D85B52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Е.А. Колупаева</w:t>
      </w:r>
    </w:p>
    <w:p w:rsidR="00BF1FA5" w:rsidRDefault="00BF1FA5" w:rsidP="008D2EAF"/>
    <w:p w:rsidR="00BF1FA5" w:rsidRDefault="00BF1FA5" w:rsidP="008D2EA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>,</w:t>
      </w:r>
      <w:r>
        <w:rPr>
          <w:sz w:val="28"/>
          <w:szCs w:val="28"/>
        </w:rPr>
        <w:t xml:space="preserve">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8</w:t>
      </w:r>
    </w:p>
    <w:p w:rsidR="00BF1FA5" w:rsidRDefault="00BF1FA5" w:rsidP="008D2EAF">
      <w:pPr>
        <w:rPr>
          <w:sz w:val="28"/>
          <w:szCs w:val="28"/>
        </w:rPr>
      </w:pPr>
    </w:p>
    <w:p w:rsidR="00BF1FA5" w:rsidRPr="00C12AC7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BF1FA5" w:rsidRPr="00C12AC7" w:rsidRDefault="00BF1FA5" w:rsidP="008D2EAF">
      <w:pPr>
        <w:rPr>
          <w:sz w:val="28"/>
          <w:szCs w:val="28"/>
        </w:rPr>
      </w:pP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И.о. главного специалиста - ю</w:t>
      </w:r>
      <w:r w:rsidRPr="00C12AC7">
        <w:rPr>
          <w:sz w:val="28"/>
          <w:szCs w:val="28"/>
        </w:rPr>
        <w:t>рисконсульт</w:t>
      </w: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 xml:space="preserve">  </w:t>
      </w:r>
    </w:p>
    <w:p w:rsidR="00BF1FA5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правовым,  кадровым </w:t>
      </w:r>
    </w:p>
    <w:p w:rsidR="00BF1FA5" w:rsidRDefault="00BF1FA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вопросам, делопроизводстваи контроля </w:t>
      </w:r>
    </w:p>
    <w:p w:rsidR="00BF1FA5" w:rsidRPr="00C12AC7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Д.Р. Гиматдинова</w:t>
      </w:r>
    </w:p>
    <w:p w:rsidR="00BF1FA5" w:rsidRPr="00C12AC7" w:rsidRDefault="00BF1FA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BF1FA5" w:rsidRPr="00C12AC7" w:rsidRDefault="00BF1FA5" w:rsidP="008D2EAF">
      <w:pPr>
        <w:rPr>
          <w:sz w:val="28"/>
          <w:szCs w:val="28"/>
        </w:rPr>
      </w:pPr>
    </w:p>
    <w:p w:rsidR="00BF1FA5" w:rsidRPr="00C12AC7" w:rsidRDefault="00BF1FA5" w:rsidP="008D2EA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BF1FA5" w:rsidRPr="00C12AC7" w:rsidRDefault="00BF1FA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BF1FA5" w:rsidRDefault="00BF1FA5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BF1FA5" w:rsidRDefault="00BF1FA5" w:rsidP="008D2EAF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  О.В. Малькова</w:t>
      </w:r>
    </w:p>
    <w:p w:rsidR="00BF1FA5" w:rsidRDefault="00BF1FA5" w:rsidP="008D2EAF"/>
    <w:p w:rsidR="00BF1FA5" w:rsidRDefault="00BF1FA5" w:rsidP="008D2EAF">
      <w:r w:rsidRPr="00D46384">
        <w:t>Сопина Ирина Анатольевна</w:t>
      </w:r>
    </w:p>
    <w:p w:rsidR="00BF1FA5" w:rsidRDefault="00BF1FA5" w:rsidP="00C4112F">
      <w:pPr>
        <w:rPr>
          <w:sz w:val="28"/>
          <w:szCs w:val="28"/>
        </w:rPr>
      </w:pPr>
      <w:r w:rsidRPr="00D46384">
        <w:t>2-27-18</w:t>
      </w:r>
    </w:p>
    <w:sectPr w:rsidR="00BF1FA5" w:rsidSect="00E52DB5">
      <w:headerReference w:type="even" r:id="rId6"/>
      <w:headerReference w:type="default" r:id="rId7"/>
      <w:pgSz w:w="11906" w:h="16838"/>
      <w:pgMar w:top="1418" w:right="851" w:bottom="-180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FA5" w:rsidRDefault="00BF1FA5">
      <w:r>
        <w:separator/>
      </w:r>
    </w:p>
  </w:endnote>
  <w:endnote w:type="continuationSeparator" w:id="1">
    <w:p w:rsidR="00BF1FA5" w:rsidRDefault="00BF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FA5" w:rsidRDefault="00BF1FA5">
      <w:r>
        <w:separator/>
      </w:r>
    </w:p>
  </w:footnote>
  <w:footnote w:type="continuationSeparator" w:id="1">
    <w:p w:rsidR="00BF1FA5" w:rsidRDefault="00BF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A5" w:rsidRDefault="00BF1FA5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1FA5" w:rsidRDefault="00BF1F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A5" w:rsidRDefault="00BF1FA5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F1FA5" w:rsidRDefault="00BF1F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07E5F"/>
    <w:rsid w:val="00017061"/>
    <w:rsid w:val="00034770"/>
    <w:rsid w:val="00034D81"/>
    <w:rsid w:val="00043600"/>
    <w:rsid w:val="00047CD6"/>
    <w:rsid w:val="00055C78"/>
    <w:rsid w:val="000668D7"/>
    <w:rsid w:val="00086374"/>
    <w:rsid w:val="00087D4A"/>
    <w:rsid w:val="00094195"/>
    <w:rsid w:val="000A1B38"/>
    <w:rsid w:val="000A4DD2"/>
    <w:rsid w:val="000C57E5"/>
    <w:rsid w:val="000E022F"/>
    <w:rsid w:val="000E5104"/>
    <w:rsid w:val="00106F7E"/>
    <w:rsid w:val="00107492"/>
    <w:rsid w:val="00116121"/>
    <w:rsid w:val="0018799D"/>
    <w:rsid w:val="00195E66"/>
    <w:rsid w:val="001A081B"/>
    <w:rsid w:val="001A4E34"/>
    <w:rsid w:val="001A5499"/>
    <w:rsid w:val="001C6083"/>
    <w:rsid w:val="001D711A"/>
    <w:rsid w:val="001F6DB4"/>
    <w:rsid w:val="00222A19"/>
    <w:rsid w:val="00223B05"/>
    <w:rsid w:val="00231E5F"/>
    <w:rsid w:val="002351E3"/>
    <w:rsid w:val="0023683A"/>
    <w:rsid w:val="00242539"/>
    <w:rsid w:val="00247497"/>
    <w:rsid w:val="0025025E"/>
    <w:rsid w:val="00261BCA"/>
    <w:rsid w:val="0026663C"/>
    <w:rsid w:val="002735FF"/>
    <w:rsid w:val="002A32C4"/>
    <w:rsid w:val="002B19A6"/>
    <w:rsid w:val="002C48DA"/>
    <w:rsid w:val="002D16C3"/>
    <w:rsid w:val="002D1B76"/>
    <w:rsid w:val="00300B05"/>
    <w:rsid w:val="00320151"/>
    <w:rsid w:val="003275CB"/>
    <w:rsid w:val="0034127F"/>
    <w:rsid w:val="00344468"/>
    <w:rsid w:val="00371B5A"/>
    <w:rsid w:val="003729F0"/>
    <w:rsid w:val="0038087B"/>
    <w:rsid w:val="003930AD"/>
    <w:rsid w:val="003B0C11"/>
    <w:rsid w:val="003B474D"/>
    <w:rsid w:val="003C13AF"/>
    <w:rsid w:val="003C669B"/>
    <w:rsid w:val="003E0DAF"/>
    <w:rsid w:val="003E10E4"/>
    <w:rsid w:val="003E553A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936F9"/>
    <w:rsid w:val="004F603A"/>
    <w:rsid w:val="005028A6"/>
    <w:rsid w:val="005134BB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460F3"/>
    <w:rsid w:val="00651D4D"/>
    <w:rsid w:val="00675B9D"/>
    <w:rsid w:val="00681E25"/>
    <w:rsid w:val="0069579C"/>
    <w:rsid w:val="006C04BC"/>
    <w:rsid w:val="006C7EBF"/>
    <w:rsid w:val="006D0E66"/>
    <w:rsid w:val="006E4948"/>
    <w:rsid w:val="0070788F"/>
    <w:rsid w:val="00707FAE"/>
    <w:rsid w:val="00707FD3"/>
    <w:rsid w:val="00710060"/>
    <w:rsid w:val="00711E55"/>
    <w:rsid w:val="00714F3F"/>
    <w:rsid w:val="00717C4B"/>
    <w:rsid w:val="00753ADA"/>
    <w:rsid w:val="00761888"/>
    <w:rsid w:val="00770B4D"/>
    <w:rsid w:val="00790E2B"/>
    <w:rsid w:val="0079488C"/>
    <w:rsid w:val="00794D9C"/>
    <w:rsid w:val="007A112C"/>
    <w:rsid w:val="007A1908"/>
    <w:rsid w:val="007A1B21"/>
    <w:rsid w:val="007B6BF7"/>
    <w:rsid w:val="007D07BD"/>
    <w:rsid w:val="007D3D8D"/>
    <w:rsid w:val="007D70DB"/>
    <w:rsid w:val="007D7BDD"/>
    <w:rsid w:val="007E1465"/>
    <w:rsid w:val="008014A4"/>
    <w:rsid w:val="00811396"/>
    <w:rsid w:val="008308CF"/>
    <w:rsid w:val="00831C0B"/>
    <w:rsid w:val="00831C57"/>
    <w:rsid w:val="00834C1A"/>
    <w:rsid w:val="008372A5"/>
    <w:rsid w:val="00853359"/>
    <w:rsid w:val="00875A9D"/>
    <w:rsid w:val="00881542"/>
    <w:rsid w:val="0088743B"/>
    <w:rsid w:val="008925EC"/>
    <w:rsid w:val="008A7303"/>
    <w:rsid w:val="008C793E"/>
    <w:rsid w:val="008D0A77"/>
    <w:rsid w:val="008D2EAF"/>
    <w:rsid w:val="008D39BC"/>
    <w:rsid w:val="008E1704"/>
    <w:rsid w:val="008E35C8"/>
    <w:rsid w:val="00911FE3"/>
    <w:rsid w:val="009179BC"/>
    <w:rsid w:val="0093679A"/>
    <w:rsid w:val="009420D5"/>
    <w:rsid w:val="009507E4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4A37"/>
    <w:rsid w:val="00A06091"/>
    <w:rsid w:val="00A30FA0"/>
    <w:rsid w:val="00A53DE6"/>
    <w:rsid w:val="00A55C89"/>
    <w:rsid w:val="00A812C3"/>
    <w:rsid w:val="00AA3880"/>
    <w:rsid w:val="00AB3858"/>
    <w:rsid w:val="00AB4972"/>
    <w:rsid w:val="00AD5986"/>
    <w:rsid w:val="00AE0B75"/>
    <w:rsid w:val="00AE1504"/>
    <w:rsid w:val="00AE31B2"/>
    <w:rsid w:val="00AE7933"/>
    <w:rsid w:val="00AF08CB"/>
    <w:rsid w:val="00B174DB"/>
    <w:rsid w:val="00B1786B"/>
    <w:rsid w:val="00B3008C"/>
    <w:rsid w:val="00B33A8C"/>
    <w:rsid w:val="00B35BD1"/>
    <w:rsid w:val="00B45EBC"/>
    <w:rsid w:val="00B564C3"/>
    <w:rsid w:val="00B6052C"/>
    <w:rsid w:val="00B719BA"/>
    <w:rsid w:val="00B77807"/>
    <w:rsid w:val="00B8791D"/>
    <w:rsid w:val="00BA0BFB"/>
    <w:rsid w:val="00BA0E32"/>
    <w:rsid w:val="00BA2977"/>
    <w:rsid w:val="00BC2A5F"/>
    <w:rsid w:val="00BE492C"/>
    <w:rsid w:val="00BF0187"/>
    <w:rsid w:val="00BF076E"/>
    <w:rsid w:val="00BF1FA5"/>
    <w:rsid w:val="00BF7FE1"/>
    <w:rsid w:val="00C07B2D"/>
    <w:rsid w:val="00C10C32"/>
    <w:rsid w:val="00C12AC7"/>
    <w:rsid w:val="00C40CAC"/>
    <w:rsid w:val="00C4112F"/>
    <w:rsid w:val="00C45077"/>
    <w:rsid w:val="00C547CF"/>
    <w:rsid w:val="00C56A55"/>
    <w:rsid w:val="00C63738"/>
    <w:rsid w:val="00C71F1E"/>
    <w:rsid w:val="00C7573A"/>
    <w:rsid w:val="00C8450B"/>
    <w:rsid w:val="00C909AA"/>
    <w:rsid w:val="00C91A8C"/>
    <w:rsid w:val="00CB0C08"/>
    <w:rsid w:val="00CB32AD"/>
    <w:rsid w:val="00CD296C"/>
    <w:rsid w:val="00CE1FA3"/>
    <w:rsid w:val="00CE371C"/>
    <w:rsid w:val="00D042B5"/>
    <w:rsid w:val="00D0580F"/>
    <w:rsid w:val="00D46384"/>
    <w:rsid w:val="00D63C35"/>
    <w:rsid w:val="00D65A60"/>
    <w:rsid w:val="00D85B52"/>
    <w:rsid w:val="00D95EB2"/>
    <w:rsid w:val="00D966A0"/>
    <w:rsid w:val="00DA081D"/>
    <w:rsid w:val="00DA37C0"/>
    <w:rsid w:val="00DA4A19"/>
    <w:rsid w:val="00DB05C4"/>
    <w:rsid w:val="00DC2436"/>
    <w:rsid w:val="00DC65D0"/>
    <w:rsid w:val="00DE3C00"/>
    <w:rsid w:val="00DF0FBE"/>
    <w:rsid w:val="00DF1BD7"/>
    <w:rsid w:val="00DF3485"/>
    <w:rsid w:val="00E00923"/>
    <w:rsid w:val="00E014A9"/>
    <w:rsid w:val="00E152AC"/>
    <w:rsid w:val="00E249A2"/>
    <w:rsid w:val="00E33E03"/>
    <w:rsid w:val="00E410F4"/>
    <w:rsid w:val="00E52DB5"/>
    <w:rsid w:val="00E72FE6"/>
    <w:rsid w:val="00E8097E"/>
    <w:rsid w:val="00E84908"/>
    <w:rsid w:val="00E8723A"/>
    <w:rsid w:val="00EB1519"/>
    <w:rsid w:val="00EC3766"/>
    <w:rsid w:val="00ED38BD"/>
    <w:rsid w:val="00ED39A7"/>
    <w:rsid w:val="00EE6BCB"/>
    <w:rsid w:val="00EF1FC3"/>
    <w:rsid w:val="00EF6553"/>
    <w:rsid w:val="00F13327"/>
    <w:rsid w:val="00F24A97"/>
    <w:rsid w:val="00F25136"/>
    <w:rsid w:val="00F32606"/>
    <w:rsid w:val="00F335C6"/>
    <w:rsid w:val="00F34675"/>
    <w:rsid w:val="00F3747A"/>
    <w:rsid w:val="00F421B4"/>
    <w:rsid w:val="00F44014"/>
    <w:rsid w:val="00F45D62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D5F52"/>
    <w:rsid w:val="00FD6A87"/>
    <w:rsid w:val="00FE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03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2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1084</TotalTime>
  <Pages>2</Pages>
  <Words>477</Words>
  <Characters>2724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83</cp:revision>
  <cp:lastPrinted>2017-06-29T11:00:00Z</cp:lastPrinted>
  <dcterms:created xsi:type="dcterms:W3CDTF">2014-01-10T07:21:00Z</dcterms:created>
  <dcterms:modified xsi:type="dcterms:W3CDTF">2018-10-11T12:21:00Z</dcterms:modified>
</cp:coreProperties>
</file>