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B0A" w:rsidRPr="009F00B3" w:rsidRDefault="00232B0A" w:rsidP="00231E5F">
      <w:pPr>
        <w:pStyle w:val="Title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232B0A" w:rsidRPr="009F00B3" w:rsidRDefault="00232B0A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232B0A" w:rsidRPr="009F00B3" w:rsidRDefault="00232B0A" w:rsidP="00231E5F">
      <w:pPr>
        <w:jc w:val="center"/>
        <w:rPr>
          <w:b/>
          <w:sz w:val="28"/>
          <w:szCs w:val="28"/>
        </w:rPr>
      </w:pPr>
    </w:p>
    <w:p w:rsidR="00232B0A" w:rsidRPr="009F00B3" w:rsidRDefault="00232B0A" w:rsidP="00231E5F">
      <w:pPr>
        <w:jc w:val="center"/>
        <w:rPr>
          <w:b/>
          <w:sz w:val="28"/>
          <w:szCs w:val="28"/>
        </w:rPr>
      </w:pPr>
    </w:p>
    <w:p w:rsidR="00232B0A" w:rsidRPr="0070788F" w:rsidRDefault="00232B0A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232B0A" w:rsidRPr="009F00B3" w:rsidRDefault="00232B0A" w:rsidP="00231E5F">
      <w:pPr>
        <w:jc w:val="center"/>
        <w:rPr>
          <w:b/>
          <w:sz w:val="28"/>
          <w:szCs w:val="28"/>
        </w:rPr>
      </w:pPr>
    </w:p>
    <w:p w:rsidR="00232B0A" w:rsidRPr="00385019" w:rsidRDefault="00232B0A" w:rsidP="00231E5F">
      <w:pPr>
        <w:rPr>
          <w:sz w:val="28"/>
          <w:szCs w:val="28"/>
          <w:u w:val="single"/>
        </w:rPr>
      </w:pPr>
      <w:r w:rsidRPr="00385019">
        <w:rPr>
          <w:sz w:val="28"/>
          <w:szCs w:val="28"/>
          <w:u w:val="single"/>
        </w:rPr>
        <w:t>12.08.2014</w:t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</w:t>
      </w:r>
      <w:r w:rsidRPr="009F00B3">
        <w:rPr>
          <w:sz w:val="28"/>
          <w:szCs w:val="28"/>
        </w:rPr>
        <w:t xml:space="preserve">№ </w:t>
      </w:r>
      <w:r w:rsidRPr="00385019">
        <w:rPr>
          <w:sz w:val="28"/>
          <w:szCs w:val="28"/>
          <w:u w:val="single"/>
        </w:rPr>
        <w:t>874</w:t>
      </w:r>
    </w:p>
    <w:p w:rsidR="00232B0A" w:rsidRPr="009F00B3" w:rsidRDefault="00232B0A" w:rsidP="00231E5F">
      <w:pPr>
        <w:jc w:val="center"/>
        <w:rPr>
          <w:sz w:val="28"/>
          <w:szCs w:val="28"/>
        </w:rPr>
      </w:pPr>
      <w:r w:rsidRPr="009F00B3">
        <w:rPr>
          <w:sz w:val="28"/>
          <w:szCs w:val="28"/>
        </w:rPr>
        <w:t>г. Малмыж</w:t>
      </w:r>
    </w:p>
    <w:p w:rsidR="00232B0A" w:rsidRPr="009F00B3" w:rsidRDefault="00232B0A" w:rsidP="00231E5F">
      <w:pPr>
        <w:jc w:val="center"/>
        <w:rPr>
          <w:sz w:val="28"/>
          <w:szCs w:val="28"/>
        </w:rPr>
      </w:pPr>
    </w:p>
    <w:p w:rsidR="00232B0A" w:rsidRPr="009F00B3" w:rsidRDefault="00232B0A" w:rsidP="00231E5F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8952"/>
      </w:tblGrid>
      <w:tr w:rsidR="00232B0A" w:rsidRPr="00AE31B2" w:rsidTr="008C793E">
        <w:trPr>
          <w:trHeight w:val="206"/>
        </w:trPr>
        <w:tc>
          <w:tcPr>
            <w:tcW w:w="8952" w:type="dxa"/>
          </w:tcPr>
          <w:p w:rsidR="00232B0A" w:rsidRDefault="00232B0A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232B0A" w:rsidRPr="00A06091" w:rsidRDefault="00232B0A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 от 08.10.2013 № 958</w:t>
            </w:r>
          </w:p>
          <w:p w:rsidR="00232B0A" w:rsidRDefault="00232B0A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</w:p>
          <w:p w:rsidR="00232B0A" w:rsidRPr="00AE31B2" w:rsidRDefault="00232B0A" w:rsidP="00231E5F">
            <w:pPr>
              <w:jc w:val="center"/>
              <w:rPr>
                <w:szCs w:val="28"/>
              </w:rPr>
            </w:pPr>
          </w:p>
        </w:tc>
      </w:tr>
    </w:tbl>
    <w:p w:rsidR="00232B0A" w:rsidRDefault="00232B0A" w:rsidP="000668D7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232B0A" w:rsidRDefault="00232B0A" w:rsidP="000668D7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1. Внести и утвердить изменения в муниципальной программе «Развитие агропромышленного комплекса в Малмыжском районе», утвержденной постановлением администрации Малмыжского района от 08.10.2013 № 958 «Об утверждении муниципальной программы «Развитие агропромышленного комплекса в Малмыжском районе», </w:t>
      </w:r>
      <w:r>
        <w:rPr>
          <w:sz w:val="28"/>
        </w:rPr>
        <w:t>(с изменениями, внесенными постановлениями  администрации Малмыжского района от 17.01.2014  № 25, от 11.06.2014 № 637)</w:t>
      </w:r>
      <w:r>
        <w:rPr>
          <w:rFonts w:eastAsia="A"/>
          <w:sz w:val="28"/>
          <w:szCs w:val="28"/>
        </w:rPr>
        <w:t xml:space="preserve"> согласно приложению.</w:t>
      </w:r>
    </w:p>
    <w:p w:rsidR="00232B0A" w:rsidRDefault="00232B0A" w:rsidP="00231E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232B0A" w:rsidRDefault="00232B0A" w:rsidP="00231E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после его официального опубликования.</w:t>
      </w:r>
    </w:p>
    <w:p w:rsidR="00232B0A" w:rsidRDefault="00232B0A" w:rsidP="00231E5F">
      <w:pPr>
        <w:ind w:firstLine="708"/>
        <w:jc w:val="both"/>
        <w:rPr>
          <w:sz w:val="28"/>
          <w:szCs w:val="28"/>
        </w:rPr>
      </w:pPr>
    </w:p>
    <w:p w:rsidR="00232B0A" w:rsidRPr="009F00B3" w:rsidRDefault="00232B0A" w:rsidP="00231E5F">
      <w:pPr>
        <w:ind w:firstLine="708"/>
        <w:jc w:val="both"/>
        <w:rPr>
          <w:sz w:val="28"/>
          <w:szCs w:val="28"/>
        </w:rPr>
      </w:pPr>
    </w:p>
    <w:p w:rsidR="00232B0A" w:rsidRPr="009F00B3" w:rsidRDefault="00232B0A" w:rsidP="00231E5F">
      <w:pPr>
        <w:rPr>
          <w:sz w:val="28"/>
          <w:szCs w:val="28"/>
        </w:rPr>
      </w:pPr>
    </w:p>
    <w:p w:rsidR="00232B0A" w:rsidRPr="009F00B3" w:rsidRDefault="00232B0A" w:rsidP="00231E5F">
      <w:pPr>
        <w:rPr>
          <w:sz w:val="28"/>
          <w:szCs w:val="28"/>
        </w:rPr>
      </w:pPr>
    </w:p>
    <w:p w:rsidR="00232B0A" w:rsidRPr="009F00B3" w:rsidRDefault="00232B0A" w:rsidP="00231E5F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9F00B3">
        <w:rPr>
          <w:sz w:val="28"/>
          <w:szCs w:val="28"/>
        </w:rPr>
        <w:t xml:space="preserve"> администрации  </w:t>
      </w:r>
    </w:p>
    <w:p w:rsidR="00232B0A" w:rsidRDefault="00232B0A" w:rsidP="00231E5F">
      <w:pPr>
        <w:rPr>
          <w:sz w:val="28"/>
          <w:szCs w:val="28"/>
        </w:rPr>
      </w:pPr>
      <w:r w:rsidRPr="009F00B3">
        <w:rPr>
          <w:sz w:val="28"/>
          <w:szCs w:val="28"/>
        </w:rPr>
        <w:t xml:space="preserve">Малмыжского района </w:t>
      </w:r>
      <w:r w:rsidRPr="009F00B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ab/>
        <w:t xml:space="preserve">              А.В. Костюнин</w:t>
      </w:r>
    </w:p>
    <w:p w:rsidR="00232B0A" w:rsidRDefault="00232B0A" w:rsidP="00231E5F">
      <w:pPr>
        <w:rPr>
          <w:sz w:val="28"/>
          <w:szCs w:val="28"/>
        </w:rPr>
      </w:pPr>
    </w:p>
    <w:p w:rsidR="00232B0A" w:rsidRDefault="00232B0A" w:rsidP="00231E5F">
      <w:pPr>
        <w:ind w:left="5160" w:firstLine="504"/>
        <w:jc w:val="both"/>
        <w:rPr>
          <w:sz w:val="28"/>
          <w:szCs w:val="28"/>
        </w:rPr>
      </w:pPr>
    </w:p>
    <w:p w:rsidR="00232B0A" w:rsidRDefault="00232B0A" w:rsidP="00231E5F"/>
    <w:p w:rsidR="00232B0A" w:rsidRDefault="00232B0A" w:rsidP="00231E5F"/>
    <w:p w:rsidR="00232B0A" w:rsidRDefault="00232B0A" w:rsidP="00231E5F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232B0A" w:rsidRDefault="00232B0A" w:rsidP="00231E5F"/>
    <w:p w:rsidR="00232B0A" w:rsidRDefault="00232B0A" w:rsidP="00231E5F"/>
    <w:p w:rsidR="00232B0A" w:rsidRDefault="00232B0A" w:rsidP="00231E5F"/>
    <w:p w:rsidR="00232B0A" w:rsidRDefault="00232B0A" w:rsidP="00231E5F"/>
    <w:p w:rsidR="00232B0A" w:rsidRDefault="00232B0A" w:rsidP="00231E5F"/>
    <w:p w:rsidR="00232B0A" w:rsidRDefault="00232B0A" w:rsidP="00231E5F"/>
    <w:p w:rsidR="00232B0A" w:rsidRDefault="00232B0A" w:rsidP="00231E5F"/>
    <w:p w:rsidR="00232B0A" w:rsidRDefault="00232B0A" w:rsidP="00231E5F"/>
    <w:p w:rsidR="00232B0A" w:rsidRDefault="00232B0A" w:rsidP="00231E5F"/>
    <w:p w:rsidR="00232B0A" w:rsidRDefault="00232B0A" w:rsidP="00231E5F">
      <w:pPr>
        <w:rPr>
          <w:sz w:val="28"/>
          <w:szCs w:val="28"/>
        </w:rPr>
      </w:pPr>
    </w:p>
    <w:p w:rsidR="00232B0A" w:rsidRDefault="00232B0A" w:rsidP="00231E5F">
      <w:pPr>
        <w:rPr>
          <w:sz w:val="28"/>
          <w:szCs w:val="28"/>
        </w:rPr>
      </w:pPr>
    </w:p>
    <w:p w:rsidR="00232B0A" w:rsidRDefault="00232B0A" w:rsidP="00231E5F">
      <w:pPr>
        <w:rPr>
          <w:sz w:val="28"/>
          <w:szCs w:val="28"/>
        </w:rPr>
      </w:pPr>
    </w:p>
    <w:p w:rsidR="00232B0A" w:rsidRPr="00C12AC7" w:rsidRDefault="00232B0A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ПОДГОТОВЛЕНО</w:t>
      </w:r>
    </w:p>
    <w:p w:rsidR="00232B0A" w:rsidRPr="00C12AC7" w:rsidRDefault="00232B0A" w:rsidP="00231E5F">
      <w:pPr>
        <w:rPr>
          <w:sz w:val="28"/>
          <w:szCs w:val="28"/>
        </w:rPr>
      </w:pPr>
    </w:p>
    <w:p w:rsidR="00232B0A" w:rsidRPr="00C12AC7" w:rsidRDefault="00232B0A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Первый заместитель главы </w:t>
      </w:r>
    </w:p>
    <w:p w:rsidR="00232B0A" w:rsidRPr="00C12AC7" w:rsidRDefault="00232B0A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администрации Малмыжского </w:t>
      </w:r>
    </w:p>
    <w:p w:rsidR="00232B0A" w:rsidRPr="00C12AC7" w:rsidRDefault="00232B0A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района, начальник управления </w:t>
      </w:r>
    </w:p>
    <w:p w:rsidR="00232B0A" w:rsidRPr="00C12AC7" w:rsidRDefault="00232B0A" w:rsidP="00231E5F">
      <w:pPr>
        <w:rPr>
          <w:sz w:val="28"/>
          <w:szCs w:val="28"/>
        </w:rPr>
      </w:pPr>
      <w:r>
        <w:rPr>
          <w:sz w:val="28"/>
          <w:szCs w:val="28"/>
        </w:rPr>
        <w:t>сельского хозяйства</w:t>
      </w:r>
      <w:r w:rsidRPr="00C12AC7">
        <w:rPr>
          <w:sz w:val="28"/>
          <w:szCs w:val="28"/>
        </w:rPr>
        <w:t xml:space="preserve"> и продовольств</w:t>
      </w:r>
      <w:r>
        <w:rPr>
          <w:sz w:val="28"/>
          <w:szCs w:val="28"/>
        </w:rPr>
        <w:t xml:space="preserve">ия                           </w:t>
      </w:r>
      <w:r w:rsidRPr="00C12AC7">
        <w:rPr>
          <w:sz w:val="28"/>
          <w:szCs w:val="28"/>
        </w:rPr>
        <w:t xml:space="preserve"> Р.Г. Ахметзянов</w:t>
      </w:r>
    </w:p>
    <w:p w:rsidR="00232B0A" w:rsidRPr="00C12AC7" w:rsidRDefault="00232B0A" w:rsidP="00231E5F">
      <w:pPr>
        <w:rPr>
          <w:sz w:val="28"/>
          <w:szCs w:val="28"/>
        </w:rPr>
      </w:pPr>
    </w:p>
    <w:p w:rsidR="00232B0A" w:rsidRPr="00C12AC7" w:rsidRDefault="00232B0A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СОГЛАСОВАНО</w:t>
      </w:r>
    </w:p>
    <w:p w:rsidR="00232B0A" w:rsidRPr="00C12AC7" w:rsidRDefault="00232B0A" w:rsidP="00231E5F">
      <w:pPr>
        <w:rPr>
          <w:sz w:val="28"/>
          <w:szCs w:val="28"/>
        </w:rPr>
      </w:pPr>
    </w:p>
    <w:p w:rsidR="00232B0A" w:rsidRDefault="00232B0A" w:rsidP="00231E5F">
      <w:pPr>
        <w:rPr>
          <w:sz w:val="28"/>
          <w:szCs w:val="28"/>
        </w:rPr>
      </w:pPr>
      <w:r w:rsidRPr="00F421B4">
        <w:rPr>
          <w:sz w:val="28"/>
          <w:szCs w:val="28"/>
        </w:rPr>
        <w:t>Заместитель главы администрации</w:t>
      </w:r>
    </w:p>
    <w:p w:rsidR="00232B0A" w:rsidRDefault="00232B0A" w:rsidP="00231E5F">
      <w:pPr>
        <w:rPr>
          <w:sz w:val="28"/>
          <w:szCs w:val="28"/>
        </w:rPr>
      </w:pPr>
      <w:r>
        <w:rPr>
          <w:sz w:val="28"/>
          <w:szCs w:val="28"/>
        </w:rPr>
        <w:t xml:space="preserve">Малмыжского </w:t>
      </w:r>
      <w:r w:rsidRPr="00F421B4">
        <w:rPr>
          <w:sz w:val="28"/>
          <w:szCs w:val="28"/>
        </w:rPr>
        <w:t xml:space="preserve"> района, заведующая </w:t>
      </w:r>
    </w:p>
    <w:p w:rsidR="00232B0A" w:rsidRPr="00F421B4" w:rsidRDefault="00232B0A" w:rsidP="00231E5F">
      <w:pPr>
        <w:rPr>
          <w:sz w:val="28"/>
          <w:szCs w:val="28"/>
        </w:rPr>
      </w:pPr>
      <w:r w:rsidRPr="00F421B4">
        <w:rPr>
          <w:sz w:val="28"/>
          <w:szCs w:val="28"/>
        </w:rPr>
        <w:t>отделом по</w:t>
      </w:r>
      <w:r>
        <w:rPr>
          <w:sz w:val="28"/>
          <w:szCs w:val="28"/>
        </w:rPr>
        <w:t xml:space="preserve"> </w:t>
      </w:r>
      <w:r w:rsidRPr="00F421B4">
        <w:rPr>
          <w:sz w:val="28"/>
          <w:szCs w:val="28"/>
        </w:rPr>
        <w:t>экономическому развитию</w:t>
      </w:r>
      <w:r w:rsidRPr="00F421B4">
        <w:rPr>
          <w:sz w:val="28"/>
          <w:szCs w:val="28"/>
        </w:rPr>
        <w:tab/>
        <w:t xml:space="preserve"> </w:t>
      </w:r>
    </w:p>
    <w:p w:rsidR="00232B0A" w:rsidRDefault="00232B0A" w:rsidP="00231E5F">
      <w:pPr>
        <w:rPr>
          <w:sz w:val="28"/>
          <w:szCs w:val="28"/>
        </w:rPr>
      </w:pPr>
      <w:r w:rsidRPr="00F421B4">
        <w:rPr>
          <w:sz w:val="28"/>
          <w:szCs w:val="28"/>
        </w:rPr>
        <w:t>админи</w:t>
      </w:r>
      <w:r>
        <w:rPr>
          <w:sz w:val="28"/>
          <w:szCs w:val="28"/>
        </w:rPr>
        <w:t>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И.Д. Сырцова</w:t>
      </w:r>
    </w:p>
    <w:p w:rsidR="00232B0A" w:rsidRDefault="00232B0A" w:rsidP="00231E5F">
      <w:pPr>
        <w:rPr>
          <w:sz w:val="28"/>
          <w:szCs w:val="28"/>
        </w:rPr>
      </w:pPr>
    </w:p>
    <w:p w:rsidR="00232B0A" w:rsidRDefault="00232B0A" w:rsidP="00231E5F">
      <w:pPr>
        <w:rPr>
          <w:sz w:val="28"/>
          <w:szCs w:val="28"/>
        </w:rPr>
      </w:pPr>
    </w:p>
    <w:p w:rsidR="00232B0A" w:rsidRPr="00222A19" w:rsidRDefault="00232B0A" w:rsidP="00231E5F">
      <w:pPr>
        <w:rPr>
          <w:sz w:val="28"/>
          <w:szCs w:val="28"/>
        </w:rPr>
      </w:pPr>
      <w:r w:rsidRPr="00222A19">
        <w:rPr>
          <w:sz w:val="28"/>
          <w:szCs w:val="28"/>
        </w:rPr>
        <w:t xml:space="preserve">Председатель контрольно-счетной </w:t>
      </w:r>
    </w:p>
    <w:p w:rsidR="00232B0A" w:rsidRPr="00222A19" w:rsidRDefault="00232B0A" w:rsidP="00231E5F">
      <w:pPr>
        <w:rPr>
          <w:sz w:val="28"/>
          <w:szCs w:val="28"/>
        </w:rPr>
      </w:pPr>
      <w:r>
        <w:rPr>
          <w:sz w:val="28"/>
          <w:szCs w:val="28"/>
        </w:rPr>
        <w:t>комиссии Малмыжского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Г.А. Кулапина</w:t>
      </w:r>
    </w:p>
    <w:p w:rsidR="00232B0A" w:rsidRDefault="00232B0A" w:rsidP="00231E5F">
      <w:pPr>
        <w:rPr>
          <w:sz w:val="28"/>
          <w:szCs w:val="28"/>
        </w:rPr>
      </w:pPr>
    </w:p>
    <w:p w:rsidR="00232B0A" w:rsidRDefault="00232B0A" w:rsidP="00231E5F">
      <w:pPr>
        <w:rPr>
          <w:sz w:val="28"/>
          <w:szCs w:val="28"/>
        </w:rPr>
      </w:pPr>
    </w:p>
    <w:p w:rsidR="00232B0A" w:rsidRDefault="00232B0A" w:rsidP="00B77807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FD5F52">
        <w:rPr>
          <w:sz w:val="28"/>
          <w:szCs w:val="28"/>
        </w:rPr>
        <w:t>ачальник финансового</w:t>
      </w:r>
      <w:r>
        <w:rPr>
          <w:sz w:val="28"/>
          <w:szCs w:val="28"/>
        </w:rPr>
        <w:t xml:space="preserve"> </w:t>
      </w:r>
      <w:r w:rsidRPr="00FD5F52">
        <w:rPr>
          <w:sz w:val="28"/>
          <w:szCs w:val="28"/>
        </w:rPr>
        <w:t>управления</w:t>
      </w:r>
      <w:r w:rsidRPr="00FD5F52">
        <w:rPr>
          <w:sz w:val="28"/>
          <w:szCs w:val="28"/>
        </w:rPr>
        <w:tab/>
        <w:t xml:space="preserve"> </w:t>
      </w:r>
    </w:p>
    <w:p w:rsidR="00232B0A" w:rsidRPr="00C12AC7" w:rsidRDefault="00232B0A" w:rsidP="00B77807">
      <w:pPr>
        <w:rPr>
          <w:sz w:val="28"/>
          <w:szCs w:val="28"/>
        </w:rPr>
      </w:pPr>
      <w:r w:rsidRPr="00FD5F52">
        <w:rPr>
          <w:sz w:val="28"/>
          <w:szCs w:val="28"/>
        </w:rPr>
        <w:t>а</w:t>
      </w:r>
      <w:r>
        <w:rPr>
          <w:sz w:val="28"/>
          <w:szCs w:val="28"/>
        </w:rPr>
        <w:t>дминистрации Малмыжского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Ф.А. Камилева</w:t>
      </w:r>
      <w:r w:rsidRPr="00FD5F52">
        <w:rPr>
          <w:sz w:val="28"/>
          <w:szCs w:val="28"/>
        </w:rPr>
        <w:tab/>
      </w:r>
    </w:p>
    <w:p w:rsidR="00232B0A" w:rsidRPr="005E32DC" w:rsidRDefault="00232B0A" w:rsidP="005E32DC">
      <w:pPr>
        <w:rPr>
          <w:sz w:val="28"/>
          <w:szCs w:val="28"/>
        </w:rPr>
      </w:pPr>
      <w:r w:rsidRPr="005E32DC">
        <w:rPr>
          <w:sz w:val="28"/>
          <w:szCs w:val="28"/>
        </w:rPr>
        <w:tab/>
      </w:r>
      <w:r w:rsidRPr="005E32DC">
        <w:rPr>
          <w:sz w:val="28"/>
          <w:szCs w:val="28"/>
        </w:rPr>
        <w:tab/>
      </w:r>
      <w:r w:rsidRPr="005E32DC">
        <w:rPr>
          <w:sz w:val="28"/>
          <w:szCs w:val="28"/>
        </w:rPr>
        <w:tab/>
      </w:r>
    </w:p>
    <w:p w:rsidR="00232B0A" w:rsidRPr="00C12AC7" w:rsidRDefault="00232B0A" w:rsidP="00231E5F">
      <w:pPr>
        <w:rPr>
          <w:sz w:val="28"/>
          <w:szCs w:val="28"/>
        </w:rPr>
      </w:pPr>
    </w:p>
    <w:p w:rsidR="00232B0A" w:rsidRPr="00C12AC7" w:rsidRDefault="00232B0A" w:rsidP="00231E5F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C12AC7">
        <w:rPr>
          <w:sz w:val="28"/>
          <w:szCs w:val="28"/>
        </w:rPr>
        <w:t xml:space="preserve">главы администрации  </w:t>
      </w:r>
    </w:p>
    <w:p w:rsidR="00232B0A" w:rsidRDefault="00232B0A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Малмыжского района</w:t>
      </w:r>
      <w:r w:rsidRPr="00C12AC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Е.А. Колупаева</w:t>
      </w:r>
    </w:p>
    <w:p w:rsidR="00232B0A" w:rsidRDefault="00232B0A" w:rsidP="00231E5F">
      <w:pPr>
        <w:rPr>
          <w:sz w:val="28"/>
          <w:szCs w:val="28"/>
        </w:rPr>
      </w:pPr>
    </w:p>
    <w:p w:rsidR="00232B0A" w:rsidRDefault="00232B0A" w:rsidP="00231E5F">
      <w:r>
        <w:t xml:space="preserve">  </w:t>
      </w:r>
    </w:p>
    <w:p w:rsidR="00232B0A" w:rsidRPr="0025025E" w:rsidRDefault="00232B0A" w:rsidP="00231E5F">
      <w:pPr>
        <w:pStyle w:val="BodyText"/>
        <w:jc w:val="both"/>
        <w:rPr>
          <w:sz w:val="28"/>
          <w:szCs w:val="28"/>
        </w:rPr>
      </w:pPr>
      <w:r w:rsidRPr="009D43BE">
        <w:rPr>
          <w:sz w:val="28"/>
          <w:szCs w:val="28"/>
        </w:rPr>
        <w:t>Разосл</w:t>
      </w:r>
      <w:r>
        <w:rPr>
          <w:sz w:val="28"/>
          <w:szCs w:val="28"/>
        </w:rPr>
        <w:t xml:space="preserve">ать: администрации района – 2, финансовому управлению -1, </w:t>
      </w:r>
      <w:r w:rsidRPr="009D43BE">
        <w:rPr>
          <w:sz w:val="28"/>
          <w:szCs w:val="28"/>
        </w:rPr>
        <w:t xml:space="preserve"> управлению сельского хозяйства и продовольствия -1</w:t>
      </w:r>
      <w:r>
        <w:rPr>
          <w:sz w:val="28"/>
          <w:szCs w:val="28"/>
        </w:rPr>
        <w:t>, отделу по экономическому развитию -1, отделу архитектуры, строительства и ЖКИ -1</w:t>
      </w:r>
      <w:r w:rsidRPr="0025025E">
        <w:rPr>
          <w:sz w:val="28"/>
          <w:szCs w:val="28"/>
        </w:rPr>
        <w:t xml:space="preserve">, </w:t>
      </w:r>
      <w:r>
        <w:rPr>
          <w:sz w:val="28"/>
          <w:szCs w:val="28"/>
        </w:rPr>
        <w:t>в регистр – 1, в реестр НПА – 1, в районную Думу для опубликования – 2 (в т.ч. 1 в электронном виде), на сайт- 1 (в электронном виде)</w:t>
      </w:r>
      <w:r w:rsidRPr="0025025E">
        <w:rPr>
          <w:sz w:val="28"/>
          <w:szCs w:val="28"/>
        </w:rPr>
        <w:t xml:space="preserve"> =</w:t>
      </w:r>
      <w:r>
        <w:rPr>
          <w:sz w:val="28"/>
          <w:szCs w:val="28"/>
        </w:rPr>
        <w:t>11</w:t>
      </w:r>
    </w:p>
    <w:p w:rsidR="00232B0A" w:rsidRPr="00C12AC7" w:rsidRDefault="00232B0A" w:rsidP="00231E5F">
      <w:pPr>
        <w:rPr>
          <w:sz w:val="28"/>
          <w:szCs w:val="28"/>
        </w:rPr>
      </w:pPr>
      <w:r>
        <w:rPr>
          <w:sz w:val="28"/>
          <w:szCs w:val="28"/>
        </w:rPr>
        <w:t>Правовая экспертиза</w:t>
      </w:r>
      <w:r w:rsidRPr="00C12AC7">
        <w:rPr>
          <w:sz w:val="28"/>
          <w:szCs w:val="28"/>
        </w:rPr>
        <w:t xml:space="preserve"> проведена:</w:t>
      </w:r>
    </w:p>
    <w:p w:rsidR="00232B0A" w:rsidRPr="00C12AC7" w:rsidRDefault="00232B0A" w:rsidP="00231E5F">
      <w:pPr>
        <w:rPr>
          <w:sz w:val="28"/>
          <w:szCs w:val="28"/>
        </w:rPr>
      </w:pPr>
    </w:p>
    <w:p w:rsidR="00232B0A" w:rsidRPr="00C12AC7" w:rsidRDefault="00232B0A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Юрисконсульт администрации </w:t>
      </w:r>
    </w:p>
    <w:p w:rsidR="00232B0A" w:rsidRPr="00C12AC7" w:rsidRDefault="00232B0A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Малмыжского района                           </w:t>
      </w:r>
      <w:r>
        <w:rPr>
          <w:sz w:val="28"/>
          <w:szCs w:val="28"/>
        </w:rPr>
        <w:t xml:space="preserve">                             </w:t>
      </w:r>
      <w:r w:rsidRPr="00C12AC7">
        <w:rPr>
          <w:sz w:val="28"/>
          <w:szCs w:val="28"/>
        </w:rPr>
        <w:t xml:space="preserve">  </w:t>
      </w:r>
      <w:r>
        <w:rPr>
          <w:sz w:val="28"/>
          <w:szCs w:val="28"/>
        </w:rPr>
        <w:t>А.Н. Насыйбуллина</w:t>
      </w:r>
    </w:p>
    <w:p w:rsidR="00232B0A" w:rsidRPr="00C12AC7" w:rsidRDefault="00232B0A" w:rsidP="00231E5F">
      <w:pPr>
        <w:rPr>
          <w:sz w:val="28"/>
          <w:szCs w:val="28"/>
        </w:rPr>
      </w:pPr>
    </w:p>
    <w:p w:rsidR="00232B0A" w:rsidRPr="00C12AC7" w:rsidRDefault="00232B0A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Лингвистическая экспертиза проведена:</w:t>
      </w:r>
    </w:p>
    <w:p w:rsidR="00232B0A" w:rsidRPr="00C12AC7" w:rsidRDefault="00232B0A" w:rsidP="00231E5F">
      <w:pPr>
        <w:rPr>
          <w:sz w:val="28"/>
          <w:szCs w:val="28"/>
        </w:rPr>
      </w:pPr>
    </w:p>
    <w:p w:rsidR="00232B0A" w:rsidRPr="00C12AC7" w:rsidRDefault="00232B0A" w:rsidP="00231E5F">
      <w:pPr>
        <w:rPr>
          <w:sz w:val="28"/>
          <w:szCs w:val="28"/>
        </w:rPr>
      </w:pPr>
      <w:r>
        <w:rPr>
          <w:sz w:val="28"/>
          <w:szCs w:val="28"/>
        </w:rPr>
        <w:t>И.о. заведующей</w:t>
      </w:r>
      <w:r w:rsidRPr="00C12AC7">
        <w:rPr>
          <w:sz w:val="28"/>
          <w:szCs w:val="28"/>
        </w:rPr>
        <w:t xml:space="preserve"> отделом по правовым,  </w:t>
      </w:r>
    </w:p>
    <w:p w:rsidR="00232B0A" w:rsidRPr="00C12AC7" w:rsidRDefault="00232B0A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кадровым вопросам, делопроизводства</w:t>
      </w:r>
    </w:p>
    <w:p w:rsidR="00232B0A" w:rsidRPr="00C12AC7" w:rsidRDefault="00232B0A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и контроля администрации </w:t>
      </w:r>
    </w:p>
    <w:p w:rsidR="00232B0A" w:rsidRPr="00C12AC7" w:rsidRDefault="00232B0A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С.Г. Суслова</w:t>
      </w:r>
    </w:p>
    <w:p w:rsidR="00232B0A" w:rsidRDefault="00232B0A" w:rsidP="00231E5F">
      <w:pPr>
        <w:rPr>
          <w:sz w:val="28"/>
          <w:szCs w:val="28"/>
        </w:rPr>
      </w:pPr>
    </w:p>
    <w:p w:rsidR="00232B0A" w:rsidRPr="008372A5" w:rsidRDefault="00232B0A" w:rsidP="00231E5F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8372A5">
        <w:rPr>
          <w:sz w:val="28"/>
          <w:szCs w:val="28"/>
        </w:rPr>
        <w:t>опина Ирина Анатольевна</w:t>
      </w:r>
    </w:p>
    <w:p w:rsidR="00232B0A" w:rsidRDefault="00232B0A">
      <w:r w:rsidRPr="008372A5">
        <w:rPr>
          <w:sz w:val="28"/>
          <w:szCs w:val="28"/>
        </w:rPr>
        <w:t>2-27-18</w:t>
      </w:r>
    </w:p>
    <w:sectPr w:rsidR="00232B0A" w:rsidSect="005E32DC">
      <w:pgSz w:w="11906" w:h="16838"/>
      <w:pgMar w:top="1134" w:right="850" w:bottom="7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E5F"/>
    <w:rsid w:val="00017061"/>
    <w:rsid w:val="000668D7"/>
    <w:rsid w:val="00086374"/>
    <w:rsid w:val="000C57E5"/>
    <w:rsid w:val="000E022F"/>
    <w:rsid w:val="00106F7E"/>
    <w:rsid w:val="00222A19"/>
    <w:rsid w:val="00231E5F"/>
    <w:rsid w:val="00232B0A"/>
    <w:rsid w:val="0025025E"/>
    <w:rsid w:val="0026663C"/>
    <w:rsid w:val="002D16C3"/>
    <w:rsid w:val="00300B05"/>
    <w:rsid w:val="003275CB"/>
    <w:rsid w:val="00385019"/>
    <w:rsid w:val="003930AD"/>
    <w:rsid w:val="003E0DAF"/>
    <w:rsid w:val="0054091F"/>
    <w:rsid w:val="005922E5"/>
    <w:rsid w:val="005E32DC"/>
    <w:rsid w:val="006460F3"/>
    <w:rsid w:val="00651D4D"/>
    <w:rsid w:val="0070788F"/>
    <w:rsid w:val="007255A9"/>
    <w:rsid w:val="00831C0B"/>
    <w:rsid w:val="008372A5"/>
    <w:rsid w:val="00837711"/>
    <w:rsid w:val="00875A9D"/>
    <w:rsid w:val="008925EC"/>
    <w:rsid w:val="008C793E"/>
    <w:rsid w:val="008D39BC"/>
    <w:rsid w:val="008E35C8"/>
    <w:rsid w:val="009B270A"/>
    <w:rsid w:val="009D43BE"/>
    <w:rsid w:val="009F00B3"/>
    <w:rsid w:val="00A049E2"/>
    <w:rsid w:val="00A06091"/>
    <w:rsid w:val="00A53DE6"/>
    <w:rsid w:val="00AE31B2"/>
    <w:rsid w:val="00B3008C"/>
    <w:rsid w:val="00B6052C"/>
    <w:rsid w:val="00B77807"/>
    <w:rsid w:val="00BA2977"/>
    <w:rsid w:val="00BF0187"/>
    <w:rsid w:val="00C12AC7"/>
    <w:rsid w:val="00C45077"/>
    <w:rsid w:val="00C8450B"/>
    <w:rsid w:val="00D966A0"/>
    <w:rsid w:val="00DA37C0"/>
    <w:rsid w:val="00E8723A"/>
    <w:rsid w:val="00EE6BCB"/>
    <w:rsid w:val="00F3747A"/>
    <w:rsid w:val="00F421B4"/>
    <w:rsid w:val="00F95AFE"/>
    <w:rsid w:val="00FA649C"/>
    <w:rsid w:val="00FD5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231E5F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231E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2</Pages>
  <Words>363</Words>
  <Characters>2070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13</cp:revision>
  <cp:lastPrinted>2014-08-12T11:57:00Z</cp:lastPrinted>
  <dcterms:created xsi:type="dcterms:W3CDTF">2014-01-10T07:21:00Z</dcterms:created>
  <dcterms:modified xsi:type="dcterms:W3CDTF">2018-10-11T11:32:00Z</dcterms:modified>
</cp:coreProperties>
</file>