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B7" w:rsidRPr="009F00B3" w:rsidRDefault="002603B7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2603B7" w:rsidRPr="009F00B3" w:rsidRDefault="002603B7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2603B7" w:rsidRPr="009F00B3" w:rsidRDefault="002603B7" w:rsidP="00231E5F">
      <w:pPr>
        <w:jc w:val="center"/>
        <w:rPr>
          <w:b/>
          <w:sz w:val="28"/>
          <w:szCs w:val="28"/>
        </w:rPr>
      </w:pPr>
    </w:p>
    <w:p w:rsidR="002603B7" w:rsidRPr="0070788F" w:rsidRDefault="002603B7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2603B7" w:rsidRPr="00C5258F" w:rsidRDefault="002603B7" w:rsidP="00451F4B">
      <w:pPr>
        <w:rPr>
          <w:sz w:val="28"/>
          <w:szCs w:val="28"/>
          <w:u w:val="single"/>
        </w:rPr>
      </w:pPr>
      <w:r w:rsidRPr="00C5258F">
        <w:rPr>
          <w:sz w:val="28"/>
          <w:szCs w:val="28"/>
          <w:u w:val="single"/>
        </w:rPr>
        <w:t>21.04.2017</w:t>
      </w:r>
      <w:r w:rsidRPr="00C5258F">
        <w:rPr>
          <w:sz w:val="28"/>
          <w:szCs w:val="28"/>
          <w:u w:val="single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№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C5258F">
        <w:rPr>
          <w:sz w:val="28"/>
          <w:szCs w:val="28"/>
          <w:u w:val="single"/>
        </w:rPr>
        <w:t>269</w:t>
      </w:r>
    </w:p>
    <w:p w:rsidR="002603B7" w:rsidRPr="00451F4B" w:rsidRDefault="002603B7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2603B7" w:rsidRPr="009F00B3" w:rsidRDefault="002603B7" w:rsidP="00231E5F">
      <w:pPr>
        <w:jc w:val="center"/>
        <w:rPr>
          <w:sz w:val="28"/>
          <w:szCs w:val="28"/>
        </w:rPr>
      </w:pPr>
    </w:p>
    <w:p w:rsidR="002603B7" w:rsidRPr="009F00B3" w:rsidRDefault="002603B7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2603B7" w:rsidRPr="00AE31B2" w:rsidTr="00681E25">
        <w:trPr>
          <w:trHeight w:val="206"/>
        </w:trPr>
        <w:tc>
          <w:tcPr>
            <w:tcW w:w="9648" w:type="dxa"/>
          </w:tcPr>
          <w:p w:rsidR="002603B7" w:rsidRDefault="002603B7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2603B7" w:rsidRPr="00A06091" w:rsidRDefault="002603B7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2603B7" w:rsidRDefault="002603B7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2603B7" w:rsidRPr="00AE31B2" w:rsidRDefault="002603B7" w:rsidP="00231E5F">
            <w:pPr>
              <w:jc w:val="center"/>
              <w:rPr>
                <w:szCs w:val="28"/>
              </w:rPr>
            </w:pPr>
          </w:p>
        </w:tc>
      </w:tr>
    </w:tbl>
    <w:p w:rsidR="002603B7" w:rsidRDefault="002603B7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2603B7" w:rsidRDefault="002603B7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2603B7" w:rsidRDefault="002603B7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838, 30.12.2016 № 964),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2603B7" w:rsidRPr="005A684B" w:rsidRDefault="002603B7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2603B7" w:rsidRDefault="002603B7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2603B7" w:rsidRDefault="002603B7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F44014">
      <w:pPr>
        <w:spacing w:line="300" w:lineRule="auto"/>
        <w:rPr>
          <w:sz w:val="28"/>
          <w:szCs w:val="28"/>
        </w:rPr>
      </w:pPr>
    </w:p>
    <w:p w:rsidR="002603B7" w:rsidRPr="009F00B3" w:rsidRDefault="002603B7" w:rsidP="00F44014">
      <w:pPr>
        <w:spacing w:line="300" w:lineRule="auto"/>
        <w:rPr>
          <w:sz w:val="28"/>
          <w:szCs w:val="28"/>
        </w:rPr>
      </w:pPr>
    </w:p>
    <w:p w:rsidR="002603B7" w:rsidRDefault="002603B7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2603B7" w:rsidRDefault="002603B7" w:rsidP="00F44014">
      <w:pPr>
        <w:spacing w:line="300" w:lineRule="auto"/>
        <w:rPr>
          <w:sz w:val="28"/>
          <w:szCs w:val="28"/>
        </w:rPr>
      </w:pPr>
    </w:p>
    <w:p w:rsidR="002603B7" w:rsidRDefault="002603B7" w:rsidP="00C4112F">
      <w:pPr>
        <w:rPr>
          <w:sz w:val="28"/>
          <w:szCs w:val="28"/>
        </w:rPr>
      </w:pPr>
    </w:p>
    <w:p w:rsidR="002603B7" w:rsidRDefault="002603B7" w:rsidP="00C4112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</w:p>
    <w:p w:rsidR="002603B7" w:rsidRPr="00C12AC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2603B7" w:rsidRPr="00C12AC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2603B7" w:rsidRDefault="002603B7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2603B7" w:rsidRDefault="002603B7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   Р.Г. Ахметзянов</w:t>
      </w:r>
    </w:p>
    <w:p w:rsidR="002603B7" w:rsidRDefault="002603B7" w:rsidP="008D2EAF">
      <w:pPr>
        <w:rPr>
          <w:sz w:val="28"/>
          <w:szCs w:val="28"/>
        </w:rPr>
      </w:pPr>
    </w:p>
    <w:p w:rsidR="002603B7" w:rsidRPr="00C12AC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2603B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И.Д. Сырцова</w:t>
      </w:r>
    </w:p>
    <w:p w:rsidR="002603B7" w:rsidRPr="00C12AC7" w:rsidRDefault="002603B7" w:rsidP="008D2EAF">
      <w:pPr>
        <w:rPr>
          <w:sz w:val="28"/>
          <w:szCs w:val="28"/>
        </w:rPr>
      </w:pPr>
    </w:p>
    <w:p w:rsidR="002603B7" w:rsidRPr="00222A19" w:rsidRDefault="002603B7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2603B7" w:rsidRDefault="002603B7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комиссии Малмыжского района                                                </w:t>
      </w:r>
      <w:r>
        <w:rPr>
          <w:sz w:val="28"/>
          <w:szCs w:val="28"/>
        </w:rPr>
        <w:tab/>
        <w:t>Г.А. Кулапина</w:t>
      </w:r>
    </w:p>
    <w:p w:rsidR="002603B7" w:rsidRDefault="002603B7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2603B7" w:rsidRDefault="002603B7" w:rsidP="00D85B5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финансового</w:t>
      </w:r>
    </w:p>
    <w:p w:rsidR="002603B7" w:rsidRDefault="002603B7" w:rsidP="00D85B52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отдела </w:t>
      </w:r>
    </w:p>
    <w:p w:rsidR="002603B7" w:rsidRDefault="002603B7" w:rsidP="00D85B52">
      <w:pPr>
        <w:rPr>
          <w:sz w:val="28"/>
          <w:szCs w:val="28"/>
        </w:rPr>
      </w:pPr>
      <w:r>
        <w:rPr>
          <w:sz w:val="28"/>
          <w:szCs w:val="28"/>
        </w:rPr>
        <w:t>планирования доходов и расходов</w:t>
      </w:r>
    </w:p>
    <w:p w:rsidR="002603B7" w:rsidRDefault="002603B7" w:rsidP="00D85B52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    В.Х. Гайфуллина</w:t>
      </w:r>
    </w:p>
    <w:p w:rsidR="002603B7" w:rsidRDefault="002603B7" w:rsidP="00D85B52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Е.А. Колупаева</w:t>
      </w:r>
    </w:p>
    <w:p w:rsidR="002603B7" w:rsidRDefault="002603B7" w:rsidP="008D2EAF"/>
    <w:p w:rsidR="002603B7" w:rsidRDefault="002603B7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2603B7" w:rsidRDefault="002603B7" w:rsidP="008D2EAF">
      <w:pPr>
        <w:rPr>
          <w:sz w:val="28"/>
          <w:szCs w:val="28"/>
        </w:rPr>
      </w:pPr>
    </w:p>
    <w:p w:rsidR="002603B7" w:rsidRPr="00C12AC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2603B7" w:rsidRPr="00C12AC7" w:rsidRDefault="002603B7" w:rsidP="008D2EAF">
      <w:pPr>
        <w:rPr>
          <w:sz w:val="28"/>
          <w:szCs w:val="28"/>
        </w:rPr>
      </w:pP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2603B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2603B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вопросам, делопроизводстваи контроля </w:t>
      </w:r>
    </w:p>
    <w:p w:rsidR="002603B7" w:rsidRPr="00C12AC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М.П. Сагдеева</w:t>
      </w:r>
    </w:p>
    <w:p w:rsidR="002603B7" w:rsidRPr="00C12AC7" w:rsidRDefault="002603B7" w:rsidP="008D2EAF">
      <w:pPr>
        <w:rPr>
          <w:sz w:val="28"/>
          <w:szCs w:val="28"/>
        </w:rPr>
      </w:pPr>
    </w:p>
    <w:p w:rsidR="002603B7" w:rsidRPr="00C12AC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2603B7" w:rsidRPr="00C12AC7" w:rsidRDefault="002603B7" w:rsidP="008D2EAF">
      <w:pPr>
        <w:rPr>
          <w:sz w:val="28"/>
          <w:szCs w:val="28"/>
        </w:rPr>
      </w:pPr>
    </w:p>
    <w:p w:rsidR="002603B7" w:rsidRPr="00C12AC7" w:rsidRDefault="002603B7" w:rsidP="008D2EAF">
      <w:pPr>
        <w:rPr>
          <w:sz w:val="28"/>
          <w:szCs w:val="28"/>
        </w:rPr>
      </w:pPr>
      <w:r>
        <w:rPr>
          <w:sz w:val="28"/>
          <w:szCs w:val="28"/>
        </w:rPr>
        <w:t>И.о. заведующей</w:t>
      </w:r>
      <w:r w:rsidRPr="00C12AC7">
        <w:rPr>
          <w:sz w:val="28"/>
          <w:szCs w:val="28"/>
        </w:rPr>
        <w:t xml:space="preserve"> отделом по правовым,  </w:t>
      </w:r>
    </w:p>
    <w:p w:rsidR="002603B7" w:rsidRPr="00C12AC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2603B7" w:rsidRDefault="002603B7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2603B7" w:rsidRDefault="002603B7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  С.Г. Суслова</w:t>
      </w:r>
    </w:p>
    <w:p w:rsidR="002603B7" w:rsidRDefault="002603B7" w:rsidP="008D2EAF"/>
    <w:p w:rsidR="002603B7" w:rsidRDefault="002603B7" w:rsidP="008D2EAF">
      <w:r w:rsidRPr="00D46384">
        <w:t>Сопина Ирина Анатольевна</w:t>
      </w:r>
    </w:p>
    <w:p w:rsidR="002603B7" w:rsidRDefault="002603B7" w:rsidP="00C4112F">
      <w:pPr>
        <w:rPr>
          <w:sz w:val="28"/>
          <w:szCs w:val="28"/>
        </w:rPr>
      </w:pPr>
      <w:r w:rsidRPr="00D46384">
        <w:t>2-27-18</w:t>
      </w:r>
    </w:p>
    <w:sectPr w:rsidR="002603B7" w:rsidSect="00E52DB5">
      <w:headerReference w:type="even" r:id="rId6"/>
      <w:headerReference w:type="default" r:id="rId7"/>
      <w:pgSz w:w="11906" w:h="16838"/>
      <w:pgMar w:top="1418" w:right="851" w:bottom="-18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3B7" w:rsidRDefault="002603B7">
      <w:r>
        <w:separator/>
      </w:r>
    </w:p>
  </w:endnote>
  <w:endnote w:type="continuationSeparator" w:id="1">
    <w:p w:rsidR="002603B7" w:rsidRDefault="00260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3B7" w:rsidRDefault="002603B7">
      <w:r>
        <w:separator/>
      </w:r>
    </w:p>
  </w:footnote>
  <w:footnote w:type="continuationSeparator" w:id="1">
    <w:p w:rsidR="002603B7" w:rsidRDefault="00260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B7" w:rsidRDefault="002603B7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03B7" w:rsidRDefault="002603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B7" w:rsidRDefault="002603B7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603B7" w:rsidRDefault="002603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34770"/>
    <w:rsid w:val="00034D81"/>
    <w:rsid w:val="00043600"/>
    <w:rsid w:val="00047CD6"/>
    <w:rsid w:val="00055C78"/>
    <w:rsid w:val="000668D7"/>
    <w:rsid w:val="00086374"/>
    <w:rsid w:val="00087D4A"/>
    <w:rsid w:val="00094195"/>
    <w:rsid w:val="000A1B38"/>
    <w:rsid w:val="000A4DD2"/>
    <w:rsid w:val="000C57E5"/>
    <w:rsid w:val="000D507F"/>
    <w:rsid w:val="000E022F"/>
    <w:rsid w:val="000E5104"/>
    <w:rsid w:val="00106F7E"/>
    <w:rsid w:val="00107492"/>
    <w:rsid w:val="0018799D"/>
    <w:rsid w:val="00195E66"/>
    <w:rsid w:val="001A081B"/>
    <w:rsid w:val="001A4E34"/>
    <w:rsid w:val="001A5499"/>
    <w:rsid w:val="001D711A"/>
    <w:rsid w:val="001F6DB4"/>
    <w:rsid w:val="00222A19"/>
    <w:rsid w:val="00223B05"/>
    <w:rsid w:val="00231E5F"/>
    <w:rsid w:val="0023683A"/>
    <w:rsid w:val="00242539"/>
    <w:rsid w:val="0025025E"/>
    <w:rsid w:val="002603B7"/>
    <w:rsid w:val="00261BCA"/>
    <w:rsid w:val="0026663C"/>
    <w:rsid w:val="002735FF"/>
    <w:rsid w:val="002A32C4"/>
    <w:rsid w:val="002B19A6"/>
    <w:rsid w:val="002C48DA"/>
    <w:rsid w:val="002D16C3"/>
    <w:rsid w:val="002D1B76"/>
    <w:rsid w:val="00300B05"/>
    <w:rsid w:val="003275CB"/>
    <w:rsid w:val="0034127F"/>
    <w:rsid w:val="00344468"/>
    <w:rsid w:val="00371B5A"/>
    <w:rsid w:val="003729F0"/>
    <w:rsid w:val="0038087B"/>
    <w:rsid w:val="003930AD"/>
    <w:rsid w:val="003B0C11"/>
    <w:rsid w:val="003C13AF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75B9D"/>
    <w:rsid w:val="00681E25"/>
    <w:rsid w:val="0069579C"/>
    <w:rsid w:val="006C04BC"/>
    <w:rsid w:val="006C7EBF"/>
    <w:rsid w:val="006E4948"/>
    <w:rsid w:val="0070788F"/>
    <w:rsid w:val="00707FAE"/>
    <w:rsid w:val="00707FD3"/>
    <w:rsid w:val="00710060"/>
    <w:rsid w:val="00711E55"/>
    <w:rsid w:val="00714F3F"/>
    <w:rsid w:val="00717C4B"/>
    <w:rsid w:val="00753ADA"/>
    <w:rsid w:val="00761888"/>
    <w:rsid w:val="00770B4D"/>
    <w:rsid w:val="00790E2B"/>
    <w:rsid w:val="0079488C"/>
    <w:rsid w:val="00794D9C"/>
    <w:rsid w:val="007A1908"/>
    <w:rsid w:val="007A1B21"/>
    <w:rsid w:val="007B6BF7"/>
    <w:rsid w:val="007D3D8D"/>
    <w:rsid w:val="007D70DB"/>
    <w:rsid w:val="007D7BDD"/>
    <w:rsid w:val="007E1465"/>
    <w:rsid w:val="008014A4"/>
    <w:rsid w:val="00811396"/>
    <w:rsid w:val="008308CF"/>
    <w:rsid w:val="00831C0B"/>
    <w:rsid w:val="00834C1A"/>
    <w:rsid w:val="008372A5"/>
    <w:rsid w:val="00853359"/>
    <w:rsid w:val="00875A9D"/>
    <w:rsid w:val="00881542"/>
    <w:rsid w:val="0088743B"/>
    <w:rsid w:val="008925EC"/>
    <w:rsid w:val="008A7303"/>
    <w:rsid w:val="008C793E"/>
    <w:rsid w:val="008D2EAF"/>
    <w:rsid w:val="008D39BC"/>
    <w:rsid w:val="008E1704"/>
    <w:rsid w:val="008E35C8"/>
    <w:rsid w:val="00911FE3"/>
    <w:rsid w:val="009179BC"/>
    <w:rsid w:val="0093679A"/>
    <w:rsid w:val="009420D5"/>
    <w:rsid w:val="009507E4"/>
    <w:rsid w:val="0097446E"/>
    <w:rsid w:val="009756DB"/>
    <w:rsid w:val="009A51EB"/>
    <w:rsid w:val="009B270A"/>
    <w:rsid w:val="009D43BE"/>
    <w:rsid w:val="009F00B3"/>
    <w:rsid w:val="009F1683"/>
    <w:rsid w:val="00A049E2"/>
    <w:rsid w:val="00A06091"/>
    <w:rsid w:val="00A53DE6"/>
    <w:rsid w:val="00A55C89"/>
    <w:rsid w:val="00A812C3"/>
    <w:rsid w:val="00AA3880"/>
    <w:rsid w:val="00AB3858"/>
    <w:rsid w:val="00AB4972"/>
    <w:rsid w:val="00AD5986"/>
    <w:rsid w:val="00AE1504"/>
    <w:rsid w:val="00AE31B2"/>
    <w:rsid w:val="00AE7933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A0BFB"/>
    <w:rsid w:val="00BA0E32"/>
    <w:rsid w:val="00BA2977"/>
    <w:rsid w:val="00BC2A5F"/>
    <w:rsid w:val="00BE492C"/>
    <w:rsid w:val="00BF0187"/>
    <w:rsid w:val="00C07B2D"/>
    <w:rsid w:val="00C10C32"/>
    <w:rsid w:val="00C12AC7"/>
    <w:rsid w:val="00C4112F"/>
    <w:rsid w:val="00C45077"/>
    <w:rsid w:val="00C5258F"/>
    <w:rsid w:val="00C547CF"/>
    <w:rsid w:val="00C56A55"/>
    <w:rsid w:val="00C63738"/>
    <w:rsid w:val="00C71F1E"/>
    <w:rsid w:val="00C7573A"/>
    <w:rsid w:val="00C8450B"/>
    <w:rsid w:val="00C909AA"/>
    <w:rsid w:val="00C91A8C"/>
    <w:rsid w:val="00CB0C08"/>
    <w:rsid w:val="00CB32AD"/>
    <w:rsid w:val="00CD296C"/>
    <w:rsid w:val="00CE1FA3"/>
    <w:rsid w:val="00CE371C"/>
    <w:rsid w:val="00D0580F"/>
    <w:rsid w:val="00D46384"/>
    <w:rsid w:val="00D63C35"/>
    <w:rsid w:val="00D65A60"/>
    <w:rsid w:val="00D85B52"/>
    <w:rsid w:val="00D95EB2"/>
    <w:rsid w:val="00D966A0"/>
    <w:rsid w:val="00DA081D"/>
    <w:rsid w:val="00DA37C0"/>
    <w:rsid w:val="00DA4A19"/>
    <w:rsid w:val="00DB05C4"/>
    <w:rsid w:val="00DC2436"/>
    <w:rsid w:val="00DC65D0"/>
    <w:rsid w:val="00DE3C00"/>
    <w:rsid w:val="00DF0FBE"/>
    <w:rsid w:val="00DF1BD7"/>
    <w:rsid w:val="00DF3485"/>
    <w:rsid w:val="00E00923"/>
    <w:rsid w:val="00E014A9"/>
    <w:rsid w:val="00E152AC"/>
    <w:rsid w:val="00E249A2"/>
    <w:rsid w:val="00E33E03"/>
    <w:rsid w:val="00E410F4"/>
    <w:rsid w:val="00E52DB5"/>
    <w:rsid w:val="00E72FE6"/>
    <w:rsid w:val="00E8097E"/>
    <w:rsid w:val="00E84908"/>
    <w:rsid w:val="00E8723A"/>
    <w:rsid w:val="00EB1519"/>
    <w:rsid w:val="00EC3766"/>
    <w:rsid w:val="00ED38BD"/>
    <w:rsid w:val="00ED39A7"/>
    <w:rsid w:val="00EE6BCB"/>
    <w:rsid w:val="00EF1FC3"/>
    <w:rsid w:val="00EF6553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61C50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3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1068</TotalTime>
  <Pages>2</Pages>
  <Words>475</Words>
  <Characters>2712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75</cp:revision>
  <cp:lastPrinted>2017-04-28T04:55:00Z</cp:lastPrinted>
  <dcterms:created xsi:type="dcterms:W3CDTF">2014-01-10T07:21:00Z</dcterms:created>
  <dcterms:modified xsi:type="dcterms:W3CDTF">2018-10-11T12:15:00Z</dcterms:modified>
</cp:coreProperties>
</file>