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0D" w:rsidRPr="00E35473" w:rsidRDefault="00F8560D" w:rsidP="00277E06">
      <w:pPr>
        <w:jc w:val="center"/>
        <w:rPr>
          <w:b/>
          <w:sz w:val="28"/>
          <w:szCs w:val="28"/>
        </w:rPr>
      </w:pPr>
      <w:r w:rsidRPr="00E35473">
        <w:rPr>
          <w:b/>
          <w:sz w:val="28"/>
          <w:szCs w:val="28"/>
        </w:rPr>
        <w:t xml:space="preserve">РЕШЕНИЕ ЖЮРИ </w:t>
      </w:r>
    </w:p>
    <w:p w:rsidR="00F8560D" w:rsidRPr="00A0051F" w:rsidRDefault="00F8560D" w:rsidP="00277E06">
      <w:pPr>
        <w:jc w:val="center"/>
      </w:pPr>
      <w:r w:rsidRPr="00A0051F">
        <w:t>районного фестиваля-конкурса народного творчества  «Живи и здравствуй, край Малмыжский», посвященного  85-летию Малмыжского района и 430-летию города Малмыжа</w:t>
      </w:r>
    </w:p>
    <w:p w:rsidR="00F8560D" w:rsidRPr="00A0051F" w:rsidRDefault="00F8560D" w:rsidP="00277E06"/>
    <w:p w:rsidR="00F8560D" w:rsidRPr="00A0051F" w:rsidRDefault="00F8560D" w:rsidP="00277E06">
      <w:pPr>
        <w:jc w:val="both"/>
      </w:pPr>
      <w:r w:rsidRPr="00A0051F">
        <w:t xml:space="preserve">            Жюри в составе:  директор МКУК МРЦКД Галимзянова Любовь Анатольевна,  Кунгурцева Евгения Геннадьевна – зав. методическим отделом МКУК МРЦКД, Перина Анна Ивановна – методист по жанрам народного творчества МКУК МРЦКД  вынесло следующее:</w:t>
      </w:r>
    </w:p>
    <w:p w:rsidR="00F8560D" w:rsidRPr="00A0051F" w:rsidRDefault="00F8560D" w:rsidP="00277E06">
      <w:pPr>
        <w:jc w:val="both"/>
      </w:pPr>
      <w:r w:rsidRPr="00A0051F">
        <w:t>- определило победителей  районного конкурса с вручением подарков и дипломов:</w:t>
      </w:r>
    </w:p>
    <w:p w:rsidR="00F8560D" w:rsidRPr="00A0051F" w:rsidRDefault="00F8560D" w:rsidP="00277E0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008"/>
        <w:gridCol w:w="3214"/>
        <w:gridCol w:w="3413"/>
      </w:tblGrid>
      <w:tr w:rsidR="00F8560D" w:rsidRPr="00A0051F" w:rsidTr="00E50185">
        <w:tc>
          <w:tcPr>
            <w:tcW w:w="936" w:type="dxa"/>
          </w:tcPr>
          <w:p w:rsidR="00F8560D" w:rsidRPr="00A0051F" w:rsidRDefault="00F8560D" w:rsidP="00E50185">
            <w:pPr>
              <w:jc w:val="center"/>
            </w:pPr>
            <w:r w:rsidRPr="00A0051F">
              <w:t>№</w:t>
            </w:r>
          </w:p>
          <w:p w:rsidR="00F8560D" w:rsidRPr="00A0051F" w:rsidRDefault="00F8560D" w:rsidP="00E50185">
            <w:pPr>
              <w:jc w:val="center"/>
            </w:pPr>
            <w:r w:rsidRPr="00A0051F">
              <w:t>п/п</w:t>
            </w:r>
          </w:p>
        </w:tc>
        <w:tc>
          <w:tcPr>
            <w:tcW w:w="2082" w:type="dxa"/>
          </w:tcPr>
          <w:p w:rsidR="00F8560D" w:rsidRPr="00A0051F" w:rsidRDefault="00F8560D" w:rsidP="00E50185">
            <w:pPr>
              <w:jc w:val="center"/>
            </w:pPr>
            <w:r w:rsidRPr="00A0051F">
              <w:t xml:space="preserve">Место </w:t>
            </w:r>
          </w:p>
        </w:tc>
        <w:tc>
          <w:tcPr>
            <w:tcW w:w="3330" w:type="dxa"/>
          </w:tcPr>
          <w:p w:rsidR="00F8560D" w:rsidRPr="00A0051F" w:rsidRDefault="00F8560D" w:rsidP="00E50185">
            <w:pPr>
              <w:jc w:val="center"/>
            </w:pPr>
            <w:r w:rsidRPr="00A0051F">
              <w:t>ФИО или название коллектива</w:t>
            </w:r>
          </w:p>
        </w:tc>
        <w:tc>
          <w:tcPr>
            <w:tcW w:w="3600" w:type="dxa"/>
          </w:tcPr>
          <w:p w:rsidR="00F8560D" w:rsidRPr="00A0051F" w:rsidRDefault="00F8560D" w:rsidP="00E50185">
            <w:pPr>
              <w:jc w:val="center"/>
            </w:pPr>
            <w:r w:rsidRPr="00A0051F">
              <w:t>Ф.И.О. руководителя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E50185" w:rsidRDefault="00F8560D" w:rsidP="00E50185">
            <w:pPr>
              <w:jc w:val="center"/>
              <w:rPr>
                <w:b/>
              </w:rPr>
            </w:pPr>
            <w:r w:rsidRPr="00E50185">
              <w:rPr>
                <w:b/>
              </w:rPr>
              <w:t>Номинация «Фольклор» в категории «Соло» (взрослые)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  <w:p w:rsidR="00F8560D" w:rsidRPr="00A0051F" w:rsidRDefault="00F8560D" w:rsidP="000F1A73"/>
        </w:tc>
        <w:tc>
          <w:tcPr>
            <w:tcW w:w="2082" w:type="dxa"/>
          </w:tcPr>
          <w:p w:rsidR="00F8560D" w:rsidRPr="00A0051F" w:rsidRDefault="00F8560D" w:rsidP="000F1A73">
            <w:r w:rsidRPr="00A0051F">
              <w:t>Лауреат 1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 w:rsidRPr="00A0051F">
              <w:t>Усова Екатерина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</w:rPr>
              <w:t>Номинация «Фольклор» в категории «Ансамбль» (взрослые)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 w:rsidRPr="00A0051F">
              <w:t>Лауреат 1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 w:rsidRPr="00A0051F">
              <w:t>Анс. «Вуюищь» МКУК Каксинвайский СДК</w:t>
            </w:r>
          </w:p>
        </w:tc>
        <w:tc>
          <w:tcPr>
            <w:tcW w:w="3600" w:type="dxa"/>
          </w:tcPr>
          <w:p w:rsidR="00F8560D" w:rsidRPr="00A0051F" w:rsidRDefault="00F8560D" w:rsidP="000F1A73">
            <w:r w:rsidRPr="00A0051F">
              <w:t>Тарасова Ольга Борисовна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 w:rsidRPr="00A0051F">
              <w:t>Дипломант 2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 w:rsidRPr="00A0051F">
              <w:t>Народный фольклорный ансамбль «Калининские напевы» МКУК Калининская ЦКС</w:t>
            </w:r>
          </w:p>
        </w:tc>
        <w:tc>
          <w:tcPr>
            <w:tcW w:w="3600" w:type="dxa"/>
          </w:tcPr>
          <w:p w:rsidR="00F8560D" w:rsidRPr="00A0051F" w:rsidRDefault="00F8560D" w:rsidP="000F1A73">
            <w:r w:rsidRPr="00A0051F">
              <w:t xml:space="preserve">Сметанин Николай Федорович 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 w:rsidRPr="00A0051F">
              <w:t>Дипломант 2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 w:rsidRPr="00A0051F">
              <w:t>Ансамбль «Сударушка» МКУК Савальский СДК</w:t>
            </w:r>
          </w:p>
        </w:tc>
        <w:tc>
          <w:tcPr>
            <w:tcW w:w="3600" w:type="dxa"/>
          </w:tcPr>
          <w:p w:rsidR="00F8560D" w:rsidRPr="00A0051F" w:rsidRDefault="00F8560D" w:rsidP="000F1A73">
            <w:r w:rsidRPr="00A0051F">
              <w:t>Лоншакова Елена Григорьевна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 w:rsidRPr="00A0051F">
              <w:t xml:space="preserve">Дипломант 3 степени </w:t>
            </w:r>
          </w:p>
        </w:tc>
        <w:tc>
          <w:tcPr>
            <w:tcW w:w="3330" w:type="dxa"/>
          </w:tcPr>
          <w:p w:rsidR="00F8560D" w:rsidRPr="00A0051F" w:rsidRDefault="00F8560D" w:rsidP="000F1A73">
            <w:r w:rsidRPr="00A0051F">
              <w:t>Фольклорный ансамбль «Нократ» МКУК МРЦКД</w:t>
            </w:r>
          </w:p>
        </w:tc>
        <w:tc>
          <w:tcPr>
            <w:tcW w:w="3600" w:type="dxa"/>
          </w:tcPr>
          <w:p w:rsidR="00F8560D" w:rsidRPr="00A0051F" w:rsidRDefault="00F8560D" w:rsidP="000F1A73">
            <w:r w:rsidRPr="00A0051F">
              <w:t xml:space="preserve">Давлатшин Нурулла Рахматуллович 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</w:rPr>
              <w:t>Номинация «Фольклор» в категории «Ансамбль» (дети и молодежь до 18 лет)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 w:rsidRPr="00A0051F">
              <w:t>Лауреат 3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 w:rsidRPr="00A0051F">
              <w:t>Детский фольклорный коллектив «Пальпотон» Порезского СК</w:t>
            </w:r>
          </w:p>
        </w:tc>
        <w:tc>
          <w:tcPr>
            <w:tcW w:w="3600" w:type="dxa"/>
          </w:tcPr>
          <w:p w:rsidR="00F8560D" w:rsidRPr="00A0051F" w:rsidRDefault="00F8560D" w:rsidP="000F1A73">
            <w:r w:rsidRPr="00A0051F">
              <w:t>Садакова Ольга Романовна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</w:rPr>
              <w:t xml:space="preserve">Номинация «Фольклорное действо» 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 w:rsidRPr="00A0051F">
              <w:t>Лауреат 1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 w:rsidRPr="00A0051F">
              <w:t>фольклорно-этнографическая группа «Вятские лоскутники» МКУК Рожкинский СДК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Сабирзянова Любовь Флегановна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«Народное пение» в категории «Соло» (взрослые)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Алексеев Артур </w:t>
            </w:r>
          </w:p>
          <w:p w:rsidR="00F8560D" w:rsidRPr="00A0051F" w:rsidRDefault="00F8560D" w:rsidP="000F1A73">
            <w:r>
              <w:t>с. Константиновка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 xml:space="preserve">Номинация «Народное пение» в категории «Ансамбль» 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Pr="007238B2" w:rsidRDefault="00F8560D" w:rsidP="000F1A73">
            <w:r w:rsidRPr="007238B2">
              <w:t>дуэт Васильева Таня, Кузнецова Татьяна Большешабанского СК</w:t>
            </w:r>
          </w:p>
        </w:tc>
        <w:tc>
          <w:tcPr>
            <w:tcW w:w="3600" w:type="dxa"/>
          </w:tcPr>
          <w:p w:rsidR="00F8560D" w:rsidRPr="007238B2" w:rsidRDefault="00F8560D" w:rsidP="000F1A73">
            <w:r w:rsidRPr="007238B2">
              <w:t>Кузнецова Татьяна Николаевна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«Обрядовое действо»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Лауреат 1 степени </w:t>
            </w:r>
          </w:p>
        </w:tc>
        <w:tc>
          <w:tcPr>
            <w:tcW w:w="3330" w:type="dxa"/>
          </w:tcPr>
          <w:p w:rsidR="00F8560D" w:rsidRPr="007238B2" w:rsidRDefault="00F8560D" w:rsidP="000F1A73">
            <w:r w:rsidRPr="007238B2">
              <w:t>национальный ансамбль «Пошкудо-влак» Старобуртекского СК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Дегтерева Антонида Николаевна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Лауреат 2 степени </w:t>
            </w:r>
          </w:p>
        </w:tc>
        <w:tc>
          <w:tcPr>
            <w:tcW w:w="3330" w:type="dxa"/>
          </w:tcPr>
          <w:p w:rsidR="00F8560D" w:rsidRPr="007238B2" w:rsidRDefault="00F8560D" w:rsidP="000F1A73">
            <w:r w:rsidRPr="007238B2">
              <w:t>ансамбль «Кюян энер» Кинерский СК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Луппова Зоя Аркадьевна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«Эстрадное пение» в категории «Соло» (взрослые)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Лауреат 1 степени 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Галина Низамутдинова с.Калинино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Мария Лямина </w:t>
            </w:r>
          </w:p>
          <w:p w:rsidR="00F8560D" w:rsidRPr="00A0051F" w:rsidRDefault="00F8560D" w:rsidP="000F1A73">
            <w:r>
              <w:t>г. Малмыж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Марина Кашицина с.Калинино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2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Владимир Кондаков с.Ральники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3 степени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Галина Малькова </w:t>
            </w:r>
          </w:p>
          <w:p w:rsidR="00F8560D" w:rsidRPr="00A0051F" w:rsidRDefault="00F8560D" w:rsidP="000F1A73">
            <w:r>
              <w:t>г.Малмыж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3 степени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Фоат Зиннатов </w:t>
            </w:r>
          </w:p>
          <w:p w:rsidR="00F8560D" w:rsidRPr="00A0051F" w:rsidRDefault="00F8560D" w:rsidP="000F1A73">
            <w:r>
              <w:t>с.Т-В-Гоньба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Дипломант 1 степени 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Гульсима Гайфутдинова </w:t>
            </w:r>
          </w:p>
          <w:p w:rsidR="00F8560D" w:rsidRPr="00A0051F" w:rsidRDefault="00F8560D" w:rsidP="000F1A73">
            <w:r>
              <w:t>с.Т-В-Гоньба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Дипломант 1 степени </w:t>
            </w:r>
          </w:p>
        </w:tc>
        <w:tc>
          <w:tcPr>
            <w:tcW w:w="3330" w:type="dxa"/>
          </w:tcPr>
          <w:p w:rsidR="00F8560D" w:rsidRDefault="00F8560D" w:rsidP="000F1A73">
            <w:r>
              <w:t>Халида Камалиева</w:t>
            </w:r>
          </w:p>
          <w:p w:rsidR="00F8560D" w:rsidRPr="00A0051F" w:rsidRDefault="00F8560D" w:rsidP="000F1A73">
            <w:r>
              <w:t>с. Новая Смаиль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Дипломант 2 степени 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Николай Алешкин </w:t>
            </w:r>
          </w:p>
          <w:p w:rsidR="00F8560D" w:rsidRPr="00A0051F" w:rsidRDefault="00F8560D" w:rsidP="000F1A73">
            <w:r>
              <w:t>с. Ральники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Дипломант 2 степени 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Александр Белоусов </w:t>
            </w:r>
          </w:p>
          <w:p w:rsidR="00F8560D" w:rsidRPr="00A0051F" w:rsidRDefault="00F8560D" w:rsidP="000F1A73">
            <w:r>
              <w:t>г. Малмыж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Дипломант 3 степени 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Николай Катков </w:t>
            </w:r>
          </w:p>
          <w:p w:rsidR="00F8560D" w:rsidRPr="00A0051F" w:rsidRDefault="00F8560D" w:rsidP="000F1A73">
            <w:r>
              <w:t>с. Ральники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E50185" w:rsidRDefault="00F8560D" w:rsidP="00E50185">
            <w:pPr>
              <w:jc w:val="center"/>
              <w:rPr>
                <w:b/>
                <w:sz w:val="26"/>
                <w:szCs w:val="26"/>
              </w:rPr>
            </w:pPr>
            <w:r w:rsidRPr="00E50185">
              <w:rPr>
                <w:b/>
                <w:sz w:val="26"/>
                <w:szCs w:val="26"/>
              </w:rPr>
              <w:t xml:space="preserve">Номинация «Эстрадное пение» в категории «Ансамбль» </w:t>
            </w:r>
          </w:p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(дети и молодежь до 18 лет)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Лауреат 1 степени </w:t>
            </w:r>
          </w:p>
        </w:tc>
        <w:tc>
          <w:tcPr>
            <w:tcW w:w="3330" w:type="dxa"/>
          </w:tcPr>
          <w:p w:rsidR="00F8560D" w:rsidRPr="002B20BF" w:rsidRDefault="00F8560D" w:rsidP="000F1A73">
            <w:r w:rsidRPr="002B20BF">
              <w:t>образцовый ансамбль «Бригантина» МКУК Калининская ЦКС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Шайхутдинова Лилия Раисовна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«Эстрадное пение» в категории «Ансамбль» (взрослые)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Лауреат 1 степени 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Ансамбль татарской песни «Мирас» МКУК МРЦКД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Асхатдинова Язиля Хазиахметовна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Лауреат 2 степени 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Дуэт Лилия Шайхутдинова, Диляра Насипова МКУК Калининская ЦКС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Дипломант 1 степени 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Вокальная группа «Мелодия» МКУК Аджимский СДК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Тюрина Галина Васильевна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 xml:space="preserve">Номинация «Академическое пение» 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Народный хор ветеранов «Нам года не беда» МКУК МРЦКД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Перескокова Гульфия Фаиковна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2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Хор «Молоды дущой» МКУК Аджимский СДК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Тюрина Галина Васильевна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«Игра на народных инструментах»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Лауреат 1 степени 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 xml:space="preserve">Татьяна Кузнецова 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 xml:space="preserve">Лауреат 2 степени 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Максим Заболотских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«Хореография» в категории «Соло»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Default="00F8560D" w:rsidP="000F1A73">
            <w:r>
              <w:t>Гарипова Регина с.Константиновка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«Хореография» в категории «Ансамбль» (дети и молодежь до 18 лет)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Образцовый ансамбль «Меридиан» МКУК Рожкинский СДК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Пьянкова Татьяна Викторовна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2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Ансамбль «Ялкэн» МКУК Староирюкский СДК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Габидуллина Мунира Василовна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Default="00F8560D" w:rsidP="000F1A73">
            <w:r>
              <w:t>Лауреат 2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Танцевальный коллектив «Кизили»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Макарова Галина Васильевна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3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Ансамбль «Шудр» Малокитякского СК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Кошкина Ирина Анатольевна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  <w:tcBorders>
              <w:right w:val="nil"/>
            </w:tcBorders>
          </w:tcPr>
          <w:p w:rsidR="00F8560D" w:rsidRPr="00A0051F" w:rsidRDefault="00F8560D" w:rsidP="00E50185">
            <w:pPr>
              <w:ind w:left="360"/>
            </w:pPr>
          </w:p>
        </w:tc>
        <w:tc>
          <w:tcPr>
            <w:tcW w:w="9012" w:type="dxa"/>
            <w:gridSpan w:val="3"/>
            <w:tcBorders>
              <w:left w:val="nil"/>
            </w:tcBorders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«Спортивный танец»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Pr="00A0051F" w:rsidRDefault="00F8560D" w:rsidP="000F1A73">
            <w:r>
              <w:t>Ансамбль «Звездочки» МКУК Арыкский СДК</w:t>
            </w:r>
          </w:p>
        </w:tc>
        <w:tc>
          <w:tcPr>
            <w:tcW w:w="3600" w:type="dxa"/>
          </w:tcPr>
          <w:p w:rsidR="00F8560D" w:rsidRPr="00A0051F" w:rsidRDefault="00F8560D" w:rsidP="000F1A73">
            <w:r>
              <w:t>Тимшина Анастасия Олеговна</w:t>
            </w:r>
          </w:p>
        </w:tc>
      </w:tr>
      <w:tr w:rsidR="00F8560D" w:rsidRPr="00A0051F" w:rsidTr="00E50185">
        <w:trPr>
          <w:trHeight w:val="267"/>
        </w:trPr>
        <w:tc>
          <w:tcPr>
            <w:tcW w:w="9948" w:type="dxa"/>
            <w:gridSpan w:val="4"/>
          </w:tcPr>
          <w:p w:rsidR="00F8560D" w:rsidRPr="00A0051F" w:rsidRDefault="00F8560D" w:rsidP="00E50185">
            <w:pPr>
              <w:jc w:val="center"/>
            </w:pPr>
            <w:r w:rsidRPr="00E50185">
              <w:rPr>
                <w:b/>
                <w:sz w:val="26"/>
                <w:szCs w:val="26"/>
              </w:rPr>
              <w:t>Номинация «Художественное слово»</w:t>
            </w:r>
          </w:p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1 степени</w:t>
            </w:r>
          </w:p>
        </w:tc>
        <w:tc>
          <w:tcPr>
            <w:tcW w:w="3330" w:type="dxa"/>
          </w:tcPr>
          <w:p w:rsidR="00F8560D" w:rsidRDefault="00F8560D" w:rsidP="000F1A73">
            <w:r>
              <w:t>Надежда Шмакова</w:t>
            </w:r>
          </w:p>
          <w:p w:rsidR="00F8560D" w:rsidRPr="00A0051F" w:rsidRDefault="00F8560D" w:rsidP="000F1A73">
            <w:r>
              <w:t xml:space="preserve"> с.Аджим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  <w:tr w:rsidR="00F8560D" w:rsidRPr="00A0051F" w:rsidTr="00E50185">
        <w:trPr>
          <w:trHeight w:val="267"/>
        </w:trPr>
        <w:tc>
          <w:tcPr>
            <w:tcW w:w="936" w:type="dxa"/>
          </w:tcPr>
          <w:p w:rsidR="00F8560D" w:rsidRPr="00A0051F" w:rsidRDefault="00F8560D" w:rsidP="00E50185">
            <w:pPr>
              <w:numPr>
                <w:ilvl w:val="0"/>
                <w:numId w:val="1"/>
              </w:numPr>
            </w:pPr>
          </w:p>
        </w:tc>
        <w:tc>
          <w:tcPr>
            <w:tcW w:w="2082" w:type="dxa"/>
          </w:tcPr>
          <w:p w:rsidR="00F8560D" w:rsidRPr="00A0051F" w:rsidRDefault="00F8560D" w:rsidP="000F1A73">
            <w:r>
              <w:t>Лауреат 3 степени</w:t>
            </w:r>
          </w:p>
        </w:tc>
        <w:tc>
          <w:tcPr>
            <w:tcW w:w="3330" w:type="dxa"/>
          </w:tcPr>
          <w:p w:rsidR="00F8560D" w:rsidRDefault="00F8560D" w:rsidP="000F1A73">
            <w:r>
              <w:t xml:space="preserve">Альфира Толмачева </w:t>
            </w:r>
          </w:p>
          <w:p w:rsidR="00F8560D" w:rsidRPr="00A0051F" w:rsidRDefault="00F8560D" w:rsidP="000F1A73">
            <w:r>
              <w:t>д.Мелеть</w:t>
            </w:r>
          </w:p>
        </w:tc>
        <w:tc>
          <w:tcPr>
            <w:tcW w:w="3600" w:type="dxa"/>
          </w:tcPr>
          <w:p w:rsidR="00F8560D" w:rsidRPr="00A0051F" w:rsidRDefault="00F8560D" w:rsidP="000F1A73"/>
        </w:tc>
      </w:tr>
    </w:tbl>
    <w:p w:rsidR="00F8560D" w:rsidRDefault="00F8560D">
      <w:pPr>
        <w:rPr>
          <w:rFonts w:ascii="Tahoma" w:hAnsi="Tahoma" w:cs="Tahoma"/>
          <w:color w:val="000000"/>
          <w:sz w:val="17"/>
          <w:szCs w:val="17"/>
        </w:rPr>
      </w:pPr>
    </w:p>
    <w:p w:rsidR="00F8560D" w:rsidRDefault="00F8560D">
      <w:pPr>
        <w:rPr>
          <w:rFonts w:ascii="Tahoma" w:hAnsi="Tahoma" w:cs="Tahoma"/>
          <w:color w:val="000000"/>
          <w:sz w:val="17"/>
          <w:szCs w:val="17"/>
        </w:rPr>
      </w:pPr>
    </w:p>
    <w:p w:rsidR="00F8560D" w:rsidRPr="00277E06" w:rsidRDefault="00F8560D">
      <w:pPr>
        <w:rPr>
          <w:sz w:val="28"/>
          <w:szCs w:val="28"/>
        </w:rPr>
      </w:pPr>
      <w:bookmarkStart w:id="0" w:name="_GoBack"/>
      <w:bookmarkEnd w:id="0"/>
      <w:r w:rsidRPr="009B0C80">
        <w:rPr>
          <w:vanish/>
          <w:color w:val="000000"/>
          <w:sz w:val="28"/>
          <w:szCs w:val="28"/>
        </w:rPr>
        <w:t xml:space="preserve">Итоги вечеринки "Страшная красота"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В последний день октября впервые в Центре культуры и досуга с размахом прошла необычная, можно даже сказать, специфическая, вечеринка ужасов и приключений в стиле хэллуин, под названием "Страшная красота". В этот таинственный вечер за острыми ощущениями пришли молодые люди в образе ведьм, вампиров, зомби и разной нечисти. Немного разогрев публику тяжелым роком Дракула провел устрашающие конкурсы. В течение вечеринки участники зажигали по-черному под звуки магической тяжелой музыки рок-группы из Сосновки "Эндемик" и рок-группы из Малмыжа "Контрабанда". В конце мистического праздника были выбраны страшный красавец, страшная красавица и самый страшный грим вечера. Любители острых и ужасных впечатлений сполна получили заряд чёрного позитива !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Из источников "Сельской правды" от 8.11.2014 г.РЕШЕНИЕ ЖЮРИ </w:t>
      </w:r>
      <w:r w:rsidRPr="009B0C80">
        <w:rPr>
          <w:vanish/>
          <w:color w:val="000000"/>
          <w:sz w:val="28"/>
          <w:szCs w:val="28"/>
        </w:rPr>
        <w:br/>
        <w:t>районного фестиваля-конкурса народного творчества «Живи и здравствуй, край Малмыжский», посвященного 85-летию Малмыжского района и 430-летию города Малмыжа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Жюри в составе: директор МКУК МРЦКД Галимзянова Любовь Анатольевна, Кунгурцева Евгения Геннадьевна – зав. методическим отделом МКУК МРЦКД, Перина Анна Ивановна – методист по жанрам народного творчества МКУК МРЦКД вынесло следующее:</w:t>
      </w:r>
      <w:r w:rsidRPr="009B0C80">
        <w:rPr>
          <w:vanish/>
          <w:color w:val="000000"/>
          <w:sz w:val="28"/>
          <w:szCs w:val="28"/>
        </w:rPr>
        <w:br/>
        <w:t>Показать полностью..</w:t>
      </w:r>
      <w:r w:rsidRPr="009B0C80">
        <w:rPr>
          <w:vanish/>
          <w:color w:val="000000"/>
          <w:sz w:val="28"/>
          <w:szCs w:val="28"/>
        </w:rPr>
        <w:br/>
        <w:t>- определило победителей районного конкурса с вручением подарков и дипломов: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«Фольклор» в категории «Соло» (взрослые)</w:t>
      </w:r>
      <w:r w:rsidRPr="009B0C80">
        <w:rPr>
          <w:vanish/>
          <w:color w:val="000000"/>
          <w:sz w:val="28"/>
          <w:szCs w:val="28"/>
        </w:rPr>
        <w:br/>
        <w:t xml:space="preserve">1.Лауреат 1 степени Усова Екатерина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«Фольклор» в категории «Ансамбль» (взрослые)</w:t>
      </w:r>
      <w:r w:rsidRPr="009B0C80">
        <w:rPr>
          <w:vanish/>
          <w:color w:val="000000"/>
          <w:sz w:val="28"/>
          <w:szCs w:val="28"/>
        </w:rPr>
        <w:br/>
        <w:t>2.Лауреат 1 степени Анс. «Вуюищь» МКУК Каксинвайский СДК Тарасова Ольга Борисовна</w:t>
      </w:r>
      <w:r w:rsidRPr="009B0C80">
        <w:rPr>
          <w:vanish/>
          <w:color w:val="000000"/>
          <w:sz w:val="28"/>
          <w:szCs w:val="28"/>
        </w:rPr>
        <w:br/>
        <w:t xml:space="preserve">3.Дипломант 2 степени Народный фольклорный ансамбль «Калининские напевы» МКУК Калининская ЦКС Сметанин Николай Федорович </w:t>
      </w:r>
      <w:r w:rsidRPr="009B0C80">
        <w:rPr>
          <w:vanish/>
          <w:color w:val="000000"/>
          <w:sz w:val="28"/>
          <w:szCs w:val="28"/>
        </w:rPr>
        <w:br/>
        <w:t>4.Дипломант 2 степени Ансамбль «Сударушка» МКУК Савальский СДК Лоншакова Елена Григорьевна</w:t>
      </w:r>
      <w:r w:rsidRPr="009B0C80">
        <w:rPr>
          <w:vanish/>
          <w:color w:val="000000"/>
          <w:sz w:val="28"/>
          <w:szCs w:val="28"/>
        </w:rPr>
        <w:br/>
        <w:t xml:space="preserve">5.Дипломант 3 степени Фольклорный ансамбль «Нократ» МКУК МРЦКД Давлатшин Нурулла Рахматуллович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«Фольклор» в категории «Ансамбль» (дети и молодежь до 18 лет)</w:t>
      </w:r>
      <w:r w:rsidRPr="009B0C80">
        <w:rPr>
          <w:vanish/>
          <w:color w:val="000000"/>
          <w:sz w:val="28"/>
          <w:szCs w:val="28"/>
        </w:rPr>
        <w:br/>
        <w:t>6.Лауреат 3 степени Детский фольклорный коллектив «Пальпотон» Порезского СК Садакова Ольга Романовна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Номинация «Фольклорное действо» </w:t>
      </w:r>
      <w:r w:rsidRPr="009B0C80">
        <w:rPr>
          <w:vanish/>
          <w:color w:val="000000"/>
          <w:sz w:val="28"/>
          <w:szCs w:val="28"/>
        </w:rPr>
        <w:br/>
        <w:t>7.Лауреат 1 степени фольклорно-этнографическая группа «Вятские лоскутники» МКУК Рожкинский СДК Сабирзянова Любовь Флегановна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«Народное пение» в категории «Соло» (взрослые)</w:t>
      </w:r>
      <w:r w:rsidRPr="009B0C80">
        <w:rPr>
          <w:vanish/>
          <w:color w:val="000000"/>
          <w:sz w:val="28"/>
          <w:szCs w:val="28"/>
        </w:rPr>
        <w:br/>
        <w:t xml:space="preserve">8.Лауреат 1 степени Алексеев Артур </w:t>
      </w:r>
      <w:r w:rsidRPr="009B0C80">
        <w:rPr>
          <w:vanish/>
          <w:color w:val="000000"/>
          <w:sz w:val="28"/>
          <w:szCs w:val="28"/>
        </w:rPr>
        <w:br/>
        <w:t xml:space="preserve">с. Константиновка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Номинация «Народное пение» в категории «Ансамбль» </w:t>
      </w:r>
      <w:r w:rsidRPr="009B0C80">
        <w:rPr>
          <w:vanish/>
          <w:color w:val="000000"/>
          <w:sz w:val="28"/>
          <w:szCs w:val="28"/>
        </w:rPr>
        <w:br/>
        <w:t>9.Лауреат 1 степени дуэт Васильева Таня, Кузнецова Татьяна Большешабанского СК Кузнецова Татьяна Николаевна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«Обрядовое действо»</w:t>
      </w:r>
      <w:r w:rsidRPr="009B0C80">
        <w:rPr>
          <w:vanish/>
          <w:color w:val="000000"/>
          <w:sz w:val="28"/>
          <w:szCs w:val="28"/>
        </w:rPr>
        <w:br/>
        <w:t>10.Лауреат 1 степени национальный ансамбль «Пошкудо-влак» Старобуртекского СК Дегтерева Антонида Николаевна</w:t>
      </w:r>
      <w:r w:rsidRPr="009B0C80">
        <w:rPr>
          <w:vanish/>
          <w:color w:val="000000"/>
          <w:sz w:val="28"/>
          <w:szCs w:val="28"/>
        </w:rPr>
        <w:br/>
        <w:t>11.Лауреат 2 степени ансамбль «Кюян энер» Кинерский СК Луппова Зоя Аркадьевна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«Эстрадное пение» в категории «Соло» (взрослые)</w:t>
      </w:r>
      <w:r w:rsidRPr="009B0C80">
        <w:rPr>
          <w:vanish/>
          <w:color w:val="000000"/>
          <w:sz w:val="28"/>
          <w:szCs w:val="28"/>
        </w:rPr>
        <w:br/>
        <w:t xml:space="preserve">12.Лауреат 1 степени Галина Низамутдинова с.Калинино </w:t>
      </w:r>
      <w:r w:rsidRPr="009B0C80">
        <w:rPr>
          <w:vanish/>
          <w:color w:val="000000"/>
          <w:sz w:val="28"/>
          <w:szCs w:val="28"/>
        </w:rPr>
        <w:br/>
        <w:t xml:space="preserve">13.Лауреат 1 степени Мария Лямина </w:t>
      </w:r>
      <w:r w:rsidRPr="009B0C80">
        <w:rPr>
          <w:vanish/>
          <w:color w:val="000000"/>
          <w:sz w:val="28"/>
          <w:szCs w:val="28"/>
        </w:rPr>
        <w:br/>
        <w:t xml:space="preserve">г. Малмыж </w:t>
      </w:r>
      <w:r w:rsidRPr="009B0C80">
        <w:rPr>
          <w:vanish/>
          <w:color w:val="000000"/>
          <w:sz w:val="28"/>
          <w:szCs w:val="28"/>
        </w:rPr>
        <w:br/>
        <w:t xml:space="preserve">14.Лауреат 1 степени Марина Кашицина с.Калинино </w:t>
      </w:r>
      <w:r w:rsidRPr="009B0C80">
        <w:rPr>
          <w:vanish/>
          <w:color w:val="000000"/>
          <w:sz w:val="28"/>
          <w:szCs w:val="28"/>
        </w:rPr>
        <w:br/>
        <w:t xml:space="preserve">15.Лауреат 2 степени Владимир Кондаков с.Ральники </w:t>
      </w:r>
      <w:r w:rsidRPr="009B0C80">
        <w:rPr>
          <w:vanish/>
          <w:color w:val="000000"/>
          <w:sz w:val="28"/>
          <w:szCs w:val="28"/>
        </w:rPr>
        <w:br/>
        <w:t xml:space="preserve">16.Лауреат 3 степени Галина Малькова </w:t>
      </w:r>
      <w:r w:rsidRPr="009B0C80">
        <w:rPr>
          <w:vanish/>
          <w:color w:val="000000"/>
          <w:sz w:val="28"/>
          <w:szCs w:val="28"/>
        </w:rPr>
        <w:br/>
        <w:t xml:space="preserve">г.Малмыж </w:t>
      </w:r>
      <w:r w:rsidRPr="009B0C80">
        <w:rPr>
          <w:vanish/>
          <w:color w:val="000000"/>
          <w:sz w:val="28"/>
          <w:szCs w:val="28"/>
        </w:rPr>
        <w:br/>
        <w:t xml:space="preserve">17.Лауреат 3 степени Фоат Зиннатов </w:t>
      </w:r>
      <w:r w:rsidRPr="009B0C80">
        <w:rPr>
          <w:vanish/>
          <w:color w:val="000000"/>
          <w:sz w:val="28"/>
          <w:szCs w:val="28"/>
        </w:rPr>
        <w:br/>
        <w:t xml:space="preserve">с.Т-В-Гоньба </w:t>
      </w:r>
      <w:r w:rsidRPr="009B0C80">
        <w:rPr>
          <w:vanish/>
          <w:color w:val="000000"/>
          <w:sz w:val="28"/>
          <w:szCs w:val="28"/>
        </w:rPr>
        <w:br/>
        <w:t xml:space="preserve">18.Дипломант 1 степени Гульсима Гайфутдинова </w:t>
      </w:r>
      <w:r w:rsidRPr="009B0C80">
        <w:rPr>
          <w:vanish/>
          <w:color w:val="000000"/>
          <w:sz w:val="28"/>
          <w:szCs w:val="28"/>
        </w:rPr>
        <w:br/>
        <w:t xml:space="preserve">с.Т-В-Гоньба </w:t>
      </w:r>
      <w:r w:rsidRPr="009B0C80">
        <w:rPr>
          <w:vanish/>
          <w:color w:val="000000"/>
          <w:sz w:val="28"/>
          <w:szCs w:val="28"/>
        </w:rPr>
        <w:br/>
        <w:t>19.Дипломант 1 степени Халида Камалиева</w:t>
      </w:r>
      <w:r w:rsidRPr="009B0C80">
        <w:rPr>
          <w:vanish/>
          <w:color w:val="000000"/>
          <w:sz w:val="28"/>
          <w:szCs w:val="28"/>
        </w:rPr>
        <w:br/>
        <w:t xml:space="preserve">с. Новая Смаиль </w:t>
      </w:r>
      <w:r w:rsidRPr="009B0C80">
        <w:rPr>
          <w:vanish/>
          <w:color w:val="000000"/>
          <w:sz w:val="28"/>
          <w:szCs w:val="28"/>
        </w:rPr>
        <w:br/>
        <w:t xml:space="preserve">20.Дипломант 2 степени Николай Алешкин </w:t>
      </w:r>
      <w:r w:rsidRPr="009B0C80">
        <w:rPr>
          <w:vanish/>
          <w:color w:val="000000"/>
          <w:sz w:val="28"/>
          <w:szCs w:val="28"/>
        </w:rPr>
        <w:br/>
        <w:t xml:space="preserve">с. Ральники </w:t>
      </w:r>
      <w:r w:rsidRPr="009B0C80">
        <w:rPr>
          <w:vanish/>
          <w:color w:val="000000"/>
          <w:sz w:val="28"/>
          <w:szCs w:val="28"/>
        </w:rPr>
        <w:br/>
        <w:t xml:space="preserve">21.Дипломант 2 степени Александр Белоусов </w:t>
      </w:r>
      <w:r w:rsidRPr="009B0C80">
        <w:rPr>
          <w:vanish/>
          <w:color w:val="000000"/>
          <w:sz w:val="28"/>
          <w:szCs w:val="28"/>
        </w:rPr>
        <w:br/>
        <w:t xml:space="preserve">г. Малмыж </w:t>
      </w:r>
      <w:r w:rsidRPr="009B0C80">
        <w:rPr>
          <w:vanish/>
          <w:color w:val="000000"/>
          <w:sz w:val="28"/>
          <w:szCs w:val="28"/>
        </w:rPr>
        <w:br/>
        <w:t xml:space="preserve">22.Дипломант 3 степени Николай Катков </w:t>
      </w:r>
      <w:r w:rsidRPr="009B0C80">
        <w:rPr>
          <w:vanish/>
          <w:color w:val="000000"/>
          <w:sz w:val="28"/>
          <w:szCs w:val="28"/>
        </w:rPr>
        <w:br/>
        <w:t xml:space="preserve">с. Ральники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Номинация «Эстрадное пение» в категории «Ансамбль» </w:t>
      </w:r>
      <w:r w:rsidRPr="009B0C80">
        <w:rPr>
          <w:vanish/>
          <w:color w:val="000000"/>
          <w:sz w:val="28"/>
          <w:szCs w:val="28"/>
        </w:rPr>
        <w:br/>
        <w:t>(дети и молодежь до 18 лет)</w:t>
      </w:r>
      <w:r w:rsidRPr="009B0C80">
        <w:rPr>
          <w:vanish/>
          <w:color w:val="000000"/>
          <w:sz w:val="28"/>
          <w:szCs w:val="28"/>
        </w:rPr>
        <w:br/>
        <w:t>23.Лауреат 1 степени образцовый ансамбль «Бригантина» МКУК Калининская ЦКС Шайхутдинова Лилия Раисовна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«Эстрадное пение» в категории «Ансамбль» (взрослые)</w:t>
      </w:r>
      <w:r w:rsidRPr="009B0C80">
        <w:rPr>
          <w:vanish/>
          <w:color w:val="000000"/>
          <w:sz w:val="28"/>
          <w:szCs w:val="28"/>
        </w:rPr>
        <w:br/>
        <w:t>24.Лауреат 1 степени Ансамбль татарской песни «Мирас» МКУК МРЦКД Асхатдинова Язиля Хазиахметовна</w:t>
      </w:r>
      <w:r w:rsidRPr="009B0C80">
        <w:rPr>
          <w:vanish/>
          <w:color w:val="000000"/>
          <w:sz w:val="28"/>
          <w:szCs w:val="28"/>
        </w:rPr>
        <w:br/>
        <w:t xml:space="preserve">25.Лауреат 2 степени Дуэт Лилия Шайхутдинова, Диляра Насипова МКУК Калининская ЦКС </w:t>
      </w:r>
      <w:r w:rsidRPr="009B0C80">
        <w:rPr>
          <w:vanish/>
          <w:color w:val="000000"/>
          <w:sz w:val="28"/>
          <w:szCs w:val="28"/>
        </w:rPr>
        <w:br/>
        <w:t>26.Дипломант 1 степени Вокальная группа «Мелодия» МКУК Аджимский СДК Тюрина Галина Васильевна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Номинация «Академическое пение» </w:t>
      </w:r>
      <w:r w:rsidRPr="009B0C80">
        <w:rPr>
          <w:vanish/>
          <w:color w:val="000000"/>
          <w:sz w:val="28"/>
          <w:szCs w:val="28"/>
        </w:rPr>
        <w:br/>
        <w:t>27.Лауреат 1 степени Народный хор ветеранов «Нам года не беда» МКУК МРЦКД Перескокова Гульфия Фаиковна</w:t>
      </w:r>
      <w:r w:rsidRPr="009B0C80">
        <w:rPr>
          <w:vanish/>
          <w:color w:val="000000"/>
          <w:sz w:val="28"/>
          <w:szCs w:val="28"/>
        </w:rPr>
        <w:br/>
        <w:t>28.Лауреат 2 степени Хор «Молоды дущой» МКУК Аджимский СДК Тюрина Галина Васильевна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«Игра на народных инструментах»</w:t>
      </w:r>
      <w:r w:rsidRPr="009B0C80">
        <w:rPr>
          <w:vanish/>
          <w:color w:val="000000"/>
          <w:sz w:val="28"/>
          <w:szCs w:val="28"/>
        </w:rPr>
        <w:br/>
        <w:t xml:space="preserve">29.Лауреат 1 степени Татьяна Кузнецова </w:t>
      </w:r>
      <w:r w:rsidRPr="009B0C80">
        <w:rPr>
          <w:vanish/>
          <w:color w:val="000000"/>
          <w:sz w:val="28"/>
          <w:szCs w:val="28"/>
        </w:rPr>
        <w:br/>
        <w:t xml:space="preserve">30.Лауреат 2 степени Максим Заболотских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«Хореография» в категории «Соло»</w:t>
      </w:r>
      <w:r w:rsidRPr="009B0C80">
        <w:rPr>
          <w:vanish/>
          <w:color w:val="000000"/>
          <w:sz w:val="28"/>
          <w:szCs w:val="28"/>
        </w:rPr>
        <w:br/>
        <w:t xml:space="preserve">31.Лауреат 1 степени Гарипова Регина с.Константиновка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«Хореография» в категории «Ансамбль» (дети и молодежь до 18 лет)</w:t>
      </w:r>
      <w:r w:rsidRPr="009B0C80">
        <w:rPr>
          <w:vanish/>
          <w:color w:val="000000"/>
          <w:sz w:val="28"/>
          <w:szCs w:val="28"/>
        </w:rPr>
        <w:br/>
        <w:t>32.Лауреат 1 степени Образцовый ансамбль «Меридиан» МКУК Рожкинский СДК Пьянкова Татьяна Викторовна</w:t>
      </w:r>
      <w:r w:rsidRPr="009B0C80">
        <w:rPr>
          <w:vanish/>
          <w:color w:val="000000"/>
          <w:sz w:val="28"/>
          <w:szCs w:val="28"/>
        </w:rPr>
        <w:br/>
        <w:t>33.Лауреат 2 степени Ансамбль «Ялкэн» МКУК Староирюкский СДК Габидуллина Мунира Василовна</w:t>
      </w:r>
      <w:r w:rsidRPr="009B0C80">
        <w:rPr>
          <w:vanish/>
          <w:color w:val="000000"/>
          <w:sz w:val="28"/>
          <w:szCs w:val="28"/>
        </w:rPr>
        <w:br/>
        <w:t>34.Лауреат 2 степени Танцевальный коллектив «Кизили» Макарова Галина Васильевна</w:t>
      </w:r>
      <w:r w:rsidRPr="009B0C80">
        <w:rPr>
          <w:vanish/>
          <w:color w:val="000000"/>
          <w:sz w:val="28"/>
          <w:szCs w:val="28"/>
        </w:rPr>
        <w:br/>
        <w:t>35.Лауреат 3 степени Ансамбль «Шудр» Малокитякского СК Кошкина Ирина Анатольевна</w:t>
      </w:r>
      <w:r w:rsidRPr="009B0C80">
        <w:rPr>
          <w:vanish/>
          <w:color w:val="000000"/>
          <w:sz w:val="28"/>
          <w:szCs w:val="28"/>
        </w:rPr>
        <w:br/>
        <w:t>Номинация «Спортивный танец»</w:t>
      </w:r>
      <w:r w:rsidRPr="009B0C80">
        <w:rPr>
          <w:vanish/>
          <w:color w:val="000000"/>
          <w:sz w:val="28"/>
          <w:szCs w:val="28"/>
        </w:rPr>
        <w:br/>
        <w:t>36.Лауреат 1 степени Ансамбль «Звездочки» МКУК Арыкский СДК Тимшина Анастасия Олеговна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«Художественное слово»</w:t>
      </w:r>
      <w:r w:rsidRPr="009B0C80">
        <w:rPr>
          <w:vanish/>
          <w:color w:val="000000"/>
          <w:sz w:val="28"/>
          <w:szCs w:val="28"/>
        </w:rPr>
        <w:br/>
        <w:t>37.Лауреат 1 степени Надежда Шмакова</w:t>
      </w:r>
      <w:r w:rsidRPr="009B0C80">
        <w:rPr>
          <w:vanish/>
          <w:color w:val="000000"/>
          <w:sz w:val="28"/>
          <w:szCs w:val="28"/>
        </w:rPr>
        <w:br/>
        <w:t xml:space="preserve">с.Аджим </w:t>
      </w:r>
      <w:r w:rsidRPr="009B0C80">
        <w:rPr>
          <w:vanish/>
          <w:color w:val="000000"/>
          <w:sz w:val="28"/>
          <w:szCs w:val="28"/>
        </w:rPr>
        <w:br/>
        <w:t xml:space="preserve">38.Лауреат 3 степени Альфира Толмачева </w:t>
      </w:r>
      <w:r w:rsidRPr="009B0C80">
        <w:rPr>
          <w:vanish/>
          <w:color w:val="000000"/>
          <w:sz w:val="28"/>
          <w:szCs w:val="28"/>
        </w:rPr>
        <w:br/>
        <w:t xml:space="preserve">д.МелетьРЕШЕНИЕ ЖЮРИ </w:t>
      </w:r>
      <w:r w:rsidRPr="009B0C80">
        <w:rPr>
          <w:vanish/>
          <w:color w:val="000000"/>
          <w:sz w:val="28"/>
          <w:szCs w:val="28"/>
        </w:rPr>
        <w:br/>
        <w:t>районного фестиваля-конкурса народного творчества «Живи и здравствуй, край Малмыжский», посвященного 85-летию Малмыжского района и 430-летию города Малмыжа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Жюри в составе: директор МКУК МРЦКД Галимзянова Любовь Анатольевна, Кунгурцева Евгения Геннадьевна – зав. методическим отделом МКУК МРЦКД, Перина Анна Ивановна – методист по жанрам народного творчества МКУК МРЦКД вынесло следующее:</w:t>
      </w:r>
      <w:r w:rsidRPr="009B0C80">
        <w:rPr>
          <w:vanish/>
          <w:color w:val="000000"/>
          <w:sz w:val="28"/>
          <w:szCs w:val="28"/>
        </w:rPr>
        <w:br/>
        <w:t>Показать полностью..</w:t>
      </w:r>
      <w:r w:rsidRPr="009B0C80">
        <w:rPr>
          <w:vanish/>
          <w:color w:val="000000"/>
          <w:sz w:val="28"/>
          <w:szCs w:val="28"/>
        </w:rPr>
        <w:br/>
        <w:t>- определило победителей районного конкурса с вручением подарков и дипломов: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«Фольклор» в категории «Соло» (взрослые)</w:t>
      </w:r>
      <w:r w:rsidRPr="009B0C80">
        <w:rPr>
          <w:vanish/>
          <w:color w:val="000000"/>
          <w:sz w:val="28"/>
          <w:szCs w:val="28"/>
        </w:rPr>
        <w:br/>
        <w:t xml:space="preserve">1.Лауреат 1 степени Усова Екатерина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«Фольклор» в категории «Ансамбль» (взрослые)</w:t>
      </w:r>
      <w:r w:rsidRPr="009B0C80">
        <w:rPr>
          <w:vanish/>
          <w:color w:val="000000"/>
          <w:sz w:val="28"/>
          <w:szCs w:val="28"/>
        </w:rPr>
        <w:br/>
        <w:t>2.Лауреат 1 степени Анс. «Вуюищь» МКУК Каксинвайский СДК Тарасова Ольга Борисовна</w:t>
      </w:r>
      <w:r w:rsidRPr="009B0C80">
        <w:rPr>
          <w:vanish/>
          <w:color w:val="000000"/>
          <w:sz w:val="28"/>
          <w:szCs w:val="28"/>
        </w:rPr>
        <w:br/>
        <w:t xml:space="preserve">3.Дипломант 2 степени Народный фольклорный ансамбль «Калининские напевы» МКУК Калининская ЦКС Сметанин Николай Федорович </w:t>
      </w:r>
      <w:r w:rsidRPr="009B0C80">
        <w:rPr>
          <w:vanish/>
          <w:color w:val="000000"/>
          <w:sz w:val="28"/>
          <w:szCs w:val="28"/>
        </w:rPr>
        <w:br/>
        <w:t>4.Дипломант 2 степени Ансамбль «Сударушка» МКУК Савальский СДК Лоншакова Елена Григорьевна</w:t>
      </w:r>
      <w:r w:rsidRPr="009B0C80">
        <w:rPr>
          <w:vanish/>
          <w:color w:val="000000"/>
          <w:sz w:val="28"/>
          <w:szCs w:val="28"/>
        </w:rPr>
        <w:br/>
        <w:t xml:space="preserve">5.Дипломант 3 степени Фольклорный ансамбль «Нократ» МКУК МРЦКД Давлатшин Нурулла Рахматуллович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«Фольклор» в категории «Ансамбль» (дети и молодежь до 18 лет)</w:t>
      </w:r>
      <w:r w:rsidRPr="009B0C80">
        <w:rPr>
          <w:vanish/>
          <w:color w:val="000000"/>
          <w:sz w:val="28"/>
          <w:szCs w:val="28"/>
        </w:rPr>
        <w:br/>
        <w:t>6.Лауреат 3 степени Детский фольклорный коллектив «Пальпотон» Порезского СК Садакова Ольга Романовна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Номинация «Фольклорное действо» </w:t>
      </w:r>
      <w:r w:rsidRPr="009B0C80">
        <w:rPr>
          <w:vanish/>
          <w:color w:val="000000"/>
          <w:sz w:val="28"/>
          <w:szCs w:val="28"/>
        </w:rPr>
        <w:br/>
        <w:t>7.Лауреат 1 степени фольклорно-этнографическая группа «Вятские лоскутники» МКУК Рожкинский СДК Сабирзянова Любовь Флегановна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«Народное пение» в категории «Соло» (взрослые)</w:t>
      </w:r>
      <w:r w:rsidRPr="009B0C80">
        <w:rPr>
          <w:vanish/>
          <w:color w:val="000000"/>
          <w:sz w:val="28"/>
          <w:szCs w:val="28"/>
        </w:rPr>
        <w:br/>
        <w:t xml:space="preserve">8.Лауреат 1 степени Алексеев Артур </w:t>
      </w:r>
      <w:r w:rsidRPr="009B0C80">
        <w:rPr>
          <w:vanish/>
          <w:color w:val="000000"/>
          <w:sz w:val="28"/>
          <w:szCs w:val="28"/>
        </w:rPr>
        <w:br/>
        <w:t xml:space="preserve">с. Константиновка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Номинация «Народное пение» в категории «Ансамбль» </w:t>
      </w:r>
      <w:r w:rsidRPr="009B0C80">
        <w:rPr>
          <w:vanish/>
          <w:color w:val="000000"/>
          <w:sz w:val="28"/>
          <w:szCs w:val="28"/>
        </w:rPr>
        <w:br/>
        <w:t>9.Лауреат 1 степени дуэт Васильева Таня, Кузнецова Татьяна Большешабанского СК Кузнецова Татьяна Николаевна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«Обрядовое действо»</w:t>
      </w:r>
      <w:r w:rsidRPr="009B0C80">
        <w:rPr>
          <w:vanish/>
          <w:color w:val="000000"/>
          <w:sz w:val="28"/>
          <w:szCs w:val="28"/>
        </w:rPr>
        <w:br/>
        <w:t>10.Лауреат 1 степени национальный ансамбль «Пошкудо-влак» Старобуртекского СК Дегтерева Антонида Николаевна</w:t>
      </w:r>
      <w:r w:rsidRPr="009B0C80">
        <w:rPr>
          <w:vanish/>
          <w:color w:val="000000"/>
          <w:sz w:val="28"/>
          <w:szCs w:val="28"/>
        </w:rPr>
        <w:br/>
        <w:t>11.Лауреат 2 степени ансамбль «Кюян энер» Кинерский СК Луппова Зоя Аркадьевна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«Эстрадное пение» в категории «Соло» (взрослые)</w:t>
      </w:r>
      <w:r w:rsidRPr="009B0C80">
        <w:rPr>
          <w:vanish/>
          <w:color w:val="000000"/>
          <w:sz w:val="28"/>
          <w:szCs w:val="28"/>
        </w:rPr>
        <w:br/>
        <w:t xml:space="preserve">12.Лауреат 1 степени Галина Низамутдинова с.Калинино </w:t>
      </w:r>
      <w:r w:rsidRPr="009B0C80">
        <w:rPr>
          <w:vanish/>
          <w:color w:val="000000"/>
          <w:sz w:val="28"/>
          <w:szCs w:val="28"/>
        </w:rPr>
        <w:br/>
        <w:t xml:space="preserve">13.Лауреат 1 степени Мария Лямина </w:t>
      </w:r>
      <w:r w:rsidRPr="009B0C80">
        <w:rPr>
          <w:vanish/>
          <w:color w:val="000000"/>
          <w:sz w:val="28"/>
          <w:szCs w:val="28"/>
        </w:rPr>
        <w:br/>
        <w:t xml:space="preserve">г. Малмыж </w:t>
      </w:r>
      <w:r w:rsidRPr="009B0C80">
        <w:rPr>
          <w:vanish/>
          <w:color w:val="000000"/>
          <w:sz w:val="28"/>
          <w:szCs w:val="28"/>
        </w:rPr>
        <w:br/>
        <w:t xml:space="preserve">14.Лауреат 1 степени Марина Кашицина с.Калинино </w:t>
      </w:r>
      <w:r w:rsidRPr="009B0C80">
        <w:rPr>
          <w:vanish/>
          <w:color w:val="000000"/>
          <w:sz w:val="28"/>
          <w:szCs w:val="28"/>
        </w:rPr>
        <w:br/>
        <w:t xml:space="preserve">15.Лауреат 2 степени Владимир Кондаков с.Ральники </w:t>
      </w:r>
      <w:r w:rsidRPr="009B0C80">
        <w:rPr>
          <w:vanish/>
          <w:color w:val="000000"/>
          <w:sz w:val="28"/>
          <w:szCs w:val="28"/>
        </w:rPr>
        <w:br/>
        <w:t xml:space="preserve">16.Лауреат 3 степени Галина Малькова </w:t>
      </w:r>
      <w:r w:rsidRPr="009B0C80">
        <w:rPr>
          <w:vanish/>
          <w:color w:val="000000"/>
          <w:sz w:val="28"/>
          <w:szCs w:val="28"/>
        </w:rPr>
        <w:br/>
        <w:t xml:space="preserve">г.Малмыж </w:t>
      </w:r>
      <w:r w:rsidRPr="009B0C80">
        <w:rPr>
          <w:vanish/>
          <w:color w:val="000000"/>
          <w:sz w:val="28"/>
          <w:szCs w:val="28"/>
        </w:rPr>
        <w:br/>
        <w:t xml:space="preserve">17.Лауреат 3 степени Фоат Зиннатов </w:t>
      </w:r>
      <w:r w:rsidRPr="009B0C80">
        <w:rPr>
          <w:vanish/>
          <w:color w:val="000000"/>
          <w:sz w:val="28"/>
          <w:szCs w:val="28"/>
        </w:rPr>
        <w:br/>
        <w:t xml:space="preserve">с.Т-В-Гоньба </w:t>
      </w:r>
      <w:r w:rsidRPr="009B0C80">
        <w:rPr>
          <w:vanish/>
          <w:color w:val="000000"/>
          <w:sz w:val="28"/>
          <w:szCs w:val="28"/>
        </w:rPr>
        <w:br/>
        <w:t xml:space="preserve">18.Дипломант 1 степени Гульсима Гайфутдинова </w:t>
      </w:r>
      <w:r w:rsidRPr="009B0C80">
        <w:rPr>
          <w:vanish/>
          <w:color w:val="000000"/>
          <w:sz w:val="28"/>
          <w:szCs w:val="28"/>
        </w:rPr>
        <w:br/>
        <w:t xml:space="preserve">с.Т-В-Гоньба </w:t>
      </w:r>
      <w:r w:rsidRPr="009B0C80">
        <w:rPr>
          <w:vanish/>
          <w:color w:val="000000"/>
          <w:sz w:val="28"/>
          <w:szCs w:val="28"/>
        </w:rPr>
        <w:br/>
        <w:t>19.Дипломант 1 степени Халида Камалиева</w:t>
      </w:r>
      <w:r w:rsidRPr="009B0C80">
        <w:rPr>
          <w:vanish/>
          <w:color w:val="000000"/>
          <w:sz w:val="28"/>
          <w:szCs w:val="28"/>
        </w:rPr>
        <w:br/>
        <w:t xml:space="preserve">с. Новая Смаиль </w:t>
      </w:r>
      <w:r w:rsidRPr="009B0C80">
        <w:rPr>
          <w:vanish/>
          <w:color w:val="000000"/>
          <w:sz w:val="28"/>
          <w:szCs w:val="28"/>
        </w:rPr>
        <w:br/>
        <w:t xml:space="preserve">20.Дипломант 2 степени Николай Алешкин </w:t>
      </w:r>
      <w:r w:rsidRPr="009B0C80">
        <w:rPr>
          <w:vanish/>
          <w:color w:val="000000"/>
          <w:sz w:val="28"/>
          <w:szCs w:val="28"/>
        </w:rPr>
        <w:br/>
        <w:t xml:space="preserve">с. Ральники </w:t>
      </w:r>
      <w:r w:rsidRPr="009B0C80">
        <w:rPr>
          <w:vanish/>
          <w:color w:val="000000"/>
          <w:sz w:val="28"/>
          <w:szCs w:val="28"/>
        </w:rPr>
        <w:br/>
        <w:t xml:space="preserve">21.Дипломант 2 степени Александр Белоусов </w:t>
      </w:r>
      <w:r w:rsidRPr="009B0C80">
        <w:rPr>
          <w:vanish/>
          <w:color w:val="000000"/>
          <w:sz w:val="28"/>
          <w:szCs w:val="28"/>
        </w:rPr>
        <w:br/>
        <w:t xml:space="preserve">г. Малмыж </w:t>
      </w:r>
      <w:r w:rsidRPr="009B0C80">
        <w:rPr>
          <w:vanish/>
          <w:color w:val="000000"/>
          <w:sz w:val="28"/>
          <w:szCs w:val="28"/>
        </w:rPr>
        <w:br/>
        <w:t xml:space="preserve">22.Дипломант 3 степени Николай Катков </w:t>
      </w:r>
      <w:r w:rsidRPr="009B0C80">
        <w:rPr>
          <w:vanish/>
          <w:color w:val="000000"/>
          <w:sz w:val="28"/>
          <w:szCs w:val="28"/>
        </w:rPr>
        <w:br/>
        <w:t xml:space="preserve">с. Ральники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Номинация «Эстрадное пение» в категории «Ансамбль» </w:t>
      </w:r>
      <w:r w:rsidRPr="009B0C80">
        <w:rPr>
          <w:vanish/>
          <w:color w:val="000000"/>
          <w:sz w:val="28"/>
          <w:szCs w:val="28"/>
        </w:rPr>
        <w:br/>
        <w:t>(дети и молодежь до 18 лет)</w:t>
      </w:r>
      <w:r w:rsidRPr="009B0C80">
        <w:rPr>
          <w:vanish/>
          <w:color w:val="000000"/>
          <w:sz w:val="28"/>
          <w:szCs w:val="28"/>
        </w:rPr>
        <w:br/>
        <w:t>23.Лауреат 1 степени образцовый ансамбль «Бригантина» МКУК Калининская ЦКС Шайхутдинова Лилия Раисовна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«Эстрадное пение» в категории «Ансамбль» (взрослые)</w:t>
      </w:r>
      <w:r w:rsidRPr="009B0C80">
        <w:rPr>
          <w:vanish/>
          <w:color w:val="000000"/>
          <w:sz w:val="28"/>
          <w:szCs w:val="28"/>
        </w:rPr>
        <w:br/>
        <w:t>24.Лауреат 1 степени Ансамбль татарской песни «Мирас» МКУК МРЦКД Асхатдинова Язиля Хазиахметовна</w:t>
      </w:r>
      <w:r w:rsidRPr="009B0C80">
        <w:rPr>
          <w:vanish/>
          <w:color w:val="000000"/>
          <w:sz w:val="28"/>
          <w:szCs w:val="28"/>
        </w:rPr>
        <w:br/>
        <w:t xml:space="preserve">25.Лауреат 2 степени Дуэт Лилия Шайхутдинова, Диляра Насипова МКУК Калининская ЦКС </w:t>
      </w:r>
      <w:r w:rsidRPr="009B0C80">
        <w:rPr>
          <w:vanish/>
          <w:color w:val="000000"/>
          <w:sz w:val="28"/>
          <w:szCs w:val="28"/>
        </w:rPr>
        <w:br/>
        <w:t>26.Дипломант 1 степени Вокальная группа «Мелодия» МКУК Аджимский СДК Тюрина Галина Васильевна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 xml:space="preserve">Номинация «Академическое пение» </w:t>
      </w:r>
      <w:r w:rsidRPr="009B0C80">
        <w:rPr>
          <w:vanish/>
          <w:color w:val="000000"/>
          <w:sz w:val="28"/>
          <w:szCs w:val="28"/>
        </w:rPr>
        <w:br/>
        <w:t>27.Лауреат 1 степени Народный хор ветеранов «Нам года не беда» МКУК МРЦКД Перескокова Гульфия Фаиковна</w:t>
      </w:r>
      <w:r w:rsidRPr="009B0C80">
        <w:rPr>
          <w:vanish/>
          <w:color w:val="000000"/>
          <w:sz w:val="28"/>
          <w:szCs w:val="28"/>
        </w:rPr>
        <w:br/>
        <w:t>28.Лауреат 2 степени Хор «Молоды дущой» МКУК Аджимский СДК Тюрина Галина Васильевна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«Игра на народных инструментах»</w:t>
      </w:r>
      <w:r w:rsidRPr="009B0C80">
        <w:rPr>
          <w:vanish/>
          <w:color w:val="000000"/>
          <w:sz w:val="28"/>
          <w:szCs w:val="28"/>
        </w:rPr>
        <w:br/>
        <w:t xml:space="preserve">29.Лауреат 1 степени Татьяна Кузнецова </w:t>
      </w:r>
      <w:r w:rsidRPr="009B0C80">
        <w:rPr>
          <w:vanish/>
          <w:color w:val="000000"/>
          <w:sz w:val="28"/>
          <w:szCs w:val="28"/>
        </w:rPr>
        <w:br/>
        <w:t xml:space="preserve">30.Лауреат 2 степени Максим Заболотских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«Хореография» в категории «Соло»</w:t>
      </w:r>
      <w:r w:rsidRPr="009B0C80">
        <w:rPr>
          <w:vanish/>
          <w:color w:val="000000"/>
          <w:sz w:val="28"/>
          <w:szCs w:val="28"/>
        </w:rPr>
        <w:br/>
        <w:t xml:space="preserve">31.Лауреат 1 степени Гарипова Регина с.Константиновка 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«Хореография» в категории «Ансамбль» (дети и молодежь до 18 лет)</w:t>
      </w:r>
      <w:r w:rsidRPr="009B0C80">
        <w:rPr>
          <w:vanish/>
          <w:color w:val="000000"/>
          <w:sz w:val="28"/>
          <w:szCs w:val="28"/>
        </w:rPr>
        <w:br/>
        <w:t>32.Лауреат 1 степени Образцовый ансамбль «Меридиан» МКУК Рожкинский СДК Пьянкова Татьяна Викторовна</w:t>
      </w:r>
      <w:r w:rsidRPr="009B0C80">
        <w:rPr>
          <w:vanish/>
          <w:color w:val="000000"/>
          <w:sz w:val="28"/>
          <w:szCs w:val="28"/>
        </w:rPr>
        <w:br/>
        <w:t>33.Лауреат 2 степени Ансамбль «Ялкэн» МКУК Староирюкский СДК Габидуллина Мунира Василовна</w:t>
      </w:r>
      <w:r w:rsidRPr="009B0C80">
        <w:rPr>
          <w:vanish/>
          <w:color w:val="000000"/>
          <w:sz w:val="28"/>
          <w:szCs w:val="28"/>
        </w:rPr>
        <w:br/>
        <w:t>34.Лауреат 2 степени Танцевальный коллектив «Кизили» Макарова Галина Васильевна</w:t>
      </w:r>
      <w:r w:rsidRPr="009B0C80">
        <w:rPr>
          <w:vanish/>
          <w:color w:val="000000"/>
          <w:sz w:val="28"/>
          <w:szCs w:val="28"/>
        </w:rPr>
        <w:br/>
        <w:t>35.Лауреат 3 степени Ансамбль «Шудр» Малокитякского СК Кошкина Ирина Анатольевна</w:t>
      </w:r>
      <w:r w:rsidRPr="009B0C80">
        <w:rPr>
          <w:vanish/>
          <w:color w:val="000000"/>
          <w:sz w:val="28"/>
          <w:szCs w:val="28"/>
        </w:rPr>
        <w:br/>
        <w:t>Номинация «Спортивный танец»</w:t>
      </w:r>
      <w:r w:rsidRPr="009B0C80">
        <w:rPr>
          <w:vanish/>
          <w:color w:val="000000"/>
          <w:sz w:val="28"/>
          <w:szCs w:val="28"/>
        </w:rPr>
        <w:br/>
        <w:t>36.Лауреат 1 степени Ансамбль «Звездочки» МКУК Арыкский СДК Тимшина Анастасия Олеговна</w:t>
      </w:r>
      <w:r w:rsidRPr="009B0C80">
        <w:rPr>
          <w:vanish/>
          <w:color w:val="000000"/>
          <w:sz w:val="28"/>
          <w:szCs w:val="28"/>
        </w:rPr>
        <w:br/>
      </w:r>
      <w:r w:rsidRPr="009B0C80">
        <w:rPr>
          <w:vanish/>
          <w:color w:val="000000"/>
          <w:sz w:val="28"/>
          <w:szCs w:val="28"/>
        </w:rPr>
        <w:br/>
        <w:t>Номинация «Художественное слово»</w:t>
      </w:r>
      <w:r w:rsidRPr="009B0C80">
        <w:rPr>
          <w:vanish/>
          <w:color w:val="000000"/>
          <w:sz w:val="28"/>
          <w:szCs w:val="28"/>
        </w:rPr>
        <w:br/>
        <w:t>37.Лауреат 1 степени Надежда Шмакова</w:t>
      </w:r>
      <w:r w:rsidRPr="009B0C80">
        <w:rPr>
          <w:vanish/>
          <w:color w:val="000000"/>
          <w:sz w:val="28"/>
          <w:szCs w:val="28"/>
        </w:rPr>
        <w:br/>
        <w:t xml:space="preserve">с.Аджим </w:t>
      </w:r>
      <w:r w:rsidRPr="009B0C80">
        <w:rPr>
          <w:vanish/>
          <w:color w:val="000000"/>
          <w:sz w:val="28"/>
          <w:szCs w:val="28"/>
        </w:rPr>
        <w:br/>
        <w:t xml:space="preserve">38.Лауреат 3 степени Альфира Толмачева </w:t>
      </w:r>
      <w:r w:rsidRPr="009B0C80">
        <w:rPr>
          <w:vanish/>
          <w:color w:val="000000"/>
          <w:sz w:val="28"/>
          <w:szCs w:val="28"/>
        </w:rPr>
        <w:br/>
        <w:t>д.Мелеть</w:t>
      </w:r>
    </w:p>
    <w:sectPr w:rsidR="00F8560D" w:rsidRPr="00277E06" w:rsidSect="00480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C0A60"/>
    <w:multiLevelType w:val="hybridMultilevel"/>
    <w:tmpl w:val="85627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E06"/>
    <w:rsid w:val="000F1A73"/>
    <w:rsid w:val="00277E06"/>
    <w:rsid w:val="002B20BF"/>
    <w:rsid w:val="00480730"/>
    <w:rsid w:val="007238B2"/>
    <w:rsid w:val="009B0C80"/>
    <w:rsid w:val="00A0051F"/>
    <w:rsid w:val="00E35473"/>
    <w:rsid w:val="00E44A36"/>
    <w:rsid w:val="00E50185"/>
    <w:rsid w:val="00E9728D"/>
    <w:rsid w:val="00F8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E0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7E0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77E0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77E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E0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7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7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753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7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3</Pages>
  <Words>1982</Words>
  <Characters>11298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1</cp:lastModifiedBy>
  <cp:revision>2</cp:revision>
  <dcterms:created xsi:type="dcterms:W3CDTF">2014-11-10T11:08:00Z</dcterms:created>
  <dcterms:modified xsi:type="dcterms:W3CDTF">2014-11-11T11:41:00Z</dcterms:modified>
</cp:coreProperties>
</file>