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34" w:rsidRPr="00826764" w:rsidRDefault="00B63F34" w:rsidP="00C51DAB">
      <w:pPr>
        <w:ind w:firstLine="708"/>
        <w:jc w:val="both"/>
        <w:rPr>
          <w:sz w:val="24"/>
          <w:szCs w:val="24"/>
        </w:rPr>
      </w:pPr>
      <w:r w:rsidRPr="00826764">
        <w:rPr>
          <w:sz w:val="24"/>
          <w:szCs w:val="24"/>
        </w:rPr>
        <w:t xml:space="preserve">19 июля </w:t>
      </w:r>
      <w:smartTag w:uri="urn:schemas-microsoft-com:office:smarttags" w:element="metricconverter">
        <w:smartTagPr>
          <w:attr w:name="ProductID" w:val="2014 г"/>
        </w:smartTagPr>
        <w:r w:rsidRPr="00826764">
          <w:rPr>
            <w:sz w:val="24"/>
            <w:szCs w:val="24"/>
          </w:rPr>
          <w:t>2014 г</w:t>
        </w:r>
      </w:smartTag>
      <w:r w:rsidRPr="00826764">
        <w:rPr>
          <w:sz w:val="24"/>
          <w:szCs w:val="24"/>
        </w:rPr>
        <w:t>. в городе Малмыж Кировской области состоится областной праздник «Ярмарка Казанская-2014». Программа праздника будет построена на разных концертных площадках: главная площадь города, парк, стадион. С утра в центре города в городском парке раскинется выставка-продажа - конкурс изделий мастеров декоративно-прикладного искусства «Заходи, честной народ, к нам на ярмаНку!». На выставке мастеров будут представлены: вышивка, вязание, изделия из соломки, бисера, лозы, мебель ручной работы, мягкая игрушка, изделия из соленого теста, резьба по дереву и многое другое. Для участия приглашаются мастера декоративно-прикладного творчества, подавшие заявку и представившие лично свои изделия на ярмарке. Приветствуются небольшие мастер-классы по изготовлению своих изделий. Здесь же в парке развернется «Этногород» - выставка-дегустация блюд национальной кухни: татарская, марийская, удмуртская, русская. Каждая площадка будет оформлена с национальным колоритом с участием национальных творческих коллективов. На стадионе состоится детская игровая программа. Затем в рамках праздника по улицам города пройдет карнавальное шествие «Культура на все времена!», посвященное Году культуры в России и Кировской области. В карнавале может принять участие каждый житель и гость праздника, творческие коллективы, предприятия и учреждения города, района, жителей Кировской области и других регионов России, подавшие заявку на участие в карнавале. Жюри карнавала награждает дипломами Гран-При, лауреатов I, II, III степени, присуждает специальные призы: - «Король карнавала» (самый оригинальный и зрелищный мужской костюм) - «Королева карнавала» (самый оригинальный и зрелищный костюм) - «Карнавальчик» (ребенок до 14 лет (включительно) с самым карнавальным поведением, оригинальным зрелищным костюмом) Чем оригинальнее будут формы вашего костюма, чем неожиданнее материалы, которые вы будете использовать, тем больше у вас шансов на победу в новом облике! Станьте единственными и неповторимыми! - «Карнавальная шляпа» (лучшая карнавальная прическа или головной убор). Приветствуются самые смелые эксперименты. Постарайтесь придумать неожиданный, нестандартный, стильный образ, дайте ему соответствующее название и, конечно, воплотите этот образ в жизнь. - «Команда молодости» (лучший молодежный карнавальный коллектив); - «Непоседы» (лучший детский карнавальный коллектив); - «Карнавал на колесах» (лучшая декорированная машина); - «Приз симпатий жюри» - Премия главы района «За подготовку карнавального коллектива и личное участие в карнавальном шествии руководителей организаций и предприятий»; - специальный приз жюри за … После прохода карнавального шествия по стадиону на сцене состоится открытие праздника с выступлением творческих коллективов, дефиле карнавального костюма, подведение итогов и награждение карнавальных коллективов. Вечером площадка в городском парке примет гостей традиционного марийского гуляния «Куштымаш», в котором участвуют марийские национальные коллективы, заводят национальные игры, танцы, исполняют марийские песни и частушки. Позднее на стадионе состоится вечерняя танцевальная программа, которая плавно перейдет в дискотеку в Центре культуры и досуга. Мы ждем Вас)</w:t>
      </w:r>
      <w:bookmarkStart w:id="0" w:name="_GoBack"/>
      <w:bookmarkEnd w:id="0"/>
    </w:p>
    <w:sectPr w:rsidR="00B63F34" w:rsidRPr="00826764" w:rsidSect="0072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764"/>
    <w:rsid w:val="0028056E"/>
    <w:rsid w:val="007257D7"/>
    <w:rsid w:val="00826764"/>
    <w:rsid w:val="00B63F34"/>
    <w:rsid w:val="00C51DAB"/>
    <w:rsid w:val="00D70466"/>
    <w:rsid w:val="00D7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D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826764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26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477</Words>
  <Characters>2719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</dc:creator>
  <cp:keywords/>
  <dc:description/>
  <cp:lastModifiedBy>1</cp:lastModifiedBy>
  <cp:revision>3</cp:revision>
  <dcterms:created xsi:type="dcterms:W3CDTF">2014-07-07T11:15:00Z</dcterms:created>
  <dcterms:modified xsi:type="dcterms:W3CDTF">2014-07-07T12:14:00Z</dcterms:modified>
</cp:coreProperties>
</file>