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53" w:type="dxa"/>
        <w:tblInd w:w="93" w:type="dxa"/>
        <w:tblLook w:val="00A0"/>
      </w:tblPr>
      <w:tblGrid>
        <w:gridCol w:w="4551"/>
        <w:gridCol w:w="888"/>
        <w:gridCol w:w="1960"/>
        <w:gridCol w:w="1727"/>
        <w:gridCol w:w="127"/>
      </w:tblGrid>
      <w:tr w:rsidR="004842DA" w:rsidRPr="00CB751D" w:rsidTr="00396F10">
        <w:trPr>
          <w:gridAfter w:val="1"/>
          <w:wAfter w:w="127" w:type="dxa"/>
          <w:trHeight w:val="255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396F10">
            <w:pPr>
              <w:tabs>
                <w:tab w:val="left" w:pos="2445"/>
                <w:tab w:val="left" w:pos="2729"/>
              </w:tabs>
              <w:spacing w:after="0" w:line="240" w:lineRule="auto"/>
              <w:ind w:right="615"/>
              <w:jc w:val="right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853FF9">
              <w:rPr>
                <w:rFonts w:ascii="Arial CYR" w:hAnsi="Arial CYR" w:cs="Arial CYR"/>
                <w:sz w:val="20"/>
                <w:szCs w:val="20"/>
                <w:lang w:eastAsia="ru-RU"/>
              </w:rPr>
              <w:t>Приложение № 1</w:t>
            </w:r>
          </w:p>
        </w:tc>
      </w:tr>
      <w:tr w:rsidR="004842DA" w:rsidRPr="00CB751D" w:rsidTr="00396F10">
        <w:trPr>
          <w:trHeight w:val="255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8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396F10">
            <w:pPr>
              <w:spacing w:after="0" w:line="240" w:lineRule="auto"/>
              <w:ind w:right="-108"/>
              <w:jc w:val="right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ru-RU"/>
              </w:rPr>
              <w:t xml:space="preserve">               </w:t>
            </w:r>
            <w:r w:rsidRPr="00853FF9">
              <w:rPr>
                <w:rFonts w:ascii="Arial CYR" w:hAnsi="Arial CYR" w:cs="Arial CYR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 CYR" w:hAnsi="Arial CYR" w:cs="Arial CYR"/>
                <w:sz w:val="20"/>
                <w:szCs w:val="20"/>
                <w:lang w:eastAsia="ru-RU"/>
              </w:rPr>
              <w:t xml:space="preserve"> </w:t>
            </w:r>
            <w:r w:rsidRPr="00853FF9">
              <w:rPr>
                <w:rFonts w:ascii="Arial CYR" w:hAnsi="Arial CYR" w:cs="Arial CYR"/>
                <w:sz w:val="20"/>
                <w:szCs w:val="20"/>
                <w:lang w:eastAsia="ru-RU"/>
              </w:rPr>
              <w:t xml:space="preserve"> к решению районной Думы</w:t>
            </w:r>
          </w:p>
        </w:tc>
      </w:tr>
      <w:tr w:rsidR="004842DA" w:rsidRPr="00CB751D" w:rsidTr="00396F10">
        <w:trPr>
          <w:gridAfter w:val="1"/>
          <w:wAfter w:w="127" w:type="dxa"/>
          <w:trHeight w:val="255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396F1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ru-RU"/>
              </w:rPr>
              <w:t>От   28.04.2014   № 4/29</w:t>
            </w:r>
          </w:p>
        </w:tc>
      </w:tr>
      <w:tr w:rsidR="004842DA" w:rsidRPr="00CB751D" w:rsidTr="00396F10">
        <w:trPr>
          <w:gridAfter w:val="1"/>
          <w:wAfter w:w="127" w:type="dxa"/>
          <w:trHeight w:val="255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2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842DA" w:rsidRPr="00CB751D" w:rsidTr="00396F10">
        <w:trPr>
          <w:gridAfter w:val="1"/>
          <w:wAfter w:w="127" w:type="dxa"/>
          <w:trHeight w:val="300"/>
        </w:trPr>
        <w:tc>
          <w:tcPr>
            <w:tcW w:w="91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lang w:eastAsia="ru-RU"/>
              </w:rPr>
            </w:pPr>
            <w:r w:rsidRPr="00853FF9">
              <w:rPr>
                <w:rFonts w:ascii="Arial CYR" w:hAnsi="Arial CYR" w:cs="Arial CYR"/>
                <w:b/>
                <w:bCs/>
                <w:lang w:eastAsia="ru-RU"/>
              </w:rPr>
              <w:t>ДОХОДЫ</w:t>
            </w:r>
          </w:p>
        </w:tc>
      </w:tr>
      <w:tr w:rsidR="004842DA" w:rsidRPr="00CB751D" w:rsidTr="00396F10">
        <w:trPr>
          <w:gridAfter w:val="1"/>
          <w:wAfter w:w="127" w:type="dxa"/>
          <w:trHeight w:val="630"/>
        </w:trPr>
        <w:tc>
          <w:tcPr>
            <w:tcW w:w="91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lang w:eastAsia="ru-RU"/>
              </w:rPr>
            </w:pPr>
            <w:r w:rsidRPr="00853FF9">
              <w:rPr>
                <w:rFonts w:ascii="Arial CYR" w:hAnsi="Arial CYR" w:cs="Arial CYR"/>
                <w:b/>
                <w:bCs/>
                <w:lang w:eastAsia="ru-RU"/>
              </w:rPr>
              <w:t>бюджета района за 2013 год по кодам                                                                 классификации доходов бюджетов</w:t>
            </w:r>
          </w:p>
        </w:tc>
      </w:tr>
      <w:tr w:rsidR="004842DA" w:rsidRPr="00CB751D" w:rsidTr="00396F10">
        <w:trPr>
          <w:gridAfter w:val="1"/>
          <w:wAfter w:w="127" w:type="dxa"/>
          <w:trHeight w:val="255"/>
        </w:trPr>
        <w:tc>
          <w:tcPr>
            <w:tcW w:w="91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lang w:eastAsia="ru-RU"/>
              </w:rPr>
            </w:pPr>
          </w:p>
        </w:tc>
      </w:tr>
      <w:tr w:rsidR="004842DA" w:rsidRPr="00CB751D" w:rsidTr="00396F10">
        <w:trPr>
          <w:gridAfter w:val="1"/>
          <w:wAfter w:w="127" w:type="dxa"/>
          <w:trHeight w:val="300"/>
        </w:trPr>
        <w:tc>
          <w:tcPr>
            <w:tcW w:w="4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Наименование показателя</w:t>
            </w:r>
          </w:p>
        </w:tc>
        <w:tc>
          <w:tcPr>
            <w:tcW w:w="28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Код бюджетной классификации</w:t>
            </w:r>
          </w:p>
        </w:tc>
        <w:tc>
          <w:tcPr>
            <w:tcW w:w="1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Кассовое исполнение         (тыс. рублей)</w:t>
            </w:r>
          </w:p>
        </w:tc>
      </w:tr>
      <w:tr w:rsidR="004842DA" w:rsidRPr="00CB751D" w:rsidTr="00396F10">
        <w:trPr>
          <w:gridAfter w:val="1"/>
          <w:wAfter w:w="127" w:type="dxa"/>
          <w:trHeight w:val="255"/>
        </w:trPr>
        <w:tc>
          <w:tcPr>
            <w:tcW w:w="4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2DA" w:rsidRPr="00853FF9" w:rsidRDefault="004842DA" w:rsidP="00853FF9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8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админи- стратора поступ- лений</w:t>
            </w: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доходов бюджета района</w:t>
            </w:r>
          </w:p>
        </w:tc>
        <w:tc>
          <w:tcPr>
            <w:tcW w:w="1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2DA" w:rsidRPr="00853FF9" w:rsidRDefault="004842DA" w:rsidP="00853FF9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</w:p>
        </w:tc>
      </w:tr>
      <w:tr w:rsidR="004842DA" w:rsidRPr="00CB751D" w:rsidTr="00396F10">
        <w:trPr>
          <w:gridAfter w:val="1"/>
          <w:wAfter w:w="127" w:type="dxa"/>
          <w:trHeight w:val="255"/>
        </w:trPr>
        <w:tc>
          <w:tcPr>
            <w:tcW w:w="4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2DA" w:rsidRPr="00853FF9" w:rsidRDefault="004842DA" w:rsidP="00853FF9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8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42DA" w:rsidRPr="00853FF9" w:rsidRDefault="004842DA" w:rsidP="00853FF9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42DA" w:rsidRPr="00853FF9" w:rsidRDefault="004842DA" w:rsidP="00853FF9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2DA" w:rsidRPr="00853FF9" w:rsidRDefault="004842DA" w:rsidP="00853FF9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</w:p>
        </w:tc>
      </w:tr>
      <w:tr w:rsidR="004842DA" w:rsidRPr="00CB751D" w:rsidTr="00396F10">
        <w:trPr>
          <w:gridAfter w:val="1"/>
          <w:wAfter w:w="127" w:type="dxa"/>
          <w:trHeight w:val="255"/>
        </w:trPr>
        <w:tc>
          <w:tcPr>
            <w:tcW w:w="4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2DA" w:rsidRPr="00853FF9" w:rsidRDefault="004842DA" w:rsidP="00853FF9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8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42DA" w:rsidRPr="00853FF9" w:rsidRDefault="004842DA" w:rsidP="00853FF9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42DA" w:rsidRPr="00853FF9" w:rsidRDefault="004842DA" w:rsidP="00853FF9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2DA" w:rsidRPr="00853FF9" w:rsidRDefault="004842DA" w:rsidP="00853FF9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</w:p>
        </w:tc>
      </w:tr>
      <w:tr w:rsidR="004842DA" w:rsidRPr="00CB751D" w:rsidTr="00396F10">
        <w:trPr>
          <w:gridAfter w:val="1"/>
          <w:wAfter w:w="127" w:type="dxa"/>
          <w:trHeight w:val="184"/>
        </w:trPr>
        <w:tc>
          <w:tcPr>
            <w:tcW w:w="4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2DA" w:rsidRPr="00853FF9" w:rsidRDefault="004842DA" w:rsidP="00853FF9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8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42DA" w:rsidRPr="00853FF9" w:rsidRDefault="004842DA" w:rsidP="00853FF9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42DA" w:rsidRPr="00853FF9" w:rsidRDefault="004842DA" w:rsidP="00853FF9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2DA" w:rsidRPr="00853FF9" w:rsidRDefault="004842DA" w:rsidP="00853FF9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</w:p>
        </w:tc>
      </w:tr>
      <w:tr w:rsidR="004842DA" w:rsidRPr="00CB751D" w:rsidTr="00396F10">
        <w:trPr>
          <w:gridAfter w:val="1"/>
          <w:wAfter w:w="127" w:type="dxa"/>
          <w:trHeight w:val="270"/>
        </w:trPr>
        <w:tc>
          <w:tcPr>
            <w:tcW w:w="4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4</w:t>
            </w:r>
          </w:p>
        </w:tc>
      </w:tr>
      <w:tr w:rsidR="004842DA" w:rsidRPr="00CB751D" w:rsidTr="00396F10">
        <w:trPr>
          <w:gridAfter w:val="1"/>
          <w:wAfter w:w="127" w:type="dxa"/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ДОХОДЫ, ВСЕГО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489 329,2</w:t>
            </w:r>
          </w:p>
        </w:tc>
      </w:tr>
      <w:tr w:rsidR="004842DA" w:rsidRPr="00CB751D" w:rsidTr="00396F10">
        <w:trPr>
          <w:gridAfter w:val="1"/>
          <w:wAfter w:w="127" w:type="dxa"/>
          <w:trHeight w:val="46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Федеральная служба по надзору в сфере природопользования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048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4842DA" w:rsidRPr="00CB751D" w:rsidTr="00396F10">
        <w:trPr>
          <w:gridAfter w:val="1"/>
          <w:wAfter w:w="127" w:type="dxa"/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НАЛОГОВЫЕ И НЕНАЛОГОВЫЕ ДОХОДЫ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048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10000000000000000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1 031,0</w:t>
            </w:r>
          </w:p>
        </w:tc>
      </w:tr>
      <w:tr w:rsidR="004842DA" w:rsidRPr="00CB751D" w:rsidTr="00396F10">
        <w:trPr>
          <w:gridAfter w:val="1"/>
          <w:wAfter w:w="127" w:type="dxa"/>
          <w:trHeight w:val="46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048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11200000000000000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1 031,0</w:t>
            </w:r>
          </w:p>
        </w:tc>
      </w:tr>
      <w:tr w:rsidR="004842DA" w:rsidRPr="00CB751D" w:rsidTr="00A9557F">
        <w:trPr>
          <w:gridAfter w:val="1"/>
          <w:wAfter w:w="127" w:type="dxa"/>
          <w:trHeight w:val="338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048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11201000010000120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1 031,0</w:t>
            </w:r>
          </w:p>
        </w:tc>
      </w:tr>
      <w:tr w:rsidR="004842DA" w:rsidRPr="00CB751D" w:rsidTr="00396F10">
        <w:trPr>
          <w:gridAfter w:val="1"/>
          <w:wAfter w:w="127" w:type="dxa"/>
          <w:trHeight w:val="557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048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11201010010000120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305,6</w:t>
            </w:r>
          </w:p>
        </w:tc>
      </w:tr>
      <w:tr w:rsidR="004842DA" w:rsidRPr="00CB751D" w:rsidTr="00396F10">
        <w:trPr>
          <w:gridAfter w:val="1"/>
          <w:wAfter w:w="127" w:type="dxa"/>
          <w:trHeight w:val="56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048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11201020010000120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13,3</w:t>
            </w:r>
          </w:p>
        </w:tc>
      </w:tr>
      <w:tr w:rsidR="004842DA" w:rsidRPr="00CB751D" w:rsidTr="00396F10">
        <w:trPr>
          <w:gridAfter w:val="1"/>
          <w:wAfter w:w="127" w:type="dxa"/>
          <w:trHeight w:val="46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048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11201030010000120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300,1</w:t>
            </w:r>
          </w:p>
        </w:tc>
      </w:tr>
      <w:tr w:rsidR="004842DA" w:rsidRPr="00CB751D" w:rsidTr="00396F10">
        <w:trPr>
          <w:gridAfter w:val="1"/>
          <w:wAfter w:w="127" w:type="dxa"/>
          <w:trHeight w:val="46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048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11201040010000120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411,9</w:t>
            </w:r>
          </w:p>
        </w:tc>
      </w:tr>
      <w:tr w:rsidR="004842DA" w:rsidRPr="00CB751D" w:rsidTr="00396F10">
        <w:trPr>
          <w:gridAfter w:val="1"/>
          <w:wAfter w:w="127" w:type="dxa"/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Федеральное агентство по рыболовству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076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4,4</w:t>
            </w:r>
          </w:p>
        </w:tc>
      </w:tr>
      <w:tr w:rsidR="004842DA" w:rsidRPr="00CB751D" w:rsidTr="00396F10">
        <w:trPr>
          <w:gridAfter w:val="1"/>
          <w:wAfter w:w="127" w:type="dxa"/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НАЛОГОВЫЕ И НЕНАЛОГОВЫЕ ДОХОДЫ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076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10000000000000000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4,4</w:t>
            </w:r>
          </w:p>
        </w:tc>
      </w:tr>
      <w:tr w:rsidR="004842DA" w:rsidRPr="00CB751D" w:rsidTr="00396F10">
        <w:trPr>
          <w:gridAfter w:val="1"/>
          <w:wAfter w:w="127" w:type="dxa"/>
          <w:trHeight w:val="46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ШТРАФЫ, САНКЦИИ, ВОЗМЕЩЕНИЕ УЩЕРБА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076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11600000000000000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4,4</w:t>
            </w:r>
          </w:p>
        </w:tc>
      </w:tr>
      <w:tr w:rsidR="004842DA" w:rsidRPr="00CB751D" w:rsidTr="00396F10">
        <w:trPr>
          <w:gridAfter w:val="1"/>
          <w:wAfter w:w="127" w:type="dxa"/>
          <w:trHeight w:val="50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076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11690000000000140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4,4</w:t>
            </w:r>
          </w:p>
        </w:tc>
      </w:tr>
      <w:tr w:rsidR="004842DA" w:rsidRPr="00CB751D" w:rsidTr="00396F10">
        <w:trPr>
          <w:gridAfter w:val="1"/>
          <w:wAfter w:w="127" w:type="dxa"/>
          <w:trHeight w:val="696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076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11690050050000140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4,4</w:t>
            </w:r>
          </w:p>
        </w:tc>
      </w:tr>
      <w:tr w:rsidR="004842DA" w:rsidRPr="00CB751D" w:rsidTr="00396F10">
        <w:trPr>
          <w:gridAfter w:val="1"/>
          <w:wAfter w:w="127" w:type="dxa"/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076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11690050056000140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4,4</w:t>
            </w:r>
          </w:p>
        </w:tc>
      </w:tr>
      <w:tr w:rsidR="004842DA" w:rsidRPr="00CB751D" w:rsidTr="00396F10">
        <w:trPr>
          <w:gridAfter w:val="1"/>
          <w:wAfter w:w="127" w:type="dxa"/>
          <w:trHeight w:val="46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Федеральная служба по надзору в сфере транспорта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44,0</w:t>
            </w:r>
          </w:p>
        </w:tc>
      </w:tr>
      <w:tr w:rsidR="004842DA" w:rsidRPr="00CB751D" w:rsidTr="00396F10">
        <w:trPr>
          <w:gridAfter w:val="1"/>
          <w:wAfter w:w="127" w:type="dxa"/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НАЛОГОВЫЕ И НЕНАЛОГОВЫЕ ДОХОДЫ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10000000000000000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44,0</w:t>
            </w:r>
          </w:p>
        </w:tc>
      </w:tr>
      <w:tr w:rsidR="004842DA" w:rsidRPr="00CB751D" w:rsidTr="00396F10">
        <w:trPr>
          <w:gridAfter w:val="1"/>
          <w:wAfter w:w="127" w:type="dxa"/>
          <w:trHeight w:val="46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ШТРАФЫ, САНКЦИИ, ВОЗМЕЩЕНИЕ УЩЕРБА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11600000000000000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44,0</w:t>
            </w:r>
          </w:p>
        </w:tc>
      </w:tr>
      <w:tr w:rsidR="004842DA" w:rsidRPr="00CB751D" w:rsidTr="00396F10">
        <w:trPr>
          <w:gridAfter w:val="1"/>
          <w:wAfter w:w="127" w:type="dxa"/>
          <w:trHeight w:val="558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11630000010000140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44,0</w:t>
            </w:r>
          </w:p>
        </w:tc>
      </w:tr>
      <w:tr w:rsidR="004842DA" w:rsidRPr="00CB751D" w:rsidTr="00396F10">
        <w:trPr>
          <w:gridAfter w:val="1"/>
          <w:wAfter w:w="127" w:type="dxa"/>
          <w:trHeight w:val="54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Прочие денежные взыскания (штрафы) за  правонарушения в области дорожного движения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11630030010000140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44,0</w:t>
            </w:r>
          </w:p>
        </w:tc>
      </w:tr>
      <w:tr w:rsidR="004842DA" w:rsidRPr="00CB751D" w:rsidTr="00396F10">
        <w:trPr>
          <w:gridAfter w:val="1"/>
          <w:wAfter w:w="127" w:type="dxa"/>
          <w:trHeight w:val="406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Федеральная служба по надзору в сфере защиты прав потребителей и благополучия человека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141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19,6</w:t>
            </w:r>
          </w:p>
        </w:tc>
      </w:tr>
      <w:tr w:rsidR="004842DA" w:rsidRPr="00CB751D" w:rsidTr="00396F10">
        <w:trPr>
          <w:gridAfter w:val="1"/>
          <w:wAfter w:w="127" w:type="dxa"/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НАЛОГОВЫЕ И НЕНАЛОГОВЫЕ ДОХОДЫ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141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10000000000000000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19,6</w:t>
            </w:r>
          </w:p>
        </w:tc>
      </w:tr>
      <w:tr w:rsidR="004842DA" w:rsidRPr="00CB751D" w:rsidTr="00396F10">
        <w:trPr>
          <w:gridAfter w:val="1"/>
          <w:wAfter w:w="127" w:type="dxa"/>
          <w:trHeight w:val="46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ШТРАФЫ, САНКЦИИ, ВОЗМЕЩЕНИЕ УЩЕРБА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141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11600000000000000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19,6</w:t>
            </w:r>
          </w:p>
        </w:tc>
      </w:tr>
      <w:tr w:rsidR="004842DA" w:rsidRPr="00CB751D" w:rsidTr="00396F10">
        <w:trPr>
          <w:gridAfter w:val="1"/>
          <w:wAfter w:w="127" w:type="dxa"/>
          <w:trHeight w:val="1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141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11608000010000140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3,0</w:t>
            </w:r>
          </w:p>
        </w:tc>
      </w:tr>
      <w:tr w:rsidR="004842DA" w:rsidRPr="00CB751D" w:rsidTr="00396F10">
        <w:trPr>
          <w:gridAfter w:val="1"/>
          <w:wAfter w:w="127" w:type="dxa"/>
          <w:trHeight w:val="96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141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11608010010000140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3,0</w:t>
            </w:r>
          </w:p>
        </w:tc>
      </w:tr>
      <w:tr w:rsidR="004842DA" w:rsidRPr="00CB751D" w:rsidTr="00A9557F">
        <w:trPr>
          <w:gridAfter w:val="1"/>
          <w:wAfter w:w="127" w:type="dxa"/>
          <w:trHeight w:val="846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141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11628000010000140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1,0</w:t>
            </w:r>
          </w:p>
        </w:tc>
      </w:tr>
      <w:tr w:rsidR="004842DA" w:rsidRPr="00CB751D" w:rsidTr="00396F10">
        <w:trPr>
          <w:gridAfter w:val="1"/>
          <w:wAfter w:w="127" w:type="dxa"/>
          <w:trHeight w:val="539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141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11690000000000140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15,6</w:t>
            </w:r>
          </w:p>
        </w:tc>
      </w:tr>
      <w:tr w:rsidR="004842DA" w:rsidRPr="00CB751D" w:rsidTr="00396F10">
        <w:trPr>
          <w:gridAfter w:val="1"/>
          <w:wAfter w:w="127" w:type="dxa"/>
          <w:trHeight w:val="703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141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11690050050000140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15,6</w:t>
            </w:r>
          </w:p>
        </w:tc>
      </w:tr>
      <w:tr w:rsidR="004842DA" w:rsidRPr="00CB751D" w:rsidTr="00396F10">
        <w:trPr>
          <w:gridAfter w:val="1"/>
          <w:wAfter w:w="127" w:type="dxa"/>
          <w:trHeight w:val="813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177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12,2</w:t>
            </w:r>
          </w:p>
        </w:tc>
      </w:tr>
      <w:tr w:rsidR="004842DA" w:rsidRPr="00CB751D" w:rsidTr="00396F10">
        <w:trPr>
          <w:gridAfter w:val="1"/>
          <w:wAfter w:w="127" w:type="dxa"/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НАЛОГОВЫЕ И НЕНАЛОГОВЫЕ ДОХОДЫ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177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10000000000000000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12,2</w:t>
            </w:r>
          </w:p>
        </w:tc>
      </w:tr>
      <w:tr w:rsidR="004842DA" w:rsidRPr="00CB751D" w:rsidTr="00396F10">
        <w:trPr>
          <w:gridAfter w:val="1"/>
          <w:wAfter w:w="127" w:type="dxa"/>
          <w:trHeight w:val="46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ШТРАФЫ, САНКЦИИ, ВОЗМЕЩЕНИЕ УЩЕРБА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177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11600000000000000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12,2</w:t>
            </w:r>
          </w:p>
        </w:tc>
      </w:tr>
      <w:tr w:rsidR="004842DA" w:rsidRPr="00CB751D" w:rsidTr="00026E74">
        <w:trPr>
          <w:gridAfter w:val="1"/>
          <w:wAfter w:w="127" w:type="dxa"/>
          <w:trHeight w:val="2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177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11690000000000140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12,2</w:t>
            </w:r>
          </w:p>
        </w:tc>
      </w:tr>
      <w:tr w:rsidR="004842DA" w:rsidRPr="00CB751D" w:rsidTr="00396F10">
        <w:trPr>
          <w:gridAfter w:val="1"/>
          <w:wAfter w:w="127" w:type="dxa"/>
          <w:trHeight w:val="774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177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11690050050000140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12,2</w:t>
            </w:r>
          </w:p>
        </w:tc>
      </w:tr>
      <w:tr w:rsidR="004842DA" w:rsidRPr="00CB751D" w:rsidTr="00396F10">
        <w:trPr>
          <w:gridAfter w:val="1"/>
          <w:wAfter w:w="127" w:type="dxa"/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Федеральная налоговая служба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113 924,5</w:t>
            </w:r>
          </w:p>
        </w:tc>
      </w:tr>
      <w:tr w:rsidR="004842DA" w:rsidRPr="00CB751D" w:rsidTr="00396F10">
        <w:trPr>
          <w:gridAfter w:val="1"/>
          <w:wAfter w:w="127" w:type="dxa"/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НАЛОГОВЫЕ И НЕНАЛОГОВЫЕ ДОХОДЫ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10000000000000000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113 924,5</w:t>
            </w:r>
          </w:p>
        </w:tc>
      </w:tr>
      <w:tr w:rsidR="004842DA" w:rsidRPr="00CB751D" w:rsidTr="00396F10">
        <w:trPr>
          <w:gridAfter w:val="1"/>
          <w:wAfter w:w="127" w:type="dxa"/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НАЛОГИ НА ПРИБЫЛЬ, ДОХОДЫ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10100000000000000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95 293,5</w:t>
            </w:r>
          </w:p>
        </w:tc>
      </w:tr>
      <w:tr w:rsidR="004842DA" w:rsidRPr="00CB751D" w:rsidTr="00396F10">
        <w:trPr>
          <w:gridAfter w:val="1"/>
          <w:wAfter w:w="127" w:type="dxa"/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Налог на доходы физических лиц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10102000010000110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95 293,5</w:t>
            </w:r>
          </w:p>
        </w:tc>
      </w:tr>
      <w:tr w:rsidR="004842DA" w:rsidRPr="00CB751D" w:rsidTr="00A9557F">
        <w:trPr>
          <w:gridAfter w:val="1"/>
          <w:wAfter w:w="127" w:type="dxa"/>
          <w:trHeight w:val="1108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10102010010000110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94 394,5</w:t>
            </w:r>
          </w:p>
        </w:tc>
      </w:tr>
      <w:tr w:rsidR="004842DA" w:rsidRPr="00CB751D" w:rsidTr="00A9557F">
        <w:trPr>
          <w:gridAfter w:val="1"/>
          <w:wAfter w:w="127" w:type="dxa"/>
          <w:trHeight w:val="156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10102020010000110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391,5</w:t>
            </w:r>
          </w:p>
        </w:tc>
      </w:tr>
      <w:tr w:rsidR="004842DA" w:rsidRPr="00CB751D" w:rsidTr="00A9557F">
        <w:trPr>
          <w:gridAfter w:val="1"/>
          <w:wAfter w:w="127" w:type="dxa"/>
          <w:trHeight w:val="727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10102030010000110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417,6</w:t>
            </w:r>
          </w:p>
        </w:tc>
      </w:tr>
      <w:tr w:rsidR="004842DA" w:rsidRPr="00CB751D" w:rsidTr="00A9557F">
        <w:trPr>
          <w:gridAfter w:val="1"/>
          <w:wAfter w:w="127" w:type="dxa"/>
          <w:trHeight w:val="1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10102040010000110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89,9</w:t>
            </w:r>
          </w:p>
        </w:tc>
      </w:tr>
      <w:tr w:rsidR="004842DA" w:rsidRPr="00CB751D" w:rsidTr="00396F10">
        <w:trPr>
          <w:gridAfter w:val="1"/>
          <w:wAfter w:w="127" w:type="dxa"/>
          <w:trHeight w:val="69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10300000000000000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0,1</w:t>
            </w:r>
          </w:p>
        </w:tc>
      </w:tr>
      <w:tr w:rsidR="004842DA" w:rsidRPr="00CB751D" w:rsidTr="00396F10">
        <w:trPr>
          <w:gridAfter w:val="1"/>
          <w:wAfter w:w="127" w:type="dxa"/>
          <w:trHeight w:val="613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10302000010000110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0,1</w:t>
            </w:r>
          </w:p>
        </w:tc>
      </w:tr>
      <w:tr w:rsidR="004842DA" w:rsidRPr="00CB751D" w:rsidTr="00396F10">
        <w:trPr>
          <w:gridAfter w:val="1"/>
          <w:wAfter w:w="127" w:type="dxa"/>
          <w:trHeight w:val="46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Акцизы на пиво, производимое на территории Российской Федерации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10302100010000110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0,1</w:t>
            </w:r>
          </w:p>
        </w:tc>
      </w:tr>
      <w:tr w:rsidR="004842DA" w:rsidRPr="00CB751D" w:rsidTr="00396F10">
        <w:trPr>
          <w:gridAfter w:val="1"/>
          <w:wAfter w:w="127" w:type="dxa"/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НАЛОГИ НА СОВОКУПНЫЙ ДОХОД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10500000000000000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13 127,3</w:t>
            </w:r>
          </w:p>
        </w:tc>
      </w:tr>
      <w:tr w:rsidR="004842DA" w:rsidRPr="00CB751D" w:rsidTr="00396F10">
        <w:trPr>
          <w:gridAfter w:val="1"/>
          <w:wAfter w:w="127" w:type="dxa"/>
          <w:trHeight w:val="46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10501000000000110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7 103,9</w:t>
            </w:r>
          </w:p>
        </w:tc>
      </w:tr>
      <w:tr w:rsidR="004842DA" w:rsidRPr="00CB751D" w:rsidTr="00A9557F">
        <w:trPr>
          <w:gridAfter w:val="1"/>
          <w:wAfter w:w="127" w:type="dxa"/>
          <w:trHeight w:val="428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10501010010000110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5 053,8</w:t>
            </w:r>
          </w:p>
        </w:tc>
      </w:tr>
      <w:tr w:rsidR="004842DA" w:rsidRPr="00CB751D" w:rsidTr="00A9557F">
        <w:trPr>
          <w:gridAfter w:val="1"/>
          <w:wAfter w:w="127" w:type="dxa"/>
          <w:trHeight w:val="551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10501011010000110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5 055,2</w:t>
            </w:r>
          </w:p>
        </w:tc>
      </w:tr>
      <w:tr w:rsidR="004842DA" w:rsidRPr="00CB751D" w:rsidTr="00A9557F">
        <w:trPr>
          <w:gridAfter w:val="1"/>
          <w:wAfter w:w="127" w:type="dxa"/>
          <w:trHeight w:val="702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Налог, взимаемый с налогоплательщиков, выбравших в качестве объекта налогообложения  доходы (за налоговые периоды, истекшие до 1 января 2011 года)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10501012010000110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-1,5</w:t>
            </w:r>
          </w:p>
        </w:tc>
      </w:tr>
      <w:tr w:rsidR="004842DA" w:rsidRPr="00CB751D" w:rsidTr="00A9557F">
        <w:trPr>
          <w:gridAfter w:val="1"/>
          <w:wAfter w:w="127" w:type="dxa"/>
          <w:trHeight w:val="4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10501020010000110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2 050,2</w:t>
            </w:r>
          </w:p>
        </w:tc>
      </w:tr>
      <w:tr w:rsidR="004842DA" w:rsidRPr="00CB751D" w:rsidTr="00A9557F">
        <w:trPr>
          <w:gridAfter w:val="1"/>
          <w:wAfter w:w="127" w:type="dxa"/>
          <w:trHeight w:val="557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10501021010000110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2 078,7</w:t>
            </w:r>
          </w:p>
        </w:tc>
      </w:tr>
      <w:tr w:rsidR="004842DA" w:rsidRPr="00CB751D" w:rsidTr="00A9557F">
        <w:trPr>
          <w:gridAfter w:val="1"/>
          <w:wAfter w:w="127" w:type="dxa"/>
          <w:trHeight w:val="537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(за налоговые периоды, истекшие до 1 января 2011 года)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10501022010000110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-28,5</w:t>
            </w:r>
          </w:p>
        </w:tc>
      </w:tr>
      <w:tr w:rsidR="004842DA" w:rsidRPr="00CB751D" w:rsidTr="00396F10">
        <w:trPr>
          <w:gridAfter w:val="1"/>
          <w:wAfter w:w="127" w:type="dxa"/>
          <w:trHeight w:val="46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10502000020000110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5 946,4</w:t>
            </w:r>
          </w:p>
        </w:tc>
      </w:tr>
      <w:tr w:rsidR="004842DA" w:rsidRPr="00CB751D" w:rsidTr="00396F10">
        <w:trPr>
          <w:gridAfter w:val="1"/>
          <w:wAfter w:w="127" w:type="dxa"/>
          <w:trHeight w:val="46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10502010020000110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5 948,1</w:t>
            </w:r>
          </w:p>
        </w:tc>
      </w:tr>
      <w:tr w:rsidR="004842DA" w:rsidRPr="00CB751D" w:rsidTr="00A9557F">
        <w:trPr>
          <w:gridAfter w:val="1"/>
          <w:wAfter w:w="127" w:type="dxa"/>
          <w:trHeight w:val="5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10502020020000110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-1,7</w:t>
            </w:r>
          </w:p>
        </w:tc>
      </w:tr>
      <w:tr w:rsidR="004842DA" w:rsidRPr="00CB751D" w:rsidTr="00396F10">
        <w:trPr>
          <w:gridAfter w:val="1"/>
          <w:wAfter w:w="127" w:type="dxa"/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Единый сельскохозяйственный налог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10503000010000110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43,8</w:t>
            </w:r>
          </w:p>
        </w:tc>
      </w:tr>
      <w:tr w:rsidR="004842DA" w:rsidRPr="00CB751D" w:rsidTr="00396F10">
        <w:trPr>
          <w:gridAfter w:val="1"/>
          <w:wAfter w:w="127" w:type="dxa"/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Единый сельскохозяйственный налог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10503010010000110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43,8</w:t>
            </w:r>
          </w:p>
        </w:tc>
      </w:tr>
      <w:tr w:rsidR="004842DA" w:rsidRPr="00CB751D" w:rsidTr="00396F10">
        <w:trPr>
          <w:gridAfter w:val="1"/>
          <w:wAfter w:w="127" w:type="dxa"/>
          <w:trHeight w:val="46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10504000020000110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33,1</w:t>
            </w:r>
          </w:p>
        </w:tc>
      </w:tr>
      <w:tr w:rsidR="004842DA" w:rsidRPr="00CB751D" w:rsidTr="00A9557F">
        <w:trPr>
          <w:gridAfter w:val="1"/>
          <w:wAfter w:w="127" w:type="dxa"/>
          <w:trHeight w:val="557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10504020020000110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33,1</w:t>
            </w:r>
          </w:p>
        </w:tc>
      </w:tr>
      <w:tr w:rsidR="004842DA" w:rsidRPr="00CB751D" w:rsidTr="00396F10">
        <w:trPr>
          <w:gridAfter w:val="1"/>
          <w:wAfter w:w="127" w:type="dxa"/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НАЛОГИ НА ИМУЩЕСТВО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10600000000000000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4 498,7</w:t>
            </w:r>
          </w:p>
        </w:tc>
      </w:tr>
      <w:tr w:rsidR="004842DA" w:rsidRPr="00CB751D" w:rsidTr="00396F10">
        <w:trPr>
          <w:gridAfter w:val="1"/>
          <w:wAfter w:w="127" w:type="dxa"/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Налог на имущество организаций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10602000020000110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4 498,7</w:t>
            </w:r>
          </w:p>
        </w:tc>
      </w:tr>
      <w:tr w:rsidR="004842DA" w:rsidRPr="00CB751D" w:rsidTr="00396F10">
        <w:trPr>
          <w:gridAfter w:val="1"/>
          <w:wAfter w:w="127" w:type="dxa"/>
          <w:trHeight w:val="69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Налог на имущество организаций по имуществу, не входящему в Единую систему газоснабжения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10602010020000110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4 489,4</w:t>
            </w:r>
          </w:p>
        </w:tc>
      </w:tr>
      <w:tr w:rsidR="004842DA" w:rsidRPr="00CB751D" w:rsidTr="00A9557F">
        <w:trPr>
          <w:gridAfter w:val="1"/>
          <w:wAfter w:w="127" w:type="dxa"/>
          <w:trHeight w:val="401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Налог на имущество организаций по имуществу, входящему в Единую систему газоснабжения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10602020020000110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9,2</w:t>
            </w:r>
          </w:p>
        </w:tc>
      </w:tr>
      <w:tr w:rsidR="004842DA" w:rsidRPr="00CB751D" w:rsidTr="00396F10">
        <w:trPr>
          <w:gridAfter w:val="1"/>
          <w:wAfter w:w="127" w:type="dxa"/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ГОСУДАРСТВЕННАЯ ПОШЛИНА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10800000000000000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994,5</w:t>
            </w:r>
          </w:p>
        </w:tc>
      </w:tr>
      <w:tr w:rsidR="004842DA" w:rsidRPr="00CB751D" w:rsidTr="00A9557F">
        <w:trPr>
          <w:gridAfter w:val="1"/>
          <w:wAfter w:w="127" w:type="dxa"/>
          <w:trHeight w:val="386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10803000010000110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994,5</w:t>
            </w:r>
          </w:p>
        </w:tc>
      </w:tr>
      <w:tr w:rsidR="004842DA" w:rsidRPr="00CB751D" w:rsidTr="00A9557F">
        <w:trPr>
          <w:gridAfter w:val="1"/>
          <w:wAfter w:w="127" w:type="dxa"/>
          <w:trHeight w:val="547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10803010010000110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994,5</w:t>
            </w:r>
          </w:p>
        </w:tc>
      </w:tr>
      <w:tr w:rsidR="004842DA" w:rsidRPr="00CB751D" w:rsidTr="00396F10">
        <w:trPr>
          <w:gridAfter w:val="1"/>
          <w:wAfter w:w="127" w:type="dxa"/>
          <w:trHeight w:val="69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10900000000000000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1,4</w:t>
            </w:r>
          </w:p>
        </w:tc>
      </w:tr>
      <w:tr w:rsidR="004842DA" w:rsidRPr="00CB751D" w:rsidTr="00396F10">
        <w:trPr>
          <w:gridAfter w:val="1"/>
          <w:wAfter w:w="127" w:type="dxa"/>
          <w:trHeight w:val="544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Прочие налоги и сборы (по отмененным налогам и сборам субъектов Российской Федерации)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10906000020000110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1,0</w:t>
            </w:r>
          </w:p>
        </w:tc>
      </w:tr>
      <w:tr w:rsidR="004842DA" w:rsidRPr="00CB751D" w:rsidTr="00396F10">
        <w:trPr>
          <w:gridAfter w:val="1"/>
          <w:wAfter w:w="127" w:type="dxa"/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Налог с продаж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10906010020000110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1,0</w:t>
            </w:r>
          </w:p>
        </w:tc>
      </w:tr>
      <w:tr w:rsidR="004842DA" w:rsidRPr="00CB751D" w:rsidTr="00396F10">
        <w:trPr>
          <w:gridAfter w:val="1"/>
          <w:wAfter w:w="127" w:type="dxa"/>
          <w:trHeight w:val="46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Прочие налоги и сборы (по отмененным местным налогам и сборам)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10907000000000110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0,5</w:t>
            </w:r>
          </w:p>
        </w:tc>
      </w:tr>
      <w:tr w:rsidR="004842DA" w:rsidRPr="00CB751D" w:rsidTr="00396F10">
        <w:trPr>
          <w:gridAfter w:val="1"/>
          <w:wAfter w:w="127" w:type="dxa"/>
          <w:trHeight w:val="91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10907030000000110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0,5</w:t>
            </w:r>
          </w:p>
        </w:tc>
      </w:tr>
      <w:tr w:rsidR="004842DA" w:rsidRPr="00CB751D" w:rsidTr="00A9557F">
        <w:trPr>
          <w:gridAfter w:val="1"/>
          <w:wAfter w:w="127" w:type="dxa"/>
          <w:trHeight w:val="961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10907033050000110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0,5</w:t>
            </w:r>
          </w:p>
        </w:tc>
      </w:tr>
      <w:tr w:rsidR="004842DA" w:rsidRPr="00CB751D" w:rsidTr="00396F10">
        <w:trPr>
          <w:gridAfter w:val="1"/>
          <w:wAfter w:w="127" w:type="dxa"/>
          <w:trHeight w:val="46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ШТРАФЫ, САНКЦИИ, ВОЗМЕЩЕНИЕ УЩЕРБА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11600000000000000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9,2</w:t>
            </w:r>
          </w:p>
        </w:tc>
      </w:tr>
      <w:tr w:rsidR="004842DA" w:rsidRPr="00CB751D" w:rsidTr="00A9557F">
        <w:trPr>
          <w:gridAfter w:val="1"/>
          <w:wAfter w:w="127" w:type="dxa"/>
          <w:trHeight w:val="50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11603000000000140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9,2</w:t>
            </w:r>
          </w:p>
        </w:tc>
      </w:tr>
      <w:tr w:rsidR="004842DA" w:rsidRPr="00CB751D" w:rsidTr="00A9557F">
        <w:trPr>
          <w:gridAfter w:val="1"/>
          <w:wAfter w:w="127" w:type="dxa"/>
          <w:trHeight w:val="1791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Денежные взыскания (штрафы) за нарушение законодательства о налогах и сборах, предусмотренные статьями 116, 118, пунктом 2 статьи 119, статьей 1191, пунктами 1 и 2 статьи 120, статьями 125, 126, 128, 129, 1291, статьями 1294, 132, 133, 134, 135, 1351 и 1352 Налогового кодекса Российской Федерации, а также штрафы, взыскание которых осуществляется на основании ранее действовавшей статьи 117 Налогового кодекса Российской Федерации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11603010010000140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8,0</w:t>
            </w:r>
          </w:p>
        </w:tc>
      </w:tr>
      <w:tr w:rsidR="004842DA" w:rsidRPr="00CB751D" w:rsidTr="00A9557F">
        <w:trPr>
          <w:gridAfter w:val="1"/>
          <w:wAfter w:w="127" w:type="dxa"/>
          <w:trHeight w:val="84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11603030010000140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1,2</w:t>
            </w:r>
          </w:p>
        </w:tc>
      </w:tr>
      <w:tr w:rsidR="004842DA" w:rsidRPr="00CB751D" w:rsidTr="00396F10">
        <w:trPr>
          <w:gridAfter w:val="1"/>
          <w:wAfter w:w="127" w:type="dxa"/>
          <w:trHeight w:val="46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Министерство внутренних дел Российской Федерации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188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472,8</w:t>
            </w:r>
          </w:p>
        </w:tc>
      </w:tr>
      <w:tr w:rsidR="004842DA" w:rsidRPr="00CB751D" w:rsidTr="00396F10">
        <w:trPr>
          <w:gridAfter w:val="1"/>
          <w:wAfter w:w="127" w:type="dxa"/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НАЛОГОВЫЕ И НЕНАЛОГОВЫЕ ДОХОДЫ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188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10000000000000000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472,8</w:t>
            </w:r>
          </w:p>
        </w:tc>
      </w:tr>
      <w:tr w:rsidR="004842DA" w:rsidRPr="00CB751D" w:rsidTr="00396F10">
        <w:trPr>
          <w:gridAfter w:val="1"/>
          <w:wAfter w:w="127" w:type="dxa"/>
          <w:trHeight w:val="46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ШТРАФЫ, САНКЦИИ, ВОЗМЕЩЕНИЕ УЩЕРБА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188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11600000000000000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472,8</w:t>
            </w:r>
          </w:p>
        </w:tc>
      </w:tr>
      <w:tr w:rsidR="004842DA" w:rsidRPr="00CB751D" w:rsidTr="00396F10">
        <w:trPr>
          <w:gridAfter w:val="1"/>
          <w:wAfter w:w="127" w:type="dxa"/>
          <w:trHeight w:val="136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188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11608000010000140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80,1</w:t>
            </w:r>
          </w:p>
        </w:tc>
      </w:tr>
      <w:tr w:rsidR="004842DA" w:rsidRPr="00CB751D" w:rsidTr="00A9557F">
        <w:trPr>
          <w:gridAfter w:val="1"/>
          <w:wAfter w:w="127" w:type="dxa"/>
          <w:trHeight w:val="863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188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11608010010000140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80,1</w:t>
            </w:r>
          </w:p>
        </w:tc>
      </w:tr>
      <w:tr w:rsidR="004842DA" w:rsidRPr="00CB751D" w:rsidTr="00A9557F">
        <w:trPr>
          <w:gridAfter w:val="1"/>
          <w:wAfter w:w="127" w:type="dxa"/>
          <w:trHeight w:val="816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188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11628000010000140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-1,0</w:t>
            </w:r>
          </w:p>
        </w:tc>
      </w:tr>
      <w:tr w:rsidR="004842DA" w:rsidRPr="00CB751D" w:rsidTr="00A9557F">
        <w:trPr>
          <w:gridAfter w:val="1"/>
          <w:wAfter w:w="127" w:type="dxa"/>
          <w:trHeight w:val="958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188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11643000010000140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123,2</w:t>
            </w:r>
          </w:p>
        </w:tc>
      </w:tr>
      <w:tr w:rsidR="004842DA" w:rsidRPr="00CB751D" w:rsidTr="00A9557F">
        <w:trPr>
          <w:gridAfter w:val="1"/>
          <w:wAfter w:w="127" w:type="dxa"/>
          <w:trHeight w:val="316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188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11690000000000140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270,5</w:t>
            </w:r>
          </w:p>
        </w:tc>
      </w:tr>
      <w:tr w:rsidR="004842DA" w:rsidRPr="00CB751D" w:rsidTr="00A9557F">
        <w:trPr>
          <w:gridAfter w:val="1"/>
          <w:wAfter w:w="127" w:type="dxa"/>
          <w:trHeight w:val="5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188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11690050050000140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270,5</w:t>
            </w:r>
          </w:p>
        </w:tc>
      </w:tr>
      <w:tr w:rsidR="004842DA" w:rsidRPr="00CB751D" w:rsidTr="00396F10">
        <w:trPr>
          <w:gridAfter w:val="1"/>
          <w:wAfter w:w="127" w:type="dxa"/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Федеральная миграционная служба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192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236,7</w:t>
            </w:r>
          </w:p>
        </w:tc>
      </w:tr>
      <w:tr w:rsidR="004842DA" w:rsidRPr="00CB751D" w:rsidTr="00396F10">
        <w:trPr>
          <w:gridAfter w:val="1"/>
          <w:wAfter w:w="127" w:type="dxa"/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НАЛОГОВЫЕ И НЕНАЛОГОВЫЕ ДОХОДЫ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192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10000000000000000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236,7</w:t>
            </w:r>
          </w:p>
        </w:tc>
      </w:tr>
      <w:tr w:rsidR="004842DA" w:rsidRPr="00CB751D" w:rsidTr="00396F10">
        <w:trPr>
          <w:gridAfter w:val="1"/>
          <w:wAfter w:w="127" w:type="dxa"/>
          <w:trHeight w:val="46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ШТРАФЫ, САНКЦИИ, ВОЗМЕЩЕНИЕ УЩЕРБА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192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11600000000000000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236,7</w:t>
            </w:r>
          </w:p>
        </w:tc>
      </w:tr>
      <w:tr w:rsidR="004842DA" w:rsidRPr="00CB751D" w:rsidTr="00396F10">
        <w:trPr>
          <w:gridAfter w:val="1"/>
          <w:wAfter w:w="127" w:type="dxa"/>
          <w:trHeight w:val="69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192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11690000000000140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236,7</w:t>
            </w:r>
          </w:p>
        </w:tc>
      </w:tr>
      <w:tr w:rsidR="004842DA" w:rsidRPr="00CB751D" w:rsidTr="00396F10">
        <w:trPr>
          <w:gridAfter w:val="1"/>
          <w:wAfter w:w="127" w:type="dxa"/>
          <w:trHeight w:val="91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192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11690050050000140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236,7</w:t>
            </w:r>
          </w:p>
        </w:tc>
      </w:tr>
      <w:tr w:rsidR="004842DA" w:rsidRPr="00CB751D" w:rsidTr="00396F10">
        <w:trPr>
          <w:gridAfter w:val="1"/>
          <w:wAfter w:w="127" w:type="dxa"/>
          <w:trHeight w:val="46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Федеральная служба государственной регистрации, кадастра и картографии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14,5</w:t>
            </w:r>
          </w:p>
        </w:tc>
      </w:tr>
      <w:tr w:rsidR="004842DA" w:rsidRPr="00CB751D" w:rsidTr="00396F10">
        <w:trPr>
          <w:gridAfter w:val="1"/>
          <w:wAfter w:w="127" w:type="dxa"/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НАЛОГОВЫЕ И НЕНАЛОГОВЫЕ ДОХОДЫ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10000000000000000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14,5</w:t>
            </w:r>
          </w:p>
        </w:tc>
      </w:tr>
      <w:tr w:rsidR="004842DA" w:rsidRPr="00CB751D" w:rsidTr="00396F10">
        <w:trPr>
          <w:gridAfter w:val="1"/>
          <w:wAfter w:w="127" w:type="dxa"/>
          <w:trHeight w:val="46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ШТРАФЫ, САНКЦИИ, ВОЗМЕЩЕНИЕ УЩЕРБА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11600000000000000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14,5</w:t>
            </w:r>
          </w:p>
        </w:tc>
      </w:tr>
      <w:tr w:rsidR="004842DA" w:rsidRPr="00CB751D" w:rsidTr="00396F10">
        <w:trPr>
          <w:gridAfter w:val="1"/>
          <w:wAfter w:w="127" w:type="dxa"/>
          <w:trHeight w:val="1643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11625000000000140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14,5</w:t>
            </w:r>
          </w:p>
        </w:tc>
      </w:tr>
      <w:tr w:rsidR="004842DA" w:rsidRPr="00CB751D" w:rsidTr="00396F10">
        <w:trPr>
          <w:gridAfter w:val="1"/>
          <w:wAfter w:w="127" w:type="dxa"/>
          <w:trHeight w:val="46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11625060010000140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14,5</w:t>
            </w:r>
          </w:p>
        </w:tc>
      </w:tr>
      <w:tr w:rsidR="004842DA" w:rsidRPr="00CB751D" w:rsidTr="00396F10">
        <w:trPr>
          <w:gridAfter w:val="1"/>
          <w:wAfter w:w="127" w:type="dxa"/>
          <w:trHeight w:val="46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Департамент экологии и природопользования Кировской области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156,0</w:t>
            </w:r>
          </w:p>
        </w:tc>
      </w:tr>
      <w:tr w:rsidR="004842DA" w:rsidRPr="00CB751D" w:rsidTr="00396F10">
        <w:trPr>
          <w:gridAfter w:val="1"/>
          <w:wAfter w:w="127" w:type="dxa"/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НАЛОГОВЫЕ И НЕНАЛОГОВЫЕ ДОХОДЫ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10000000000000000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156,0</w:t>
            </w:r>
          </w:p>
        </w:tc>
      </w:tr>
      <w:tr w:rsidR="004842DA" w:rsidRPr="00CB751D" w:rsidTr="00396F10">
        <w:trPr>
          <w:gridAfter w:val="1"/>
          <w:wAfter w:w="127" w:type="dxa"/>
          <w:trHeight w:val="46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ШТРАФЫ, САНКЦИИ, ВОЗМЕЩЕНИЕ УЩЕРБА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11600000000000000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156,0</w:t>
            </w:r>
          </w:p>
        </w:tc>
      </w:tr>
      <w:tr w:rsidR="004842DA" w:rsidRPr="00CB751D" w:rsidTr="00396F10">
        <w:trPr>
          <w:gridAfter w:val="1"/>
          <w:wAfter w:w="127" w:type="dxa"/>
          <w:trHeight w:val="1474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11625000000000140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156,0</w:t>
            </w:r>
          </w:p>
        </w:tc>
      </w:tr>
      <w:tr w:rsidR="004842DA" w:rsidRPr="00CB751D" w:rsidTr="00396F10">
        <w:trPr>
          <w:gridAfter w:val="1"/>
          <w:wAfter w:w="127" w:type="dxa"/>
          <w:trHeight w:val="54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11625050010000140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156,0</w:t>
            </w:r>
          </w:p>
        </w:tc>
      </w:tr>
      <w:tr w:rsidR="004842DA" w:rsidRPr="00CB751D" w:rsidTr="00396F10">
        <w:trPr>
          <w:gridAfter w:val="1"/>
          <w:wAfter w:w="127" w:type="dxa"/>
          <w:trHeight w:val="411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Управление ветеринарии Кировской области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223,5</w:t>
            </w:r>
          </w:p>
        </w:tc>
      </w:tr>
      <w:tr w:rsidR="004842DA" w:rsidRPr="00CB751D" w:rsidTr="00396F10">
        <w:trPr>
          <w:gridAfter w:val="1"/>
          <w:wAfter w:w="127" w:type="dxa"/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НАЛОГОВЫЕ И НЕНАЛОГОВЫЕ ДОХОДЫ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10000000000000000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223,5</w:t>
            </w:r>
          </w:p>
        </w:tc>
      </w:tr>
      <w:tr w:rsidR="004842DA" w:rsidRPr="00CB751D" w:rsidTr="00396F10">
        <w:trPr>
          <w:gridAfter w:val="1"/>
          <w:wAfter w:w="127" w:type="dxa"/>
          <w:trHeight w:val="46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ШТРАФЫ, САНКЦИИ, ВОЗМЕЩЕНИЕ УЩЕРБА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11600000000000000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223,5</w:t>
            </w:r>
          </w:p>
        </w:tc>
      </w:tr>
      <w:tr w:rsidR="004842DA" w:rsidRPr="00CB751D" w:rsidTr="00396F10">
        <w:trPr>
          <w:gridAfter w:val="1"/>
          <w:wAfter w:w="127" w:type="dxa"/>
          <w:trHeight w:val="613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11690000000000140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223,5</w:t>
            </w:r>
          </w:p>
        </w:tc>
      </w:tr>
      <w:tr w:rsidR="004842DA" w:rsidRPr="00CB751D" w:rsidTr="00396F10">
        <w:trPr>
          <w:gridAfter w:val="1"/>
          <w:wAfter w:w="127" w:type="dxa"/>
          <w:trHeight w:val="693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11690050050000140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223,5</w:t>
            </w:r>
          </w:p>
        </w:tc>
      </w:tr>
      <w:tr w:rsidR="004842DA" w:rsidRPr="00CB751D" w:rsidTr="00396F10">
        <w:trPr>
          <w:gridAfter w:val="1"/>
          <w:wAfter w:w="127" w:type="dxa"/>
          <w:trHeight w:val="702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Государственная инспекция  по  надзору  за  техническим  состоянием самоходных машин и других видов техники Кировской области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1,6</w:t>
            </w:r>
          </w:p>
        </w:tc>
      </w:tr>
      <w:tr w:rsidR="004842DA" w:rsidRPr="00CB751D" w:rsidTr="00396F10">
        <w:trPr>
          <w:gridAfter w:val="1"/>
          <w:wAfter w:w="127" w:type="dxa"/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НАЛОГОВЫЕ И НЕНАЛОГОВЫЕ ДОХОДЫ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10000000000000000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1,6</w:t>
            </w:r>
          </w:p>
        </w:tc>
      </w:tr>
      <w:tr w:rsidR="004842DA" w:rsidRPr="00CB751D" w:rsidTr="00396F10">
        <w:trPr>
          <w:gridAfter w:val="1"/>
          <w:wAfter w:w="127" w:type="dxa"/>
          <w:trHeight w:val="46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ШТРАФЫ, САНКЦИИ, ВОЗМЕЩЕНИЕ УЩЕРБА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11600000000000000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1,6</w:t>
            </w:r>
          </w:p>
        </w:tc>
      </w:tr>
      <w:tr w:rsidR="004842DA" w:rsidRPr="00CB751D" w:rsidTr="00396F10">
        <w:trPr>
          <w:gridAfter w:val="1"/>
          <w:wAfter w:w="127" w:type="dxa"/>
          <w:trHeight w:val="483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11690000000000140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1,6</w:t>
            </w:r>
          </w:p>
        </w:tc>
      </w:tr>
      <w:tr w:rsidR="004842DA" w:rsidRPr="00CB751D" w:rsidTr="00A9557F">
        <w:trPr>
          <w:gridAfter w:val="1"/>
          <w:wAfter w:w="127" w:type="dxa"/>
          <w:trHeight w:val="6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11690050050000140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1,6</w:t>
            </w:r>
          </w:p>
        </w:tc>
      </w:tr>
      <w:tr w:rsidR="004842DA" w:rsidRPr="00CB751D" w:rsidTr="00396F10">
        <w:trPr>
          <w:gridAfter w:val="1"/>
          <w:wAfter w:w="127" w:type="dxa"/>
          <w:trHeight w:val="69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Муниципальное казенное учреждение управление образования администрации</w:t>
            </w:r>
            <w:r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</w:t>
            </w: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Малмыжского района Кировской области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905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204 127,6</w:t>
            </w:r>
          </w:p>
        </w:tc>
      </w:tr>
      <w:tr w:rsidR="004842DA" w:rsidRPr="00CB751D" w:rsidTr="00396F10">
        <w:trPr>
          <w:gridAfter w:val="1"/>
          <w:wAfter w:w="127" w:type="dxa"/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НАЛОГОВЫЕ И НЕНАЛОГОВЫЕ ДОХОДЫ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905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10000000000000000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14 609,6</w:t>
            </w:r>
          </w:p>
        </w:tc>
      </w:tr>
      <w:tr w:rsidR="004842DA" w:rsidRPr="00CB751D" w:rsidTr="00396F10">
        <w:trPr>
          <w:gridAfter w:val="1"/>
          <w:wAfter w:w="127" w:type="dxa"/>
          <w:trHeight w:val="69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905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11300000000000000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14 557,0</w:t>
            </w:r>
          </w:p>
        </w:tc>
      </w:tr>
      <w:tr w:rsidR="004842DA" w:rsidRPr="00CB751D" w:rsidTr="00396F10">
        <w:trPr>
          <w:gridAfter w:val="1"/>
          <w:wAfter w:w="127" w:type="dxa"/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905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11301000000000130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14 550,0</w:t>
            </w:r>
          </w:p>
        </w:tc>
      </w:tr>
      <w:tr w:rsidR="004842DA" w:rsidRPr="00CB751D" w:rsidTr="00396F10">
        <w:trPr>
          <w:gridAfter w:val="1"/>
          <w:wAfter w:w="127" w:type="dxa"/>
          <w:trHeight w:val="46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905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11301990000000130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14 550,0</w:t>
            </w:r>
          </w:p>
        </w:tc>
      </w:tr>
      <w:tr w:rsidR="004842DA" w:rsidRPr="00CB751D" w:rsidTr="00396F10">
        <w:trPr>
          <w:gridAfter w:val="1"/>
          <w:wAfter w:w="127" w:type="dxa"/>
          <w:trHeight w:val="69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905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11301995050000130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14 550,0</w:t>
            </w:r>
          </w:p>
        </w:tc>
      </w:tr>
      <w:tr w:rsidR="004842DA" w:rsidRPr="00CB751D" w:rsidTr="00396F10">
        <w:trPr>
          <w:gridAfter w:val="1"/>
          <w:wAfter w:w="127" w:type="dxa"/>
          <w:trHeight w:val="46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905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11302000000000130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7,0</w:t>
            </w:r>
          </w:p>
        </w:tc>
      </w:tr>
      <w:tr w:rsidR="004842DA" w:rsidRPr="00CB751D" w:rsidTr="00396F10">
        <w:trPr>
          <w:gridAfter w:val="1"/>
          <w:wAfter w:w="127" w:type="dxa"/>
          <w:trHeight w:val="46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905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11302990000000130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7,0</w:t>
            </w:r>
          </w:p>
        </w:tc>
      </w:tr>
      <w:tr w:rsidR="004842DA" w:rsidRPr="00CB751D" w:rsidTr="00396F10">
        <w:trPr>
          <w:gridAfter w:val="1"/>
          <w:wAfter w:w="127" w:type="dxa"/>
          <w:trHeight w:val="46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Прочие доходы от компенсации затрат  бюджетов муниципальных районов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905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11302995050000130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7,0</w:t>
            </w:r>
          </w:p>
        </w:tc>
      </w:tr>
      <w:tr w:rsidR="004842DA" w:rsidRPr="00CB751D" w:rsidTr="00396F10">
        <w:trPr>
          <w:gridAfter w:val="1"/>
          <w:wAfter w:w="127" w:type="dxa"/>
          <w:trHeight w:val="46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ШТРАФЫ, САНКЦИИ, ВОЗМЕЩЕНИЕ УЩЕРБА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905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11600000000000000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52,7</w:t>
            </w:r>
          </w:p>
        </w:tc>
      </w:tr>
      <w:tr w:rsidR="004842DA" w:rsidRPr="00CB751D" w:rsidTr="00396F10">
        <w:trPr>
          <w:gridAfter w:val="1"/>
          <w:wAfter w:w="127" w:type="dxa"/>
          <w:trHeight w:val="69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905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11690000000000140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52,7</w:t>
            </w:r>
          </w:p>
        </w:tc>
      </w:tr>
      <w:tr w:rsidR="004842DA" w:rsidRPr="00CB751D" w:rsidTr="00396F10">
        <w:trPr>
          <w:gridAfter w:val="1"/>
          <w:wAfter w:w="127" w:type="dxa"/>
          <w:trHeight w:val="91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905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11690050050000140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52,7</w:t>
            </w:r>
          </w:p>
        </w:tc>
      </w:tr>
      <w:tr w:rsidR="004842DA" w:rsidRPr="00CB751D" w:rsidTr="00396F10">
        <w:trPr>
          <w:gridAfter w:val="1"/>
          <w:wAfter w:w="127" w:type="dxa"/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БЕЗВОЗМЕЗДНЫЕ ПОСТУПЛЕНИЯ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905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20000000000000000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189 517,9</w:t>
            </w:r>
          </w:p>
        </w:tc>
      </w:tr>
      <w:tr w:rsidR="004842DA" w:rsidRPr="00CB751D" w:rsidTr="00396F10">
        <w:trPr>
          <w:gridAfter w:val="1"/>
          <w:wAfter w:w="127" w:type="dxa"/>
          <w:trHeight w:val="69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905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20200000000000000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189 900,6</w:t>
            </w:r>
          </w:p>
        </w:tc>
      </w:tr>
      <w:tr w:rsidR="004842DA" w:rsidRPr="00CB751D" w:rsidTr="00396F10">
        <w:trPr>
          <w:gridAfter w:val="1"/>
          <w:wAfter w:w="127" w:type="dxa"/>
          <w:trHeight w:val="69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905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20202000000000151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36 367,2</w:t>
            </w:r>
          </w:p>
        </w:tc>
      </w:tr>
      <w:tr w:rsidR="004842DA" w:rsidRPr="00CB751D" w:rsidTr="00396F10">
        <w:trPr>
          <w:gridAfter w:val="1"/>
          <w:wAfter w:w="127" w:type="dxa"/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Прочие субсидии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905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20202999000000151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36 367,2</w:t>
            </w:r>
          </w:p>
        </w:tc>
      </w:tr>
      <w:tr w:rsidR="004842DA" w:rsidRPr="00CB751D" w:rsidTr="00396F10">
        <w:trPr>
          <w:gridAfter w:val="1"/>
          <w:wAfter w:w="127" w:type="dxa"/>
          <w:trHeight w:val="46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905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20202999050000151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36 367,2</w:t>
            </w:r>
          </w:p>
        </w:tc>
      </w:tr>
      <w:tr w:rsidR="004842DA" w:rsidRPr="00CB751D" w:rsidTr="00396F10">
        <w:trPr>
          <w:gridAfter w:val="1"/>
          <w:wAfter w:w="127" w:type="dxa"/>
          <w:trHeight w:val="69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905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20203000000000151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152 004,7</w:t>
            </w:r>
          </w:p>
        </w:tc>
      </w:tr>
      <w:tr w:rsidR="004842DA" w:rsidRPr="00CB751D" w:rsidTr="00396F10">
        <w:trPr>
          <w:gridAfter w:val="1"/>
          <w:wAfter w:w="127" w:type="dxa"/>
          <w:trHeight w:val="69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Субвенции бюджетам муниципальных образований на ежемесячное денежное вознаграждение за классное руководство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905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20203021000000151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2 570,9</w:t>
            </w:r>
          </w:p>
        </w:tc>
      </w:tr>
      <w:tr w:rsidR="004842DA" w:rsidRPr="00CB751D" w:rsidTr="00396F10">
        <w:trPr>
          <w:gridAfter w:val="1"/>
          <w:wAfter w:w="127" w:type="dxa"/>
          <w:trHeight w:val="69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Субвенции бюджетам муниципальных районов на  ежемесячное денежное вознаграждение за классное руководство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905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20203021050000151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2 570,9</w:t>
            </w:r>
          </w:p>
        </w:tc>
      </w:tr>
      <w:tr w:rsidR="004842DA" w:rsidRPr="00CB751D" w:rsidTr="00396F10">
        <w:trPr>
          <w:gridAfter w:val="1"/>
          <w:wAfter w:w="127" w:type="dxa"/>
          <w:trHeight w:val="69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905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20203024000000151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141 600,4</w:t>
            </w:r>
          </w:p>
        </w:tc>
      </w:tr>
      <w:tr w:rsidR="004842DA" w:rsidRPr="00CB751D" w:rsidTr="00396F10">
        <w:trPr>
          <w:gridAfter w:val="1"/>
          <w:wAfter w:w="127" w:type="dxa"/>
          <w:trHeight w:val="663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905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20203024050000151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141 600,4</w:t>
            </w:r>
          </w:p>
        </w:tc>
      </w:tr>
      <w:tr w:rsidR="004842DA" w:rsidRPr="00CB751D" w:rsidTr="00026E74">
        <w:trPr>
          <w:gridAfter w:val="1"/>
          <w:wAfter w:w="127" w:type="dxa"/>
          <w:trHeight w:val="843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Субвенции бюджетам муниципальных образований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905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20203027000000151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5 056,4</w:t>
            </w:r>
          </w:p>
        </w:tc>
      </w:tr>
      <w:tr w:rsidR="004842DA" w:rsidRPr="00CB751D" w:rsidTr="00026E74">
        <w:trPr>
          <w:gridAfter w:val="1"/>
          <w:wAfter w:w="127" w:type="dxa"/>
          <w:trHeight w:val="826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905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20203027050000151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5 056,4</w:t>
            </w:r>
          </w:p>
        </w:tc>
      </w:tr>
      <w:tr w:rsidR="004842DA" w:rsidRPr="00CB751D" w:rsidTr="00026E74">
        <w:trPr>
          <w:gridAfter w:val="1"/>
          <w:wAfter w:w="127" w:type="dxa"/>
          <w:trHeight w:val="106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Субвенции бюджетам муниципальных образований на компенсацию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905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20203029000000151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2 777,0</w:t>
            </w:r>
          </w:p>
        </w:tc>
      </w:tr>
      <w:tr w:rsidR="004842DA" w:rsidRPr="00CB751D" w:rsidTr="00026E74">
        <w:trPr>
          <w:gridAfter w:val="1"/>
          <w:wAfter w:w="127" w:type="dxa"/>
          <w:trHeight w:val="1264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Субвенции бюджетам муниципальных районов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905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20203029050000151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2 777,0</w:t>
            </w:r>
          </w:p>
        </w:tc>
      </w:tr>
      <w:tr w:rsidR="004842DA" w:rsidRPr="00CB751D" w:rsidTr="00396F10">
        <w:trPr>
          <w:gridAfter w:val="1"/>
          <w:wAfter w:w="127" w:type="dxa"/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905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20204000000000151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1 528,7</w:t>
            </w:r>
          </w:p>
        </w:tc>
      </w:tr>
      <w:tr w:rsidR="004842DA" w:rsidRPr="00CB751D" w:rsidTr="00396F10">
        <w:trPr>
          <w:gridAfter w:val="1"/>
          <w:wAfter w:w="127" w:type="dxa"/>
          <w:trHeight w:val="46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905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20204999000000151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1 528,7</w:t>
            </w:r>
          </w:p>
        </w:tc>
      </w:tr>
      <w:tr w:rsidR="004842DA" w:rsidRPr="00CB751D" w:rsidTr="00A9557F">
        <w:trPr>
          <w:gridAfter w:val="1"/>
          <w:wAfter w:w="127" w:type="dxa"/>
          <w:trHeight w:val="473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905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20204999050000151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1 528,7</w:t>
            </w:r>
          </w:p>
        </w:tc>
      </w:tr>
      <w:tr w:rsidR="004842DA" w:rsidRPr="00CB751D" w:rsidTr="00396F10">
        <w:trPr>
          <w:gridAfter w:val="1"/>
          <w:wAfter w:w="127" w:type="dxa"/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ПРОЧИЕ БЕЗВОЗМЕЗДНЫЕ ПОСТУПЛЕНИЯ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905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20700000000000180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10,0</w:t>
            </w:r>
          </w:p>
        </w:tc>
      </w:tr>
      <w:tr w:rsidR="004842DA" w:rsidRPr="00CB751D" w:rsidTr="00396F10">
        <w:trPr>
          <w:gridAfter w:val="1"/>
          <w:wAfter w:w="127" w:type="dxa"/>
          <w:trHeight w:val="46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905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20705000050000180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10,0</w:t>
            </w:r>
          </w:p>
        </w:tc>
      </w:tr>
      <w:tr w:rsidR="004842DA" w:rsidRPr="00CB751D" w:rsidTr="00A9557F">
        <w:trPr>
          <w:gridAfter w:val="1"/>
          <w:wAfter w:w="127" w:type="dxa"/>
          <w:trHeight w:val="693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905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20705020050000180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10,0</w:t>
            </w:r>
          </w:p>
        </w:tc>
      </w:tr>
      <w:tr w:rsidR="004842DA" w:rsidRPr="00CB751D" w:rsidTr="00396F10">
        <w:trPr>
          <w:gridAfter w:val="1"/>
          <w:wAfter w:w="127" w:type="dxa"/>
          <w:trHeight w:val="10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905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21900000000000000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-392,7</w:t>
            </w:r>
          </w:p>
        </w:tc>
      </w:tr>
      <w:tr w:rsidR="004842DA" w:rsidRPr="00CB751D" w:rsidTr="00396F10">
        <w:trPr>
          <w:gridAfter w:val="1"/>
          <w:wAfter w:w="127" w:type="dxa"/>
          <w:trHeight w:val="91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905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21905000050000151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-392,7</w:t>
            </w:r>
          </w:p>
        </w:tc>
      </w:tr>
      <w:tr w:rsidR="004842DA" w:rsidRPr="00CB751D" w:rsidTr="00396F10">
        <w:trPr>
          <w:gridAfter w:val="1"/>
          <w:wAfter w:w="127" w:type="dxa"/>
          <w:trHeight w:val="69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Муниципальное казенное учреждение финансовое управление администрации</w:t>
            </w:r>
            <w:r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</w:t>
            </w: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Малмыжского </w:t>
            </w:r>
            <w:r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</w:t>
            </w: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района Кировской области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33 506,2</w:t>
            </w:r>
          </w:p>
        </w:tc>
      </w:tr>
      <w:tr w:rsidR="004842DA" w:rsidRPr="00CB751D" w:rsidTr="00396F10">
        <w:trPr>
          <w:gridAfter w:val="1"/>
          <w:wAfter w:w="127" w:type="dxa"/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НАЛОГОВЫЕ И НЕНАЛОГОВЫЕ ДОХОДЫ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10000000000000000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0,0</w:t>
            </w:r>
          </w:p>
        </w:tc>
      </w:tr>
      <w:tr w:rsidR="004842DA" w:rsidRPr="00CB751D" w:rsidTr="00396F10">
        <w:trPr>
          <w:gridAfter w:val="1"/>
          <w:wAfter w:w="127" w:type="dxa"/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ПРОЧИЕ НЕНАЛОГОВЫЕ ДОХОДЫ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11700000000000000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0,0</w:t>
            </w:r>
          </w:p>
        </w:tc>
      </w:tr>
      <w:tr w:rsidR="004842DA" w:rsidRPr="00CB751D" w:rsidTr="00396F10">
        <w:trPr>
          <w:gridAfter w:val="1"/>
          <w:wAfter w:w="127" w:type="dxa"/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Прочие неналоговые доходы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11705000000000180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0,0</w:t>
            </w:r>
          </w:p>
        </w:tc>
      </w:tr>
      <w:tr w:rsidR="004842DA" w:rsidRPr="00CB751D" w:rsidTr="00396F10">
        <w:trPr>
          <w:gridAfter w:val="1"/>
          <w:wAfter w:w="127" w:type="dxa"/>
          <w:trHeight w:val="46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Прочие неналоговые доходы бюджетов муниципальных районов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11705050050000180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0,0</w:t>
            </w:r>
          </w:p>
        </w:tc>
      </w:tr>
      <w:tr w:rsidR="004842DA" w:rsidRPr="00CB751D" w:rsidTr="00396F10">
        <w:trPr>
          <w:gridAfter w:val="1"/>
          <w:wAfter w:w="127" w:type="dxa"/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БЕЗВОЗМЕЗДНЫЕ ПОСТУПЛЕНИЯ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20000000000000000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33 506,2</w:t>
            </w:r>
          </w:p>
        </w:tc>
      </w:tr>
      <w:tr w:rsidR="004842DA" w:rsidRPr="00CB751D" w:rsidTr="00396F10">
        <w:trPr>
          <w:gridAfter w:val="1"/>
          <w:wAfter w:w="127" w:type="dxa"/>
          <w:trHeight w:val="69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20200000000000000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33 506,2</w:t>
            </w:r>
          </w:p>
        </w:tc>
      </w:tr>
      <w:tr w:rsidR="004842DA" w:rsidRPr="00CB751D" w:rsidTr="00396F10">
        <w:trPr>
          <w:gridAfter w:val="1"/>
          <w:wAfter w:w="127" w:type="dxa"/>
          <w:trHeight w:val="46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20201000000000151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13 513,5</w:t>
            </w:r>
          </w:p>
        </w:tc>
      </w:tr>
      <w:tr w:rsidR="004842DA" w:rsidRPr="00CB751D" w:rsidTr="00396F10">
        <w:trPr>
          <w:gridAfter w:val="1"/>
          <w:wAfter w:w="127" w:type="dxa"/>
          <w:trHeight w:val="69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20201003000000151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13 513,5</w:t>
            </w:r>
          </w:p>
        </w:tc>
      </w:tr>
      <w:tr w:rsidR="004842DA" w:rsidRPr="00CB751D" w:rsidTr="00396F10">
        <w:trPr>
          <w:gridAfter w:val="1"/>
          <w:wAfter w:w="127" w:type="dxa"/>
          <w:trHeight w:val="91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20201003050000151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13 513,5</w:t>
            </w:r>
          </w:p>
        </w:tc>
      </w:tr>
      <w:tr w:rsidR="004842DA" w:rsidRPr="00CB751D" w:rsidTr="00396F10">
        <w:trPr>
          <w:gridAfter w:val="1"/>
          <w:wAfter w:w="127" w:type="dxa"/>
          <w:trHeight w:val="69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20202000000000151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8 783,5</w:t>
            </w:r>
          </w:p>
        </w:tc>
      </w:tr>
      <w:tr w:rsidR="004842DA" w:rsidRPr="00CB751D" w:rsidTr="00396F10">
        <w:trPr>
          <w:gridAfter w:val="1"/>
          <w:wAfter w:w="127" w:type="dxa"/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Прочие субсидии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20202999000000151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8 783,5</w:t>
            </w:r>
          </w:p>
        </w:tc>
      </w:tr>
      <w:tr w:rsidR="004842DA" w:rsidRPr="00CB751D" w:rsidTr="00396F10">
        <w:trPr>
          <w:gridAfter w:val="1"/>
          <w:wAfter w:w="127" w:type="dxa"/>
          <w:trHeight w:val="46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20202999050000151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8 783,5</w:t>
            </w:r>
          </w:p>
        </w:tc>
      </w:tr>
      <w:tr w:rsidR="004842DA" w:rsidRPr="00CB751D" w:rsidTr="00396F10">
        <w:trPr>
          <w:gridAfter w:val="1"/>
          <w:wAfter w:w="127" w:type="dxa"/>
          <w:trHeight w:val="69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20203000000000151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4 984,1</w:t>
            </w:r>
          </w:p>
        </w:tc>
      </w:tr>
      <w:tr w:rsidR="004842DA" w:rsidRPr="00CB751D" w:rsidTr="00396F10">
        <w:trPr>
          <w:gridAfter w:val="1"/>
          <w:wAfter w:w="127" w:type="dxa"/>
          <w:trHeight w:val="91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20203015000000151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960,1</w:t>
            </w:r>
          </w:p>
        </w:tc>
      </w:tr>
      <w:tr w:rsidR="004842DA" w:rsidRPr="00CB751D" w:rsidTr="00396F10">
        <w:trPr>
          <w:gridAfter w:val="1"/>
          <w:wAfter w:w="127" w:type="dxa"/>
          <w:trHeight w:val="91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20203015050000151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960,1</w:t>
            </w:r>
          </w:p>
        </w:tc>
      </w:tr>
      <w:tr w:rsidR="004842DA" w:rsidRPr="00CB751D" w:rsidTr="00396F10">
        <w:trPr>
          <w:gridAfter w:val="1"/>
          <w:wAfter w:w="127" w:type="dxa"/>
          <w:trHeight w:val="69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20203024000000151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4 024,0</w:t>
            </w:r>
          </w:p>
        </w:tc>
      </w:tr>
      <w:tr w:rsidR="004842DA" w:rsidRPr="00CB751D" w:rsidTr="00396F10">
        <w:trPr>
          <w:gridAfter w:val="1"/>
          <w:wAfter w:w="127" w:type="dxa"/>
          <w:trHeight w:val="91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20203024050000151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4 024,0</w:t>
            </w:r>
          </w:p>
        </w:tc>
      </w:tr>
      <w:tr w:rsidR="004842DA" w:rsidRPr="00CB751D" w:rsidTr="00396F10">
        <w:trPr>
          <w:gridAfter w:val="1"/>
          <w:wAfter w:w="127" w:type="dxa"/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20204000000000151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6 225,1</w:t>
            </w:r>
          </w:p>
        </w:tc>
      </w:tr>
      <w:tr w:rsidR="004842DA" w:rsidRPr="00CB751D" w:rsidTr="00396F10">
        <w:trPr>
          <w:gridAfter w:val="1"/>
          <w:wAfter w:w="127" w:type="dxa"/>
          <w:trHeight w:val="46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20204999000000151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6 225,1</w:t>
            </w:r>
          </w:p>
        </w:tc>
      </w:tr>
      <w:tr w:rsidR="004842DA" w:rsidRPr="00CB751D" w:rsidTr="00A9557F">
        <w:trPr>
          <w:gridAfter w:val="1"/>
          <w:wAfter w:w="127" w:type="dxa"/>
          <w:trHeight w:val="358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20204999050000151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6 225,1</w:t>
            </w:r>
          </w:p>
        </w:tc>
      </w:tr>
      <w:tr w:rsidR="004842DA" w:rsidRPr="00CB751D" w:rsidTr="00A9557F">
        <w:trPr>
          <w:gridAfter w:val="1"/>
          <w:wAfter w:w="127" w:type="dxa"/>
          <w:trHeight w:val="1397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21800000000000000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1,0</w:t>
            </w:r>
          </w:p>
        </w:tc>
      </w:tr>
      <w:tr w:rsidR="004842DA" w:rsidRPr="00CB751D" w:rsidTr="00A9557F">
        <w:trPr>
          <w:gridAfter w:val="1"/>
          <w:wAfter w:w="127" w:type="dxa"/>
          <w:trHeight w:val="1042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Доходы бюджетов бюджетной системы Российской Федерации от возврата 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21800000000000151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1,0</w:t>
            </w:r>
          </w:p>
        </w:tc>
      </w:tr>
      <w:tr w:rsidR="004842DA" w:rsidRPr="00CB751D" w:rsidTr="00A9557F">
        <w:trPr>
          <w:gridAfter w:val="1"/>
          <w:wAfter w:w="127" w:type="dxa"/>
          <w:trHeight w:val="994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21805000050000151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1,0</w:t>
            </w:r>
          </w:p>
        </w:tc>
      </w:tr>
      <w:tr w:rsidR="004842DA" w:rsidRPr="00CB751D" w:rsidTr="00A9557F">
        <w:trPr>
          <w:gridAfter w:val="1"/>
          <w:wAfter w:w="127" w:type="dxa"/>
          <w:trHeight w:val="791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Доходы бюджетов муниципальных районов от возврата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21805010050000151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1,0</w:t>
            </w:r>
          </w:p>
        </w:tc>
      </w:tr>
      <w:tr w:rsidR="004842DA" w:rsidRPr="00CB751D" w:rsidTr="00A9557F">
        <w:trPr>
          <w:gridAfter w:val="1"/>
          <w:wAfter w:w="127" w:type="dxa"/>
          <w:trHeight w:val="693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21900000000000000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-1,0</w:t>
            </w:r>
          </w:p>
        </w:tc>
      </w:tr>
      <w:tr w:rsidR="004842DA" w:rsidRPr="00CB751D" w:rsidTr="00396F10">
        <w:trPr>
          <w:gridAfter w:val="1"/>
          <w:wAfter w:w="127" w:type="dxa"/>
          <w:trHeight w:val="91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21905000050000151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-1,0</w:t>
            </w:r>
          </w:p>
        </w:tc>
      </w:tr>
      <w:tr w:rsidR="004842DA" w:rsidRPr="00CB751D" w:rsidTr="00A9557F">
        <w:trPr>
          <w:gridAfter w:val="1"/>
          <w:wAfter w:w="127" w:type="dxa"/>
          <w:trHeight w:val="653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Муниципальное казенное учреждение администрация муниципального образования Малмыжский муниципальный район Кировской области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936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125 889,3</w:t>
            </w:r>
          </w:p>
        </w:tc>
      </w:tr>
      <w:tr w:rsidR="004842DA" w:rsidRPr="00CB751D" w:rsidTr="00396F10">
        <w:trPr>
          <w:gridAfter w:val="1"/>
          <w:wAfter w:w="127" w:type="dxa"/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НАЛОГОВЫЕ И НЕНАЛОГОВЫЕ ДОХОДЫ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936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10000000000000000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8 413,7</w:t>
            </w:r>
          </w:p>
        </w:tc>
      </w:tr>
      <w:tr w:rsidR="004842DA" w:rsidRPr="00CB751D" w:rsidTr="00396F10">
        <w:trPr>
          <w:gridAfter w:val="1"/>
          <w:wAfter w:w="127" w:type="dxa"/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ГОСУДАРСТВЕННАЯ ПОШЛИНА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936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10800000000000000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9,0</w:t>
            </w:r>
          </w:p>
        </w:tc>
      </w:tr>
      <w:tr w:rsidR="004842DA" w:rsidRPr="00CB751D" w:rsidTr="00A9557F">
        <w:trPr>
          <w:gridAfter w:val="1"/>
          <w:wAfter w:w="127" w:type="dxa"/>
          <w:trHeight w:val="702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936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10807000010000110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9,0</w:t>
            </w:r>
          </w:p>
        </w:tc>
      </w:tr>
      <w:tr w:rsidR="004842DA" w:rsidRPr="00CB751D" w:rsidTr="00A9557F">
        <w:trPr>
          <w:gridAfter w:val="1"/>
          <w:wAfter w:w="127" w:type="dxa"/>
          <w:trHeight w:val="4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936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10807150010000110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9,0</w:t>
            </w:r>
          </w:p>
        </w:tc>
      </w:tr>
      <w:tr w:rsidR="004842DA" w:rsidRPr="00CB751D" w:rsidTr="00A9557F">
        <w:trPr>
          <w:gridAfter w:val="1"/>
          <w:wAfter w:w="127" w:type="dxa"/>
          <w:trHeight w:val="769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936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11100000000000000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6 375,7</w:t>
            </w:r>
          </w:p>
        </w:tc>
      </w:tr>
      <w:tr w:rsidR="004842DA" w:rsidRPr="00CB751D" w:rsidTr="00A9557F">
        <w:trPr>
          <w:gridAfter w:val="1"/>
          <w:wAfter w:w="127" w:type="dxa"/>
          <w:trHeight w:val="1236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936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11101000000000120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0,2</w:t>
            </w:r>
          </w:p>
        </w:tc>
      </w:tr>
      <w:tr w:rsidR="004842DA" w:rsidRPr="00CB751D" w:rsidTr="00A9557F">
        <w:trPr>
          <w:gridAfter w:val="1"/>
          <w:wAfter w:w="127" w:type="dxa"/>
          <w:trHeight w:val="8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936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11101050050000120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0,2</w:t>
            </w:r>
          </w:p>
        </w:tc>
      </w:tr>
      <w:tr w:rsidR="004842DA" w:rsidRPr="00CB751D" w:rsidTr="00A9557F">
        <w:trPr>
          <w:gridAfter w:val="1"/>
          <w:wAfter w:w="127" w:type="dxa"/>
          <w:trHeight w:val="1228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936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11105000000000120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6 375,5</w:t>
            </w:r>
          </w:p>
        </w:tc>
      </w:tr>
      <w:tr w:rsidR="004842DA" w:rsidRPr="00CB751D" w:rsidTr="00A9557F">
        <w:trPr>
          <w:gridAfter w:val="1"/>
          <w:wAfter w:w="127" w:type="dxa"/>
          <w:trHeight w:val="1158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936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11105010000000120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1 648,1</w:t>
            </w:r>
          </w:p>
        </w:tc>
      </w:tr>
      <w:tr w:rsidR="004842DA" w:rsidRPr="00CB751D" w:rsidTr="00A9557F">
        <w:trPr>
          <w:gridAfter w:val="1"/>
          <w:wAfter w:w="127" w:type="dxa"/>
          <w:trHeight w:val="1238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936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11105013100000120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1 648,1</w:t>
            </w:r>
          </w:p>
        </w:tc>
      </w:tr>
      <w:tr w:rsidR="004842DA" w:rsidRPr="00CB751D" w:rsidTr="00A9557F">
        <w:trPr>
          <w:gridAfter w:val="1"/>
          <w:wAfter w:w="127" w:type="dxa"/>
          <w:trHeight w:val="1108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936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11105020000000120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2,7</w:t>
            </w:r>
          </w:p>
        </w:tc>
      </w:tr>
      <w:tr w:rsidR="004842DA" w:rsidRPr="00CB751D" w:rsidTr="00026E74">
        <w:trPr>
          <w:gridAfter w:val="1"/>
          <w:wAfter w:w="127" w:type="dxa"/>
          <w:trHeight w:val="1119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936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11105025050000120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2,7</w:t>
            </w:r>
          </w:p>
        </w:tc>
      </w:tr>
      <w:tr w:rsidR="004842DA" w:rsidRPr="00CB751D" w:rsidTr="00026E74">
        <w:trPr>
          <w:gridAfter w:val="1"/>
          <w:wAfter w:w="127" w:type="dxa"/>
          <w:trHeight w:val="12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936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11105030000000120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4 724,7</w:t>
            </w:r>
          </w:p>
        </w:tc>
      </w:tr>
      <w:tr w:rsidR="004842DA" w:rsidRPr="00CB751D" w:rsidTr="00026E74">
        <w:trPr>
          <w:gridAfter w:val="1"/>
          <w:wAfter w:w="127" w:type="dxa"/>
          <w:trHeight w:val="929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936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11105035050000120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4 724,7</w:t>
            </w:r>
          </w:p>
        </w:tc>
      </w:tr>
      <w:tr w:rsidR="004842DA" w:rsidRPr="00CB751D" w:rsidTr="00026E74">
        <w:trPr>
          <w:gridAfter w:val="1"/>
          <w:wAfter w:w="127" w:type="dxa"/>
          <w:trHeight w:val="597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936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11300000000000000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533,4</w:t>
            </w:r>
          </w:p>
        </w:tc>
      </w:tr>
      <w:tr w:rsidR="004842DA" w:rsidRPr="00CB751D" w:rsidTr="00026E74">
        <w:trPr>
          <w:gridAfter w:val="1"/>
          <w:wAfter w:w="127" w:type="dxa"/>
          <w:trHeight w:val="323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936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11302000000000130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533,4</w:t>
            </w:r>
          </w:p>
        </w:tc>
      </w:tr>
      <w:tr w:rsidR="004842DA" w:rsidRPr="00CB751D" w:rsidTr="00026E74">
        <w:trPr>
          <w:gridAfter w:val="1"/>
          <w:wAfter w:w="127" w:type="dxa"/>
          <w:trHeight w:val="547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936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11302060000000130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348,3</w:t>
            </w:r>
          </w:p>
        </w:tc>
      </w:tr>
      <w:tr w:rsidR="004842DA" w:rsidRPr="00CB751D" w:rsidTr="00026E74">
        <w:trPr>
          <w:gridAfter w:val="1"/>
          <w:wAfter w:w="127" w:type="dxa"/>
          <w:trHeight w:val="684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Доходы, поступающие в порядке возмещения расходов, понесенных в связи с эксплуатацией  имущества муниципальных районов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936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11302065050000130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348,3</w:t>
            </w:r>
          </w:p>
        </w:tc>
      </w:tr>
      <w:tr w:rsidR="004842DA" w:rsidRPr="00CB751D" w:rsidTr="00026E74">
        <w:trPr>
          <w:gridAfter w:val="1"/>
          <w:wAfter w:w="127" w:type="dxa"/>
          <w:trHeight w:val="327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936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11302990000000130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185,2</w:t>
            </w:r>
          </w:p>
        </w:tc>
      </w:tr>
      <w:tr w:rsidR="004842DA" w:rsidRPr="00CB751D" w:rsidTr="00396F10">
        <w:trPr>
          <w:gridAfter w:val="1"/>
          <w:wAfter w:w="127" w:type="dxa"/>
          <w:trHeight w:val="46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Прочие доходы от компенсации затрат  бюджетов муниципальных районов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936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11302995050000130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185,2</w:t>
            </w:r>
          </w:p>
        </w:tc>
      </w:tr>
      <w:tr w:rsidR="004842DA" w:rsidRPr="00CB751D" w:rsidTr="00396F10">
        <w:trPr>
          <w:gridAfter w:val="1"/>
          <w:wAfter w:w="127" w:type="dxa"/>
          <w:trHeight w:val="46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936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11400000000000000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1 461,9</w:t>
            </w:r>
          </w:p>
        </w:tc>
      </w:tr>
      <w:tr w:rsidR="004842DA" w:rsidRPr="00CB751D" w:rsidTr="00026E74">
        <w:trPr>
          <w:gridAfter w:val="1"/>
          <w:wAfter w:w="127" w:type="dxa"/>
          <w:trHeight w:val="859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936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11406000000000430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1 461,9</w:t>
            </w:r>
          </w:p>
        </w:tc>
      </w:tr>
      <w:tr w:rsidR="004842DA" w:rsidRPr="00CB751D" w:rsidTr="00396F10">
        <w:trPr>
          <w:gridAfter w:val="1"/>
          <w:wAfter w:w="127" w:type="dxa"/>
          <w:trHeight w:val="69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936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11406010000000430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443,4</w:t>
            </w:r>
          </w:p>
        </w:tc>
      </w:tr>
      <w:tr w:rsidR="004842DA" w:rsidRPr="00CB751D" w:rsidTr="00026E74">
        <w:trPr>
          <w:gridAfter w:val="1"/>
          <w:wAfter w:w="127" w:type="dxa"/>
          <w:trHeight w:val="814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936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11406013100000430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443,4</w:t>
            </w:r>
          </w:p>
        </w:tc>
      </w:tr>
      <w:tr w:rsidR="004842DA" w:rsidRPr="00CB751D" w:rsidTr="00026E74">
        <w:trPr>
          <w:gridAfter w:val="1"/>
          <w:wAfter w:w="127" w:type="dxa"/>
          <w:trHeight w:val="88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936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11406020000000430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1 018,5</w:t>
            </w:r>
          </w:p>
        </w:tc>
      </w:tr>
      <w:tr w:rsidR="004842DA" w:rsidRPr="00CB751D" w:rsidTr="00026E74">
        <w:trPr>
          <w:gridAfter w:val="1"/>
          <w:wAfter w:w="127" w:type="dxa"/>
          <w:trHeight w:val="84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936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11406025050000430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1 018,5</w:t>
            </w:r>
          </w:p>
        </w:tc>
      </w:tr>
      <w:tr w:rsidR="004842DA" w:rsidRPr="00CB751D" w:rsidTr="00026E74">
        <w:trPr>
          <w:gridAfter w:val="1"/>
          <w:wAfter w:w="127" w:type="dxa"/>
          <w:trHeight w:val="407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ШТРАФЫ, САНКЦИИ, ВОЗМЕЩЕНИЕ УЩЕРБА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936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11600000000000000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33,7</w:t>
            </w:r>
          </w:p>
        </w:tc>
      </w:tr>
      <w:tr w:rsidR="004842DA" w:rsidRPr="00CB751D" w:rsidTr="00026E74">
        <w:trPr>
          <w:gridAfter w:val="1"/>
          <w:wAfter w:w="127" w:type="dxa"/>
          <w:trHeight w:val="48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936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11690000000000140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33,7</w:t>
            </w:r>
          </w:p>
        </w:tc>
      </w:tr>
      <w:tr w:rsidR="004842DA" w:rsidRPr="00CB751D" w:rsidTr="00026E74">
        <w:trPr>
          <w:gridAfter w:val="1"/>
          <w:wAfter w:w="127" w:type="dxa"/>
          <w:trHeight w:val="623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936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11690050050000140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33,7</w:t>
            </w:r>
          </w:p>
        </w:tc>
      </w:tr>
      <w:tr w:rsidR="004842DA" w:rsidRPr="00CB751D" w:rsidTr="00396F10">
        <w:trPr>
          <w:gridAfter w:val="1"/>
          <w:wAfter w:w="127" w:type="dxa"/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БЕЗВОЗМЕЗДНЫЕ ПОСТУПЛЕНИЯ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936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20000000000000000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117 475,6</w:t>
            </w:r>
          </w:p>
        </w:tc>
      </w:tr>
      <w:tr w:rsidR="004842DA" w:rsidRPr="00CB751D" w:rsidTr="00396F10">
        <w:trPr>
          <w:gridAfter w:val="1"/>
          <w:wAfter w:w="127" w:type="dxa"/>
          <w:trHeight w:val="69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936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20200000000000000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117 399,3</w:t>
            </w:r>
          </w:p>
        </w:tc>
      </w:tr>
      <w:tr w:rsidR="004842DA" w:rsidRPr="00CB751D" w:rsidTr="00026E74">
        <w:trPr>
          <w:gridAfter w:val="1"/>
          <w:wAfter w:w="127" w:type="dxa"/>
          <w:trHeight w:val="382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936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20202000000000151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70 301,4</w:t>
            </w:r>
          </w:p>
        </w:tc>
      </w:tr>
      <w:tr w:rsidR="004842DA" w:rsidRPr="00CB751D" w:rsidTr="00396F10">
        <w:trPr>
          <w:gridAfter w:val="1"/>
          <w:wAfter w:w="127" w:type="dxa"/>
          <w:trHeight w:val="46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Субсидии бюджетам на обеспечение жильем молодых семей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936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20202008000000151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126,1</w:t>
            </w:r>
          </w:p>
        </w:tc>
      </w:tr>
      <w:tr w:rsidR="004842DA" w:rsidRPr="00CB751D" w:rsidTr="00026E74">
        <w:trPr>
          <w:gridAfter w:val="1"/>
          <w:wAfter w:w="127" w:type="dxa"/>
          <w:trHeight w:val="4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Субсидии бюджетам муниципальных районов на обеспечение жильем молодых семей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936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20202008050000151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126,1</w:t>
            </w:r>
          </w:p>
        </w:tc>
      </w:tr>
      <w:tr w:rsidR="004842DA" w:rsidRPr="00CB751D" w:rsidTr="00396F10">
        <w:trPr>
          <w:gridAfter w:val="1"/>
          <w:wAfter w:w="127" w:type="dxa"/>
          <w:trHeight w:val="46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Субсидии бюджетам на реализацию федеральных целевых программ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936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20202051000000151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107,5</w:t>
            </w:r>
          </w:p>
        </w:tc>
      </w:tr>
      <w:tr w:rsidR="004842DA" w:rsidRPr="00CB751D" w:rsidTr="00026E74">
        <w:trPr>
          <w:gridAfter w:val="1"/>
          <w:wAfter w:w="127" w:type="dxa"/>
          <w:trHeight w:val="41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Субсидии бюджетам муниципальных районов на реализацию федеральных целевых программ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936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20202051050000151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107,5</w:t>
            </w:r>
          </w:p>
        </w:tc>
      </w:tr>
      <w:tr w:rsidR="004842DA" w:rsidRPr="00CB751D" w:rsidTr="00396F10">
        <w:trPr>
          <w:gridAfter w:val="1"/>
          <w:wAfter w:w="127" w:type="dxa"/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Прочие субсидии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936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20202999000000151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70 067,7</w:t>
            </w:r>
          </w:p>
        </w:tc>
      </w:tr>
      <w:tr w:rsidR="004842DA" w:rsidRPr="00CB751D" w:rsidTr="00026E74">
        <w:trPr>
          <w:gridAfter w:val="1"/>
          <w:wAfter w:w="127" w:type="dxa"/>
          <w:trHeight w:val="252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936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20202999050000151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70 067,7</w:t>
            </w:r>
          </w:p>
        </w:tc>
      </w:tr>
      <w:tr w:rsidR="004842DA" w:rsidRPr="00CB751D" w:rsidTr="00026E74">
        <w:trPr>
          <w:gridAfter w:val="1"/>
          <w:wAfter w:w="127" w:type="dxa"/>
          <w:trHeight w:val="486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936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20203000000000151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44 697,2</w:t>
            </w:r>
          </w:p>
        </w:tc>
      </w:tr>
      <w:tr w:rsidR="004842DA" w:rsidRPr="00CB751D" w:rsidTr="00026E74">
        <w:trPr>
          <w:gridAfter w:val="1"/>
          <w:wAfter w:w="127" w:type="dxa"/>
          <w:trHeight w:val="892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Субвенции бюджетам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936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20203007000000151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4,3</w:t>
            </w:r>
          </w:p>
        </w:tc>
      </w:tr>
      <w:tr w:rsidR="004842DA" w:rsidRPr="00CB751D" w:rsidTr="00026E74">
        <w:trPr>
          <w:gridAfter w:val="1"/>
          <w:wAfter w:w="127" w:type="dxa"/>
          <w:trHeight w:val="8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Субвенции бюджетам муниципальных районов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936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20203007050000151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4,3</w:t>
            </w:r>
          </w:p>
        </w:tc>
      </w:tr>
      <w:tr w:rsidR="004842DA" w:rsidRPr="00CB751D" w:rsidTr="00026E74">
        <w:trPr>
          <w:gridAfter w:val="1"/>
          <w:wAfter w:w="127" w:type="dxa"/>
          <w:trHeight w:val="712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Субвенции бюджетам муниципальных образований на предоставление гражданам субсидий на оплату жилого помещения и коммунальных услуг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936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20203022000000151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3 569,0</w:t>
            </w:r>
          </w:p>
        </w:tc>
      </w:tr>
      <w:tr w:rsidR="004842DA" w:rsidRPr="00CB751D" w:rsidTr="00026E74">
        <w:trPr>
          <w:gridAfter w:val="1"/>
          <w:wAfter w:w="127" w:type="dxa"/>
          <w:trHeight w:val="769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Субвенции бюджетам муниципальных районов на предоставление гражданам субсидий на оплату жилого помещения и коммунальных услуг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936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20203022050000151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3 569,0</w:t>
            </w:r>
          </w:p>
        </w:tc>
      </w:tr>
      <w:tr w:rsidR="004842DA" w:rsidRPr="00CB751D" w:rsidTr="00396F10">
        <w:trPr>
          <w:gridAfter w:val="1"/>
          <w:wAfter w:w="127" w:type="dxa"/>
          <w:trHeight w:val="69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936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20203024000000151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15 423,9</w:t>
            </w:r>
          </w:p>
        </w:tc>
      </w:tr>
      <w:tr w:rsidR="004842DA" w:rsidRPr="00CB751D" w:rsidTr="00026E74">
        <w:trPr>
          <w:gridAfter w:val="1"/>
          <w:wAfter w:w="127" w:type="dxa"/>
          <w:trHeight w:val="693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936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20203024050000151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15 423,9</w:t>
            </w:r>
          </w:p>
        </w:tc>
      </w:tr>
      <w:tr w:rsidR="004842DA" w:rsidRPr="00CB751D" w:rsidTr="00026E74">
        <w:trPr>
          <w:gridAfter w:val="1"/>
          <w:wAfter w:w="127" w:type="dxa"/>
          <w:trHeight w:val="876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Субвенции бюджетам муниципальных образований на обеспечение жилыми помещениями детей-сирот, детей, оставшихся без попечения родителей, а также детей, находящихся под опекой (попечительством), не имеющих закрепленного жилого помещения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936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20203026000000151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1 590,7</w:t>
            </w:r>
          </w:p>
        </w:tc>
      </w:tr>
      <w:tr w:rsidR="004842DA" w:rsidRPr="00CB751D" w:rsidTr="00026E74">
        <w:trPr>
          <w:gridAfter w:val="1"/>
          <w:wAfter w:w="127" w:type="dxa"/>
          <w:trHeight w:val="1112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Субвенции бюджетам муниципальных районов на обеспечение жилыми помещениями детей-сирот, детей, оставшихся без попечения родителей, а также детей, находящихся под опекой (попечительством), не имеющих закрепленного жилого помещения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936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20203026050000151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1 590,7</w:t>
            </w:r>
          </w:p>
        </w:tc>
      </w:tr>
      <w:tr w:rsidR="004842DA" w:rsidRPr="00CB751D" w:rsidTr="00026E74">
        <w:trPr>
          <w:gridAfter w:val="1"/>
          <w:wAfter w:w="127" w:type="dxa"/>
          <w:trHeight w:val="922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Субвенции бюджетам муниципальных образований на 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936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20203098000000151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2 374,7</w:t>
            </w:r>
          </w:p>
        </w:tc>
      </w:tr>
      <w:tr w:rsidR="004842DA" w:rsidRPr="00CB751D" w:rsidTr="00026E74">
        <w:trPr>
          <w:gridAfter w:val="1"/>
          <w:wAfter w:w="127" w:type="dxa"/>
          <w:trHeight w:val="801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Субвенции бюджетам муниципальных районов на 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936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20203098050000151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2 374,7</w:t>
            </w:r>
          </w:p>
        </w:tc>
      </w:tr>
      <w:tr w:rsidR="004842DA" w:rsidRPr="00CB751D" w:rsidTr="00026E74">
        <w:trPr>
          <w:gridAfter w:val="1"/>
          <w:wAfter w:w="127" w:type="dxa"/>
          <w:trHeight w:val="1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Субвенции бюджетам муниципальных образований на возмещение части процентной ставки по инвестиционным кредитам (займам) на развитие растениеводства, переработки и развития инфраструктуры и логистического обеспечения рынков продукции растениеводства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936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20203099000000151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4 899,4</w:t>
            </w:r>
          </w:p>
        </w:tc>
      </w:tr>
      <w:tr w:rsidR="004842DA" w:rsidRPr="00CB751D" w:rsidTr="00026E74">
        <w:trPr>
          <w:gridAfter w:val="1"/>
          <w:wAfter w:w="127" w:type="dxa"/>
          <w:trHeight w:val="982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Субвенции бюджетам муниципальных районов на возмещение части процентной ставки по инвестиционным кредитам (займам) на развитие растениеводства, переработки и развития инфраструктуры и логистического обеспечения рынков продукции растениеводства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936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20203099050000151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4 899,4</w:t>
            </w:r>
          </w:p>
        </w:tc>
      </w:tr>
      <w:tr w:rsidR="004842DA" w:rsidRPr="00CB751D" w:rsidTr="00026E74">
        <w:trPr>
          <w:gridAfter w:val="1"/>
          <w:wAfter w:w="127" w:type="dxa"/>
          <w:trHeight w:val="1218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Субвенции бюджетам муниципальных образований на 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продукции животноводства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936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20203108000000151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15 005,0</w:t>
            </w:r>
          </w:p>
        </w:tc>
      </w:tr>
      <w:tr w:rsidR="004842DA" w:rsidRPr="00CB751D" w:rsidTr="00026E74">
        <w:trPr>
          <w:gridAfter w:val="1"/>
          <w:wAfter w:w="127" w:type="dxa"/>
          <w:trHeight w:val="1216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Субвенции бюджетам муниципальных районов на 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продукции животноводства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936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20203108050000151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15 005,0</w:t>
            </w:r>
          </w:p>
        </w:tc>
      </w:tr>
      <w:tr w:rsidR="004842DA" w:rsidRPr="00CB751D" w:rsidTr="00026E74">
        <w:trPr>
          <w:gridAfter w:val="1"/>
          <w:wAfter w:w="127" w:type="dxa"/>
          <w:trHeight w:val="88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Субвенции бюджетам муниципальных образований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936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20203115000000151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1 830,3</w:t>
            </w:r>
          </w:p>
        </w:tc>
      </w:tr>
      <w:tr w:rsidR="004842DA" w:rsidRPr="00CB751D" w:rsidTr="00026E74">
        <w:trPr>
          <w:gridAfter w:val="1"/>
          <w:wAfter w:w="127" w:type="dxa"/>
          <w:trHeight w:val="776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Субвенции бюджетам муниципальных районов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936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20203115050000151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1 830,3</w:t>
            </w:r>
          </w:p>
        </w:tc>
      </w:tr>
      <w:tr w:rsidR="004842DA" w:rsidRPr="00CB751D" w:rsidTr="00396F10">
        <w:trPr>
          <w:gridAfter w:val="1"/>
          <w:wAfter w:w="127" w:type="dxa"/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936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20204000000000151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2 400,7</w:t>
            </w:r>
          </w:p>
        </w:tc>
      </w:tr>
      <w:tr w:rsidR="004842DA" w:rsidRPr="00CB751D" w:rsidTr="00026E74">
        <w:trPr>
          <w:gridAfter w:val="1"/>
          <w:wAfter w:w="127" w:type="dxa"/>
          <w:trHeight w:val="102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936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20204014000000151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20,1</w:t>
            </w:r>
          </w:p>
        </w:tc>
      </w:tr>
      <w:tr w:rsidR="004842DA" w:rsidRPr="00CB751D" w:rsidTr="00026E74">
        <w:trPr>
          <w:gridAfter w:val="1"/>
          <w:wAfter w:w="127" w:type="dxa"/>
          <w:trHeight w:val="1058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936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20204014050000151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20,1</w:t>
            </w:r>
          </w:p>
        </w:tc>
      </w:tr>
      <w:tr w:rsidR="004842DA" w:rsidRPr="00CB751D" w:rsidTr="00396F10">
        <w:trPr>
          <w:gridAfter w:val="1"/>
          <w:wAfter w:w="127" w:type="dxa"/>
          <w:trHeight w:val="46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936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20204999000000151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2 380,7</w:t>
            </w:r>
          </w:p>
        </w:tc>
      </w:tr>
      <w:tr w:rsidR="004842DA" w:rsidRPr="00CB751D" w:rsidTr="00026E74">
        <w:trPr>
          <w:gridAfter w:val="1"/>
          <w:wAfter w:w="127" w:type="dxa"/>
          <w:trHeight w:val="521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936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20204999050000151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2 380,7</w:t>
            </w:r>
          </w:p>
        </w:tc>
      </w:tr>
      <w:tr w:rsidR="004842DA" w:rsidRPr="00CB751D" w:rsidTr="00396F10">
        <w:trPr>
          <w:gridAfter w:val="1"/>
          <w:wAfter w:w="127" w:type="dxa"/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ПРОЧИЕ БЕЗВОЗМЕЗДНЫЕ ПОСТУПЛЕНИЯ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936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20700000000000180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179,3</w:t>
            </w:r>
          </w:p>
        </w:tc>
      </w:tr>
      <w:tr w:rsidR="004842DA" w:rsidRPr="00CB751D" w:rsidTr="00396F10">
        <w:trPr>
          <w:gridAfter w:val="1"/>
          <w:wAfter w:w="127" w:type="dxa"/>
          <w:trHeight w:val="46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936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20705000050000180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179,3</w:t>
            </w:r>
          </w:p>
        </w:tc>
      </w:tr>
      <w:tr w:rsidR="004842DA" w:rsidRPr="00CB751D" w:rsidTr="00026E74">
        <w:trPr>
          <w:gridAfter w:val="1"/>
          <w:wAfter w:w="127" w:type="dxa"/>
          <w:trHeight w:val="119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муниципальных районов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936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20705010050000180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179,3</w:t>
            </w:r>
          </w:p>
        </w:tc>
      </w:tr>
      <w:tr w:rsidR="004842DA" w:rsidRPr="00CB751D" w:rsidTr="00026E74">
        <w:trPr>
          <w:gridAfter w:val="1"/>
          <w:wAfter w:w="127" w:type="dxa"/>
          <w:trHeight w:val="1486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936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21800000000000000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35,7</w:t>
            </w:r>
          </w:p>
        </w:tc>
      </w:tr>
      <w:tr w:rsidR="004842DA" w:rsidRPr="00CB751D" w:rsidTr="00026E74">
        <w:trPr>
          <w:gridAfter w:val="1"/>
          <w:wAfter w:w="127" w:type="dxa"/>
          <w:trHeight w:val="976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Доходы бюджетов бюджетной системы Российской Федерации от возврата 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936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21800000000000151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35,7</w:t>
            </w:r>
          </w:p>
        </w:tc>
      </w:tr>
      <w:tr w:rsidR="004842DA" w:rsidRPr="00CB751D" w:rsidTr="00026E74">
        <w:trPr>
          <w:gridAfter w:val="1"/>
          <w:wAfter w:w="127" w:type="dxa"/>
          <w:trHeight w:val="10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936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21805000050000151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35,7</w:t>
            </w:r>
          </w:p>
        </w:tc>
      </w:tr>
      <w:tr w:rsidR="004842DA" w:rsidRPr="00CB751D" w:rsidTr="00026E74">
        <w:trPr>
          <w:gridAfter w:val="1"/>
          <w:wAfter w:w="127" w:type="dxa"/>
          <w:trHeight w:val="8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Доходы бюджетов муниципальных районов от возврата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936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21805010050000151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35,7</w:t>
            </w:r>
          </w:p>
        </w:tc>
      </w:tr>
      <w:tr w:rsidR="004842DA" w:rsidRPr="00CB751D" w:rsidTr="00026E74">
        <w:trPr>
          <w:gridAfter w:val="1"/>
          <w:wAfter w:w="127" w:type="dxa"/>
          <w:trHeight w:val="772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936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21900000000000000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-138,7</w:t>
            </w:r>
          </w:p>
        </w:tc>
      </w:tr>
      <w:tr w:rsidR="004842DA" w:rsidRPr="00CB751D" w:rsidTr="00026E74">
        <w:trPr>
          <w:gridAfter w:val="1"/>
          <w:wAfter w:w="127" w:type="dxa"/>
          <w:trHeight w:val="841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936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21905000050000151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-138,7</w:t>
            </w:r>
          </w:p>
        </w:tc>
      </w:tr>
      <w:tr w:rsidR="004842DA" w:rsidRPr="00CB751D" w:rsidTr="00026E74">
        <w:trPr>
          <w:gridAfter w:val="1"/>
          <w:wAfter w:w="127" w:type="dxa"/>
          <w:trHeight w:val="61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Муниципальное казенное учреждение управление культуры, молодежной политики и спорта администрации Малмыжского района Кировской области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937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9 660,9</w:t>
            </w:r>
          </w:p>
        </w:tc>
      </w:tr>
      <w:tr w:rsidR="004842DA" w:rsidRPr="00CB751D" w:rsidTr="00396F10">
        <w:trPr>
          <w:gridAfter w:val="1"/>
          <w:wAfter w:w="127" w:type="dxa"/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НАЛОГОВЫЕ И НЕНАЛОГОВЫЕ ДОХОДЫ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937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10000000000000000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1 788,4</w:t>
            </w:r>
          </w:p>
        </w:tc>
      </w:tr>
      <w:tr w:rsidR="004842DA" w:rsidRPr="00CB751D" w:rsidTr="00026E74">
        <w:trPr>
          <w:gridAfter w:val="1"/>
          <w:wAfter w:w="127" w:type="dxa"/>
          <w:trHeight w:val="661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937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11100000000000000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8,3</w:t>
            </w:r>
          </w:p>
        </w:tc>
      </w:tr>
      <w:tr w:rsidR="004842DA" w:rsidRPr="00CB751D" w:rsidTr="00026E74">
        <w:trPr>
          <w:gridAfter w:val="1"/>
          <w:wAfter w:w="127" w:type="dxa"/>
          <w:trHeight w:val="1114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937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11109000000000120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8,3</w:t>
            </w:r>
          </w:p>
        </w:tc>
      </w:tr>
      <w:tr w:rsidR="004842DA" w:rsidRPr="00CB751D" w:rsidTr="00026E74">
        <w:trPr>
          <w:gridAfter w:val="1"/>
          <w:wAfter w:w="127" w:type="dxa"/>
          <w:trHeight w:val="132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937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11109040000000120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8,3</w:t>
            </w:r>
          </w:p>
        </w:tc>
      </w:tr>
      <w:tr w:rsidR="004842DA" w:rsidRPr="00CB751D" w:rsidTr="00026E74">
        <w:trPr>
          <w:gridAfter w:val="1"/>
          <w:wAfter w:w="127" w:type="dxa"/>
          <w:trHeight w:val="1114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937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11109045050000120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8,3</w:t>
            </w:r>
          </w:p>
        </w:tc>
      </w:tr>
      <w:tr w:rsidR="004842DA" w:rsidRPr="00CB751D" w:rsidTr="00396F10">
        <w:trPr>
          <w:gridAfter w:val="1"/>
          <w:wAfter w:w="127" w:type="dxa"/>
          <w:trHeight w:val="69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937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11300000000000000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1 780,1</w:t>
            </w:r>
          </w:p>
        </w:tc>
      </w:tr>
      <w:tr w:rsidR="004842DA" w:rsidRPr="00CB751D" w:rsidTr="00396F10">
        <w:trPr>
          <w:gridAfter w:val="1"/>
          <w:wAfter w:w="127" w:type="dxa"/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937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11301000000000130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1 780,1</w:t>
            </w:r>
          </w:p>
        </w:tc>
      </w:tr>
      <w:tr w:rsidR="004842DA" w:rsidRPr="00CB751D" w:rsidTr="00396F10">
        <w:trPr>
          <w:gridAfter w:val="1"/>
          <w:wAfter w:w="127" w:type="dxa"/>
          <w:trHeight w:val="46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937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11301990000000130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1 780,1</w:t>
            </w:r>
          </w:p>
        </w:tc>
      </w:tr>
      <w:tr w:rsidR="004842DA" w:rsidRPr="00CB751D" w:rsidTr="00396F10">
        <w:trPr>
          <w:gridAfter w:val="1"/>
          <w:wAfter w:w="127" w:type="dxa"/>
          <w:trHeight w:val="69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937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11301995050000130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1 780,1</w:t>
            </w:r>
          </w:p>
        </w:tc>
      </w:tr>
      <w:tr w:rsidR="004842DA" w:rsidRPr="00CB751D" w:rsidTr="00396F10">
        <w:trPr>
          <w:gridAfter w:val="1"/>
          <w:wAfter w:w="127" w:type="dxa"/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БЕЗВОЗМЕЗДНЫЕ ПОСТУПЛЕНИЯ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937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20000000000000000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7 872,5</w:t>
            </w:r>
          </w:p>
        </w:tc>
      </w:tr>
      <w:tr w:rsidR="004842DA" w:rsidRPr="00CB751D" w:rsidTr="00396F10">
        <w:trPr>
          <w:gridAfter w:val="1"/>
          <w:wAfter w:w="127" w:type="dxa"/>
          <w:trHeight w:val="69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937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20200000000000000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7 788,1</w:t>
            </w:r>
          </w:p>
        </w:tc>
      </w:tr>
      <w:tr w:rsidR="004842DA" w:rsidRPr="00CB751D" w:rsidTr="00026E74">
        <w:trPr>
          <w:gridAfter w:val="1"/>
          <w:wAfter w:w="127" w:type="dxa"/>
          <w:trHeight w:val="464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937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20202000000000151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6 847,8</w:t>
            </w:r>
          </w:p>
        </w:tc>
      </w:tr>
      <w:tr w:rsidR="004842DA" w:rsidRPr="00CB751D" w:rsidTr="00396F10">
        <w:trPr>
          <w:gridAfter w:val="1"/>
          <w:wAfter w:w="127" w:type="dxa"/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Прочие субсидии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937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20202999000000151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6 847,8</w:t>
            </w:r>
          </w:p>
        </w:tc>
      </w:tr>
      <w:tr w:rsidR="004842DA" w:rsidRPr="00CB751D" w:rsidTr="00026E74">
        <w:trPr>
          <w:gridAfter w:val="1"/>
          <w:wAfter w:w="127" w:type="dxa"/>
          <w:trHeight w:val="321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937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20202999050000151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6 847,8</w:t>
            </w:r>
          </w:p>
        </w:tc>
      </w:tr>
      <w:tr w:rsidR="004842DA" w:rsidRPr="00CB751D" w:rsidTr="00026E74">
        <w:trPr>
          <w:gridAfter w:val="1"/>
          <w:wAfter w:w="127" w:type="dxa"/>
          <w:trHeight w:val="541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937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20203000000000151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480,2</w:t>
            </w:r>
          </w:p>
        </w:tc>
      </w:tr>
      <w:tr w:rsidR="004842DA" w:rsidRPr="00CB751D" w:rsidTr="00396F10">
        <w:trPr>
          <w:gridAfter w:val="1"/>
          <w:wAfter w:w="127" w:type="dxa"/>
          <w:trHeight w:val="69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937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20203024000000151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480,2</w:t>
            </w:r>
          </w:p>
        </w:tc>
      </w:tr>
      <w:tr w:rsidR="004842DA" w:rsidRPr="00CB751D" w:rsidTr="00026E74">
        <w:trPr>
          <w:gridAfter w:val="1"/>
          <w:wAfter w:w="127" w:type="dxa"/>
          <w:trHeight w:val="689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937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20203024050000151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480,2</w:t>
            </w:r>
          </w:p>
        </w:tc>
      </w:tr>
      <w:tr w:rsidR="004842DA" w:rsidRPr="00CB751D" w:rsidTr="00396F10">
        <w:trPr>
          <w:gridAfter w:val="1"/>
          <w:wAfter w:w="127" w:type="dxa"/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937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20204000000000151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460,1</w:t>
            </w:r>
          </w:p>
        </w:tc>
      </w:tr>
      <w:tr w:rsidR="004842DA" w:rsidRPr="00CB751D" w:rsidTr="00026E74">
        <w:trPr>
          <w:gridAfter w:val="1"/>
          <w:wAfter w:w="127" w:type="dxa"/>
          <w:trHeight w:val="959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Межбюджетные трансферты, передаваемые бюджетам на 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937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20204025000000151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83,1</w:t>
            </w:r>
          </w:p>
        </w:tc>
      </w:tr>
      <w:tr w:rsidR="004842DA" w:rsidRPr="00CB751D" w:rsidTr="00026E74">
        <w:trPr>
          <w:gridAfter w:val="1"/>
          <w:wAfter w:w="127" w:type="dxa"/>
          <w:trHeight w:val="721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937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20204025050000151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83,1</w:t>
            </w:r>
          </w:p>
        </w:tc>
      </w:tr>
      <w:tr w:rsidR="004842DA" w:rsidRPr="00CB751D" w:rsidTr="00026E74">
        <w:trPr>
          <w:gridAfter w:val="1"/>
          <w:wAfter w:w="127" w:type="dxa"/>
          <w:trHeight w:val="1076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Межбюджетные трансферты, передаваемые бюджетам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937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20204041000000151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77,0</w:t>
            </w:r>
          </w:p>
        </w:tc>
      </w:tr>
      <w:tr w:rsidR="004842DA" w:rsidRPr="00CB751D" w:rsidTr="00026E74">
        <w:trPr>
          <w:gridAfter w:val="1"/>
          <w:wAfter w:w="127" w:type="dxa"/>
          <w:trHeight w:val="1156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Межбюджетные трансферты, передаваемые бюджетам муниципальных районов,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937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20204041050000151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77,0</w:t>
            </w:r>
          </w:p>
        </w:tc>
      </w:tr>
      <w:tr w:rsidR="004842DA" w:rsidRPr="00CB751D" w:rsidTr="00026E74">
        <w:trPr>
          <w:gridAfter w:val="1"/>
          <w:wAfter w:w="127" w:type="dxa"/>
          <w:trHeight w:val="883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Межбюджетные трансферты, передаваемые бюджетам на государственную поддержку муниципальных учреждений культуры, находящихся на территориях сельских поселений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937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20204052000000151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200,0</w:t>
            </w:r>
          </w:p>
        </w:tc>
      </w:tr>
      <w:tr w:rsidR="004842DA" w:rsidRPr="00CB751D" w:rsidTr="00026E74">
        <w:trPr>
          <w:gridAfter w:val="1"/>
          <w:wAfter w:w="127" w:type="dxa"/>
          <w:trHeight w:val="916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Межбюджетные трансферты, передаваемые бюджетам муниц</w:t>
            </w:r>
            <w:r>
              <w:rPr>
                <w:rFonts w:ascii="Arial CYR" w:hAnsi="Arial CYR" w:cs="Arial CYR"/>
                <w:sz w:val="16"/>
                <w:szCs w:val="16"/>
                <w:lang w:eastAsia="ru-RU"/>
              </w:rPr>
              <w:t>и</w:t>
            </w: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пальных районов на государственную поддержку муниципальных учреждений культуры, находящихся на территориях сельских поселений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937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20204052050000151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200,0</w:t>
            </w:r>
          </w:p>
        </w:tc>
      </w:tr>
      <w:tr w:rsidR="004842DA" w:rsidRPr="00CB751D" w:rsidTr="00026E74">
        <w:trPr>
          <w:gridAfter w:val="1"/>
          <w:wAfter w:w="127" w:type="dxa"/>
          <w:trHeight w:val="937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Межбюджетные трансферты, передаваемые бюджетам на государственную поддержку лучших работников муниципальных учреждений культуры, находящихся на территориях сельских поселений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937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20204053000000151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100,0</w:t>
            </w:r>
          </w:p>
        </w:tc>
      </w:tr>
      <w:tr w:rsidR="004842DA" w:rsidRPr="00CB751D" w:rsidTr="00026E74">
        <w:trPr>
          <w:gridAfter w:val="1"/>
          <w:wAfter w:w="127" w:type="dxa"/>
          <w:trHeight w:val="1112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Межбюджетные трансферты, передаваемые бюджетам муниц</w:t>
            </w:r>
            <w:r>
              <w:rPr>
                <w:rFonts w:ascii="Arial CYR" w:hAnsi="Arial CYR" w:cs="Arial CYR"/>
                <w:sz w:val="16"/>
                <w:szCs w:val="16"/>
                <w:lang w:eastAsia="ru-RU"/>
              </w:rPr>
              <w:t>и</w:t>
            </w: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пальных районов на государственную поддержку лучших работников муниципальных учреждений культуры, находящихся на территориях сельских поселений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937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20204053050000151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100,0</w:t>
            </w:r>
          </w:p>
        </w:tc>
      </w:tr>
      <w:tr w:rsidR="004842DA" w:rsidRPr="00CB751D" w:rsidTr="00396F10">
        <w:trPr>
          <w:gridAfter w:val="1"/>
          <w:wAfter w:w="127" w:type="dxa"/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ПРОЧИЕ БЕЗВОЗМЕЗДНЫЕ ПОСТУПЛЕНИЯ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937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20700000000000180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84,4</w:t>
            </w:r>
          </w:p>
        </w:tc>
      </w:tr>
      <w:tr w:rsidR="004842DA" w:rsidRPr="00CB751D" w:rsidTr="00396F10">
        <w:trPr>
          <w:gridAfter w:val="1"/>
          <w:wAfter w:w="127" w:type="dxa"/>
          <w:trHeight w:val="46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937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20705000050000180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84,4</w:t>
            </w:r>
          </w:p>
        </w:tc>
      </w:tr>
      <w:tr w:rsidR="004842DA" w:rsidRPr="00CB751D" w:rsidTr="00026E74">
        <w:trPr>
          <w:gridAfter w:val="1"/>
          <w:wAfter w:w="127" w:type="dxa"/>
          <w:trHeight w:val="803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937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20705020050000180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84,4</w:t>
            </w:r>
          </w:p>
        </w:tc>
      </w:tr>
      <w:tr w:rsidR="004842DA" w:rsidRPr="00CB751D" w:rsidTr="00396F10">
        <w:trPr>
          <w:gridAfter w:val="1"/>
          <w:wAfter w:w="127" w:type="dxa"/>
          <w:trHeight w:val="69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Муниципальное казённое учреждение районная Дума Малмыжского района Кировской области 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945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4,5</w:t>
            </w:r>
          </w:p>
        </w:tc>
      </w:tr>
      <w:tr w:rsidR="004842DA" w:rsidRPr="00CB751D" w:rsidTr="00396F10">
        <w:trPr>
          <w:gridAfter w:val="1"/>
          <w:wAfter w:w="127" w:type="dxa"/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БЕЗВОЗМЕЗДНЫЕ ПОСТУПЛЕНИЯ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945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20000000000000000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4,5</w:t>
            </w:r>
          </w:p>
        </w:tc>
      </w:tr>
      <w:tr w:rsidR="004842DA" w:rsidRPr="00CB751D" w:rsidTr="00396F10">
        <w:trPr>
          <w:gridAfter w:val="1"/>
          <w:wAfter w:w="127" w:type="dxa"/>
          <w:trHeight w:val="69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945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20200000000000000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4,5</w:t>
            </w:r>
          </w:p>
        </w:tc>
      </w:tr>
      <w:tr w:rsidR="004842DA" w:rsidRPr="00CB751D" w:rsidTr="00026E74">
        <w:trPr>
          <w:gridAfter w:val="1"/>
          <w:wAfter w:w="127" w:type="dxa"/>
          <w:trHeight w:val="4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945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20202000000000151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4,5</w:t>
            </w:r>
          </w:p>
        </w:tc>
      </w:tr>
      <w:tr w:rsidR="004842DA" w:rsidRPr="00CB751D" w:rsidTr="00396F10">
        <w:trPr>
          <w:gridAfter w:val="1"/>
          <w:wAfter w:w="127" w:type="dxa"/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Прочие субсидии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945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20202999000000151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4,5</w:t>
            </w:r>
          </w:p>
        </w:tc>
      </w:tr>
      <w:tr w:rsidR="004842DA" w:rsidRPr="00CB751D" w:rsidTr="00396F10">
        <w:trPr>
          <w:gridAfter w:val="1"/>
          <w:wAfter w:w="127" w:type="dxa"/>
          <w:trHeight w:val="45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4842DA" w:rsidRPr="00853FF9" w:rsidRDefault="004842DA" w:rsidP="00026E74">
            <w:pPr>
              <w:spacing w:after="0" w:line="240" w:lineRule="auto"/>
              <w:jc w:val="both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945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842DA" w:rsidRPr="00853FF9" w:rsidRDefault="004842DA" w:rsidP="00853FF9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20202999050000151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842DA" w:rsidRPr="00853FF9" w:rsidRDefault="004842DA" w:rsidP="00853FF9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53FF9">
              <w:rPr>
                <w:rFonts w:ascii="Arial CYR" w:hAnsi="Arial CYR" w:cs="Arial CYR"/>
                <w:sz w:val="16"/>
                <w:szCs w:val="16"/>
                <w:lang w:eastAsia="ru-RU"/>
              </w:rPr>
              <w:t>4,5</w:t>
            </w:r>
          </w:p>
        </w:tc>
      </w:tr>
    </w:tbl>
    <w:p w:rsidR="004842DA" w:rsidRDefault="004842DA"/>
    <w:sectPr w:rsidR="004842DA" w:rsidSect="00447C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3FF9"/>
    <w:rsid w:val="00000C52"/>
    <w:rsid w:val="000160F1"/>
    <w:rsid w:val="00026E74"/>
    <w:rsid w:val="00031692"/>
    <w:rsid w:val="00034812"/>
    <w:rsid w:val="0003669F"/>
    <w:rsid w:val="00045B2D"/>
    <w:rsid w:val="00055B7C"/>
    <w:rsid w:val="00061A3D"/>
    <w:rsid w:val="0006614C"/>
    <w:rsid w:val="0007351D"/>
    <w:rsid w:val="00097ECD"/>
    <w:rsid w:val="000A0496"/>
    <w:rsid w:val="000A5273"/>
    <w:rsid w:val="000A6DC6"/>
    <w:rsid w:val="000C18BF"/>
    <w:rsid w:val="000C1F05"/>
    <w:rsid w:val="000D1CF1"/>
    <w:rsid w:val="000D5BCD"/>
    <w:rsid w:val="000D7D5A"/>
    <w:rsid w:val="000E010B"/>
    <w:rsid w:val="000E413D"/>
    <w:rsid w:val="000E5FBD"/>
    <w:rsid w:val="000F0048"/>
    <w:rsid w:val="000F018F"/>
    <w:rsid w:val="000F12FB"/>
    <w:rsid w:val="000F3D70"/>
    <w:rsid w:val="00100100"/>
    <w:rsid w:val="0010312A"/>
    <w:rsid w:val="00122441"/>
    <w:rsid w:val="001344F0"/>
    <w:rsid w:val="00135093"/>
    <w:rsid w:val="001366DA"/>
    <w:rsid w:val="0014172D"/>
    <w:rsid w:val="00141BD7"/>
    <w:rsid w:val="00142A44"/>
    <w:rsid w:val="00145A37"/>
    <w:rsid w:val="0015175F"/>
    <w:rsid w:val="0015623E"/>
    <w:rsid w:val="00156BFD"/>
    <w:rsid w:val="001607D7"/>
    <w:rsid w:val="00176015"/>
    <w:rsid w:val="00177070"/>
    <w:rsid w:val="00181D45"/>
    <w:rsid w:val="00184FCD"/>
    <w:rsid w:val="00186CFD"/>
    <w:rsid w:val="001902AA"/>
    <w:rsid w:val="001B1C53"/>
    <w:rsid w:val="001B76DE"/>
    <w:rsid w:val="001B7A2A"/>
    <w:rsid w:val="001C0836"/>
    <w:rsid w:val="001C23A0"/>
    <w:rsid w:val="001C7B7A"/>
    <w:rsid w:val="001D5195"/>
    <w:rsid w:val="001D5512"/>
    <w:rsid w:val="001E009F"/>
    <w:rsid w:val="001E119D"/>
    <w:rsid w:val="001E293A"/>
    <w:rsid w:val="001E300A"/>
    <w:rsid w:val="001E62E6"/>
    <w:rsid w:val="001E7DB6"/>
    <w:rsid w:val="00203C3C"/>
    <w:rsid w:val="00206B24"/>
    <w:rsid w:val="00207CF2"/>
    <w:rsid w:val="00213854"/>
    <w:rsid w:val="00220E18"/>
    <w:rsid w:val="0022755A"/>
    <w:rsid w:val="00232723"/>
    <w:rsid w:val="00232C1A"/>
    <w:rsid w:val="00233107"/>
    <w:rsid w:val="002334BB"/>
    <w:rsid w:val="00233C00"/>
    <w:rsid w:val="00255CD0"/>
    <w:rsid w:val="00257CAF"/>
    <w:rsid w:val="00265E51"/>
    <w:rsid w:val="00271720"/>
    <w:rsid w:val="00273CD1"/>
    <w:rsid w:val="00280FEC"/>
    <w:rsid w:val="002834EB"/>
    <w:rsid w:val="002874B7"/>
    <w:rsid w:val="002924F2"/>
    <w:rsid w:val="00295821"/>
    <w:rsid w:val="002A70F2"/>
    <w:rsid w:val="002D1B0B"/>
    <w:rsid w:val="002D5DBD"/>
    <w:rsid w:val="002D7DBD"/>
    <w:rsid w:val="002E18DD"/>
    <w:rsid w:val="002E6E48"/>
    <w:rsid w:val="002F1172"/>
    <w:rsid w:val="002F63ED"/>
    <w:rsid w:val="00323C8B"/>
    <w:rsid w:val="00330200"/>
    <w:rsid w:val="003320FD"/>
    <w:rsid w:val="00371F39"/>
    <w:rsid w:val="00380CB5"/>
    <w:rsid w:val="00394928"/>
    <w:rsid w:val="00395E51"/>
    <w:rsid w:val="00396F10"/>
    <w:rsid w:val="003A08E0"/>
    <w:rsid w:val="003C6B02"/>
    <w:rsid w:val="003E7DE7"/>
    <w:rsid w:val="003F2055"/>
    <w:rsid w:val="003F5F0B"/>
    <w:rsid w:val="00402369"/>
    <w:rsid w:val="00403367"/>
    <w:rsid w:val="004079F8"/>
    <w:rsid w:val="00414161"/>
    <w:rsid w:val="00417821"/>
    <w:rsid w:val="004178AC"/>
    <w:rsid w:val="00421C84"/>
    <w:rsid w:val="004226EA"/>
    <w:rsid w:val="00432F9C"/>
    <w:rsid w:val="004369AC"/>
    <w:rsid w:val="00441717"/>
    <w:rsid w:val="00442E00"/>
    <w:rsid w:val="00447A3E"/>
    <w:rsid w:val="00447CD9"/>
    <w:rsid w:val="00482330"/>
    <w:rsid w:val="00482A49"/>
    <w:rsid w:val="004842DA"/>
    <w:rsid w:val="0049624E"/>
    <w:rsid w:val="004A012D"/>
    <w:rsid w:val="004A25DF"/>
    <w:rsid w:val="004B7645"/>
    <w:rsid w:val="004E4FFC"/>
    <w:rsid w:val="004F5E99"/>
    <w:rsid w:val="00504DF8"/>
    <w:rsid w:val="0050553B"/>
    <w:rsid w:val="00505E28"/>
    <w:rsid w:val="0051080B"/>
    <w:rsid w:val="00511306"/>
    <w:rsid w:val="005126DC"/>
    <w:rsid w:val="0051778C"/>
    <w:rsid w:val="00524A7C"/>
    <w:rsid w:val="005331DE"/>
    <w:rsid w:val="0053468E"/>
    <w:rsid w:val="00534C98"/>
    <w:rsid w:val="00542C4F"/>
    <w:rsid w:val="00551315"/>
    <w:rsid w:val="0055217E"/>
    <w:rsid w:val="00557F5D"/>
    <w:rsid w:val="0056662E"/>
    <w:rsid w:val="00577EA8"/>
    <w:rsid w:val="005820C8"/>
    <w:rsid w:val="00582AE0"/>
    <w:rsid w:val="005960F4"/>
    <w:rsid w:val="005A06FC"/>
    <w:rsid w:val="005A18AE"/>
    <w:rsid w:val="005A2B8C"/>
    <w:rsid w:val="005A7DC5"/>
    <w:rsid w:val="005C464A"/>
    <w:rsid w:val="005D09CA"/>
    <w:rsid w:val="005E430A"/>
    <w:rsid w:val="005F7640"/>
    <w:rsid w:val="00603EE0"/>
    <w:rsid w:val="00610F47"/>
    <w:rsid w:val="006110F2"/>
    <w:rsid w:val="0062206E"/>
    <w:rsid w:val="00622392"/>
    <w:rsid w:val="00632F5B"/>
    <w:rsid w:val="006347BC"/>
    <w:rsid w:val="006357EF"/>
    <w:rsid w:val="00635EB1"/>
    <w:rsid w:val="00645590"/>
    <w:rsid w:val="006603CE"/>
    <w:rsid w:val="0067010B"/>
    <w:rsid w:val="00683106"/>
    <w:rsid w:val="006846C8"/>
    <w:rsid w:val="0069024D"/>
    <w:rsid w:val="00693A8C"/>
    <w:rsid w:val="00696F83"/>
    <w:rsid w:val="00697DE2"/>
    <w:rsid w:val="006A68AA"/>
    <w:rsid w:val="006B520A"/>
    <w:rsid w:val="006C272F"/>
    <w:rsid w:val="006C62F5"/>
    <w:rsid w:val="006D2FA0"/>
    <w:rsid w:val="006E0EBC"/>
    <w:rsid w:val="006E1AA1"/>
    <w:rsid w:val="006E5521"/>
    <w:rsid w:val="00704E7D"/>
    <w:rsid w:val="00705DC7"/>
    <w:rsid w:val="00711202"/>
    <w:rsid w:val="00713F0A"/>
    <w:rsid w:val="0071437A"/>
    <w:rsid w:val="00716698"/>
    <w:rsid w:val="0071785C"/>
    <w:rsid w:val="00731F50"/>
    <w:rsid w:val="00736415"/>
    <w:rsid w:val="007435EF"/>
    <w:rsid w:val="0075115D"/>
    <w:rsid w:val="00753AA7"/>
    <w:rsid w:val="00757476"/>
    <w:rsid w:val="00760058"/>
    <w:rsid w:val="00774E87"/>
    <w:rsid w:val="00790D1C"/>
    <w:rsid w:val="00793F23"/>
    <w:rsid w:val="007959B0"/>
    <w:rsid w:val="0079625F"/>
    <w:rsid w:val="00796849"/>
    <w:rsid w:val="007A00AD"/>
    <w:rsid w:val="007C46A9"/>
    <w:rsid w:val="007D784C"/>
    <w:rsid w:val="007E3CF6"/>
    <w:rsid w:val="007E5131"/>
    <w:rsid w:val="007F791E"/>
    <w:rsid w:val="008003EF"/>
    <w:rsid w:val="008026A2"/>
    <w:rsid w:val="00812BA7"/>
    <w:rsid w:val="008137D0"/>
    <w:rsid w:val="00817483"/>
    <w:rsid w:val="00834DE5"/>
    <w:rsid w:val="00840EE6"/>
    <w:rsid w:val="008478A5"/>
    <w:rsid w:val="00853FF9"/>
    <w:rsid w:val="008556AA"/>
    <w:rsid w:val="0086293F"/>
    <w:rsid w:val="008735B4"/>
    <w:rsid w:val="00876FF7"/>
    <w:rsid w:val="00882C2B"/>
    <w:rsid w:val="00885E24"/>
    <w:rsid w:val="0089786E"/>
    <w:rsid w:val="008A3DBD"/>
    <w:rsid w:val="008A785A"/>
    <w:rsid w:val="008B079D"/>
    <w:rsid w:val="008B69CB"/>
    <w:rsid w:val="008C2ACF"/>
    <w:rsid w:val="008D35D1"/>
    <w:rsid w:val="008E2713"/>
    <w:rsid w:val="008E5E92"/>
    <w:rsid w:val="008E765B"/>
    <w:rsid w:val="008F4E4C"/>
    <w:rsid w:val="008F7DD8"/>
    <w:rsid w:val="0090051D"/>
    <w:rsid w:val="00903B54"/>
    <w:rsid w:val="00904D5F"/>
    <w:rsid w:val="009119A6"/>
    <w:rsid w:val="00923BB4"/>
    <w:rsid w:val="009303CA"/>
    <w:rsid w:val="0093724D"/>
    <w:rsid w:val="00941379"/>
    <w:rsid w:val="009454AD"/>
    <w:rsid w:val="00954C43"/>
    <w:rsid w:val="00956712"/>
    <w:rsid w:val="00975C7C"/>
    <w:rsid w:val="009842A9"/>
    <w:rsid w:val="0098513B"/>
    <w:rsid w:val="00991B18"/>
    <w:rsid w:val="00994F77"/>
    <w:rsid w:val="009A1E65"/>
    <w:rsid w:val="009A2931"/>
    <w:rsid w:val="009B3307"/>
    <w:rsid w:val="009B3901"/>
    <w:rsid w:val="009B633A"/>
    <w:rsid w:val="009B71EB"/>
    <w:rsid w:val="009C6BE8"/>
    <w:rsid w:val="009D5732"/>
    <w:rsid w:val="00A04EEE"/>
    <w:rsid w:val="00A07862"/>
    <w:rsid w:val="00A117A6"/>
    <w:rsid w:val="00A1381E"/>
    <w:rsid w:val="00A36E83"/>
    <w:rsid w:val="00A4222C"/>
    <w:rsid w:val="00A4224C"/>
    <w:rsid w:val="00A427BC"/>
    <w:rsid w:val="00A448BC"/>
    <w:rsid w:val="00A50886"/>
    <w:rsid w:val="00A56E7E"/>
    <w:rsid w:val="00A85393"/>
    <w:rsid w:val="00A9557F"/>
    <w:rsid w:val="00AA584C"/>
    <w:rsid w:val="00AB4523"/>
    <w:rsid w:val="00AC6971"/>
    <w:rsid w:val="00AC6ADC"/>
    <w:rsid w:val="00AC6CA3"/>
    <w:rsid w:val="00AC6FA8"/>
    <w:rsid w:val="00AD0FE4"/>
    <w:rsid w:val="00AF3210"/>
    <w:rsid w:val="00AF5F14"/>
    <w:rsid w:val="00B07F13"/>
    <w:rsid w:val="00B201A1"/>
    <w:rsid w:val="00B25A67"/>
    <w:rsid w:val="00B303C1"/>
    <w:rsid w:val="00B32E38"/>
    <w:rsid w:val="00B37E9B"/>
    <w:rsid w:val="00B44B02"/>
    <w:rsid w:val="00B57708"/>
    <w:rsid w:val="00B62060"/>
    <w:rsid w:val="00B63141"/>
    <w:rsid w:val="00B6327E"/>
    <w:rsid w:val="00B669AC"/>
    <w:rsid w:val="00B67D58"/>
    <w:rsid w:val="00B802F5"/>
    <w:rsid w:val="00B84385"/>
    <w:rsid w:val="00B8529C"/>
    <w:rsid w:val="00BA26BB"/>
    <w:rsid w:val="00BA5EC7"/>
    <w:rsid w:val="00BC3489"/>
    <w:rsid w:val="00BD558C"/>
    <w:rsid w:val="00BE33AC"/>
    <w:rsid w:val="00C25704"/>
    <w:rsid w:val="00C27DFB"/>
    <w:rsid w:val="00C37A43"/>
    <w:rsid w:val="00C4515C"/>
    <w:rsid w:val="00C60CAD"/>
    <w:rsid w:val="00C64AE0"/>
    <w:rsid w:val="00C67A15"/>
    <w:rsid w:val="00C81D3F"/>
    <w:rsid w:val="00C859B6"/>
    <w:rsid w:val="00C867D1"/>
    <w:rsid w:val="00C8714F"/>
    <w:rsid w:val="00C90652"/>
    <w:rsid w:val="00C90A80"/>
    <w:rsid w:val="00CB0110"/>
    <w:rsid w:val="00CB0DBB"/>
    <w:rsid w:val="00CB39E1"/>
    <w:rsid w:val="00CB4757"/>
    <w:rsid w:val="00CB751D"/>
    <w:rsid w:val="00CB7F72"/>
    <w:rsid w:val="00CC2F49"/>
    <w:rsid w:val="00CC79E7"/>
    <w:rsid w:val="00CE3BA3"/>
    <w:rsid w:val="00CE4993"/>
    <w:rsid w:val="00CE5FB3"/>
    <w:rsid w:val="00CF4E25"/>
    <w:rsid w:val="00CF5950"/>
    <w:rsid w:val="00D21CEA"/>
    <w:rsid w:val="00D22440"/>
    <w:rsid w:val="00D37E53"/>
    <w:rsid w:val="00D45162"/>
    <w:rsid w:val="00D5610F"/>
    <w:rsid w:val="00D57D04"/>
    <w:rsid w:val="00D632FE"/>
    <w:rsid w:val="00D75B12"/>
    <w:rsid w:val="00D75DF7"/>
    <w:rsid w:val="00D90281"/>
    <w:rsid w:val="00DB51FF"/>
    <w:rsid w:val="00DC178B"/>
    <w:rsid w:val="00DC320F"/>
    <w:rsid w:val="00DD194E"/>
    <w:rsid w:val="00DD75A8"/>
    <w:rsid w:val="00DE6C7A"/>
    <w:rsid w:val="00DF29E1"/>
    <w:rsid w:val="00DF38D0"/>
    <w:rsid w:val="00DF68EF"/>
    <w:rsid w:val="00E0096B"/>
    <w:rsid w:val="00E01899"/>
    <w:rsid w:val="00E13A00"/>
    <w:rsid w:val="00E22DAF"/>
    <w:rsid w:val="00E243D9"/>
    <w:rsid w:val="00E25102"/>
    <w:rsid w:val="00E27DB2"/>
    <w:rsid w:val="00E62646"/>
    <w:rsid w:val="00E8156A"/>
    <w:rsid w:val="00E8375E"/>
    <w:rsid w:val="00E9022C"/>
    <w:rsid w:val="00E92C12"/>
    <w:rsid w:val="00E97DA7"/>
    <w:rsid w:val="00EA5C3A"/>
    <w:rsid w:val="00EB2600"/>
    <w:rsid w:val="00EB381B"/>
    <w:rsid w:val="00EC170D"/>
    <w:rsid w:val="00ED2D25"/>
    <w:rsid w:val="00EF15BF"/>
    <w:rsid w:val="00F00F26"/>
    <w:rsid w:val="00F06AB2"/>
    <w:rsid w:val="00F15777"/>
    <w:rsid w:val="00F213B5"/>
    <w:rsid w:val="00F24B54"/>
    <w:rsid w:val="00F30156"/>
    <w:rsid w:val="00F43468"/>
    <w:rsid w:val="00F52B09"/>
    <w:rsid w:val="00F540F7"/>
    <w:rsid w:val="00F55901"/>
    <w:rsid w:val="00F60F2F"/>
    <w:rsid w:val="00F61298"/>
    <w:rsid w:val="00F62835"/>
    <w:rsid w:val="00F70877"/>
    <w:rsid w:val="00F76803"/>
    <w:rsid w:val="00F90D99"/>
    <w:rsid w:val="00F949B7"/>
    <w:rsid w:val="00FD7740"/>
    <w:rsid w:val="00FD79B5"/>
    <w:rsid w:val="00FD7C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7CD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35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47</TotalTime>
  <Pages>14</Pages>
  <Words>5623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1</cp:lastModifiedBy>
  <cp:revision>3</cp:revision>
  <cp:lastPrinted>2014-03-26T11:17:00Z</cp:lastPrinted>
  <dcterms:created xsi:type="dcterms:W3CDTF">2014-03-26T10:25:00Z</dcterms:created>
  <dcterms:modified xsi:type="dcterms:W3CDTF">2014-05-23T07:05:00Z</dcterms:modified>
</cp:coreProperties>
</file>