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29D" w:rsidRDefault="008B429D" w:rsidP="00ED6FF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Приложение № 10</w:t>
      </w:r>
      <w:r w:rsidRPr="00620983">
        <w:rPr>
          <w:sz w:val="22"/>
          <w:szCs w:val="22"/>
        </w:rPr>
        <w:tab/>
      </w:r>
      <w:r w:rsidRPr="00620983">
        <w:rPr>
          <w:sz w:val="22"/>
          <w:szCs w:val="22"/>
        </w:rPr>
        <w:tab/>
      </w:r>
      <w:r w:rsidRPr="00620983">
        <w:rPr>
          <w:sz w:val="22"/>
          <w:szCs w:val="22"/>
        </w:rPr>
        <w:tab/>
      </w:r>
      <w:r w:rsidRPr="00620983">
        <w:rPr>
          <w:sz w:val="22"/>
          <w:szCs w:val="22"/>
        </w:rPr>
        <w:tab/>
      </w:r>
      <w:r w:rsidRPr="00620983">
        <w:rPr>
          <w:sz w:val="22"/>
          <w:szCs w:val="22"/>
        </w:rPr>
        <w:tab/>
      </w:r>
      <w:r w:rsidRPr="00620983">
        <w:rPr>
          <w:sz w:val="22"/>
          <w:szCs w:val="22"/>
        </w:rPr>
        <w:tab/>
      </w:r>
      <w:r w:rsidRPr="00620983">
        <w:rPr>
          <w:sz w:val="22"/>
          <w:szCs w:val="22"/>
        </w:rPr>
        <w:tab/>
      </w:r>
      <w:r w:rsidRPr="00620983">
        <w:rPr>
          <w:sz w:val="22"/>
          <w:szCs w:val="22"/>
        </w:rPr>
        <w:tab/>
      </w:r>
      <w:r w:rsidRPr="00620983">
        <w:rPr>
          <w:sz w:val="22"/>
          <w:szCs w:val="22"/>
        </w:rPr>
        <w:tab/>
      </w:r>
      <w:r w:rsidRPr="00620983">
        <w:rPr>
          <w:sz w:val="22"/>
          <w:szCs w:val="22"/>
        </w:rPr>
        <w:tab/>
      </w:r>
      <w:r w:rsidRPr="00620983">
        <w:rPr>
          <w:sz w:val="22"/>
          <w:szCs w:val="22"/>
        </w:rPr>
        <w:tab/>
      </w:r>
      <w:r>
        <w:rPr>
          <w:sz w:val="22"/>
          <w:szCs w:val="22"/>
        </w:rPr>
        <w:t xml:space="preserve">         </w:t>
      </w:r>
    </w:p>
    <w:p w:rsidR="008B429D" w:rsidRDefault="008B429D" w:rsidP="00ED6FF0">
      <w:pPr>
        <w:jc w:val="right"/>
        <w:rPr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к Порядку составления и ведения бюджетных росписей</w:t>
      </w:r>
    </w:p>
    <w:p w:rsidR="008B429D" w:rsidRDefault="008B429D" w:rsidP="00ED6FF0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главных распорядителей средств бюджета Калининского сельского поселения</w:t>
      </w:r>
    </w:p>
    <w:p w:rsidR="008B429D" w:rsidRPr="00492652" w:rsidRDefault="008B429D" w:rsidP="00ED6F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32"/>
        </w:tabs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12300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492652">
        <w:rPr>
          <w:sz w:val="20"/>
          <w:szCs w:val="20"/>
        </w:rPr>
        <w:t>Малмыжского района и внесения изменений в них</w:t>
      </w:r>
    </w:p>
    <w:p w:rsidR="008B429D" w:rsidRPr="00612300" w:rsidRDefault="008B429D" w:rsidP="00612300">
      <w:pPr>
        <w:jc w:val="right"/>
        <w:rPr>
          <w:sz w:val="22"/>
          <w:szCs w:val="22"/>
        </w:rPr>
      </w:pPr>
    </w:p>
    <w:p w:rsidR="008B429D" w:rsidRPr="00612300" w:rsidRDefault="008B429D" w:rsidP="00612300">
      <w:pPr>
        <w:jc w:val="both"/>
        <w:rPr>
          <w:sz w:val="22"/>
          <w:szCs w:val="22"/>
        </w:rPr>
      </w:pPr>
    </w:p>
    <w:p w:rsidR="008B429D" w:rsidRPr="00612300" w:rsidRDefault="008B429D" w:rsidP="00612300">
      <w:pPr>
        <w:jc w:val="center"/>
        <w:rPr>
          <w:b/>
          <w:smallCaps/>
          <w:sz w:val="22"/>
          <w:szCs w:val="22"/>
        </w:rPr>
      </w:pPr>
      <w:r w:rsidRPr="00612300">
        <w:rPr>
          <w:b/>
          <w:smallCaps/>
          <w:sz w:val="22"/>
          <w:szCs w:val="22"/>
        </w:rPr>
        <w:t>Уведомление №_____</w:t>
      </w:r>
    </w:p>
    <w:p w:rsidR="008B429D" w:rsidRPr="00612300" w:rsidRDefault="008B429D" w:rsidP="00612300">
      <w:pPr>
        <w:jc w:val="center"/>
        <w:rPr>
          <w:b/>
          <w:sz w:val="22"/>
          <w:szCs w:val="22"/>
        </w:rPr>
      </w:pPr>
      <w:r w:rsidRPr="00612300">
        <w:rPr>
          <w:b/>
          <w:sz w:val="22"/>
          <w:szCs w:val="22"/>
        </w:rPr>
        <w:t>об изменении лимитов бюджетных обязательств на _____ год</w:t>
      </w:r>
    </w:p>
    <w:p w:rsidR="008B429D" w:rsidRPr="00612300" w:rsidRDefault="008B429D" w:rsidP="00612300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88"/>
        <w:gridCol w:w="891"/>
        <w:gridCol w:w="851"/>
        <w:gridCol w:w="1417"/>
        <w:gridCol w:w="993"/>
        <w:gridCol w:w="1134"/>
        <w:gridCol w:w="1770"/>
        <w:gridCol w:w="1632"/>
      </w:tblGrid>
      <w:tr w:rsidR="008B429D" w:rsidRPr="00612300" w:rsidTr="001548DA">
        <w:tc>
          <w:tcPr>
            <w:tcW w:w="152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B429D" w:rsidRPr="00612300" w:rsidRDefault="008B429D" w:rsidP="002D37AB">
            <w:pPr>
              <w:jc w:val="both"/>
            </w:pPr>
            <w:r w:rsidRPr="00612300">
              <w:rPr>
                <w:sz w:val="22"/>
                <w:szCs w:val="22"/>
              </w:rPr>
              <w:t xml:space="preserve">Получателю средств </w:t>
            </w:r>
            <w:r>
              <w:rPr>
                <w:sz w:val="22"/>
                <w:szCs w:val="22"/>
              </w:rPr>
              <w:t>районного</w:t>
            </w:r>
            <w:r w:rsidRPr="00612300">
              <w:rPr>
                <w:sz w:val="22"/>
                <w:szCs w:val="22"/>
              </w:rPr>
              <w:t xml:space="preserve"> бюджета _________________________________________________________________________________________ </w:t>
            </w:r>
          </w:p>
          <w:p w:rsidR="008B429D" w:rsidRPr="00612300" w:rsidRDefault="008B429D" w:rsidP="00492652">
            <w:pPr>
              <w:jc w:val="both"/>
            </w:pPr>
            <w:r w:rsidRPr="00612300">
              <w:rPr>
                <w:sz w:val="22"/>
                <w:szCs w:val="22"/>
              </w:rPr>
              <w:t xml:space="preserve">                                                                                                (полное наименование получателя средств бюджета</w:t>
            </w:r>
            <w:r>
              <w:rPr>
                <w:sz w:val="22"/>
                <w:szCs w:val="22"/>
              </w:rPr>
              <w:t xml:space="preserve"> района</w:t>
            </w:r>
            <w:r w:rsidRPr="00612300">
              <w:rPr>
                <w:sz w:val="22"/>
                <w:szCs w:val="22"/>
              </w:rPr>
              <w:t>)</w:t>
            </w:r>
          </w:p>
        </w:tc>
      </w:tr>
      <w:tr w:rsidR="008B429D" w:rsidRPr="00612300" w:rsidTr="001548DA">
        <w:tc>
          <w:tcPr>
            <w:tcW w:w="152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B429D" w:rsidRPr="00612300" w:rsidRDefault="008B429D" w:rsidP="002D37AB">
            <w:pPr>
              <w:jc w:val="both"/>
            </w:pPr>
            <w:r w:rsidRPr="00612300">
              <w:rPr>
                <w:sz w:val="22"/>
                <w:szCs w:val="22"/>
              </w:rPr>
              <w:t>Основание внесения изменений __________________________________________________________________________________________________</w:t>
            </w:r>
          </w:p>
        </w:tc>
      </w:tr>
      <w:tr w:rsidR="008B429D" w:rsidRPr="00612300" w:rsidTr="001548DA">
        <w:tc>
          <w:tcPr>
            <w:tcW w:w="6588" w:type="dxa"/>
            <w:tcBorders>
              <w:top w:val="nil"/>
              <w:left w:val="nil"/>
              <w:right w:val="nil"/>
            </w:tcBorders>
          </w:tcPr>
          <w:p w:rsidR="008B429D" w:rsidRPr="00612300" w:rsidRDefault="008B429D" w:rsidP="002D37AB">
            <w:pPr>
              <w:jc w:val="both"/>
            </w:pPr>
            <w:r w:rsidRPr="00612300">
              <w:rPr>
                <w:sz w:val="22"/>
                <w:szCs w:val="22"/>
              </w:rPr>
              <w:t xml:space="preserve">Единица измерения: </w:t>
            </w:r>
          </w:p>
        </w:tc>
        <w:tc>
          <w:tcPr>
            <w:tcW w:w="891" w:type="dxa"/>
            <w:tcBorders>
              <w:top w:val="nil"/>
              <w:left w:val="nil"/>
              <w:right w:val="nil"/>
            </w:tcBorders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2904" w:type="dxa"/>
            <w:gridSpan w:val="2"/>
            <w:tcBorders>
              <w:top w:val="nil"/>
              <w:left w:val="nil"/>
              <w:right w:val="nil"/>
            </w:tcBorders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8B429D" w:rsidRPr="00612300" w:rsidRDefault="008B429D" w:rsidP="002D37AB">
            <w:pPr>
              <w:jc w:val="center"/>
            </w:pPr>
            <w:r w:rsidRPr="00612300">
              <w:rPr>
                <w:sz w:val="22"/>
                <w:szCs w:val="22"/>
              </w:rPr>
              <w:t xml:space="preserve"> рублей</w:t>
            </w:r>
          </w:p>
        </w:tc>
      </w:tr>
      <w:tr w:rsidR="008B429D" w:rsidRPr="00612300" w:rsidTr="001548DA">
        <w:tc>
          <w:tcPr>
            <w:tcW w:w="6588" w:type="dxa"/>
            <w:vAlign w:val="center"/>
          </w:tcPr>
          <w:p w:rsidR="008B429D" w:rsidRPr="00612300" w:rsidRDefault="008B429D" w:rsidP="002D37AB">
            <w:pPr>
              <w:jc w:val="center"/>
            </w:pPr>
            <w:r w:rsidRPr="00612300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891" w:type="dxa"/>
            <w:vAlign w:val="center"/>
          </w:tcPr>
          <w:p w:rsidR="008B429D" w:rsidRPr="00612300" w:rsidRDefault="008B429D" w:rsidP="002D37AB">
            <w:pPr>
              <w:jc w:val="center"/>
            </w:pPr>
            <w:r w:rsidRPr="00612300">
              <w:rPr>
                <w:sz w:val="22"/>
                <w:szCs w:val="22"/>
              </w:rPr>
              <w:t>Рз</w:t>
            </w:r>
          </w:p>
        </w:tc>
        <w:tc>
          <w:tcPr>
            <w:tcW w:w="851" w:type="dxa"/>
            <w:vAlign w:val="center"/>
          </w:tcPr>
          <w:p w:rsidR="008B429D" w:rsidRPr="00612300" w:rsidRDefault="008B429D" w:rsidP="002D37AB">
            <w:pPr>
              <w:jc w:val="center"/>
            </w:pPr>
            <w:r w:rsidRPr="00612300">
              <w:rPr>
                <w:sz w:val="22"/>
                <w:szCs w:val="22"/>
              </w:rPr>
              <w:t>ПРз</w:t>
            </w:r>
          </w:p>
        </w:tc>
        <w:tc>
          <w:tcPr>
            <w:tcW w:w="1417" w:type="dxa"/>
            <w:vAlign w:val="center"/>
          </w:tcPr>
          <w:p w:rsidR="008B429D" w:rsidRPr="00612300" w:rsidRDefault="008B429D" w:rsidP="002D37AB">
            <w:pPr>
              <w:jc w:val="center"/>
            </w:pPr>
            <w:r w:rsidRPr="00612300">
              <w:rPr>
                <w:sz w:val="22"/>
                <w:szCs w:val="22"/>
              </w:rPr>
              <w:t>ЦСР</w:t>
            </w:r>
          </w:p>
        </w:tc>
        <w:tc>
          <w:tcPr>
            <w:tcW w:w="993" w:type="dxa"/>
            <w:vAlign w:val="center"/>
          </w:tcPr>
          <w:p w:rsidR="008B429D" w:rsidRPr="00612300" w:rsidRDefault="008B429D" w:rsidP="002D37AB">
            <w:pPr>
              <w:jc w:val="center"/>
            </w:pPr>
            <w:r w:rsidRPr="00612300">
              <w:rPr>
                <w:sz w:val="22"/>
                <w:szCs w:val="22"/>
              </w:rPr>
              <w:t>ВР</w:t>
            </w:r>
          </w:p>
        </w:tc>
        <w:tc>
          <w:tcPr>
            <w:tcW w:w="1134" w:type="dxa"/>
            <w:vAlign w:val="center"/>
          </w:tcPr>
          <w:p w:rsidR="008B429D" w:rsidRPr="00612300" w:rsidRDefault="008B429D" w:rsidP="002D37AB">
            <w:pPr>
              <w:jc w:val="center"/>
            </w:pPr>
            <w:r w:rsidRPr="00612300">
              <w:rPr>
                <w:sz w:val="22"/>
                <w:szCs w:val="22"/>
              </w:rPr>
              <w:t>ОСГУ*</w:t>
            </w:r>
          </w:p>
        </w:tc>
        <w:tc>
          <w:tcPr>
            <w:tcW w:w="1770" w:type="dxa"/>
            <w:vAlign w:val="center"/>
          </w:tcPr>
          <w:p w:rsidR="008B429D" w:rsidRPr="00612300" w:rsidRDefault="008B429D" w:rsidP="002D37AB">
            <w:pPr>
              <w:jc w:val="center"/>
            </w:pPr>
            <w:r w:rsidRPr="00612300">
              <w:rPr>
                <w:sz w:val="22"/>
                <w:szCs w:val="22"/>
              </w:rPr>
              <w:t>Дополнительная классификация</w:t>
            </w:r>
          </w:p>
        </w:tc>
        <w:tc>
          <w:tcPr>
            <w:tcW w:w="1632" w:type="dxa"/>
            <w:vAlign w:val="center"/>
          </w:tcPr>
          <w:p w:rsidR="008B429D" w:rsidRPr="00612300" w:rsidRDefault="008B429D" w:rsidP="002D37AB">
            <w:pPr>
              <w:jc w:val="center"/>
            </w:pPr>
            <w:r w:rsidRPr="00612300">
              <w:rPr>
                <w:sz w:val="22"/>
                <w:szCs w:val="22"/>
              </w:rPr>
              <w:t xml:space="preserve">Сумма изменений </w:t>
            </w:r>
          </w:p>
          <w:p w:rsidR="008B429D" w:rsidRPr="00612300" w:rsidRDefault="008B429D" w:rsidP="002D37AB">
            <w:pPr>
              <w:jc w:val="center"/>
            </w:pPr>
            <w:r w:rsidRPr="00612300">
              <w:rPr>
                <w:sz w:val="22"/>
                <w:szCs w:val="22"/>
              </w:rPr>
              <w:t>(+, -)</w:t>
            </w:r>
          </w:p>
        </w:tc>
      </w:tr>
      <w:tr w:rsidR="008B429D" w:rsidRPr="00612300" w:rsidTr="001548DA">
        <w:tc>
          <w:tcPr>
            <w:tcW w:w="6588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891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851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417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993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134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770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632" w:type="dxa"/>
          </w:tcPr>
          <w:p w:rsidR="008B429D" w:rsidRPr="00612300" w:rsidRDefault="008B429D" w:rsidP="002D37AB">
            <w:pPr>
              <w:jc w:val="both"/>
            </w:pPr>
          </w:p>
        </w:tc>
      </w:tr>
      <w:tr w:rsidR="008B429D" w:rsidRPr="00612300" w:rsidTr="001548DA">
        <w:tc>
          <w:tcPr>
            <w:tcW w:w="6588" w:type="dxa"/>
          </w:tcPr>
          <w:p w:rsidR="008B429D" w:rsidRDefault="008B429D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разделу</w:t>
            </w:r>
          </w:p>
        </w:tc>
        <w:tc>
          <w:tcPr>
            <w:tcW w:w="891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851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417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993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134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770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632" w:type="dxa"/>
          </w:tcPr>
          <w:p w:rsidR="008B429D" w:rsidRPr="00612300" w:rsidRDefault="008B429D" w:rsidP="002D37AB">
            <w:pPr>
              <w:jc w:val="both"/>
            </w:pPr>
          </w:p>
        </w:tc>
      </w:tr>
      <w:tr w:rsidR="008B429D" w:rsidRPr="00612300" w:rsidTr="001548DA">
        <w:tc>
          <w:tcPr>
            <w:tcW w:w="6588" w:type="dxa"/>
          </w:tcPr>
          <w:p w:rsidR="008B429D" w:rsidRDefault="008B429D">
            <w:pPr>
              <w:jc w:val="both"/>
              <w:rPr>
                <w:b/>
              </w:rPr>
            </w:pPr>
          </w:p>
        </w:tc>
        <w:tc>
          <w:tcPr>
            <w:tcW w:w="891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851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417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993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134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770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632" w:type="dxa"/>
          </w:tcPr>
          <w:p w:rsidR="008B429D" w:rsidRPr="00612300" w:rsidRDefault="008B429D" w:rsidP="002D37AB">
            <w:pPr>
              <w:jc w:val="both"/>
            </w:pPr>
          </w:p>
        </w:tc>
      </w:tr>
      <w:tr w:rsidR="008B429D" w:rsidRPr="00612300" w:rsidTr="001548DA">
        <w:tc>
          <w:tcPr>
            <w:tcW w:w="6588" w:type="dxa"/>
          </w:tcPr>
          <w:p w:rsidR="008B429D" w:rsidRDefault="008B429D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подразделу</w:t>
            </w:r>
          </w:p>
        </w:tc>
        <w:tc>
          <w:tcPr>
            <w:tcW w:w="891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851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417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993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134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770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632" w:type="dxa"/>
          </w:tcPr>
          <w:p w:rsidR="008B429D" w:rsidRPr="00612300" w:rsidRDefault="008B429D" w:rsidP="002D37AB">
            <w:pPr>
              <w:jc w:val="both"/>
            </w:pPr>
          </w:p>
        </w:tc>
      </w:tr>
      <w:tr w:rsidR="008B429D" w:rsidRPr="00612300" w:rsidTr="001548DA">
        <w:tc>
          <w:tcPr>
            <w:tcW w:w="6588" w:type="dxa"/>
          </w:tcPr>
          <w:p w:rsidR="008B429D" w:rsidRDefault="008B429D">
            <w:pPr>
              <w:jc w:val="both"/>
              <w:rPr>
                <w:b/>
              </w:rPr>
            </w:pPr>
          </w:p>
        </w:tc>
        <w:tc>
          <w:tcPr>
            <w:tcW w:w="891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851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417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993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134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770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632" w:type="dxa"/>
          </w:tcPr>
          <w:p w:rsidR="008B429D" w:rsidRPr="00612300" w:rsidRDefault="008B429D" w:rsidP="002D37AB">
            <w:pPr>
              <w:jc w:val="both"/>
            </w:pPr>
          </w:p>
        </w:tc>
      </w:tr>
      <w:tr w:rsidR="008B429D" w:rsidRPr="00612300" w:rsidTr="001548DA">
        <w:tc>
          <w:tcPr>
            <w:tcW w:w="6588" w:type="dxa"/>
          </w:tcPr>
          <w:p w:rsidR="008B429D" w:rsidRDefault="008B429D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целевой статье расходов</w:t>
            </w:r>
          </w:p>
        </w:tc>
        <w:tc>
          <w:tcPr>
            <w:tcW w:w="891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851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417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993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134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770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632" w:type="dxa"/>
          </w:tcPr>
          <w:p w:rsidR="008B429D" w:rsidRPr="00612300" w:rsidRDefault="008B429D" w:rsidP="002D37AB">
            <w:pPr>
              <w:jc w:val="both"/>
            </w:pPr>
          </w:p>
        </w:tc>
      </w:tr>
      <w:tr w:rsidR="008B429D" w:rsidRPr="00612300" w:rsidTr="001548DA">
        <w:tc>
          <w:tcPr>
            <w:tcW w:w="6588" w:type="dxa"/>
          </w:tcPr>
          <w:p w:rsidR="008B429D" w:rsidRDefault="008B429D">
            <w:pPr>
              <w:jc w:val="both"/>
              <w:rPr>
                <w:b/>
              </w:rPr>
            </w:pPr>
          </w:p>
        </w:tc>
        <w:tc>
          <w:tcPr>
            <w:tcW w:w="891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851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417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993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134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770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632" w:type="dxa"/>
          </w:tcPr>
          <w:p w:rsidR="008B429D" w:rsidRPr="00612300" w:rsidRDefault="008B429D" w:rsidP="002D37AB">
            <w:pPr>
              <w:jc w:val="both"/>
            </w:pPr>
          </w:p>
        </w:tc>
      </w:tr>
      <w:tr w:rsidR="008B429D" w:rsidRPr="00612300" w:rsidTr="001548DA">
        <w:tc>
          <w:tcPr>
            <w:tcW w:w="6588" w:type="dxa"/>
          </w:tcPr>
          <w:p w:rsidR="008B429D" w:rsidRDefault="008B429D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по виду расходов</w:t>
            </w:r>
          </w:p>
        </w:tc>
        <w:tc>
          <w:tcPr>
            <w:tcW w:w="891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851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417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993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134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770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632" w:type="dxa"/>
          </w:tcPr>
          <w:p w:rsidR="008B429D" w:rsidRPr="00612300" w:rsidRDefault="008B429D" w:rsidP="002D37AB">
            <w:pPr>
              <w:jc w:val="both"/>
            </w:pPr>
          </w:p>
        </w:tc>
      </w:tr>
      <w:tr w:rsidR="008B429D" w:rsidRPr="00612300" w:rsidTr="001548DA">
        <w:tc>
          <w:tcPr>
            <w:tcW w:w="6588" w:type="dxa"/>
          </w:tcPr>
          <w:p w:rsidR="008B429D" w:rsidRDefault="008B429D">
            <w:pPr>
              <w:jc w:val="both"/>
              <w:rPr>
                <w:b/>
              </w:rPr>
            </w:pPr>
          </w:p>
        </w:tc>
        <w:tc>
          <w:tcPr>
            <w:tcW w:w="891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851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417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993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134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770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632" w:type="dxa"/>
          </w:tcPr>
          <w:p w:rsidR="008B429D" w:rsidRPr="00612300" w:rsidRDefault="008B429D" w:rsidP="002D37AB">
            <w:pPr>
              <w:jc w:val="both"/>
            </w:pPr>
          </w:p>
        </w:tc>
      </w:tr>
      <w:tr w:rsidR="008B429D" w:rsidRPr="00612300" w:rsidTr="001548DA">
        <w:tc>
          <w:tcPr>
            <w:tcW w:w="6588" w:type="dxa"/>
          </w:tcPr>
          <w:p w:rsidR="008B429D" w:rsidRDefault="008B429D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891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851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417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993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134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770" w:type="dxa"/>
          </w:tcPr>
          <w:p w:rsidR="008B429D" w:rsidRPr="00612300" w:rsidRDefault="008B429D" w:rsidP="002D37AB">
            <w:pPr>
              <w:jc w:val="both"/>
            </w:pPr>
          </w:p>
        </w:tc>
        <w:tc>
          <w:tcPr>
            <w:tcW w:w="1632" w:type="dxa"/>
          </w:tcPr>
          <w:p w:rsidR="008B429D" w:rsidRPr="00612300" w:rsidRDefault="008B429D" w:rsidP="002D37AB">
            <w:pPr>
              <w:jc w:val="both"/>
            </w:pPr>
          </w:p>
        </w:tc>
      </w:tr>
    </w:tbl>
    <w:p w:rsidR="008B429D" w:rsidRPr="00612300" w:rsidRDefault="008B429D" w:rsidP="00612300">
      <w:pPr>
        <w:jc w:val="both"/>
        <w:rPr>
          <w:sz w:val="22"/>
          <w:szCs w:val="22"/>
        </w:rPr>
      </w:pPr>
    </w:p>
    <w:p w:rsidR="008B429D" w:rsidRPr="00612300" w:rsidRDefault="008B429D" w:rsidP="00612300">
      <w:pPr>
        <w:jc w:val="both"/>
        <w:rPr>
          <w:sz w:val="22"/>
          <w:szCs w:val="22"/>
        </w:rPr>
      </w:pPr>
      <w:r w:rsidRPr="00612300">
        <w:rPr>
          <w:sz w:val="22"/>
          <w:szCs w:val="22"/>
        </w:rPr>
        <w:t xml:space="preserve">Руководитель ГРБС _____________________  _____________________________ </w:t>
      </w:r>
    </w:p>
    <w:p w:rsidR="008B429D" w:rsidRPr="00612300" w:rsidRDefault="008B429D" w:rsidP="00612300">
      <w:pPr>
        <w:jc w:val="both"/>
        <w:rPr>
          <w:sz w:val="22"/>
          <w:szCs w:val="22"/>
        </w:rPr>
      </w:pPr>
      <w:r w:rsidRPr="00612300">
        <w:rPr>
          <w:sz w:val="22"/>
          <w:szCs w:val="22"/>
        </w:rPr>
        <w:tab/>
      </w:r>
      <w:r w:rsidRPr="00612300">
        <w:rPr>
          <w:sz w:val="22"/>
          <w:szCs w:val="22"/>
        </w:rPr>
        <w:tab/>
      </w:r>
      <w:r w:rsidRPr="00612300">
        <w:rPr>
          <w:sz w:val="22"/>
          <w:szCs w:val="22"/>
        </w:rPr>
        <w:tab/>
      </w:r>
      <w:r w:rsidRPr="00612300">
        <w:rPr>
          <w:sz w:val="22"/>
          <w:szCs w:val="22"/>
        </w:rPr>
        <w:tab/>
      </w:r>
      <w:r>
        <w:rPr>
          <w:sz w:val="22"/>
          <w:szCs w:val="22"/>
        </w:rPr>
        <w:t xml:space="preserve">(подпись)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12300">
        <w:rPr>
          <w:sz w:val="22"/>
          <w:szCs w:val="22"/>
        </w:rPr>
        <w:t>(расшифровка подписи)</w:t>
      </w:r>
    </w:p>
    <w:p w:rsidR="008B429D" w:rsidRPr="00612300" w:rsidRDefault="008B429D" w:rsidP="00612300">
      <w:pPr>
        <w:jc w:val="both"/>
        <w:rPr>
          <w:sz w:val="22"/>
          <w:szCs w:val="22"/>
        </w:rPr>
      </w:pPr>
    </w:p>
    <w:p w:rsidR="008B429D" w:rsidRPr="00612300" w:rsidRDefault="008B429D" w:rsidP="00612300">
      <w:pPr>
        <w:jc w:val="both"/>
        <w:rPr>
          <w:sz w:val="22"/>
          <w:szCs w:val="22"/>
        </w:rPr>
      </w:pPr>
    </w:p>
    <w:p w:rsidR="008B429D" w:rsidRPr="00612300" w:rsidRDefault="008B429D" w:rsidP="00612300">
      <w:pPr>
        <w:jc w:val="both"/>
        <w:rPr>
          <w:sz w:val="22"/>
          <w:szCs w:val="22"/>
        </w:rPr>
      </w:pPr>
      <w:r w:rsidRPr="00612300">
        <w:rPr>
          <w:sz w:val="22"/>
          <w:szCs w:val="22"/>
        </w:rPr>
        <w:t xml:space="preserve">Исполнитель _____________________  _____________________________ </w:t>
      </w:r>
    </w:p>
    <w:p w:rsidR="008B429D" w:rsidRPr="00612300" w:rsidRDefault="008B429D" w:rsidP="0061230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(подпись)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12300">
        <w:rPr>
          <w:sz w:val="22"/>
          <w:szCs w:val="22"/>
        </w:rPr>
        <w:t>(расшифровка подписи)</w:t>
      </w:r>
    </w:p>
    <w:p w:rsidR="008B429D" w:rsidRPr="00612300" w:rsidRDefault="008B429D" w:rsidP="00612300">
      <w:pPr>
        <w:jc w:val="both"/>
        <w:rPr>
          <w:sz w:val="22"/>
          <w:szCs w:val="22"/>
        </w:rPr>
      </w:pPr>
    </w:p>
    <w:p w:rsidR="008B429D" w:rsidRPr="00612300" w:rsidRDefault="008B429D" w:rsidP="00612300">
      <w:pPr>
        <w:jc w:val="both"/>
        <w:rPr>
          <w:sz w:val="22"/>
          <w:szCs w:val="22"/>
        </w:rPr>
      </w:pPr>
      <w:r w:rsidRPr="00612300">
        <w:rPr>
          <w:sz w:val="22"/>
          <w:szCs w:val="22"/>
        </w:rPr>
        <w:t>«_____» _______________________ 20__ г.</w:t>
      </w:r>
    </w:p>
    <w:p w:rsidR="008B429D" w:rsidRPr="00612300" w:rsidRDefault="008B429D" w:rsidP="0061230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(</w:t>
      </w:r>
      <w:r w:rsidRPr="00612300">
        <w:rPr>
          <w:sz w:val="22"/>
          <w:szCs w:val="22"/>
        </w:rPr>
        <w:t xml:space="preserve"> печать)</w:t>
      </w:r>
    </w:p>
    <w:p w:rsidR="008B429D" w:rsidRPr="00612300" w:rsidRDefault="008B429D" w:rsidP="00612300">
      <w:pPr>
        <w:jc w:val="both"/>
        <w:rPr>
          <w:sz w:val="22"/>
          <w:szCs w:val="22"/>
        </w:rPr>
      </w:pPr>
      <w:r w:rsidRPr="00612300">
        <w:rPr>
          <w:sz w:val="22"/>
          <w:szCs w:val="22"/>
        </w:rPr>
        <w:t>* – заполняется на текущий год по статьям и подстатьям, на плановый период по статьям операций сектора государственного управления классификации расходов бюджетов</w:t>
      </w:r>
    </w:p>
    <w:p w:rsidR="008B429D" w:rsidRPr="00612300" w:rsidRDefault="008B429D" w:rsidP="00612300">
      <w:pPr>
        <w:rPr>
          <w:sz w:val="22"/>
          <w:szCs w:val="22"/>
        </w:rPr>
      </w:pPr>
    </w:p>
    <w:p w:rsidR="008B429D" w:rsidRPr="00612300" w:rsidRDefault="008B429D" w:rsidP="00612300">
      <w:pPr>
        <w:rPr>
          <w:sz w:val="22"/>
          <w:szCs w:val="22"/>
        </w:rPr>
      </w:pPr>
    </w:p>
    <w:p w:rsidR="008B429D" w:rsidRPr="00612300" w:rsidRDefault="008B429D" w:rsidP="00612300">
      <w:pPr>
        <w:rPr>
          <w:sz w:val="22"/>
          <w:szCs w:val="22"/>
        </w:rPr>
      </w:pPr>
    </w:p>
    <w:p w:rsidR="008B429D" w:rsidRPr="00612300" w:rsidRDefault="008B429D" w:rsidP="00612300">
      <w:pPr>
        <w:rPr>
          <w:sz w:val="22"/>
          <w:szCs w:val="22"/>
        </w:rPr>
      </w:pPr>
      <w:r w:rsidRPr="00612300">
        <w:rPr>
          <w:sz w:val="22"/>
          <w:szCs w:val="22"/>
        </w:rPr>
        <w:t>Расшифровка условных обозначений:</w:t>
      </w:r>
    </w:p>
    <w:p w:rsidR="008B429D" w:rsidRPr="00612300" w:rsidRDefault="008B429D" w:rsidP="00612300">
      <w:pPr>
        <w:rPr>
          <w:sz w:val="22"/>
          <w:szCs w:val="22"/>
        </w:rPr>
      </w:pPr>
      <w:r w:rsidRPr="00612300">
        <w:rPr>
          <w:sz w:val="22"/>
          <w:szCs w:val="22"/>
        </w:rPr>
        <w:t>Рз - код раздела классификации расходов бюджетов;</w:t>
      </w:r>
    </w:p>
    <w:p w:rsidR="008B429D" w:rsidRPr="00612300" w:rsidRDefault="008B429D" w:rsidP="00612300">
      <w:pPr>
        <w:rPr>
          <w:sz w:val="22"/>
          <w:szCs w:val="22"/>
        </w:rPr>
      </w:pPr>
      <w:r w:rsidRPr="00612300">
        <w:rPr>
          <w:sz w:val="22"/>
          <w:szCs w:val="22"/>
        </w:rPr>
        <w:t>ПРз - код подраздела классификации расходов бюджетов;</w:t>
      </w:r>
    </w:p>
    <w:p w:rsidR="008B429D" w:rsidRPr="00612300" w:rsidRDefault="008B429D" w:rsidP="00612300">
      <w:pPr>
        <w:rPr>
          <w:sz w:val="22"/>
          <w:szCs w:val="22"/>
        </w:rPr>
      </w:pPr>
      <w:r w:rsidRPr="00612300">
        <w:rPr>
          <w:sz w:val="22"/>
          <w:szCs w:val="22"/>
        </w:rPr>
        <w:t>ЦСР - код целевой статьи классификации расходов бюджетов;</w:t>
      </w:r>
    </w:p>
    <w:p w:rsidR="008B429D" w:rsidRPr="00612300" w:rsidRDefault="008B429D" w:rsidP="00612300">
      <w:pPr>
        <w:rPr>
          <w:sz w:val="22"/>
          <w:szCs w:val="22"/>
        </w:rPr>
      </w:pPr>
      <w:r w:rsidRPr="00612300">
        <w:rPr>
          <w:sz w:val="22"/>
          <w:szCs w:val="22"/>
        </w:rPr>
        <w:t>ВР - код вида расходов классификации расходов бюджетов;</w:t>
      </w:r>
    </w:p>
    <w:p w:rsidR="008B429D" w:rsidRPr="00612300" w:rsidRDefault="008B429D" w:rsidP="0061230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2300">
        <w:rPr>
          <w:sz w:val="22"/>
          <w:szCs w:val="22"/>
        </w:rPr>
        <w:t>ОСГУ – код классификации операций сектора государственного управления, относящихся к расходам бюджетов.</w:t>
      </w:r>
    </w:p>
    <w:p w:rsidR="008B429D" w:rsidRPr="00612300" w:rsidRDefault="008B429D">
      <w:pPr>
        <w:rPr>
          <w:sz w:val="22"/>
          <w:szCs w:val="22"/>
        </w:rPr>
      </w:pPr>
    </w:p>
    <w:sectPr w:rsidR="008B429D" w:rsidRPr="00612300" w:rsidSect="007E2188">
      <w:pgSz w:w="16838" w:h="11906" w:orient="landscape"/>
      <w:pgMar w:top="567" w:right="284" w:bottom="42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2300"/>
    <w:rsid w:val="000D4293"/>
    <w:rsid w:val="001112B3"/>
    <w:rsid w:val="001548DA"/>
    <w:rsid w:val="002D37AB"/>
    <w:rsid w:val="00305DF8"/>
    <w:rsid w:val="00444D7F"/>
    <w:rsid w:val="00457A02"/>
    <w:rsid w:val="00492652"/>
    <w:rsid w:val="004C4E98"/>
    <w:rsid w:val="00577191"/>
    <w:rsid w:val="00612300"/>
    <w:rsid w:val="00620983"/>
    <w:rsid w:val="006410C4"/>
    <w:rsid w:val="00797D14"/>
    <w:rsid w:val="007E2188"/>
    <w:rsid w:val="008B429D"/>
    <w:rsid w:val="00A26765"/>
    <w:rsid w:val="00A343B9"/>
    <w:rsid w:val="00A74783"/>
    <w:rsid w:val="00B91062"/>
    <w:rsid w:val="00BB32AA"/>
    <w:rsid w:val="00D30E8F"/>
    <w:rsid w:val="00E1652B"/>
    <w:rsid w:val="00E3136B"/>
    <w:rsid w:val="00ED6FF0"/>
    <w:rsid w:val="00EF2486"/>
    <w:rsid w:val="00FE4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30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926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265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41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335</Words>
  <Characters>1916</Characters>
  <Application>Microsoft Office Outlook</Application>
  <DocSecurity>0</DocSecurity>
  <Lines>0</Lines>
  <Paragraphs>0</Paragraphs>
  <ScaleCrop>false</ScaleCrop>
  <Company>Финотдел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ОПД</dc:creator>
  <cp:keywords/>
  <dc:description/>
  <cp:lastModifiedBy>Admin</cp:lastModifiedBy>
  <cp:revision>11</cp:revision>
  <cp:lastPrinted>2013-01-11T04:48:00Z</cp:lastPrinted>
  <dcterms:created xsi:type="dcterms:W3CDTF">2012-02-14T07:13:00Z</dcterms:created>
  <dcterms:modified xsi:type="dcterms:W3CDTF">2014-05-29T06:10:00Z</dcterms:modified>
</cp:coreProperties>
</file>