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FE" w:rsidRPr="00262707" w:rsidRDefault="009732FE" w:rsidP="0026270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707">
        <w:rPr>
          <w:rFonts w:ascii="Times New Roman" w:hAnsi="Times New Roman"/>
          <w:b/>
          <w:bCs/>
          <w:sz w:val="28"/>
          <w:szCs w:val="28"/>
        </w:rPr>
        <w:t>АДМИНИСТРАЦИЯ МАЛМЫЖСКОГО РАЙОНА</w:t>
      </w:r>
    </w:p>
    <w:p w:rsidR="009732FE" w:rsidRPr="00262707" w:rsidRDefault="009732FE" w:rsidP="0026270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62707">
        <w:rPr>
          <w:rFonts w:ascii="Times New Roman" w:hAnsi="Times New Roman"/>
          <w:b/>
          <w:bCs/>
          <w:sz w:val="28"/>
          <w:szCs w:val="28"/>
          <w:lang w:eastAsia="ru-RU"/>
        </w:rPr>
        <w:t>КИРОВСКОЙ ОБЛАСТИ</w:t>
      </w:r>
    </w:p>
    <w:p w:rsidR="009732FE" w:rsidRPr="00262707" w:rsidRDefault="009732FE" w:rsidP="0026270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732FE" w:rsidRPr="00500198" w:rsidRDefault="009732FE" w:rsidP="00262707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32"/>
          <w:szCs w:val="32"/>
          <w:lang w:eastAsia="ru-RU"/>
        </w:rPr>
      </w:pPr>
      <w:r w:rsidRPr="00500198">
        <w:rPr>
          <w:rFonts w:ascii="Times New Roman" w:hAnsi="Times New Roman"/>
          <w:bCs/>
          <w:sz w:val="32"/>
          <w:szCs w:val="32"/>
          <w:lang w:eastAsia="ru-RU"/>
        </w:rPr>
        <w:t>ПОСТАНОВЛЕНИЕ</w:t>
      </w:r>
    </w:p>
    <w:p w:rsidR="009732FE" w:rsidRPr="00262707" w:rsidRDefault="009732FE" w:rsidP="002627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262707" w:rsidRDefault="009732FE" w:rsidP="0026270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27.01.2014</w:t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</w:r>
      <w:r w:rsidRPr="00262707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262707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57</w:t>
      </w:r>
    </w:p>
    <w:p w:rsidR="009732FE" w:rsidRPr="00262707" w:rsidRDefault="009732FE" w:rsidP="0026270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2707">
        <w:rPr>
          <w:rFonts w:ascii="Times New Roman" w:hAnsi="Times New Roman"/>
          <w:sz w:val="28"/>
          <w:szCs w:val="28"/>
          <w:lang w:eastAsia="ru-RU"/>
        </w:rPr>
        <w:t>г. Малмыж</w:t>
      </w:r>
    </w:p>
    <w:p w:rsidR="009732FE" w:rsidRDefault="009732FE" w:rsidP="00262707">
      <w:pPr>
        <w:spacing w:line="240" w:lineRule="auto"/>
        <w:jc w:val="center"/>
      </w:pPr>
    </w:p>
    <w:p w:rsidR="009732FE" w:rsidRDefault="009732FE" w:rsidP="00262707">
      <w:pPr>
        <w:spacing w:line="240" w:lineRule="auto"/>
        <w:jc w:val="center"/>
      </w:pPr>
    </w:p>
    <w:p w:rsidR="009732FE" w:rsidRDefault="009732FE" w:rsidP="0026270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707">
        <w:rPr>
          <w:rFonts w:ascii="Times New Roman" w:hAnsi="Times New Roman"/>
          <w:b/>
          <w:sz w:val="28"/>
          <w:szCs w:val="28"/>
        </w:rPr>
        <w:t>Об утверждени</w:t>
      </w:r>
      <w:r>
        <w:rPr>
          <w:rFonts w:ascii="Times New Roman" w:hAnsi="Times New Roman"/>
          <w:b/>
          <w:sz w:val="28"/>
          <w:szCs w:val="28"/>
        </w:rPr>
        <w:t xml:space="preserve">и Перечня муниципальных услуг, </w:t>
      </w:r>
      <w:r w:rsidRPr="00262707">
        <w:rPr>
          <w:rFonts w:ascii="Times New Roman" w:hAnsi="Times New Roman"/>
          <w:b/>
          <w:sz w:val="28"/>
          <w:szCs w:val="28"/>
        </w:rPr>
        <w:t>оказываемых орга</w:t>
      </w:r>
      <w:r>
        <w:rPr>
          <w:rFonts w:ascii="Times New Roman" w:hAnsi="Times New Roman"/>
          <w:b/>
          <w:sz w:val="28"/>
          <w:szCs w:val="28"/>
        </w:rPr>
        <w:t xml:space="preserve">нами местного самоуправления и </w:t>
      </w:r>
      <w:r w:rsidRPr="00262707">
        <w:rPr>
          <w:rFonts w:ascii="Times New Roman" w:hAnsi="Times New Roman"/>
          <w:b/>
          <w:sz w:val="28"/>
          <w:szCs w:val="28"/>
        </w:rPr>
        <w:t>муниципальны</w:t>
      </w:r>
      <w:r>
        <w:rPr>
          <w:rFonts w:ascii="Times New Roman" w:hAnsi="Times New Roman"/>
          <w:b/>
          <w:sz w:val="28"/>
          <w:szCs w:val="28"/>
        </w:rPr>
        <w:t>ми учреждениями Малмыжского района</w:t>
      </w:r>
    </w:p>
    <w:p w:rsidR="009732FE" w:rsidRDefault="009732FE" w:rsidP="002627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62707">
        <w:rPr>
          <w:rFonts w:ascii="Times New Roman" w:hAnsi="Times New Roman"/>
          <w:sz w:val="28"/>
          <w:szCs w:val="28"/>
        </w:rPr>
        <w:t xml:space="preserve"> соответствии с Федеральным законом </w:t>
      </w:r>
      <w:r w:rsidRPr="00CD780F">
        <w:rPr>
          <w:rFonts w:ascii="Times New Roman" w:hAnsi="Times New Roman"/>
          <w:sz w:val="28"/>
          <w:szCs w:val="28"/>
        </w:rPr>
        <w:t xml:space="preserve">от </w:t>
      </w:r>
      <w:r w:rsidRPr="00CD780F">
        <w:rPr>
          <w:rFonts w:ascii="Times New Roman" w:hAnsi="Times New Roman"/>
          <w:sz w:val="28"/>
        </w:rPr>
        <w:t>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,</w:t>
      </w:r>
      <w:r>
        <w:rPr>
          <w:sz w:val="28"/>
        </w:rPr>
        <w:t xml:space="preserve"> </w:t>
      </w:r>
      <w:r w:rsidRPr="009C5FE9">
        <w:rPr>
          <w:rFonts w:ascii="Times New Roman" w:hAnsi="Times New Roman"/>
          <w:sz w:val="28"/>
        </w:rPr>
        <w:t>в целях повышения качества предоставления населению, юридическим лицам муниципальных услуг администрация Малмыжского района ПОСТАНОВЛЯЕТ:</w:t>
      </w:r>
      <w:r w:rsidRPr="00262707"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262707">
        <w:rPr>
          <w:rFonts w:ascii="Times New Roman" w:hAnsi="Times New Roman"/>
          <w:sz w:val="28"/>
          <w:szCs w:val="28"/>
        </w:rPr>
        <w:t>Утвердить Перечень муниципальных услуг, оказываемых органами местного самоуправления и мун</w:t>
      </w:r>
      <w:r>
        <w:rPr>
          <w:rFonts w:ascii="Times New Roman" w:hAnsi="Times New Roman"/>
          <w:sz w:val="28"/>
          <w:szCs w:val="28"/>
        </w:rPr>
        <w:t>иципальными учреждениями Малмыжского</w:t>
      </w:r>
      <w:r w:rsidRPr="00262707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а, согласно приложению.</w:t>
      </w:r>
    </w:p>
    <w:p w:rsidR="009732FE" w:rsidRDefault="009732FE" w:rsidP="00262707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2. </w:t>
      </w:r>
      <w:r w:rsidRPr="00D328DD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>Информационном бюллетене органов местного самоуправления</w:t>
      </w:r>
      <w:r w:rsidRPr="00D328D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Малмыжский муниципальный район К</w:t>
      </w:r>
      <w:r w:rsidRPr="00D328DD">
        <w:rPr>
          <w:sz w:val="28"/>
          <w:szCs w:val="28"/>
        </w:rPr>
        <w:t>и</w:t>
      </w:r>
      <w:r>
        <w:rPr>
          <w:sz w:val="28"/>
          <w:szCs w:val="28"/>
        </w:rPr>
        <w:t>ровской области.</w:t>
      </w:r>
    </w:p>
    <w:p w:rsidR="009732FE" w:rsidRDefault="009732FE" w:rsidP="00262707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3. П</w:t>
      </w:r>
      <w:r w:rsidRPr="009342C6">
        <w:rPr>
          <w:color w:val="000000"/>
          <w:sz w:val="28"/>
          <w:szCs w:val="28"/>
          <w:lang w:eastAsia="ru-RU"/>
        </w:rPr>
        <w:t xml:space="preserve">остановление вступает в силу после его </w:t>
      </w:r>
      <w:hyperlink r:id="rId4" w:history="1">
        <w:r w:rsidRPr="009342C6">
          <w:rPr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9342C6">
        <w:rPr>
          <w:color w:val="000000"/>
          <w:sz w:val="28"/>
          <w:szCs w:val="28"/>
          <w:lang w:eastAsia="ru-RU"/>
        </w:rPr>
        <w:t>.</w:t>
      </w:r>
    </w:p>
    <w:p w:rsidR="009732FE" w:rsidRDefault="009732FE" w:rsidP="00262707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9732FE" w:rsidRDefault="009732FE" w:rsidP="00262707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9732FE" w:rsidRDefault="009732FE" w:rsidP="00262707">
      <w:pPr>
        <w:pStyle w:val="31"/>
        <w:ind w:left="0" w:firstLine="0"/>
        <w:rPr>
          <w:color w:val="000000"/>
          <w:sz w:val="28"/>
          <w:szCs w:val="28"/>
          <w:lang w:eastAsia="ru-RU"/>
        </w:rPr>
      </w:pPr>
    </w:p>
    <w:p w:rsidR="009732FE" w:rsidRPr="006227C2" w:rsidRDefault="009732FE" w:rsidP="008458D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227C2">
        <w:rPr>
          <w:rFonts w:ascii="Times New Roman" w:hAnsi="Times New Roman"/>
          <w:color w:val="000000"/>
          <w:spacing w:val="-1"/>
          <w:sz w:val="28"/>
          <w:szCs w:val="28"/>
          <w:lang w:eastAsia="ar-SA"/>
        </w:rPr>
        <w:t>Глава администрации</w:t>
      </w:r>
    </w:p>
    <w:p w:rsidR="009732FE" w:rsidRPr="006227C2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27C2">
        <w:rPr>
          <w:rFonts w:ascii="Times New Roman" w:hAnsi="Times New Roman"/>
          <w:color w:val="000000"/>
          <w:spacing w:val="-2"/>
          <w:sz w:val="28"/>
          <w:szCs w:val="28"/>
          <w:lang w:eastAsia="ru-RU"/>
        </w:rPr>
        <w:t>Малмыжского района                                                                          А.В. Костюнин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ПОДГОТОВЛЕНО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Заместитель</w:t>
      </w:r>
      <w:r w:rsidRPr="008458DC">
        <w:rPr>
          <w:rFonts w:ascii="Times New Roman" w:hAnsi="Times New Roman"/>
          <w:sz w:val="28"/>
          <w:szCs w:val="28"/>
          <w:lang w:eastAsia="ru-RU"/>
        </w:rPr>
        <w:t xml:space="preserve"> главы</w:t>
      </w:r>
    </w:p>
    <w:p w:rsidR="009732FE" w:rsidRPr="008458DC" w:rsidRDefault="009732FE" w:rsidP="008458DC">
      <w:pPr>
        <w:tabs>
          <w:tab w:val="left" w:pos="7513"/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Е.А. Колупаева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E36F77">
      <w:pPr>
        <w:tabs>
          <w:tab w:val="left" w:pos="793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ar-SA"/>
        </w:rPr>
        <w:t>Разослать</w:t>
      </w:r>
      <w:r w:rsidRPr="008458DC">
        <w:rPr>
          <w:rFonts w:ascii="Times New Roman" w:hAnsi="Times New Roman"/>
          <w:sz w:val="28"/>
          <w:szCs w:val="28"/>
          <w:lang w:eastAsia="ru-RU"/>
        </w:rPr>
        <w:t xml:space="preserve">:  администрации района – 2, </w:t>
      </w:r>
      <w:r w:rsidRPr="00E36F77">
        <w:rPr>
          <w:rFonts w:ascii="Times New Roman" w:hAnsi="Times New Roman"/>
          <w:sz w:val="28"/>
          <w:szCs w:val="28"/>
        </w:rPr>
        <w:t>отделу архитектуры, строительства, ЖКИ администрации Малмыжского района – 1</w:t>
      </w:r>
      <w:r w:rsidRPr="00E36F77">
        <w:rPr>
          <w:rFonts w:ascii="Times New Roman" w:hAnsi="Times New Roman"/>
          <w:sz w:val="28"/>
          <w:szCs w:val="28"/>
          <w:lang w:eastAsia="ru-RU"/>
        </w:rPr>
        <w:t>,</w:t>
      </w:r>
      <w:r w:rsidRPr="00E36F77">
        <w:rPr>
          <w:rFonts w:ascii="Times New Roman" w:hAnsi="Times New Roman"/>
          <w:sz w:val="28"/>
          <w:szCs w:val="28"/>
        </w:rPr>
        <w:t xml:space="preserve"> отделу по управлению муниципальным имуществом и земельными ресурсами администрации Малмыжского района – 1, сектору по</w:t>
      </w:r>
      <w:r>
        <w:rPr>
          <w:rFonts w:ascii="Times New Roman" w:hAnsi="Times New Roman"/>
          <w:sz w:val="28"/>
          <w:szCs w:val="28"/>
        </w:rPr>
        <w:t xml:space="preserve"> информационному обеспечению администрации Малмыжского района – 1,</w:t>
      </w:r>
      <w:r w:rsidRPr="00E36F77">
        <w:rPr>
          <w:sz w:val="28"/>
          <w:szCs w:val="28"/>
        </w:rPr>
        <w:t xml:space="preserve"> </w:t>
      </w:r>
      <w:r w:rsidRPr="00E36F77">
        <w:rPr>
          <w:rFonts w:ascii="Times New Roman" w:hAnsi="Times New Roman"/>
          <w:sz w:val="28"/>
          <w:szCs w:val="28"/>
        </w:rPr>
        <w:t>управление образования администрации Малмыжского района – 1</w:t>
      </w:r>
      <w:r>
        <w:rPr>
          <w:sz w:val="28"/>
          <w:szCs w:val="28"/>
        </w:rPr>
        <w:t>,</w:t>
      </w:r>
      <w:r w:rsidRPr="00E36F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58DC">
        <w:rPr>
          <w:rFonts w:ascii="Times New Roman" w:hAnsi="Times New Roman"/>
          <w:sz w:val="28"/>
          <w:szCs w:val="28"/>
          <w:lang w:eastAsia="ru-RU"/>
        </w:rPr>
        <w:t>в реестр НПА – 1, в регистр – 1, в районную Думу для опубликования (в электронном виде) – 1, на сайт администрации рай</w:t>
      </w:r>
      <w:r>
        <w:rPr>
          <w:rFonts w:ascii="Times New Roman" w:hAnsi="Times New Roman"/>
          <w:sz w:val="28"/>
          <w:szCs w:val="28"/>
          <w:lang w:eastAsia="ru-RU"/>
        </w:rPr>
        <w:t>она (в электронном виде) – 1 =10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Правовая экспертиза проведена: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Юрисконсульт администрации района</w:t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  <w:t xml:space="preserve">            О.В. Малькова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Лингвистическая экспертиза проведена: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 xml:space="preserve">Заведующая отделом 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по правовым, кадровым вопросам,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делопроизводства и контроля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58DC">
        <w:rPr>
          <w:rFonts w:ascii="Times New Roman" w:hAnsi="Times New Roman"/>
          <w:sz w:val="28"/>
          <w:szCs w:val="28"/>
          <w:lang w:eastAsia="ru-RU"/>
        </w:rPr>
        <w:t>администрации района</w:t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</w:r>
      <w:r w:rsidRPr="008458DC">
        <w:rPr>
          <w:rFonts w:ascii="Times New Roman" w:hAnsi="Times New Roman"/>
          <w:sz w:val="28"/>
          <w:szCs w:val="28"/>
          <w:lang w:eastAsia="ru-RU"/>
        </w:rPr>
        <w:tab/>
        <w:t xml:space="preserve">            Н.А. Сысуева</w:t>
      </w: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2FE" w:rsidRPr="008458DC" w:rsidRDefault="009732FE" w:rsidP="008458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tabs>
          <w:tab w:val="left" w:pos="8080"/>
        </w:tabs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tabs>
          <w:tab w:val="left" w:pos="7938"/>
        </w:tabs>
        <w:rPr>
          <w:rFonts w:ascii="Times New Roman" w:hAnsi="Times New Roman"/>
          <w:sz w:val="28"/>
          <w:szCs w:val="24"/>
          <w:lang w:eastAsia="ru-RU"/>
        </w:rPr>
      </w:pPr>
    </w:p>
    <w:p w:rsidR="009732FE" w:rsidRPr="008458DC" w:rsidRDefault="009732FE" w:rsidP="008458DC">
      <w:pPr>
        <w:spacing w:after="0"/>
        <w:rPr>
          <w:rFonts w:ascii="Times New Roman" w:hAnsi="Times New Roman"/>
          <w:sz w:val="28"/>
          <w:szCs w:val="24"/>
          <w:lang w:eastAsia="ru-RU"/>
        </w:rPr>
      </w:pPr>
      <w:r w:rsidRPr="008458DC">
        <w:rPr>
          <w:rFonts w:ascii="Times New Roman" w:hAnsi="Times New Roman"/>
          <w:sz w:val="28"/>
          <w:szCs w:val="24"/>
          <w:lang w:eastAsia="ru-RU"/>
        </w:rPr>
        <w:t>Коркина Наталья Ивановна</w:t>
      </w:r>
    </w:p>
    <w:p w:rsidR="009732FE" w:rsidRPr="008458DC" w:rsidRDefault="009732FE" w:rsidP="008458DC">
      <w:pPr>
        <w:spacing w:after="0"/>
        <w:rPr>
          <w:rFonts w:ascii="Times New Roman" w:hAnsi="Times New Roman"/>
          <w:sz w:val="28"/>
          <w:szCs w:val="24"/>
          <w:lang w:eastAsia="ru-RU"/>
        </w:rPr>
      </w:pPr>
      <w:r w:rsidRPr="008458DC">
        <w:rPr>
          <w:rFonts w:ascii="Times New Roman" w:hAnsi="Times New Roman"/>
          <w:sz w:val="28"/>
          <w:szCs w:val="24"/>
          <w:lang w:eastAsia="ru-RU"/>
        </w:rPr>
        <w:t>2-05-22</w:t>
      </w:r>
    </w:p>
    <w:p w:rsidR="009732FE" w:rsidRPr="00133A20" w:rsidRDefault="009732FE" w:rsidP="00133A20">
      <w:pPr>
        <w:tabs>
          <w:tab w:val="left" w:pos="5812"/>
        </w:tabs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 w:rsidRPr="00133A20">
        <w:rPr>
          <w:rFonts w:ascii="Times New Roman" w:hAnsi="Times New Roman"/>
          <w:sz w:val="28"/>
          <w:szCs w:val="28"/>
          <w:lang w:eastAsia="ru-RU"/>
        </w:rPr>
        <w:t xml:space="preserve">  Приложение</w:t>
      </w:r>
    </w:p>
    <w:p w:rsidR="009732FE" w:rsidRPr="00133A20" w:rsidRDefault="009732FE" w:rsidP="00133A2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</w:p>
    <w:p w:rsidR="009732FE" w:rsidRPr="00133A20" w:rsidRDefault="009732FE" w:rsidP="00133A2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УТВЕРЖДЕН</w:t>
      </w:r>
    </w:p>
    <w:p w:rsidR="009732FE" w:rsidRPr="00133A20" w:rsidRDefault="009732FE" w:rsidP="00133A2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</w:p>
    <w:p w:rsidR="009732FE" w:rsidRPr="00133A20" w:rsidRDefault="009732FE" w:rsidP="00133A20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33A2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133A20">
        <w:rPr>
          <w:rFonts w:ascii="Times New Roman" w:hAnsi="Times New Roman"/>
          <w:sz w:val="28"/>
          <w:szCs w:val="24"/>
          <w:lang w:eastAsia="ru-RU"/>
        </w:rPr>
        <w:t xml:space="preserve">постановлением администрации                                   </w:t>
      </w:r>
    </w:p>
    <w:p w:rsidR="009732FE" w:rsidRPr="00133A20" w:rsidRDefault="009732FE" w:rsidP="00133A20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133A20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Малмыжского района</w:t>
      </w:r>
    </w:p>
    <w:p w:rsidR="009732FE" w:rsidRPr="00133A20" w:rsidRDefault="009732FE" w:rsidP="00133A20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33A20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</w:t>
      </w:r>
      <w:r>
        <w:rPr>
          <w:rFonts w:ascii="Times New Roman" w:hAnsi="Times New Roman"/>
          <w:sz w:val="28"/>
          <w:szCs w:val="24"/>
          <w:lang w:eastAsia="ru-RU"/>
        </w:rPr>
        <w:t xml:space="preserve">                 от  27.01.2014 № 57</w:t>
      </w:r>
    </w:p>
    <w:p w:rsidR="009732FE" w:rsidRPr="00133A20" w:rsidRDefault="009732FE" w:rsidP="00133A2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732FE" w:rsidRDefault="009732FE" w:rsidP="00262707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732FE" w:rsidRDefault="009732FE" w:rsidP="00C716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9732FE" w:rsidRDefault="009732FE" w:rsidP="00C716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муниципальных услуг, </w:t>
      </w:r>
      <w:r w:rsidRPr="00262707">
        <w:rPr>
          <w:rFonts w:ascii="Times New Roman" w:hAnsi="Times New Roman"/>
          <w:b/>
          <w:sz w:val="28"/>
          <w:szCs w:val="28"/>
        </w:rPr>
        <w:t>оказываемых орга</w:t>
      </w:r>
      <w:r>
        <w:rPr>
          <w:rFonts w:ascii="Times New Roman" w:hAnsi="Times New Roman"/>
          <w:b/>
          <w:sz w:val="28"/>
          <w:szCs w:val="28"/>
        </w:rPr>
        <w:t xml:space="preserve">нами местного самоуправления и </w:t>
      </w:r>
      <w:r w:rsidRPr="00262707">
        <w:rPr>
          <w:rFonts w:ascii="Times New Roman" w:hAnsi="Times New Roman"/>
          <w:b/>
          <w:sz w:val="28"/>
          <w:szCs w:val="28"/>
        </w:rPr>
        <w:t>муниципальны</w:t>
      </w:r>
      <w:r>
        <w:rPr>
          <w:rFonts w:ascii="Times New Roman" w:hAnsi="Times New Roman"/>
          <w:b/>
          <w:sz w:val="28"/>
          <w:szCs w:val="28"/>
        </w:rPr>
        <w:t>ми учреждениями Малмыжского района</w:t>
      </w:r>
    </w:p>
    <w:p w:rsidR="009732FE" w:rsidRPr="00262707" w:rsidRDefault="009732FE" w:rsidP="00133A2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184"/>
        <w:gridCol w:w="4218"/>
      </w:tblGrid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Сведения об отраслевом органе</w:t>
            </w:r>
            <w:r w:rsidRPr="008712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предоставляющем муниципальные услуги</w:t>
            </w:r>
          </w:p>
        </w:tc>
      </w:tr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Предоставление  земельных участков, находящихся в муниципальной собственности, на которых расположены здания, строения, сооружения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 для строительства из земель, находящихся в муниципальной собственности, с предварительным согласованием места размещения объекта на территории муниципального образования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собственности,  для целей, не связанных со строительством объектов, для строительства которых требуется получение разрешения на строительство 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собственности, для индивидуального жилищного строительства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c>
          <w:tcPr>
            <w:tcW w:w="59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84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4218" w:type="dxa"/>
            <w:vAlign w:val="center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rPr>
          <w:trHeight w:val="975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Бесплатное предоставление гражданам, имеющим трех и более детей, земельных участков на территории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732FE" w:rsidRPr="008712D9" w:rsidTr="008712D9">
        <w:trPr>
          <w:trHeight w:val="975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102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Выдача разрешения на строительство объекта капи</w:t>
            </w:r>
            <w:bookmarkStart w:id="0" w:name="_GoBack"/>
            <w:bookmarkEnd w:id="0"/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тального строительства на территории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Выдача разрешения на ввод объекта в эксплуатацию на территории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Выдача разрешения на установку и эксплуатацию рекламных конструкций на территории муниципального образования 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99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Признание помещения жилым помещением, жилого помещения непригодным  для проживания и многоквартирного дома аварийным и подлежащим сносу или реконструкции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99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переустройства и (или) перепланировки жилого помещения на территории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99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Принятие решения о переводе жилого помещения в нежилое или нежилого помещения в жилое помещение на территории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Выдача сведений из информационной системы обеспечения градостроительной деятельности муниципального образования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Выдача ордера на проведение земляных работ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Прием заявлений, постановка на учет и зачисление детей в муниципальное образовательное учреждение, реализующее основную образовательную программу дошкольного образования (детские сады)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Малмыжского района, муниципальные дошкольные образовательные учреждения</w:t>
            </w:r>
          </w:p>
        </w:tc>
      </w:tr>
      <w:tr w:rsidR="009732FE" w:rsidRPr="008712D9" w:rsidTr="008712D9">
        <w:trPr>
          <w:trHeight w:val="660"/>
        </w:trPr>
        <w:tc>
          <w:tcPr>
            <w:tcW w:w="594" w:type="dxa"/>
          </w:tcPr>
          <w:p w:rsidR="009732FE" w:rsidRPr="008712D9" w:rsidRDefault="009732FE" w:rsidP="0087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184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учреждениях</w:t>
            </w:r>
          </w:p>
        </w:tc>
        <w:tc>
          <w:tcPr>
            <w:tcW w:w="4218" w:type="dxa"/>
          </w:tcPr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12D9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образования администрации Малмыжского района, муниципальные образовательные учреждения</w:t>
            </w:r>
          </w:p>
          <w:p w:rsidR="009732FE" w:rsidRPr="008712D9" w:rsidRDefault="009732FE" w:rsidP="008712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732FE" w:rsidRDefault="009732FE" w:rsidP="00DF7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DF7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DF7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2FE" w:rsidRDefault="009732FE" w:rsidP="002962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9732FE" w:rsidRPr="00DF7632" w:rsidRDefault="009732FE" w:rsidP="002962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9732FE" w:rsidRPr="00DF7632" w:rsidSect="00E94568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707"/>
    <w:rsid w:val="000810A4"/>
    <w:rsid w:val="000F378E"/>
    <w:rsid w:val="00133A20"/>
    <w:rsid w:val="00262707"/>
    <w:rsid w:val="0029626B"/>
    <w:rsid w:val="0033290F"/>
    <w:rsid w:val="003937E2"/>
    <w:rsid w:val="00437B55"/>
    <w:rsid w:val="00500198"/>
    <w:rsid w:val="00552115"/>
    <w:rsid w:val="005857D7"/>
    <w:rsid w:val="005A12F6"/>
    <w:rsid w:val="005B3AA5"/>
    <w:rsid w:val="005D2794"/>
    <w:rsid w:val="00620DF1"/>
    <w:rsid w:val="006227C2"/>
    <w:rsid w:val="007477E4"/>
    <w:rsid w:val="008458DC"/>
    <w:rsid w:val="008712D9"/>
    <w:rsid w:val="009342C6"/>
    <w:rsid w:val="009732FE"/>
    <w:rsid w:val="009B3C77"/>
    <w:rsid w:val="009C5FE9"/>
    <w:rsid w:val="00B82BA4"/>
    <w:rsid w:val="00C7168E"/>
    <w:rsid w:val="00CD780F"/>
    <w:rsid w:val="00D04D00"/>
    <w:rsid w:val="00D328DD"/>
    <w:rsid w:val="00DF7632"/>
    <w:rsid w:val="00E36F77"/>
    <w:rsid w:val="00E46BB9"/>
    <w:rsid w:val="00E9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A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26270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1">
    <w:name w:val="Основной текст с отступом 31"/>
    <w:basedOn w:val="Normal"/>
    <w:uiPriority w:val="99"/>
    <w:rsid w:val="00262707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leGrid">
    <w:name w:val="Table Grid"/>
    <w:basedOn w:val="TableNormal"/>
    <w:uiPriority w:val="99"/>
    <w:rsid w:val="00133A2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3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2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4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715105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5</Pages>
  <Words>1001</Words>
  <Characters>5709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1</cp:lastModifiedBy>
  <cp:revision>17</cp:revision>
  <cp:lastPrinted>2014-01-22T06:22:00Z</cp:lastPrinted>
  <dcterms:created xsi:type="dcterms:W3CDTF">2013-12-19T04:44:00Z</dcterms:created>
  <dcterms:modified xsi:type="dcterms:W3CDTF">2014-01-28T05:38:00Z</dcterms:modified>
</cp:coreProperties>
</file>